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FFA893" w14:textId="574ACB44" w:rsidR="00277D15" w:rsidRDefault="00277D15" w:rsidP="00A13DEA">
      <w:pPr>
        <w:pStyle w:val="Header"/>
        <w:widowControl w:val="0"/>
        <w:outlineLvl w:val="0"/>
      </w:pPr>
      <w:r>
        <w:t xml:space="preserve">Introduction to Operating Systems </w:t>
      </w:r>
    </w:p>
    <w:p w14:paraId="1FF2D7C9" w14:textId="77777777" w:rsidR="00982292" w:rsidRDefault="00982292" w:rsidP="00A13DEA">
      <w:pPr>
        <w:pStyle w:val="Header"/>
        <w:widowControl w:val="0"/>
        <w:outlineLvl w:val="0"/>
      </w:pPr>
      <w:r>
        <w:t xml:space="preserve">Learning </w:t>
      </w:r>
      <w:r w:rsidR="005E6464">
        <w:t>Outcomes</w:t>
      </w:r>
    </w:p>
    <w:p w14:paraId="424CFF54" w14:textId="77777777" w:rsidR="00982292" w:rsidRDefault="00982292" w:rsidP="00A73104">
      <w:pPr>
        <w:widowControl w:val="0"/>
      </w:pPr>
      <w:r>
        <w:t xml:space="preserve">In this lesson you will provide students with an overview of </w:t>
      </w:r>
      <w:r w:rsidR="00190CEC">
        <w:t>operating systems</w:t>
      </w:r>
      <w:r w:rsidR="00D7770D">
        <w:t xml:space="preserve">. </w:t>
      </w:r>
      <w:r w:rsidR="00190CEC">
        <w:t>At the end of the lesson students should be able to</w:t>
      </w:r>
      <w:r>
        <w:t>:</w:t>
      </w:r>
    </w:p>
    <w:p w14:paraId="1EEC1408" w14:textId="77777777" w:rsidR="00982292" w:rsidRDefault="009B7A4B" w:rsidP="00021A43">
      <w:pPr>
        <w:widowControl w:val="0"/>
      </w:pPr>
      <w:r>
        <w:t xml:space="preserve">LO 1.1 </w:t>
      </w:r>
      <w:r w:rsidR="00190CEC">
        <w:t xml:space="preserve">Describe the </w:t>
      </w:r>
      <w:r w:rsidR="00691EE0">
        <w:t>purpose and functions of operating systems</w:t>
      </w:r>
      <w:r w:rsidR="00D32235">
        <w:t>.</w:t>
      </w:r>
    </w:p>
    <w:p w14:paraId="61C93A91" w14:textId="77777777" w:rsidR="00691EE0" w:rsidRDefault="009B7A4B" w:rsidP="00021A43">
      <w:pPr>
        <w:widowControl w:val="0"/>
      </w:pPr>
      <w:r>
        <w:t xml:space="preserve">LO 1.2 </w:t>
      </w:r>
      <w:r w:rsidR="00691EE0">
        <w:t>Describe major events in the evolution of operating systems</w:t>
      </w:r>
      <w:r w:rsidR="00D32235">
        <w:t>.</w:t>
      </w:r>
    </w:p>
    <w:p w14:paraId="7FD8A756" w14:textId="77777777" w:rsidR="00982292" w:rsidRDefault="009B7A4B" w:rsidP="00021A43">
      <w:pPr>
        <w:widowControl w:val="0"/>
      </w:pPr>
      <w:r>
        <w:t xml:space="preserve">LO 1.3 </w:t>
      </w:r>
      <w:r w:rsidR="00190CEC">
        <w:t xml:space="preserve">List and compare the common </w:t>
      </w:r>
      <w:r w:rsidR="0066022A">
        <w:t xml:space="preserve">desktop </w:t>
      </w:r>
      <w:r w:rsidR="00190CEC">
        <w:t>operating systems</w:t>
      </w:r>
      <w:r w:rsidR="00691EE0">
        <w:t xml:space="preserve"> in use today</w:t>
      </w:r>
      <w:r w:rsidR="00D32235">
        <w:t>.</w:t>
      </w:r>
    </w:p>
    <w:p w14:paraId="35988634" w14:textId="3769428E" w:rsidR="0066022A" w:rsidRDefault="0066022A" w:rsidP="00021A43">
      <w:pPr>
        <w:widowControl w:val="0"/>
      </w:pPr>
      <w:r>
        <w:t xml:space="preserve">LO 1.4 List the most common </w:t>
      </w:r>
      <w:r w:rsidR="00D32235">
        <w:t>m</w:t>
      </w:r>
      <w:r>
        <w:t>obile OSs, the devices associated with them, and the</w:t>
      </w:r>
      <w:r w:rsidR="00212DC8">
        <w:t xml:space="preserve"> </w:t>
      </w:r>
      <w:r>
        <w:t xml:space="preserve">features found in </w:t>
      </w:r>
      <w:r w:rsidR="003F662B">
        <w:t xml:space="preserve">most of </w:t>
      </w:r>
      <w:r>
        <w:t>these devices.</w:t>
      </w:r>
    </w:p>
    <w:p w14:paraId="37614B63" w14:textId="77777777" w:rsidR="00982292" w:rsidRDefault="00982292" w:rsidP="00FA66AD">
      <w:pPr>
        <w:pStyle w:val="IM-Special"/>
        <w:widowControl w:val="0"/>
      </w:pPr>
      <w:r>
        <w:t>Estimated time for lesson: 3 to 4 hours</w:t>
      </w:r>
    </w:p>
    <w:p w14:paraId="2A95EE48" w14:textId="77777777" w:rsidR="00982292" w:rsidRDefault="00982292" w:rsidP="00730407">
      <w:pPr>
        <w:pStyle w:val="Header"/>
        <w:widowControl w:val="0"/>
        <w:outlineLvl w:val="0"/>
      </w:pPr>
      <w:r>
        <w:t>Preparing for Class</w:t>
      </w:r>
    </w:p>
    <w:p w14:paraId="00ABEF65" w14:textId="336B709B" w:rsidR="000D286A" w:rsidRDefault="00190CEC" w:rsidP="00296C64">
      <w:pPr>
        <w:widowControl w:val="0"/>
      </w:pPr>
      <w:r>
        <w:t>Be sure to review the chapter in advance, making note of</w:t>
      </w:r>
      <w:r w:rsidR="00A7502C">
        <w:t xml:space="preserve"> the operating systems mentioned in the text</w:t>
      </w:r>
      <w:r w:rsidR="00E753A6">
        <w:t xml:space="preserve">. </w:t>
      </w:r>
      <w:r w:rsidR="00024F15">
        <w:t xml:space="preserve">As an overview to the course, this chapter does not contain </w:t>
      </w:r>
      <w:r w:rsidR="00024F15" w:rsidRPr="000D4B28">
        <w:rPr>
          <w:i/>
        </w:rPr>
        <w:t>Step-by-Step</w:t>
      </w:r>
      <w:r w:rsidR="00024F15">
        <w:t xml:space="preserve"> </w:t>
      </w:r>
      <w:r w:rsidR="00010337">
        <w:t>tutorials</w:t>
      </w:r>
      <w:r w:rsidR="00024F15">
        <w:t xml:space="preserve">, but it does contain </w:t>
      </w:r>
      <w:r w:rsidR="00160EA6">
        <w:t xml:space="preserve">5 </w:t>
      </w:r>
      <w:r w:rsidR="00024F15" w:rsidRPr="00024F15">
        <w:rPr>
          <w:i/>
        </w:rPr>
        <w:t>Try This</w:t>
      </w:r>
      <w:r w:rsidR="00024F15">
        <w:t xml:space="preserve"> </w:t>
      </w:r>
      <w:r w:rsidR="00010337">
        <w:t>exercises</w:t>
      </w:r>
      <w:r w:rsidR="00B12A3D">
        <w:t xml:space="preserve"> with a few simple steps</w:t>
      </w:r>
      <w:r w:rsidR="00010337">
        <w:t xml:space="preserve"> </w:t>
      </w:r>
      <w:r w:rsidR="001C7233">
        <w:t xml:space="preserve">to reinforce concepts and to </w:t>
      </w:r>
      <w:r w:rsidR="00024F15">
        <w:t xml:space="preserve">help break up the </w:t>
      </w:r>
      <w:r w:rsidR="007C03EC">
        <w:t>content</w:t>
      </w:r>
      <w:r w:rsidR="00E753A6">
        <w:t xml:space="preserve">. </w:t>
      </w:r>
      <w:r w:rsidR="00026092">
        <w:t>Review each of these before class.</w:t>
      </w:r>
    </w:p>
    <w:p w14:paraId="65712FF1" w14:textId="7042C241" w:rsidR="00585A3F" w:rsidRDefault="009060E7" w:rsidP="0097762F">
      <w:pPr>
        <w:widowControl w:val="0"/>
        <w:numPr>
          <w:ilvl w:val="0"/>
          <w:numId w:val="13"/>
        </w:numPr>
        <w:tabs>
          <w:tab w:val="num" w:pos="720"/>
        </w:tabs>
      </w:pPr>
      <w:r>
        <w:t xml:space="preserve">The </w:t>
      </w:r>
      <w:r w:rsidRPr="00606F32">
        <w:rPr>
          <w:i/>
        </w:rPr>
        <w:t>Try This</w:t>
      </w:r>
      <w:r>
        <w:t xml:space="preserve"> </w:t>
      </w:r>
      <w:r w:rsidR="002832E7">
        <w:t xml:space="preserve">on page five </w:t>
      </w:r>
      <w:r>
        <w:t xml:space="preserve">in the first </w:t>
      </w:r>
      <w:r w:rsidR="00923E16">
        <w:t>Learning</w:t>
      </w:r>
      <w:r>
        <w:t xml:space="preserve"> </w:t>
      </w:r>
      <w:r w:rsidR="00923E16">
        <w:t>O</w:t>
      </w:r>
      <w:r>
        <w:t xml:space="preserve">bjective has students research the current state of tablet computers using </w:t>
      </w:r>
      <w:r w:rsidR="00B619F9">
        <w:t xml:space="preserve">any </w:t>
      </w:r>
      <w:r>
        <w:t xml:space="preserve">Internet-connected device they have available to them. </w:t>
      </w:r>
    </w:p>
    <w:p w14:paraId="055A5FD7" w14:textId="473944E4" w:rsidR="0022489B" w:rsidRDefault="009060E7" w:rsidP="0097762F">
      <w:pPr>
        <w:widowControl w:val="0"/>
        <w:numPr>
          <w:ilvl w:val="0"/>
          <w:numId w:val="13"/>
        </w:numPr>
        <w:tabs>
          <w:tab w:val="num" w:pos="720"/>
        </w:tabs>
      </w:pPr>
      <w:r>
        <w:t xml:space="preserve">Later in </w:t>
      </w:r>
      <w:r w:rsidR="00585A3F">
        <w:t xml:space="preserve">the first </w:t>
      </w:r>
      <w:r w:rsidR="002C44C9">
        <w:t>Learning Objective</w:t>
      </w:r>
      <w:r>
        <w:t xml:space="preserve">, under the topic Task </w:t>
      </w:r>
      <w:r w:rsidR="00B05B51">
        <w:t>M</w:t>
      </w:r>
      <w:r>
        <w:t>anagement</w:t>
      </w:r>
      <w:r w:rsidR="00585A3F">
        <w:t>,</w:t>
      </w:r>
      <w:r w:rsidR="00BB039A">
        <w:t xml:space="preserve"> a </w:t>
      </w:r>
      <w:r w:rsidR="00BB039A" w:rsidRPr="00606F32">
        <w:rPr>
          <w:i/>
        </w:rPr>
        <w:t>Try This</w:t>
      </w:r>
      <w:r w:rsidR="00BB039A" w:rsidRPr="0043060E">
        <w:t xml:space="preserve"> </w:t>
      </w:r>
      <w:r w:rsidR="0022489B">
        <w:t>instructs</w:t>
      </w:r>
      <w:r w:rsidR="00BB039A">
        <w:t xml:space="preserve"> students </w:t>
      </w:r>
      <w:r w:rsidR="003B105B">
        <w:t xml:space="preserve">on </w:t>
      </w:r>
      <w:r w:rsidR="0022489B">
        <w:t xml:space="preserve">how to see the active tasks on </w:t>
      </w:r>
      <w:r w:rsidR="003B105B">
        <w:t>a Windows computer and on an Apple Mac</w:t>
      </w:r>
      <w:r w:rsidR="0022489B">
        <w:t xml:space="preserve">. </w:t>
      </w:r>
    </w:p>
    <w:p w14:paraId="632F8FB7" w14:textId="038BE9D4" w:rsidR="003B105B" w:rsidRDefault="006D2BE8" w:rsidP="0097762F">
      <w:pPr>
        <w:widowControl w:val="0"/>
        <w:numPr>
          <w:ilvl w:val="0"/>
          <w:numId w:val="13"/>
        </w:numPr>
        <w:tabs>
          <w:tab w:val="num" w:pos="720"/>
        </w:tabs>
      </w:pPr>
      <w:r>
        <w:t>On page 11 i</w:t>
      </w:r>
      <w:r w:rsidR="00923E16">
        <w:t xml:space="preserve">n the </w:t>
      </w:r>
      <w:r w:rsidR="0049262F">
        <w:t>second</w:t>
      </w:r>
      <w:r w:rsidR="00923E16">
        <w:t xml:space="preserve"> Learning Objective</w:t>
      </w:r>
      <w:r w:rsidR="00FA2F1F">
        <w:t xml:space="preserve"> a </w:t>
      </w:r>
      <w:r w:rsidR="00FA2F1F" w:rsidRPr="005726BD">
        <w:rPr>
          <w:i/>
        </w:rPr>
        <w:t>Try This</w:t>
      </w:r>
      <w:r w:rsidR="00FA2F1F">
        <w:t xml:space="preserve"> asks students to research the history of UNIX, providing</w:t>
      </w:r>
      <w:r w:rsidR="00DE6E46">
        <w:t xml:space="preserve"> a link to opengroup.org/unix.</w:t>
      </w:r>
    </w:p>
    <w:p w14:paraId="550E8230" w14:textId="7D3EDAF1" w:rsidR="00845BF0" w:rsidRDefault="009D6069" w:rsidP="0097762F">
      <w:pPr>
        <w:widowControl w:val="0"/>
        <w:numPr>
          <w:ilvl w:val="0"/>
          <w:numId w:val="13"/>
        </w:numPr>
        <w:tabs>
          <w:tab w:val="num" w:pos="720"/>
        </w:tabs>
      </w:pPr>
      <w:r>
        <w:t>Also in</w:t>
      </w:r>
      <w:r w:rsidR="00904692">
        <w:t xml:space="preserve"> </w:t>
      </w:r>
      <w:r w:rsidR="00E44726">
        <w:t xml:space="preserve">the </w:t>
      </w:r>
      <w:r w:rsidR="00E93043">
        <w:t>second Learning Objective</w:t>
      </w:r>
      <w:r w:rsidR="00206D28">
        <w:t>,</w:t>
      </w:r>
      <w:r w:rsidR="00703D9C">
        <w:t xml:space="preserve"> a </w:t>
      </w:r>
      <w:r w:rsidR="00703D9C" w:rsidRPr="005726BD">
        <w:rPr>
          <w:i/>
        </w:rPr>
        <w:t>Try This</w:t>
      </w:r>
      <w:r w:rsidR="00703D9C" w:rsidRPr="0043060E">
        <w:t xml:space="preserve"> </w:t>
      </w:r>
      <w:r w:rsidR="00BE5E49">
        <w:t xml:space="preserve">points students to a link where they can view commercials about </w:t>
      </w:r>
      <w:r w:rsidR="00074CFE">
        <w:t>Lotus 1-2-3 and the IBM PC. These are both entertaining</w:t>
      </w:r>
      <w:r w:rsidR="000D181C">
        <w:t xml:space="preserve"> and a bit educational if </w:t>
      </w:r>
      <w:r w:rsidR="00C75B43">
        <w:t xml:space="preserve">you point out that the earliest PCs did not have hard drives, and </w:t>
      </w:r>
      <w:r w:rsidR="00813E40">
        <w:t xml:space="preserve">the OS, </w:t>
      </w:r>
      <w:r w:rsidR="00C75B43">
        <w:t xml:space="preserve">the program and the data had to </w:t>
      </w:r>
      <w:r w:rsidR="002500BC">
        <w:t xml:space="preserve">reside on a diskette. Those diskettes they are passing out in the Lotus commercial, would have </w:t>
      </w:r>
      <w:r w:rsidR="00813E40">
        <w:t>each held</w:t>
      </w:r>
      <w:r w:rsidR="004F62B0">
        <w:t xml:space="preserve"> the OS and</w:t>
      </w:r>
      <w:r w:rsidR="00813E40">
        <w:t xml:space="preserve"> a separate program (spreadsheet, database, or graphic). </w:t>
      </w:r>
      <w:r w:rsidR="00ED4A7A">
        <w:t xml:space="preserve">So, </w:t>
      </w:r>
      <w:r w:rsidR="000F344A">
        <w:t xml:space="preserve">before the hapless user could use the spreadsheet program, he/she had to put the diskette in the drive on </w:t>
      </w:r>
      <w:r w:rsidR="003A000C">
        <w:t>a PC</w:t>
      </w:r>
      <w:r w:rsidR="000F344A">
        <w:t xml:space="preserve">, boot up the computer to the OS installed on that diskette, and then run the app. </w:t>
      </w:r>
      <w:r w:rsidR="003A000C">
        <w:t xml:space="preserve">Then they would have to save the spreadsheet on that same diskette </w:t>
      </w:r>
      <w:r w:rsidR="00A864EF">
        <w:t xml:space="preserve">or another diskette. The user would have either </w:t>
      </w:r>
      <w:r w:rsidR="00E16E10">
        <w:t xml:space="preserve">saved to the Lotus 1-2-3 program diskette or </w:t>
      </w:r>
      <w:r w:rsidR="00A864EF">
        <w:t>removed the Lotus 1-2-3 diskette (possible, because the program ran in RAM) and th</w:t>
      </w:r>
      <w:r w:rsidR="00E16E10">
        <w:t xml:space="preserve">en inserted a data diskette on which they saved their work. </w:t>
      </w:r>
      <w:r w:rsidR="00B11514">
        <w:t xml:space="preserve">This was easier if </w:t>
      </w:r>
      <w:r w:rsidR="00813E40">
        <w:t xml:space="preserve">the user was lucky enough to have a PC with 2 diskette drives. </w:t>
      </w:r>
      <w:r w:rsidR="00B11514">
        <w:t>Hard drives were</w:t>
      </w:r>
      <w:r w:rsidR="003F0BE1">
        <w:t xml:space="preserve"> not available on the earliest PCs.</w:t>
      </w:r>
    </w:p>
    <w:p w14:paraId="08725DBF" w14:textId="12236A4F" w:rsidR="00596A04" w:rsidRDefault="00EA3925" w:rsidP="0097762F">
      <w:pPr>
        <w:widowControl w:val="0"/>
        <w:numPr>
          <w:ilvl w:val="0"/>
          <w:numId w:val="13"/>
        </w:numPr>
        <w:tabs>
          <w:tab w:val="num" w:pos="720"/>
        </w:tabs>
      </w:pPr>
      <w:r>
        <w:t>The final</w:t>
      </w:r>
      <w:r w:rsidR="005726BD">
        <w:t xml:space="preserve"> </w:t>
      </w:r>
      <w:r w:rsidR="00E538B6" w:rsidRPr="005726BD">
        <w:rPr>
          <w:i/>
        </w:rPr>
        <w:t>Try This</w:t>
      </w:r>
      <w:r w:rsidR="00E538B6">
        <w:t xml:space="preserve"> </w:t>
      </w:r>
      <w:r>
        <w:t xml:space="preserve">is also </w:t>
      </w:r>
      <w:r w:rsidR="00E538B6">
        <w:t xml:space="preserve">in the second Learning Objective </w:t>
      </w:r>
      <w:r w:rsidR="00C415E3">
        <w:t xml:space="preserve">gives the steps for determining if your </w:t>
      </w:r>
      <w:r w:rsidR="00F07F36">
        <w:t>computer</w:t>
      </w:r>
      <w:r w:rsidR="00C415E3">
        <w:t xml:space="preserve"> is running a 32-bit or 64-bit version</w:t>
      </w:r>
      <w:r w:rsidR="00F07F36">
        <w:t xml:space="preserve"> of Windows</w:t>
      </w:r>
      <w:r w:rsidR="00C415E3">
        <w:t>. Virtually all Windows 10 is 64-bit.</w:t>
      </w:r>
    </w:p>
    <w:p w14:paraId="54E30769" w14:textId="356E7EBA" w:rsidR="00982292" w:rsidRDefault="00024F15" w:rsidP="00B8547F">
      <w:pPr>
        <w:widowControl w:val="0"/>
      </w:pPr>
      <w:r>
        <w:lastRenderedPageBreak/>
        <w:t xml:space="preserve">In addition, </w:t>
      </w:r>
      <w:r w:rsidR="00691EE0">
        <w:t xml:space="preserve">although this chapter only lightly touches on hardware, </w:t>
      </w:r>
      <w:r>
        <w:t>i</w:t>
      </w:r>
      <w:r w:rsidR="00190CEC">
        <w:t>t would also be a good idea to have an already opened desktop system and/or samples of individual components and peripherals for students to examine up close</w:t>
      </w:r>
      <w:r w:rsidR="00E753A6">
        <w:t xml:space="preserve">. </w:t>
      </w:r>
      <w:r w:rsidR="0066022A">
        <w:t xml:space="preserve">Invite the students to examine the samples of each hardware component as you discuss what’s inside a microcomputer. Similarly, be prepared to show them a variety of mobile devices—perhaps by simply asking what devices students have with them. </w:t>
      </w:r>
    </w:p>
    <w:p w14:paraId="24A03D62" w14:textId="77777777" w:rsidR="00982292" w:rsidRDefault="00982292" w:rsidP="00AA7DCB">
      <w:pPr>
        <w:pStyle w:val="Header"/>
        <w:widowControl w:val="0"/>
        <w:outlineLvl w:val="0"/>
      </w:pPr>
      <w:r>
        <w:t>Prerequisites for Class</w:t>
      </w:r>
    </w:p>
    <w:p w14:paraId="325FA435" w14:textId="77777777" w:rsidR="00982292" w:rsidRDefault="00982292" w:rsidP="00D5042E">
      <w:pPr>
        <w:widowControl w:val="0"/>
      </w:pPr>
      <w:r>
        <w:t>Ensure that the students are:</w:t>
      </w:r>
    </w:p>
    <w:p w14:paraId="3B76214A" w14:textId="26EC7BA4" w:rsidR="00340065" w:rsidRDefault="00340065" w:rsidP="00340065">
      <w:pPr>
        <w:widowControl w:val="0"/>
        <w:numPr>
          <w:ilvl w:val="0"/>
          <w:numId w:val="2"/>
        </w:numPr>
      </w:pPr>
      <w:r>
        <w:t>Comfortable with basic computer skills (mouse</w:t>
      </w:r>
      <w:r w:rsidR="00610136">
        <w:t>,</w:t>
      </w:r>
      <w:r>
        <w:t xml:space="preserve"> keyboard</w:t>
      </w:r>
      <w:r w:rsidR="00610136">
        <w:t>, and touch screen</w:t>
      </w:r>
      <w:r>
        <w:t xml:space="preserve"> use).</w:t>
      </w:r>
    </w:p>
    <w:p w14:paraId="1A2B434C" w14:textId="77777777" w:rsidR="00982292" w:rsidRDefault="00190CEC" w:rsidP="009F1633">
      <w:pPr>
        <w:widowControl w:val="0"/>
        <w:numPr>
          <w:ilvl w:val="0"/>
          <w:numId w:val="2"/>
        </w:numPr>
      </w:pPr>
      <w:r>
        <w:t>Able to access a running lab computer</w:t>
      </w:r>
      <w:r w:rsidR="008D3E1C">
        <w:t>,</w:t>
      </w:r>
      <w:r>
        <w:t xml:space="preserve"> either individually or in small groups.</w:t>
      </w:r>
    </w:p>
    <w:p w14:paraId="08C17D60" w14:textId="0038476F" w:rsidR="00982292" w:rsidRDefault="00982292" w:rsidP="009F1633">
      <w:pPr>
        <w:widowControl w:val="0"/>
        <w:numPr>
          <w:ilvl w:val="0"/>
          <w:numId w:val="2"/>
        </w:numPr>
      </w:pPr>
      <w:r>
        <w:t xml:space="preserve">Able to </w:t>
      </w:r>
      <w:r w:rsidR="00190CEC">
        <w:t xml:space="preserve">browse the Internet and capable of using a </w:t>
      </w:r>
      <w:r w:rsidR="00B770A2">
        <w:t>W</w:t>
      </w:r>
      <w:r w:rsidR="00190CEC">
        <w:t>eb browser</w:t>
      </w:r>
      <w:r w:rsidR="00B770A2">
        <w:t xml:space="preserve"> </w:t>
      </w:r>
      <w:r w:rsidR="006D3F30">
        <w:t>from the available devices</w:t>
      </w:r>
      <w:r w:rsidR="00190CEC">
        <w:t>.</w:t>
      </w:r>
    </w:p>
    <w:p w14:paraId="01F37949" w14:textId="77777777" w:rsidR="00295A39" w:rsidRDefault="00295A39" w:rsidP="008478F3">
      <w:pPr>
        <w:pStyle w:val="Header"/>
        <w:widowControl w:val="0"/>
        <w:outlineLvl w:val="0"/>
      </w:pPr>
      <w:r>
        <w:t>Class Preparation Notes</w:t>
      </w:r>
    </w:p>
    <w:p w14:paraId="74809BD7" w14:textId="7F905B23" w:rsidR="00FF7B2D" w:rsidRDefault="00FF7B2D" w:rsidP="00F017E5">
      <w:pPr>
        <w:widowControl w:val="0"/>
      </w:pPr>
      <w:r>
        <w:t xml:space="preserve">The authors have worked to pare down the historical detail of this chapter, while attempting to give students a sense of computing history—the many years and incremental advancement of technologies that brought those ever-present mobile devices into our hands. And there is more to come in their lifetimes. </w:t>
      </w:r>
    </w:p>
    <w:p w14:paraId="04E77B67" w14:textId="77777777" w:rsidR="00295A39" w:rsidRDefault="00190CEC" w:rsidP="00F017E5">
      <w:pPr>
        <w:widowControl w:val="0"/>
      </w:pPr>
      <w:r w:rsidRPr="009E0582">
        <w:t>Emphasize the need for students to pay careful attention to terms and definitions</w:t>
      </w:r>
      <w:r w:rsidR="009E0582">
        <w:t>, listed (with page numbers) at the end of each chapter</w:t>
      </w:r>
      <w:r w:rsidR="00E753A6" w:rsidRPr="009E0582">
        <w:t xml:space="preserve">. </w:t>
      </w:r>
      <w:r w:rsidRPr="009E0582">
        <w:t xml:space="preserve">Point out the Glossary </w:t>
      </w:r>
      <w:r w:rsidR="009E0582">
        <w:t xml:space="preserve">of all the key terms </w:t>
      </w:r>
      <w:r w:rsidRPr="009E0582">
        <w:t>in the back of the book and</w:t>
      </w:r>
      <w:r w:rsidR="00A036A9" w:rsidRPr="009E0582">
        <w:t>,</w:t>
      </w:r>
      <w:r w:rsidRPr="009E0582">
        <w:t xml:space="preserve"> </w:t>
      </w:r>
      <w:r w:rsidR="0002322D" w:rsidRPr="009E0582">
        <w:t xml:space="preserve">due to the large number of key terms in this chapter, </w:t>
      </w:r>
      <w:r w:rsidRPr="009E0582">
        <w:t>consider distributing a chapter glossary (taken from this document) to help bring all students up to speed on some basic concepts prior to beginning later chapters.</w:t>
      </w:r>
    </w:p>
    <w:p w14:paraId="3F75BF03" w14:textId="77777777" w:rsidR="00D81BFC" w:rsidRDefault="00E87714" w:rsidP="00BE197E">
      <w:pPr>
        <w:pStyle w:val="Header"/>
        <w:widowControl w:val="0"/>
        <w:outlineLvl w:val="0"/>
      </w:pPr>
      <w:r>
        <w:t>General Teaching Tips</w:t>
      </w:r>
    </w:p>
    <w:p w14:paraId="232DB075" w14:textId="77777777" w:rsidR="009E0582" w:rsidRDefault="009E0582" w:rsidP="00F017E5">
      <w:pPr>
        <w:widowControl w:val="0"/>
      </w:pPr>
      <w:r>
        <w:t>The authors begin by justifying the necessity of understanding microcomputer operating systems in the chapter introduction. Students will still wonder why they should care about the many different hardware platforms and operating systems this chapter discusses. Instructors should try and provide rationales for studying these subjects that speak directly to the student’s own interests whenever possible.</w:t>
      </w:r>
    </w:p>
    <w:p w14:paraId="2AD72E3B" w14:textId="77777777" w:rsidR="003430DC" w:rsidRDefault="00190CEC" w:rsidP="007250BB">
      <w:pPr>
        <w:widowControl w:val="0"/>
      </w:pPr>
      <w:r>
        <w:t xml:space="preserve">This chapter assumes little about the student’s prior knowledge of computers and operating systems. As such, it is ideal for those just beginning their studies. </w:t>
      </w:r>
      <w:r w:rsidR="009E0582">
        <w:t xml:space="preserve">For </w:t>
      </w:r>
      <w:r>
        <w:t xml:space="preserve">more experienced students some of the material may be very elementary. </w:t>
      </w:r>
    </w:p>
    <w:p w14:paraId="1C1549FA" w14:textId="77777777" w:rsidR="00D81BFC" w:rsidRDefault="00D81BFC" w:rsidP="0005050A">
      <w:pPr>
        <w:pStyle w:val="Header"/>
        <w:widowControl w:val="0"/>
        <w:outlineLvl w:val="0"/>
      </w:pPr>
      <w:r>
        <w:t>Key Terms</w:t>
      </w:r>
    </w:p>
    <w:p w14:paraId="77C3CCAA" w14:textId="77777777" w:rsidR="00FC1785" w:rsidRDefault="00FC1785" w:rsidP="00E20EB0">
      <w:pPr>
        <w:pStyle w:val="ListContinue"/>
        <w:widowControl w:val="0"/>
        <w:rPr>
          <w:b/>
          <w:bCs/>
        </w:rPr>
      </w:pPr>
      <w:bookmarkStart w:id="0" w:name="t10"/>
      <w:r>
        <w:rPr>
          <w:b/>
          <w:bCs/>
        </w:rPr>
        <w:t xml:space="preserve">accelerometer — </w:t>
      </w:r>
      <w:r w:rsidRPr="00C9635A">
        <w:rPr>
          <w:bCs/>
        </w:rPr>
        <w:t xml:space="preserve">A device that detects the physical tilt </w:t>
      </w:r>
      <w:r w:rsidRPr="00E20EB0">
        <w:t>and</w:t>
      </w:r>
      <w:r w:rsidRPr="00C9635A">
        <w:rPr>
          <w:bCs/>
        </w:rPr>
        <w:t xml:space="preserve"> acceleration of the device.</w:t>
      </w:r>
    </w:p>
    <w:p w14:paraId="2D8F9596" w14:textId="77777777" w:rsidR="00D96C5F" w:rsidRDefault="00D96C5F" w:rsidP="00E20EB0">
      <w:pPr>
        <w:pStyle w:val="ListContinue"/>
        <w:widowControl w:val="0"/>
      </w:pPr>
      <w:r w:rsidRPr="001A693C">
        <w:rPr>
          <w:b/>
          <w:bCs/>
        </w:rPr>
        <w:t>application</w:t>
      </w:r>
      <w:bookmarkEnd w:id="0"/>
      <w:r w:rsidRPr="00E030CB">
        <w:rPr>
          <w:b/>
          <w:bCs/>
        </w:rPr>
        <w:t xml:space="preserve"> </w:t>
      </w:r>
      <w:r w:rsidR="00F74648">
        <w:rPr>
          <w:b/>
          <w:bCs/>
        </w:rPr>
        <w:t xml:space="preserve">(app) </w:t>
      </w:r>
      <w:r w:rsidRPr="00E030CB">
        <w:rPr>
          <w:b/>
          <w:bCs/>
        </w:rPr>
        <w:t xml:space="preserve">— </w:t>
      </w:r>
      <w:r w:rsidRPr="001A693C">
        <w:t xml:space="preserve">Software that allows a computer user to perform useful functions such as writing a report or calculating a budget. </w:t>
      </w:r>
      <w:r w:rsidR="008D3E1C">
        <w:t>Commonly called an “</w:t>
      </w:r>
      <w:r w:rsidR="00C9635A">
        <w:t>a</w:t>
      </w:r>
      <w:r w:rsidR="008D3E1C">
        <w:t>pp.”</w:t>
      </w:r>
    </w:p>
    <w:p w14:paraId="786A70D5" w14:textId="77777777" w:rsidR="0002322D" w:rsidRPr="00E030CB" w:rsidRDefault="0002322D" w:rsidP="00E20EB0">
      <w:pPr>
        <w:pStyle w:val="ListContinue"/>
        <w:widowControl w:val="0"/>
        <w:rPr>
          <w:rFonts w:cs="GoudySans-Bold"/>
          <w:b/>
          <w:bCs/>
        </w:rPr>
      </w:pPr>
      <w:r w:rsidRPr="00E030CB">
        <w:rPr>
          <w:b/>
          <w:bCs/>
        </w:rPr>
        <w:t xml:space="preserve">central processing unit (CPU) — </w:t>
      </w:r>
      <w:r w:rsidRPr="00E030CB">
        <w:t>An integrated circuit (chip) that performs the calculations, or processing, for a computer</w:t>
      </w:r>
      <w:r w:rsidR="00D7770D">
        <w:t xml:space="preserve">. </w:t>
      </w:r>
      <w:r>
        <w:t>Also called a microprocessor.</w:t>
      </w:r>
    </w:p>
    <w:p w14:paraId="26779750" w14:textId="77777777" w:rsidR="0002322D" w:rsidRDefault="0002322D" w:rsidP="00E20EB0">
      <w:pPr>
        <w:pStyle w:val="ListContinue"/>
        <w:widowControl w:val="0"/>
      </w:pPr>
      <w:r>
        <w:rPr>
          <w:b/>
          <w:bCs/>
        </w:rPr>
        <w:t>client —</w:t>
      </w:r>
      <w:r>
        <w:t xml:space="preserve"> A software component that accesses services of a network server.</w:t>
      </w:r>
    </w:p>
    <w:p w14:paraId="54F49C52" w14:textId="77777777" w:rsidR="00691EE0" w:rsidRDefault="00691EE0" w:rsidP="00E20EB0">
      <w:pPr>
        <w:pStyle w:val="ListContinue"/>
        <w:widowControl w:val="0"/>
        <w:rPr>
          <w:b/>
          <w:bCs/>
        </w:rPr>
      </w:pPr>
      <w:r>
        <w:rPr>
          <w:b/>
          <w:bCs/>
        </w:rPr>
        <w:t xml:space="preserve">command-line interface (CLI) </w:t>
      </w:r>
      <w:r w:rsidRPr="00E030CB">
        <w:rPr>
          <w:b/>
          <w:bCs/>
        </w:rPr>
        <w:t>—</w:t>
      </w:r>
      <w:r>
        <w:rPr>
          <w:b/>
          <w:bCs/>
        </w:rPr>
        <w:t xml:space="preserve"> </w:t>
      </w:r>
      <w:r w:rsidR="00BB3472" w:rsidRPr="00BB3472">
        <w:t>A user interface that consists of a character-based command line that provides only sparse amounts of information.</w:t>
      </w:r>
    </w:p>
    <w:p w14:paraId="471DE1D6" w14:textId="77777777" w:rsidR="00D96C5F" w:rsidRDefault="00D96C5F" w:rsidP="00E20EB0">
      <w:pPr>
        <w:pStyle w:val="ListContinue"/>
        <w:widowControl w:val="0"/>
        <w:rPr>
          <w:bCs/>
        </w:rPr>
      </w:pPr>
      <w:r w:rsidRPr="00240784">
        <w:rPr>
          <w:b/>
          <w:bCs/>
        </w:rPr>
        <w:lastRenderedPageBreak/>
        <w:t>com</w:t>
      </w:r>
      <w:r>
        <w:rPr>
          <w:b/>
          <w:bCs/>
        </w:rPr>
        <w:t xml:space="preserve">puter — </w:t>
      </w:r>
      <w:r w:rsidRPr="00240784">
        <w:t>A</w:t>
      </w:r>
      <w:r>
        <w:rPr>
          <w:b/>
          <w:bCs/>
        </w:rPr>
        <w:t xml:space="preserve"> </w:t>
      </w:r>
      <w:r>
        <w:t xml:space="preserve">device that </w:t>
      </w:r>
      <w:r w:rsidR="008D3E1C">
        <w:t xml:space="preserve">performs </w:t>
      </w:r>
      <w:r>
        <w:t>calculat</w:t>
      </w:r>
      <w:r w:rsidR="008D3E1C">
        <w:t>ion</w:t>
      </w:r>
      <w:r>
        <w:t>s.</w:t>
      </w:r>
      <w:r w:rsidRPr="00240784">
        <w:rPr>
          <w:bCs/>
        </w:rPr>
        <w:t xml:space="preserve"> </w:t>
      </w:r>
    </w:p>
    <w:p w14:paraId="606DA5BB" w14:textId="77777777" w:rsidR="00B0290D" w:rsidRPr="009B10BE" w:rsidRDefault="00B0290D" w:rsidP="00E20EB0">
      <w:pPr>
        <w:pStyle w:val="ListContinue"/>
        <w:widowControl w:val="0"/>
        <w:rPr>
          <w:bCs/>
        </w:rPr>
      </w:pPr>
      <w:r>
        <w:rPr>
          <w:b/>
          <w:bCs/>
        </w:rPr>
        <w:t xml:space="preserve">Chrome OS – </w:t>
      </w:r>
      <w:r>
        <w:rPr>
          <w:bCs/>
        </w:rPr>
        <w:t xml:space="preserve">An </w:t>
      </w:r>
      <w:r>
        <w:t>operating system based on a Linux kernel with a GUI based on the Chrome web browser.</w:t>
      </w:r>
    </w:p>
    <w:p w14:paraId="697BF2B7" w14:textId="77777777" w:rsidR="0002322D" w:rsidRDefault="0002322D" w:rsidP="00E41F3C">
      <w:pPr>
        <w:pStyle w:val="ListContinue"/>
        <w:widowControl w:val="0"/>
        <w:rPr>
          <w:b/>
          <w:bCs/>
        </w:rPr>
      </w:pPr>
      <w:r>
        <w:rPr>
          <w:b/>
          <w:bCs/>
        </w:rPr>
        <w:t>cursor —</w:t>
      </w:r>
      <w:r>
        <w:t xml:space="preserve"> </w:t>
      </w:r>
      <w:r w:rsidR="00D96C5F" w:rsidRPr="00AF49D9">
        <w:t xml:space="preserve">In a command-line interface (CLI), the cursor is merely a marker for the current position where what you type on the keyboard will </w:t>
      </w:r>
      <w:r w:rsidR="008D3E1C">
        <w:t>appear</w:t>
      </w:r>
      <w:r w:rsidR="00D96C5F" w:rsidRPr="00AF49D9">
        <w:t>. In a GUI</w:t>
      </w:r>
      <w:r w:rsidR="003C20D2">
        <w:t>,</w:t>
      </w:r>
      <w:r w:rsidR="00D96C5F" w:rsidRPr="00AF49D9">
        <w:t xml:space="preserve"> </w:t>
      </w:r>
      <w:r w:rsidR="003C20D2" w:rsidRPr="00AF49D9">
        <w:t>a graphical pointer that can have a variety of shapes you can move around by manipulating a pointing device sometimes replace</w:t>
      </w:r>
      <w:r w:rsidR="003C20D2">
        <w:t>s</w:t>
      </w:r>
      <w:r w:rsidR="003C20D2" w:rsidRPr="00AF49D9">
        <w:t xml:space="preserve"> </w:t>
      </w:r>
      <w:r w:rsidR="00D96C5F" w:rsidRPr="00AF49D9">
        <w:t>the cursor.</w:t>
      </w:r>
    </w:p>
    <w:p w14:paraId="531B3304" w14:textId="77777777" w:rsidR="0002322D" w:rsidRDefault="0002322D" w:rsidP="00E41F3C">
      <w:pPr>
        <w:pStyle w:val="ListContinue"/>
        <w:widowControl w:val="0"/>
        <w:rPr>
          <w:b/>
          <w:bCs/>
        </w:rPr>
      </w:pPr>
      <w:r>
        <w:rPr>
          <w:b/>
          <w:bCs/>
        </w:rPr>
        <w:t>device driver —</w:t>
      </w:r>
      <w:r w:rsidR="00A036A9">
        <w:rPr>
          <w:b/>
          <w:bCs/>
        </w:rPr>
        <w:t xml:space="preserve"> </w:t>
      </w:r>
      <w:r w:rsidRPr="00E030CB">
        <w:t>S</w:t>
      </w:r>
      <w:r>
        <w:t>oftware that is added to an OS to control a physical component (device)</w:t>
      </w:r>
      <w:r w:rsidR="00D7770D">
        <w:t>. Each unique hardware device connected to a computer needs a</w:t>
      </w:r>
      <w:r>
        <w:t xml:space="preserve"> component-specific device driver.</w:t>
      </w:r>
      <w:r w:rsidR="00D7770D" w:rsidRPr="00D7770D">
        <w:t xml:space="preserve"> </w:t>
      </w:r>
    </w:p>
    <w:p w14:paraId="558106CE" w14:textId="30E5A1BF" w:rsidR="0002322D" w:rsidRDefault="0002322D" w:rsidP="00E41F3C">
      <w:pPr>
        <w:pStyle w:val="ListContinue"/>
        <w:widowControl w:val="0"/>
        <w:rPr>
          <w:b/>
          <w:bCs/>
        </w:rPr>
      </w:pPr>
      <w:r>
        <w:rPr>
          <w:b/>
          <w:bCs/>
        </w:rPr>
        <w:t>device management —</w:t>
      </w:r>
      <w:r>
        <w:t xml:space="preserve"> An OS function </w:t>
      </w:r>
      <w:r w:rsidR="00A036A9">
        <w:t xml:space="preserve">that </w:t>
      </w:r>
      <w:r>
        <w:t xml:space="preserve">controls hardware devices </w:t>
      </w:r>
      <w:r w:rsidR="00206D28">
        <w:t>using</w:t>
      </w:r>
      <w:r>
        <w:t xml:space="preserve"> device drivers.</w:t>
      </w:r>
    </w:p>
    <w:p w14:paraId="51EEEB52" w14:textId="77777777" w:rsidR="0002322D" w:rsidRDefault="0002322D" w:rsidP="00E41F3C">
      <w:pPr>
        <w:pStyle w:val="ListContinue"/>
        <w:widowControl w:val="0"/>
        <w:rPr>
          <w:b/>
          <w:bCs/>
        </w:rPr>
      </w:pPr>
      <w:r>
        <w:rPr>
          <w:b/>
          <w:bCs/>
        </w:rPr>
        <w:t>directory —</w:t>
      </w:r>
      <w:r>
        <w:t xml:space="preserve"> A special file that can contain files as well as other directories</w:t>
      </w:r>
      <w:r w:rsidR="00D96C5F">
        <w:t xml:space="preserve">. This term is </w:t>
      </w:r>
      <w:r>
        <w:t>most often used with non-GUI operating system</w:t>
      </w:r>
      <w:r w:rsidR="00A036A9">
        <w:t>s</w:t>
      </w:r>
      <w:r w:rsidR="00D7770D">
        <w:t xml:space="preserve">. When describing a directory in a GUI, the </w:t>
      </w:r>
      <w:r w:rsidR="004152D8">
        <w:t xml:space="preserve">commonly used </w:t>
      </w:r>
      <w:r w:rsidR="00D7770D">
        <w:t>term</w:t>
      </w:r>
      <w:r w:rsidR="004152D8">
        <w:t xml:space="preserve"> is</w:t>
      </w:r>
      <w:r>
        <w:t xml:space="preserve"> </w:t>
      </w:r>
      <w:r>
        <w:rPr>
          <w:i/>
        </w:rPr>
        <w:t>folder</w:t>
      </w:r>
      <w:r>
        <w:t>.</w:t>
      </w:r>
    </w:p>
    <w:p w14:paraId="55C68480" w14:textId="77777777" w:rsidR="00691EE0" w:rsidRPr="00BB3472" w:rsidRDefault="00691EE0" w:rsidP="00ED02C6">
      <w:pPr>
        <w:pStyle w:val="ListContinue"/>
        <w:widowControl w:val="0"/>
      </w:pPr>
      <w:r w:rsidRPr="00B0290D">
        <w:rPr>
          <w:b/>
          <w:bCs/>
        </w:rPr>
        <w:t>distribution —</w:t>
      </w:r>
      <w:r w:rsidR="00BB3472" w:rsidRPr="00B0290D">
        <w:rPr>
          <w:b/>
          <w:bCs/>
        </w:rPr>
        <w:t xml:space="preserve"> </w:t>
      </w:r>
      <w:r w:rsidR="00B0290D" w:rsidRPr="00B0290D">
        <w:t>A b</w:t>
      </w:r>
      <w:r w:rsidR="00BB3472" w:rsidRPr="00B0290D">
        <w:t xml:space="preserve">undling of the Linux kernel and software—both </w:t>
      </w:r>
      <w:r w:rsidR="00D7770D" w:rsidRPr="00B0290D">
        <w:t xml:space="preserve">enhancements </w:t>
      </w:r>
      <w:r w:rsidR="00BB3472" w:rsidRPr="00B0290D">
        <w:t>to the OS and applications</w:t>
      </w:r>
      <w:r w:rsidR="00D96C5F" w:rsidRPr="00B0290D">
        <w:t>. Application</w:t>
      </w:r>
      <w:r w:rsidR="003C20D2" w:rsidRPr="00B0290D">
        <w:t>s</w:t>
      </w:r>
      <w:r w:rsidR="00D96C5F" w:rsidRPr="00B0290D">
        <w:t xml:space="preserve"> may include</w:t>
      </w:r>
      <w:r w:rsidR="00BB3472" w:rsidRPr="00B0290D">
        <w:t xml:space="preserve"> word processors, spreadsheets, media players, and more.</w:t>
      </w:r>
    </w:p>
    <w:p w14:paraId="3BD608ED" w14:textId="77777777" w:rsidR="00D96C5F" w:rsidRDefault="00D96C5F" w:rsidP="00ED02C6">
      <w:pPr>
        <w:pStyle w:val="ListContinue"/>
        <w:widowControl w:val="0"/>
      </w:pPr>
      <w:r w:rsidRPr="0017786A">
        <w:rPr>
          <w:b/>
        </w:rPr>
        <w:t>embedded</w:t>
      </w:r>
      <w:r>
        <w:rPr>
          <w:b/>
        </w:rPr>
        <w:t xml:space="preserve"> </w:t>
      </w:r>
      <w:r w:rsidRPr="0017786A">
        <w:rPr>
          <w:b/>
        </w:rPr>
        <w:t>OS</w:t>
      </w:r>
      <w:r>
        <w:rPr>
          <w:b/>
          <w:bCs/>
        </w:rPr>
        <w:t xml:space="preserve"> — </w:t>
      </w:r>
      <w:r w:rsidRPr="0017786A">
        <w:t>An operating system stored in firmware, as in a mobile device</w:t>
      </w:r>
      <w:r>
        <w:t>.</w:t>
      </w:r>
      <w:r w:rsidRPr="0017786A">
        <w:t xml:space="preserve"> </w:t>
      </w:r>
    </w:p>
    <w:p w14:paraId="1D21518E" w14:textId="77777777" w:rsidR="0002322D" w:rsidRDefault="0002322D" w:rsidP="00ED02C6">
      <w:pPr>
        <w:pStyle w:val="ListContinue"/>
        <w:widowControl w:val="0"/>
        <w:rPr>
          <w:b/>
          <w:bCs/>
        </w:rPr>
      </w:pPr>
      <w:r>
        <w:rPr>
          <w:b/>
          <w:bCs/>
        </w:rPr>
        <w:t>file management —</w:t>
      </w:r>
      <w:r>
        <w:t xml:space="preserve"> An operating system function that allows the operating system to read, write, and modify data and programs organized into files.</w:t>
      </w:r>
    </w:p>
    <w:p w14:paraId="224265D1" w14:textId="4D2F6E26" w:rsidR="00691EE0" w:rsidRPr="00BB3472" w:rsidRDefault="00691EE0" w:rsidP="00ED02C6">
      <w:pPr>
        <w:pStyle w:val="ListContinue"/>
        <w:widowControl w:val="0"/>
      </w:pPr>
      <w:r>
        <w:rPr>
          <w:b/>
          <w:bCs/>
        </w:rPr>
        <w:t xml:space="preserve">file system </w:t>
      </w:r>
      <w:r w:rsidRPr="00E030CB">
        <w:rPr>
          <w:b/>
          <w:bCs/>
        </w:rPr>
        <w:t>—</w:t>
      </w:r>
      <w:r>
        <w:rPr>
          <w:b/>
          <w:bCs/>
        </w:rPr>
        <w:t xml:space="preserve"> </w:t>
      </w:r>
      <w:r w:rsidR="00BB3472" w:rsidRPr="00BB3472">
        <w:t xml:space="preserve">The logical structure used on a storage device </w:t>
      </w:r>
      <w:r w:rsidR="00AF4282" w:rsidRPr="00BB3472">
        <w:t>for</w:t>
      </w:r>
      <w:r w:rsidR="00BB3472" w:rsidRPr="00BB3472">
        <w:t xml:space="preserve"> storing files, as well as the code within an operating system that allows the OS to store and manage files on a storage device.</w:t>
      </w:r>
    </w:p>
    <w:p w14:paraId="6848C35D" w14:textId="77777777" w:rsidR="00D96C5F" w:rsidRDefault="00D96C5F" w:rsidP="00ED02C6">
      <w:pPr>
        <w:pStyle w:val="ListContinue"/>
        <w:widowControl w:val="0"/>
      </w:pPr>
      <w:r>
        <w:rPr>
          <w:b/>
          <w:bCs/>
        </w:rPr>
        <w:t xml:space="preserve">firmware — </w:t>
      </w:r>
      <w:r>
        <w:t xml:space="preserve">Software resident in integrated circuits. </w:t>
      </w:r>
    </w:p>
    <w:p w14:paraId="4A7BA8B7" w14:textId="77777777" w:rsidR="0002322D" w:rsidRDefault="0002322D" w:rsidP="00ED02C6">
      <w:pPr>
        <w:pStyle w:val="ListContinue"/>
        <w:widowControl w:val="0"/>
        <w:rPr>
          <w:b/>
          <w:bCs/>
        </w:rPr>
      </w:pPr>
      <w:r>
        <w:rPr>
          <w:b/>
          <w:bCs/>
        </w:rPr>
        <w:t>folder —</w:t>
      </w:r>
      <w:r>
        <w:t xml:space="preserve"> A </w:t>
      </w:r>
      <w:r w:rsidR="00D7770D">
        <w:t xml:space="preserve">term describing a </w:t>
      </w:r>
      <w:r>
        <w:t>type of file that can contain other folders as well as files</w:t>
      </w:r>
      <w:r w:rsidR="00D7770D">
        <w:t>—</w:t>
      </w:r>
      <w:r>
        <w:t>most often used with GUI operating systems</w:t>
      </w:r>
      <w:r w:rsidR="00D7770D">
        <w:t>. When</w:t>
      </w:r>
      <w:r w:rsidR="00D7770D" w:rsidRPr="00D7770D">
        <w:t xml:space="preserve"> </w:t>
      </w:r>
      <w:r w:rsidR="00D7770D">
        <w:t>describing a folder in a non-GUI operating system</w:t>
      </w:r>
      <w:r>
        <w:t xml:space="preserve">, </w:t>
      </w:r>
      <w:r w:rsidR="00D7770D">
        <w:t>people most often</w:t>
      </w:r>
      <w:r w:rsidR="00825D2F">
        <w:t xml:space="preserve"> </w:t>
      </w:r>
      <w:r w:rsidR="00D7770D">
        <w:t xml:space="preserve">use the term </w:t>
      </w:r>
      <w:r>
        <w:rPr>
          <w:i/>
        </w:rPr>
        <w:t>directory</w:t>
      </w:r>
      <w:r>
        <w:t>.</w:t>
      </w:r>
    </w:p>
    <w:p w14:paraId="05045DD5" w14:textId="77777777" w:rsidR="00691EE0" w:rsidRPr="00BB3472" w:rsidRDefault="00691EE0" w:rsidP="00ED02C6">
      <w:pPr>
        <w:pStyle w:val="ListContinue"/>
        <w:widowControl w:val="0"/>
      </w:pPr>
      <w:r>
        <w:rPr>
          <w:b/>
          <w:bCs/>
        </w:rPr>
        <w:t xml:space="preserve">formatting </w:t>
      </w:r>
      <w:r w:rsidRPr="00E030CB">
        <w:rPr>
          <w:b/>
          <w:bCs/>
        </w:rPr>
        <w:t xml:space="preserve">— </w:t>
      </w:r>
      <w:r w:rsidR="00BB3472">
        <w:t>The process that writes the logical structure of a file system on a storage device.</w:t>
      </w:r>
    </w:p>
    <w:p w14:paraId="139076B2" w14:textId="77777777" w:rsidR="0002322D" w:rsidRDefault="0002322D" w:rsidP="00ED02C6">
      <w:pPr>
        <w:pStyle w:val="ListContinue"/>
        <w:widowControl w:val="0"/>
        <w:rPr>
          <w:b/>
          <w:bCs/>
        </w:rPr>
      </w:pPr>
      <w:r>
        <w:rPr>
          <w:b/>
          <w:bCs/>
        </w:rPr>
        <w:t>graphical user interface (GUI) —</w:t>
      </w:r>
      <w:r>
        <w:t xml:space="preserve"> A user interface that takes advantage of a computer’s graphics capabilities to make it easier to use</w:t>
      </w:r>
      <w:r w:rsidR="009B10BE">
        <w:t xml:space="preserve"> with </w:t>
      </w:r>
      <w:r>
        <w:t xml:space="preserve">graphical elements that </w:t>
      </w:r>
      <w:r w:rsidR="00FC1785">
        <w:t xml:space="preserve">one </w:t>
      </w:r>
      <w:r>
        <w:t>can manipulate to perform tasks</w:t>
      </w:r>
      <w:r w:rsidR="00A036A9">
        <w:t>,</w:t>
      </w:r>
      <w:r>
        <w:t xml:space="preserve"> such as system and file management and </w:t>
      </w:r>
      <w:r w:rsidR="00A036A9">
        <w:t xml:space="preserve">the </w:t>
      </w:r>
      <w:r>
        <w:t xml:space="preserve">running </w:t>
      </w:r>
      <w:r w:rsidR="00A036A9">
        <w:t xml:space="preserve">of </w:t>
      </w:r>
      <w:r>
        <w:t>applications.</w:t>
      </w:r>
    </w:p>
    <w:p w14:paraId="282634A0" w14:textId="77777777" w:rsidR="0002322D" w:rsidRDefault="0002322D" w:rsidP="00ED02C6">
      <w:pPr>
        <w:pStyle w:val="ListContinue"/>
        <w:widowControl w:val="0"/>
        <w:rPr>
          <w:b/>
          <w:bCs/>
        </w:rPr>
      </w:pPr>
      <w:r>
        <w:rPr>
          <w:b/>
          <w:bCs/>
        </w:rPr>
        <w:t>input/output (I/O) —</w:t>
      </w:r>
      <w:r>
        <w:t xml:space="preserve"> </w:t>
      </w:r>
      <w:r w:rsidR="00D96C5F" w:rsidRPr="000C0110">
        <w:rPr>
          <w:bCs/>
        </w:rPr>
        <w:t>Anything sent into a computer (input); anything coming out of a computer (output).</w:t>
      </w:r>
      <w:r w:rsidR="00FC1785">
        <w:rPr>
          <w:bCs/>
        </w:rPr>
        <w:t xml:space="preserve"> </w:t>
      </w:r>
      <w:r w:rsidR="00D96C5F" w:rsidRPr="000C0110">
        <w:rPr>
          <w:bCs/>
        </w:rPr>
        <w:t xml:space="preserve">Every keystroke you enter, all files </w:t>
      </w:r>
      <w:r w:rsidR="00D96C5F" w:rsidRPr="00ED02C6">
        <w:t>read</w:t>
      </w:r>
      <w:r w:rsidR="00D96C5F" w:rsidRPr="000C0110">
        <w:rPr>
          <w:bCs/>
        </w:rPr>
        <w:t xml:space="preserve"> in, and even voice commands are input. Output can include a printed page, what you see on the screen, and even sounds. </w:t>
      </w:r>
    </w:p>
    <w:p w14:paraId="5CBDAD2C" w14:textId="77777777" w:rsidR="00D96C5F" w:rsidRDefault="00D96C5F" w:rsidP="00ED02C6">
      <w:pPr>
        <w:pStyle w:val="ListContinue"/>
        <w:widowControl w:val="0"/>
      </w:pPr>
      <w:r w:rsidRPr="000C0110">
        <w:rPr>
          <w:b/>
          <w:bCs/>
        </w:rPr>
        <w:t>integrated</w:t>
      </w:r>
      <w:r>
        <w:t xml:space="preserve"> </w:t>
      </w:r>
      <w:r w:rsidRPr="000C0110">
        <w:rPr>
          <w:b/>
        </w:rPr>
        <w:t>circuit (IC)</w:t>
      </w:r>
      <w:r>
        <w:rPr>
          <w:b/>
          <w:bCs/>
        </w:rPr>
        <w:t xml:space="preserve"> — </w:t>
      </w:r>
      <w:r>
        <w:t xml:space="preserve">A small electronic component made up of transistors (tiny switches) and other miniaturized parts. </w:t>
      </w:r>
    </w:p>
    <w:p w14:paraId="73A96306" w14:textId="77777777" w:rsidR="00B02571" w:rsidRDefault="00B02571" w:rsidP="00ED02C6">
      <w:pPr>
        <w:pStyle w:val="ListContinue"/>
        <w:widowControl w:val="0"/>
        <w:rPr>
          <w:b/>
          <w:bCs/>
        </w:rPr>
      </w:pPr>
      <w:r>
        <w:rPr>
          <w:b/>
          <w:bCs/>
        </w:rPr>
        <w:t xml:space="preserve">Internet of Things (IoT) — </w:t>
      </w:r>
      <w:r>
        <w:t xml:space="preserve">Devices not normally associated with computer that contain microcomputers and are connected to networks. These devices include, but are not limited to: </w:t>
      </w:r>
      <w:r>
        <w:lastRenderedPageBreak/>
        <w:t>kitchen appliances, thermostats, utility meters, components in automobiles, light bulbs, and industrial control devices.</w:t>
      </w:r>
    </w:p>
    <w:p w14:paraId="4448C88D" w14:textId="77777777" w:rsidR="0002322D" w:rsidRDefault="0002322D" w:rsidP="00ED02C6">
      <w:pPr>
        <w:pStyle w:val="ListContinue"/>
        <w:widowControl w:val="0"/>
        <w:rPr>
          <w:b/>
          <w:bCs/>
        </w:rPr>
      </w:pPr>
      <w:r>
        <w:rPr>
          <w:b/>
          <w:bCs/>
        </w:rPr>
        <w:t>job management —</w:t>
      </w:r>
      <w:r>
        <w:t xml:space="preserve"> An operating system function that controls the order and time in which programs are run</w:t>
      </w:r>
      <w:r w:rsidR="00D7770D">
        <w:t xml:space="preserve">. </w:t>
      </w:r>
      <w:r>
        <w:t>For example, an operating system's print program can manage and prioritize multiple print jobs.</w:t>
      </w:r>
    </w:p>
    <w:p w14:paraId="3742AE4D" w14:textId="77777777" w:rsidR="0002322D" w:rsidRDefault="0002322D" w:rsidP="00ED02C6">
      <w:pPr>
        <w:pStyle w:val="ListContinue"/>
        <w:widowControl w:val="0"/>
        <w:rPr>
          <w:b/>
          <w:bCs/>
        </w:rPr>
      </w:pPr>
      <w:r>
        <w:rPr>
          <w:b/>
          <w:bCs/>
        </w:rPr>
        <w:t xml:space="preserve">kernel — </w:t>
      </w:r>
      <w:r>
        <w:t>The main component of an operating system</w:t>
      </w:r>
      <w:r w:rsidR="00A036A9">
        <w:t>,</w:t>
      </w:r>
      <w:r>
        <w:t xml:space="preserve"> </w:t>
      </w:r>
      <w:r w:rsidR="00A036A9">
        <w:t xml:space="preserve">which </w:t>
      </w:r>
      <w:r>
        <w:t>always remains in memory while a computer is running.</w:t>
      </w:r>
    </w:p>
    <w:p w14:paraId="14259B17" w14:textId="77777777" w:rsidR="00B0290D" w:rsidRPr="009B10BE" w:rsidRDefault="00B0290D" w:rsidP="00ED02C6">
      <w:pPr>
        <w:pStyle w:val="ListContinue"/>
        <w:widowControl w:val="0"/>
        <w:rPr>
          <w:bCs/>
        </w:rPr>
      </w:pPr>
      <w:r>
        <w:rPr>
          <w:b/>
          <w:bCs/>
        </w:rPr>
        <w:t xml:space="preserve">killer app – </w:t>
      </w:r>
      <w:r>
        <w:rPr>
          <w:bCs/>
        </w:rPr>
        <w:t xml:space="preserve">An application that many people </w:t>
      </w:r>
      <w:r w:rsidRPr="00ED02C6">
        <w:t>need</w:t>
      </w:r>
      <w:r>
        <w:rPr>
          <w:bCs/>
        </w:rPr>
        <w:t xml:space="preserve"> enough to purchase a computer that will run that app.</w:t>
      </w:r>
    </w:p>
    <w:p w14:paraId="01BB700A" w14:textId="77777777" w:rsidR="00D96C5F" w:rsidRDefault="00D96C5F" w:rsidP="00ED02C6">
      <w:pPr>
        <w:pStyle w:val="ListContinue"/>
        <w:widowControl w:val="0"/>
      </w:pPr>
      <w:r w:rsidRPr="00542822">
        <w:rPr>
          <w:b/>
          <w:bCs/>
        </w:rPr>
        <w:t>Mac</w:t>
      </w:r>
      <w:r>
        <w:rPr>
          <w:b/>
          <w:bCs/>
        </w:rPr>
        <w:t xml:space="preserve"> — </w:t>
      </w:r>
      <w:r w:rsidRPr="00542822">
        <w:t xml:space="preserve">The </w:t>
      </w:r>
      <w:r>
        <w:t xml:space="preserve">product name </w:t>
      </w:r>
      <w:r w:rsidRPr="00542822">
        <w:t xml:space="preserve">for Apple’s computers. </w:t>
      </w:r>
    </w:p>
    <w:p w14:paraId="0EC5E955" w14:textId="77777777" w:rsidR="0002322D" w:rsidRDefault="0002322D" w:rsidP="00ED02C6">
      <w:pPr>
        <w:pStyle w:val="ListContinue"/>
        <w:widowControl w:val="0"/>
        <w:rPr>
          <w:b/>
          <w:bCs/>
        </w:rPr>
      </w:pPr>
      <w:r>
        <w:rPr>
          <w:b/>
          <w:bCs/>
        </w:rPr>
        <w:t>memory —</w:t>
      </w:r>
      <w:r>
        <w:t xml:space="preserve"> The physical chips that store programs and data</w:t>
      </w:r>
      <w:r w:rsidR="00D7770D">
        <w:t xml:space="preserve">. </w:t>
      </w:r>
      <w:r>
        <w:t>There are two basic types: random-access memory (RAM) and read-only memory (ROM).</w:t>
      </w:r>
    </w:p>
    <w:p w14:paraId="5995101C" w14:textId="77777777" w:rsidR="0002322D" w:rsidRDefault="0002322D" w:rsidP="00ED02C6">
      <w:pPr>
        <w:pStyle w:val="ListContinue"/>
        <w:widowControl w:val="0"/>
        <w:rPr>
          <w:b/>
          <w:bCs/>
        </w:rPr>
      </w:pPr>
      <w:r>
        <w:rPr>
          <w:b/>
          <w:bCs/>
        </w:rPr>
        <w:t>memory management —</w:t>
      </w:r>
      <w:r>
        <w:t xml:space="preserve"> An operating system function that manages and tracks the placement of programs and data in memory</w:t>
      </w:r>
      <w:r w:rsidR="00D7770D">
        <w:t xml:space="preserve">. </w:t>
      </w:r>
      <w:r>
        <w:t xml:space="preserve">Advanced operating systems, such as Windows, Linux, and </w:t>
      </w:r>
      <w:r w:rsidR="00315AFD">
        <w:t>macOS</w:t>
      </w:r>
      <w:r>
        <w:t xml:space="preserve"> use memory management to make optimal use of memory.</w:t>
      </w:r>
    </w:p>
    <w:p w14:paraId="4697F5C9" w14:textId="77777777" w:rsidR="0002322D" w:rsidRDefault="0002322D" w:rsidP="00ED02C6">
      <w:pPr>
        <w:pStyle w:val="ListContinue"/>
        <w:widowControl w:val="0"/>
        <w:rPr>
          <w:b/>
          <w:bCs/>
        </w:rPr>
      </w:pPr>
      <w:r>
        <w:rPr>
          <w:b/>
          <w:bCs/>
        </w:rPr>
        <w:t>microcomputer —</w:t>
      </w:r>
      <w:r>
        <w:t xml:space="preserve"> A computer built around a microprocessor.</w:t>
      </w:r>
    </w:p>
    <w:p w14:paraId="4EBD0446" w14:textId="77777777" w:rsidR="0002322D" w:rsidRDefault="006442AF" w:rsidP="00ED02C6">
      <w:pPr>
        <w:pStyle w:val="ListContinue"/>
        <w:widowControl w:val="0"/>
        <w:rPr>
          <w:b/>
          <w:bCs/>
        </w:rPr>
      </w:pPr>
      <w:r>
        <w:rPr>
          <w:b/>
          <w:bCs/>
        </w:rPr>
        <w:t xml:space="preserve">microprocessor </w:t>
      </w:r>
      <w:r w:rsidR="0002322D">
        <w:rPr>
          <w:b/>
          <w:bCs/>
        </w:rPr>
        <w:t>—</w:t>
      </w:r>
      <w:r w:rsidR="0002322D">
        <w:t xml:space="preserve"> An integrated circuit (chip) </w:t>
      </w:r>
      <w:r w:rsidR="009B10BE">
        <w:t>that</w:t>
      </w:r>
      <w:r w:rsidR="0002322D">
        <w:t xml:space="preserve"> performs the calculations, or processing, for a computer</w:t>
      </w:r>
      <w:r w:rsidR="00D7770D">
        <w:t xml:space="preserve">. </w:t>
      </w:r>
      <w:r w:rsidR="0002322D">
        <w:t>Also called a processor or central processing unit</w:t>
      </w:r>
      <w:r w:rsidR="00A036A9">
        <w:t xml:space="preserve"> (CPU)</w:t>
      </w:r>
      <w:r w:rsidR="0002322D">
        <w:t>.</w:t>
      </w:r>
    </w:p>
    <w:p w14:paraId="4459CC9E" w14:textId="77777777" w:rsidR="00B0290D" w:rsidRPr="009B10BE" w:rsidRDefault="009B10BE" w:rsidP="00ED02C6">
      <w:pPr>
        <w:pStyle w:val="ListContinue"/>
        <w:widowControl w:val="0"/>
      </w:pPr>
      <w:r>
        <w:rPr>
          <w:b/>
          <w:bCs/>
        </w:rPr>
        <w:t>m</w:t>
      </w:r>
      <w:r w:rsidR="00B0290D">
        <w:rPr>
          <w:b/>
          <w:bCs/>
        </w:rPr>
        <w:t>obile device —</w:t>
      </w:r>
      <w:r w:rsidR="00B0290D">
        <w:t xml:space="preserve">A hand-help device that uses </w:t>
      </w:r>
      <w:r w:rsidR="00B0290D" w:rsidRPr="009B10BE">
        <w:t>wireless technologies.</w:t>
      </w:r>
    </w:p>
    <w:p w14:paraId="440BA569" w14:textId="77777777" w:rsidR="0002322D" w:rsidRDefault="0002322D" w:rsidP="00ED02C6">
      <w:pPr>
        <w:pStyle w:val="ListContinue"/>
        <w:widowControl w:val="0"/>
        <w:rPr>
          <w:b/>
          <w:bCs/>
        </w:rPr>
      </w:pPr>
      <w:r>
        <w:rPr>
          <w:b/>
          <w:bCs/>
        </w:rPr>
        <w:t>motherboard —</w:t>
      </w:r>
      <w:r>
        <w:t xml:space="preserve"> The central circuit board of a computer to which all other devices connect.</w:t>
      </w:r>
    </w:p>
    <w:p w14:paraId="0DD58916" w14:textId="77777777" w:rsidR="0002322D" w:rsidRDefault="0002322D" w:rsidP="00ED02C6">
      <w:pPr>
        <w:pStyle w:val="ListContinue"/>
        <w:widowControl w:val="0"/>
        <w:rPr>
          <w:b/>
          <w:bCs/>
        </w:rPr>
      </w:pPr>
      <w:r>
        <w:rPr>
          <w:b/>
          <w:bCs/>
        </w:rPr>
        <w:t>multitasking —</w:t>
      </w:r>
      <w:r>
        <w:t xml:space="preserve"> Two or more programs (tasks) running simultaneously on a computer.</w:t>
      </w:r>
    </w:p>
    <w:p w14:paraId="53F8BF99" w14:textId="77777777" w:rsidR="00B02571" w:rsidRDefault="0014466F" w:rsidP="00ED02C6">
      <w:pPr>
        <w:pStyle w:val="ListContinue"/>
        <w:widowControl w:val="0"/>
        <w:rPr>
          <w:b/>
          <w:bCs/>
        </w:rPr>
      </w:pPr>
      <w:r>
        <w:rPr>
          <w:b/>
          <w:bCs/>
        </w:rPr>
        <w:t>New Technology File S</w:t>
      </w:r>
      <w:r w:rsidR="00B02571">
        <w:rPr>
          <w:b/>
          <w:bCs/>
        </w:rPr>
        <w:t xml:space="preserve">ystem (NTFS) </w:t>
      </w:r>
      <w:r w:rsidR="00B02571" w:rsidRPr="00E030CB">
        <w:rPr>
          <w:b/>
          <w:bCs/>
        </w:rPr>
        <w:t>—</w:t>
      </w:r>
      <w:r w:rsidR="00B02571">
        <w:rPr>
          <w:b/>
          <w:bCs/>
        </w:rPr>
        <w:t xml:space="preserve"> </w:t>
      </w:r>
      <w:r w:rsidR="00B02571">
        <w:t xml:space="preserve">An expandable file system </w:t>
      </w:r>
      <w:r>
        <w:t xml:space="preserve">used by the Windows OS. It </w:t>
      </w:r>
      <w:r w:rsidR="00B02571">
        <w:t>uses transaction processing to track changes to files and includes many other features. The most important of these features are file and folder security and file encryption.</w:t>
      </w:r>
    </w:p>
    <w:p w14:paraId="08DB29AD" w14:textId="77777777" w:rsidR="0002322D" w:rsidRDefault="0002322D" w:rsidP="00ED02C6">
      <w:pPr>
        <w:pStyle w:val="ListContinue"/>
        <w:widowControl w:val="0"/>
        <w:rPr>
          <w:b/>
          <w:bCs/>
        </w:rPr>
      </w:pPr>
      <w:r>
        <w:rPr>
          <w:b/>
          <w:bCs/>
        </w:rPr>
        <w:t>operating system (OS) —</w:t>
      </w:r>
      <w:r>
        <w:t xml:space="preserve"> A collection of program</w:t>
      </w:r>
      <w:r w:rsidR="009C5CBE">
        <w:t>s</w:t>
      </w:r>
      <w:r>
        <w:t xml:space="preserve"> that provides a computer with critical functionality, such as the user interface, management of hardware and software, and ways of creating, managing, and using files.</w:t>
      </w:r>
    </w:p>
    <w:p w14:paraId="5ADA8433" w14:textId="77777777" w:rsidR="00691EE0" w:rsidRPr="00BB3472" w:rsidRDefault="00691EE0" w:rsidP="00ED02C6">
      <w:pPr>
        <w:pStyle w:val="ListContinue"/>
        <w:widowControl w:val="0"/>
      </w:pPr>
      <w:r>
        <w:rPr>
          <w:b/>
          <w:bCs/>
        </w:rPr>
        <w:t xml:space="preserve">partition </w:t>
      </w:r>
      <w:r w:rsidRPr="00E030CB">
        <w:rPr>
          <w:b/>
          <w:bCs/>
        </w:rPr>
        <w:t>—</w:t>
      </w:r>
      <w:r w:rsidR="00BB3472">
        <w:rPr>
          <w:b/>
          <w:bCs/>
        </w:rPr>
        <w:t xml:space="preserve"> </w:t>
      </w:r>
      <w:r w:rsidR="00BB3472">
        <w:t xml:space="preserve">An area of a storage device </w:t>
      </w:r>
      <w:r w:rsidR="009968A7">
        <w:t>where</w:t>
      </w:r>
      <w:r w:rsidR="00BB3472">
        <w:t xml:space="preserve"> the logical structure of a single file system may reside.</w:t>
      </w:r>
    </w:p>
    <w:p w14:paraId="0C0E74C4" w14:textId="77777777" w:rsidR="00691EE0" w:rsidRPr="00BB3472" w:rsidRDefault="00691EE0" w:rsidP="00ED02C6">
      <w:pPr>
        <w:pStyle w:val="ListContinue"/>
        <w:widowControl w:val="0"/>
      </w:pPr>
      <w:r>
        <w:rPr>
          <w:b/>
          <w:bCs/>
        </w:rPr>
        <w:t xml:space="preserve">personal computer (PC) </w:t>
      </w:r>
      <w:r w:rsidRPr="00E030CB">
        <w:rPr>
          <w:b/>
          <w:bCs/>
        </w:rPr>
        <w:t>—</w:t>
      </w:r>
      <w:r>
        <w:rPr>
          <w:b/>
          <w:bCs/>
        </w:rPr>
        <w:t xml:space="preserve"> </w:t>
      </w:r>
      <w:r w:rsidR="00D63CD8">
        <w:t xml:space="preserve">A computer running Windows or Linux. </w:t>
      </w:r>
    </w:p>
    <w:p w14:paraId="7485F661" w14:textId="0208C2CC" w:rsidR="00BA52D2" w:rsidRDefault="00BA52D2" w:rsidP="00ED02C6">
      <w:pPr>
        <w:pStyle w:val="ListContinue"/>
        <w:widowControl w:val="0"/>
        <w:rPr>
          <w:b/>
        </w:rPr>
      </w:pPr>
      <w:r>
        <w:rPr>
          <w:b/>
        </w:rPr>
        <w:t>plug-and-play (PNP)</w:t>
      </w:r>
      <w:r w:rsidRPr="00BA52D2">
        <w:rPr>
          <w:b/>
          <w:bCs/>
        </w:rPr>
        <w:t xml:space="preserve"> </w:t>
      </w:r>
      <w:r w:rsidRPr="00E030CB">
        <w:rPr>
          <w:b/>
          <w:bCs/>
        </w:rPr>
        <w:t>—</w:t>
      </w:r>
      <w:r>
        <w:rPr>
          <w:b/>
          <w:bCs/>
        </w:rPr>
        <w:t xml:space="preserve"> </w:t>
      </w:r>
    </w:p>
    <w:p w14:paraId="21A24DAF" w14:textId="0E3724A8" w:rsidR="00A41B95" w:rsidRDefault="00A41B95" w:rsidP="00ED02C6">
      <w:pPr>
        <w:pStyle w:val="ListContinue"/>
        <w:widowControl w:val="0"/>
      </w:pPr>
      <w:r w:rsidRPr="00DE3BB3">
        <w:rPr>
          <w:b/>
        </w:rPr>
        <w:t>portable operating system</w:t>
      </w:r>
      <w:r>
        <w:rPr>
          <w:b/>
          <w:bCs/>
        </w:rPr>
        <w:t xml:space="preserve"> — </w:t>
      </w:r>
      <w:r>
        <w:t>An operating system that you can use on a variety of computer system platforms, with only mino</w:t>
      </w:r>
      <w:r w:rsidRPr="00E677B5">
        <w:t>r alterations required to be compatible with the underlying architecture.</w:t>
      </w:r>
      <w:r>
        <w:t xml:space="preserve"> </w:t>
      </w:r>
    </w:p>
    <w:p w14:paraId="6A8AFB2D" w14:textId="77777777" w:rsidR="00A41B95" w:rsidRDefault="00A41B95" w:rsidP="00C039EB">
      <w:pPr>
        <w:pStyle w:val="ListContinue"/>
        <w:widowControl w:val="0"/>
      </w:pPr>
      <w:r>
        <w:rPr>
          <w:b/>
        </w:rPr>
        <w:t>processes</w:t>
      </w:r>
      <w:r>
        <w:rPr>
          <w:b/>
          <w:bCs/>
        </w:rPr>
        <w:t xml:space="preserve"> — </w:t>
      </w:r>
      <w:r>
        <w:t>Components of a program that are active in memory</w:t>
      </w:r>
      <w:r w:rsidRPr="00E677B5">
        <w:t>.</w:t>
      </w:r>
      <w:r>
        <w:t xml:space="preserve"> </w:t>
      </w:r>
    </w:p>
    <w:p w14:paraId="70D2EDEC" w14:textId="77777777" w:rsidR="00361D2A" w:rsidRPr="00C9635A" w:rsidRDefault="00361D2A" w:rsidP="00C039EB">
      <w:pPr>
        <w:pStyle w:val="ListContinue"/>
        <w:widowControl w:val="0"/>
        <w:rPr>
          <w:bCs/>
        </w:rPr>
      </w:pPr>
      <w:r>
        <w:rPr>
          <w:b/>
          <w:bCs/>
        </w:rPr>
        <w:t xml:space="preserve">random-access memory </w:t>
      </w:r>
      <w:r w:rsidR="006E5889">
        <w:rPr>
          <w:b/>
          <w:bCs/>
        </w:rPr>
        <w:t>(RAM</w:t>
      </w:r>
      <w:r w:rsidR="00200949">
        <w:rPr>
          <w:b/>
          <w:bCs/>
        </w:rPr>
        <w:t>) —</w:t>
      </w:r>
      <w:r>
        <w:rPr>
          <w:b/>
          <w:bCs/>
        </w:rPr>
        <w:t xml:space="preserve"> </w:t>
      </w:r>
      <w:r w:rsidRPr="00C9635A">
        <w:rPr>
          <w:bCs/>
        </w:rPr>
        <w:t>Memory that acts as the main memory for holding active programs.</w:t>
      </w:r>
    </w:p>
    <w:p w14:paraId="66FE6B3F" w14:textId="77777777" w:rsidR="00A41B95" w:rsidRDefault="006442AF" w:rsidP="00C039EB">
      <w:pPr>
        <w:pStyle w:val="ListContinue"/>
        <w:widowControl w:val="0"/>
      </w:pPr>
      <w:r>
        <w:rPr>
          <w:b/>
        </w:rPr>
        <w:t>screen rotation</w:t>
      </w:r>
      <w:r>
        <w:rPr>
          <w:b/>
          <w:bCs/>
        </w:rPr>
        <w:t xml:space="preserve"> </w:t>
      </w:r>
      <w:r w:rsidR="00A41B95">
        <w:rPr>
          <w:b/>
          <w:bCs/>
        </w:rPr>
        <w:t xml:space="preserve">— </w:t>
      </w:r>
      <w:r w:rsidR="00A41B95">
        <w:t xml:space="preserve">A feature of mobile </w:t>
      </w:r>
      <w:r w:rsidR="00A41B95" w:rsidRPr="00C039EB">
        <w:rPr>
          <w:bCs/>
        </w:rPr>
        <w:t>operating</w:t>
      </w:r>
      <w:r w:rsidR="00A41B95">
        <w:t xml:space="preserve"> systems that takes advantage of the built-in hardware accelerometer </w:t>
      </w:r>
      <w:r>
        <w:t xml:space="preserve">in a device </w:t>
      </w:r>
      <w:r w:rsidR="00A41B95">
        <w:t xml:space="preserve">by rotating the image on the screen to accommodate the </w:t>
      </w:r>
      <w:r>
        <w:t xml:space="preserve">device’s </w:t>
      </w:r>
      <w:r w:rsidR="00A41B95">
        <w:t xml:space="preserve">position and allow you to read the screen. </w:t>
      </w:r>
    </w:p>
    <w:p w14:paraId="49653B1C" w14:textId="77777777" w:rsidR="0002322D" w:rsidRDefault="0002322D" w:rsidP="00C039EB">
      <w:pPr>
        <w:pStyle w:val="ListContinue"/>
        <w:widowControl w:val="0"/>
        <w:rPr>
          <w:b/>
          <w:bCs/>
        </w:rPr>
      </w:pPr>
      <w:r>
        <w:rPr>
          <w:b/>
          <w:bCs/>
        </w:rPr>
        <w:lastRenderedPageBreak/>
        <w:t xml:space="preserve">security — </w:t>
      </w:r>
      <w:r>
        <w:t xml:space="preserve">An </w:t>
      </w:r>
      <w:r w:rsidRPr="00C039EB">
        <w:rPr>
          <w:bCs/>
        </w:rPr>
        <w:t>operating</w:t>
      </w:r>
      <w:r>
        <w:t xml:space="preserve"> system function that provides password-protected authentication of the user before allowing access to the local computer</w:t>
      </w:r>
      <w:r w:rsidR="00D7770D">
        <w:t xml:space="preserve">. </w:t>
      </w:r>
      <w:r>
        <w:t>Security features may restrict what a user can do on a computer.</w:t>
      </w:r>
    </w:p>
    <w:p w14:paraId="4B99783D" w14:textId="77777777" w:rsidR="0002322D" w:rsidRDefault="0002322D" w:rsidP="00C039EB">
      <w:pPr>
        <w:pStyle w:val="ListContinue"/>
        <w:widowControl w:val="0"/>
        <w:rPr>
          <w:b/>
          <w:bCs/>
        </w:rPr>
      </w:pPr>
      <w:r>
        <w:rPr>
          <w:b/>
          <w:bCs/>
        </w:rPr>
        <w:t xml:space="preserve">server — </w:t>
      </w:r>
      <w:r>
        <w:t xml:space="preserve">A computer that plays </w:t>
      </w:r>
      <w:r w:rsidRPr="00C039EB">
        <w:rPr>
          <w:bCs/>
        </w:rPr>
        <w:t>one</w:t>
      </w:r>
      <w:r>
        <w:t xml:space="preserve"> or more of several important roles in a network. In </w:t>
      </w:r>
      <w:r w:rsidR="009B10BE">
        <w:t>all</w:t>
      </w:r>
      <w:r>
        <w:t xml:space="preserve"> these roles, it provides services to other computers (clients).</w:t>
      </w:r>
    </w:p>
    <w:p w14:paraId="59A6988C" w14:textId="77777777" w:rsidR="00361D2A" w:rsidRPr="00C9635A" w:rsidRDefault="00361D2A" w:rsidP="00C039EB">
      <w:pPr>
        <w:pStyle w:val="ListContinue"/>
        <w:widowControl w:val="0"/>
        <w:rPr>
          <w:bCs/>
        </w:rPr>
      </w:pPr>
      <w:r>
        <w:rPr>
          <w:b/>
          <w:bCs/>
        </w:rPr>
        <w:t xml:space="preserve">smartphone — </w:t>
      </w:r>
      <w:r w:rsidRPr="00C9635A">
        <w:rPr>
          <w:bCs/>
        </w:rPr>
        <w:t xml:space="preserve">A device that works as a cell phone but also </w:t>
      </w:r>
      <w:r w:rsidR="00C9635A" w:rsidRPr="00C9635A">
        <w:rPr>
          <w:bCs/>
        </w:rPr>
        <w:t>lets you</w:t>
      </w:r>
      <w:r w:rsidRPr="00C9635A">
        <w:rPr>
          <w:bCs/>
        </w:rPr>
        <w:t xml:space="preserve"> connect to the Internet, view your email, and install a variety of apps for entertainment, education, and work.</w:t>
      </w:r>
    </w:p>
    <w:p w14:paraId="67370B46" w14:textId="77777777" w:rsidR="00A41B95" w:rsidRDefault="006442AF" w:rsidP="00C039EB">
      <w:pPr>
        <w:pStyle w:val="ListContinue"/>
        <w:widowControl w:val="0"/>
      </w:pPr>
      <w:r>
        <w:rPr>
          <w:b/>
          <w:bCs/>
        </w:rPr>
        <w:t>s</w:t>
      </w:r>
      <w:r w:rsidR="00A41B95">
        <w:rPr>
          <w:b/>
          <w:bCs/>
        </w:rPr>
        <w:t>olid</w:t>
      </w:r>
      <w:r>
        <w:rPr>
          <w:b/>
          <w:bCs/>
        </w:rPr>
        <w:t>-</w:t>
      </w:r>
      <w:r w:rsidR="00A41B95">
        <w:rPr>
          <w:b/>
          <w:bCs/>
        </w:rPr>
        <w:t xml:space="preserve">state drive (SSD) — </w:t>
      </w:r>
      <w:r w:rsidR="00A41B95">
        <w:t xml:space="preserve">A storage device that uses integrated circuits, which can be written to and read from much faster than conventional hard disk drives and optical drives. </w:t>
      </w:r>
    </w:p>
    <w:p w14:paraId="45B86328" w14:textId="77777777" w:rsidR="00367FC4" w:rsidRDefault="00367FC4" w:rsidP="00C039EB">
      <w:pPr>
        <w:pStyle w:val="ListContinue"/>
        <w:widowControl w:val="0"/>
        <w:rPr>
          <w:b/>
          <w:bCs/>
        </w:rPr>
      </w:pPr>
      <w:r>
        <w:rPr>
          <w:b/>
          <w:bCs/>
        </w:rPr>
        <w:t xml:space="preserve">system firmware </w:t>
      </w:r>
      <w:r w:rsidRPr="00E030CB">
        <w:rPr>
          <w:b/>
          <w:bCs/>
        </w:rPr>
        <w:t>—</w:t>
      </w:r>
      <w:r>
        <w:rPr>
          <w:b/>
          <w:bCs/>
        </w:rPr>
        <w:t xml:space="preserve"> </w:t>
      </w:r>
      <w:r w:rsidRPr="00367FC4">
        <w:rPr>
          <w:bCs/>
        </w:rPr>
        <w:t>P</w:t>
      </w:r>
      <w:r>
        <w:rPr>
          <w:rFonts w:cs="Palatino LT Std"/>
          <w:szCs w:val="24"/>
        </w:rPr>
        <w:t xml:space="preserve">rogram code that informs the processor of the </w:t>
      </w:r>
      <w:r w:rsidRPr="00C039EB">
        <w:t>devices</w:t>
      </w:r>
      <w:r>
        <w:rPr>
          <w:rFonts w:cs="Palatino LT Std"/>
          <w:szCs w:val="24"/>
        </w:rPr>
        <w:t xml:space="preserve"> present and how to communicate with them.</w:t>
      </w:r>
    </w:p>
    <w:p w14:paraId="4DC0D07E" w14:textId="77777777" w:rsidR="00B02571" w:rsidRDefault="00B02571" w:rsidP="00C039EB">
      <w:pPr>
        <w:pStyle w:val="ListContinue"/>
        <w:widowControl w:val="0"/>
        <w:rPr>
          <w:b/>
          <w:bCs/>
        </w:rPr>
      </w:pPr>
      <w:r>
        <w:rPr>
          <w:b/>
          <w:bCs/>
        </w:rPr>
        <w:t xml:space="preserve">system on a chip (SoC) </w:t>
      </w:r>
      <w:r w:rsidRPr="00E030CB">
        <w:rPr>
          <w:b/>
          <w:bCs/>
        </w:rPr>
        <w:t>—</w:t>
      </w:r>
      <w:r>
        <w:rPr>
          <w:b/>
          <w:bCs/>
        </w:rPr>
        <w:t xml:space="preserve"> </w:t>
      </w:r>
      <w:r>
        <w:t xml:space="preserve">The single microchip containing all or most of the electronic </w:t>
      </w:r>
      <w:r w:rsidR="0014466F">
        <w:t>circuity</w:t>
      </w:r>
      <w:r>
        <w:t xml:space="preserve"> required for a device.</w:t>
      </w:r>
    </w:p>
    <w:p w14:paraId="790B5F3E" w14:textId="77777777" w:rsidR="00C9635A" w:rsidRDefault="00C9635A" w:rsidP="00C039EB">
      <w:pPr>
        <w:pStyle w:val="ListContinue"/>
        <w:widowControl w:val="0"/>
      </w:pPr>
      <w:r>
        <w:rPr>
          <w:b/>
          <w:bCs/>
        </w:rPr>
        <w:t>tablet —</w:t>
      </w:r>
      <w:r>
        <w:t xml:space="preserve"> A mobile device that has a touch screen, no integrated keyboard (usually), is larger than a smartphone, and is much more portable than a laptop computer.</w:t>
      </w:r>
    </w:p>
    <w:p w14:paraId="4451B5D3" w14:textId="77777777" w:rsidR="0002322D" w:rsidRDefault="0002322D" w:rsidP="00C039EB">
      <w:pPr>
        <w:pStyle w:val="ListContinue"/>
        <w:widowControl w:val="0"/>
      </w:pPr>
      <w:r>
        <w:rPr>
          <w:b/>
          <w:bCs/>
        </w:rPr>
        <w:t xml:space="preserve">task management — </w:t>
      </w:r>
      <w:r>
        <w:t>An operating system function in multitasking OSs that controls the focus</w:t>
      </w:r>
      <w:r w:rsidR="00D7770D">
        <w:t xml:space="preserve">. </w:t>
      </w:r>
      <w:r>
        <w:t>The user can switch between tasks by bringing an application to the foreground, which gives the focus to that application.</w:t>
      </w:r>
    </w:p>
    <w:p w14:paraId="0DB93380" w14:textId="647ED5F3" w:rsidR="0002322D" w:rsidRDefault="0002322D" w:rsidP="00C039EB">
      <w:pPr>
        <w:pStyle w:val="ListContinue"/>
        <w:widowControl w:val="0"/>
        <w:rPr>
          <w:b/>
          <w:bCs/>
        </w:rPr>
      </w:pPr>
      <w:r w:rsidRPr="00315AFD">
        <w:rPr>
          <w:b/>
          <w:bCs/>
        </w:rPr>
        <w:t>user interface</w:t>
      </w:r>
      <w:r w:rsidR="00A41B95" w:rsidRPr="00315AFD">
        <w:rPr>
          <w:b/>
          <w:bCs/>
        </w:rPr>
        <w:t xml:space="preserve"> (UI)</w:t>
      </w:r>
      <w:r w:rsidRPr="00315AFD">
        <w:rPr>
          <w:b/>
          <w:bCs/>
        </w:rPr>
        <w:t xml:space="preserve"> —</w:t>
      </w:r>
      <w:r w:rsidRPr="00315AFD">
        <w:t xml:space="preserve"> The software layer, sometimes called the </w:t>
      </w:r>
      <w:r w:rsidRPr="00315AFD">
        <w:rPr>
          <w:i/>
        </w:rPr>
        <w:t>shell</w:t>
      </w:r>
      <w:r w:rsidRPr="00315AFD">
        <w:t>, through which the user communicates with the OS, which, in turn, communicates with the computer</w:t>
      </w:r>
      <w:r w:rsidR="00F66FE0">
        <w:t xml:space="preserve"> hardware</w:t>
      </w:r>
      <w:r w:rsidRPr="00315AFD">
        <w:t>.</w:t>
      </w:r>
    </w:p>
    <w:p w14:paraId="40B59F8D" w14:textId="1770B99E" w:rsidR="00A27E6C" w:rsidRDefault="00A27E6C" w:rsidP="002D074F">
      <w:pPr>
        <w:pStyle w:val="ListContinue"/>
        <w:widowControl w:val="0"/>
      </w:pPr>
      <w:r>
        <w:rPr>
          <w:b/>
        </w:rPr>
        <w:t>virtual keyboard</w:t>
      </w:r>
      <w:r>
        <w:rPr>
          <w:b/>
          <w:bCs/>
        </w:rPr>
        <w:t xml:space="preserve"> — </w:t>
      </w:r>
      <w:r>
        <w:t xml:space="preserve">A screen image of a </w:t>
      </w:r>
      <w:r w:rsidRPr="002D074F">
        <w:rPr>
          <w:b/>
          <w:bCs/>
        </w:rPr>
        <w:t>keyboard</w:t>
      </w:r>
      <w:r>
        <w:t xml:space="preserve"> with labeled keys that you can tap</w:t>
      </w:r>
      <w:r w:rsidR="00A43B9F">
        <w:t xml:space="preserve"> to enter characters</w:t>
      </w:r>
      <w:r w:rsidR="002D074F">
        <w:t xml:space="preserve"> when required</w:t>
      </w:r>
      <w:r>
        <w:t xml:space="preserve">. </w:t>
      </w:r>
    </w:p>
    <w:p w14:paraId="12B6BAD8" w14:textId="77777777" w:rsidR="0079436D" w:rsidRDefault="00C929A3" w:rsidP="00CD4449">
      <w:pPr>
        <w:pStyle w:val="Header"/>
        <w:widowControl w:val="0"/>
        <w:outlineLvl w:val="0"/>
      </w:pPr>
      <w:r>
        <w:br w:type="page"/>
      </w:r>
      <w:r w:rsidR="0079436D">
        <w:lastRenderedPageBreak/>
        <w:t>Lecture Outline</w:t>
      </w:r>
    </w:p>
    <w:p w14:paraId="072AA30D" w14:textId="1864D10D" w:rsidR="0079436D" w:rsidRDefault="009B7A4B" w:rsidP="004D0EB4">
      <w:pPr>
        <w:pStyle w:val="Heading1"/>
        <w:keepNext w:val="0"/>
        <w:widowControl w:val="0"/>
      </w:pPr>
      <w:r>
        <w:t xml:space="preserve">LO 1.1 </w:t>
      </w:r>
      <w:r w:rsidR="0002322D">
        <w:t xml:space="preserve">Overview of </w:t>
      </w:r>
      <w:r w:rsidR="00070F3B">
        <w:t xml:space="preserve">Microcomputer </w:t>
      </w:r>
      <w:r w:rsidR="00FB7951">
        <w:t>Operating Systems</w:t>
      </w:r>
    </w:p>
    <w:p w14:paraId="09BDCE24" w14:textId="77777777" w:rsidR="00C1650A" w:rsidRPr="00FB63B9" w:rsidRDefault="00C1650A" w:rsidP="00AC26E1">
      <w:pPr>
        <w:pStyle w:val="IM-SpecialTitle"/>
        <w:widowControl w:val="0"/>
        <w:outlineLvl w:val="0"/>
        <w:rPr>
          <w:color w:val="0000FF"/>
        </w:rPr>
      </w:pPr>
      <w:r w:rsidRPr="00FB63B9">
        <w:rPr>
          <w:color w:val="0000FF"/>
        </w:rPr>
        <w:t>Teaching Tip:</w:t>
      </w:r>
    </w:p>
    <w:p w14:paraId="5199F931" w14:textId="730ABFB5" w:rsidR="00C1650A" w:rsidRDefault="00C1650A" w:rsidP="004A4D04">
      <w:pPr>
        <w:pStyle w:val="IM-Special"/>
        <w:widowControl w:val="0"/>
        <w:rPr>
          <w:color w:val="0000FF"/>
        </w:rPr>
      </w:pPr>
      <w:r>
        <w:rPr>
          <w:color w:val="0000FF"/>
        </w:rPr>
        <w:t xml:space="preserve">Essay question 1 at the end of this chapter asks the students to describe the interactions they have had with computers in </w:t>
      </w:r>
      <w:r w:rsidR="00160EA6">
        <w:rPr>
          <w:color w:val="0000FF"/>
        </w:rPr>
        <w:t>a typical day</w:t>
      </w:r>
      <w:r>
        <w:rPr>
          <w:color w:val="0000FF"/>
        </w:rPr>
        <w:t>. Consider</w:t>
      </w:r>
      <w:r w:rsidRPr="00DD4EB3">
        <w:rPr>
          <w:color w:val="0000FF"/>
        </w:rPr>
        <w:t xml:space="preserve"> </w:t>
      </w:r>
      <w:r w:rsidR="00160EA6">
        <w:rPr>
          <w:color w:val="0000FF"/>
        </w:rPr>
        <w:t>turning this into</w:t>
      </w:r>
      <w:r w:rsidR="00160EA6" w:rsidRPr="00DD4EB3">
        <w:rPr>
          <w:color w:val="0000FF"/>
        </w:rPr>
        <w:t xml:space="preserve"> </w:t>
      </w:r>
      <w:r w:rsidRPr="00DD4EB3">
        <w:rPr>
          <w:color w:val="0000FF"/>
        </w:rPr>
        <w:t>a classroom discussion and have one student list on the board each unique interaction as it is mentioned.</w:t>
      </w:r>
    </w:p>
    <w:p w14:paraId="2E17421A" w14:textId="77777777" w:rsidR="00FD5378" w:rsidRPr="00FB63B9" w:rsidRDefault="00FD5378" w:rsidP="00FD5378">
      <w:pPr>
        <w:pStyle w:val="IM-Special"/>
        <w:widowControl w:val="0"/>
        <w:outlineLvl w:val="0"/>
        <w:rPr>
          <w:b/>
          <w:color w:val="0000FF"/>
        </w:rPr>
      </w:pPr>
      <w:r w:rsidRPr="00FB63B9">
        <w:rPr>
          <w:b/>
          <w:color w:val="0000FF"/>
        </w:rPr>
        <w:t>Teaching Tip:</w:t>
      </w:r>
    </w:p>
    <w:p w14:paraId="4D4FBCE1" w14:textId="77777777" w:rsidR="00FD5378" w:rsidRPr="00FB63B9" w:rsidRDefault="00FD5378" w:rsidP="00FD5378">
      <w:pPr>
        <w:pStyle w:val="IM-Special"/>
        <w:widowControl w:val="0"/>
        <w:rPr>
          <w:color w:val="0000FF"/>
        </w:rPr>
      </w:pPr>
      <w:r>
        <w:rPr>
          <w:color w:val="0000FF"/>
        </w:rPr>
        <w:t xml:space="preserve">Mention that </w:t>
      </w:r>
      <w:r w:rsidRPr="00835025">
        <w:rPr>
          <w:color w:val="0000FF"/>
        </w:rPr>
        <w:t>theoretical designs for computers existed as early as the 1820’s</w:t>
      </w:r>
      <w:r w:rsidRPr="00FB63B9">
        <w:rPr>
          <w:color w:val="0000FF"/>
        </w:rPr>
        <w:t>.</w:t>
      </w:r>
    </w:p>
    <w:p w14:paraId="1AF9BCE5" w14:textId="77777777" w:rsidR="00070F3B" w:rsidRPr="00731262" w:rsidRDefault="00070F3B" w:rsidP="00A629E4">
      <w:pPr>
        <w:pStyle w:val="Heading2"/>
      </w:pPr>
      <w:r w:rsidRPr="00A629E4">
        <w:t>Operating</w:t>
      </w:r>
      <w:r>
        <w:rPr>
          <w:lang w:val="en-US"/>
        </w:rPr>
        <w:t xml:space="preserve"> Systems Defined</w:t>
      </w:r>
    </w:p>
    <w:p w14:paraId="79D06CD6" w14:textId="7E377BA7" w:rsidR="00A27E6C" w:rsidRPr="00A27E6C" w:rsidRDefault="00070F3B" w:rsidP="00A27E6C">
      <w:pPr>
        <w:pStyle w:val="ListParagraph"/>
      </w:pPr>
      <w:r>
        <w:t>A</w:t>
      </w:r>
      <w:r w:rsidR="00A27E6C" w:rsidRPr="00A27E6C">
        <w:t xml:space="preserve">n </w:t>
      </w:r>
      <w:r w:rsidR="00A27E6C" w:rsidRPr="00F810B5">
        <w:rPr>
          <w:b/>
        </w:rPr>
        <w:t>operating system</w:t>
      </w:r>
      <w:r w:rsidR="00A27E6C" w:rsidRPr="00A27E6C">
        <w:t xml:space="preserve"> is a collection of programs that controls all interactions among computer components.</w:t>
      </w:r>
    </w:p>
    <w:p w14:paraId="4BEC512B" w14:textId="77777777" w:rsidR="00A27E6C" w:rsidRPr="00A27E6C" w:rsidRDefault="00A27E6C" w:rsidP="00A27E6C">
      <w:pPr>
        <w:pStyle w:val="ListParagraph"/>
      </w:pPr>
      <w:r w:rsidRPr="00A27E6C">
        <w:t xml:space="preserve">An </w:t>
      </w:r>
      <w:r w:rsidRPr="00F810B5">
        <w:rPr>
          <w:b/>
        </w:rPr>
        <w:t>application</w:t>
      </w:r>
      <w:r w:rsidRPr="00A27E6C">
        <w:t xml:space="preserve"> is software that allows a user to perform useful functions.</w:t>
      </w:r>
    </w:p>
    <w:p w14:paraId="43F2A92D" w14:textId="77777777" w:rsidR="00D55B1C" w:rsidRPr="00731262" w:rsidRDefault="0002322D" w:rsidP="00A130C1">
      <w:pPr>
        <w:pStyle w:val="Heading2"/>
        <w:keepNext w:val="0"/>
        <w:widowControl w:val="0"/>
      </w:pPr>
      <w:r>
        <w:t>Microcomputer</w:t>
      </w:r>
      <w:r w:rsidR="00734548">
        <w:t>s</w:t>
      </w:r>
      <w:r w:rsidR="00070F3B">
        <w:rPr>
          <w:lang w:val="en-US"/>
        </w:rPr>
        <w:t xml:space="preserve"> Defined</w:t>
      </w:r>
    </w:p>
    <w:p w14:paraId="22F77F4D" w14:textId="77777777" w:rsidR="002435AC" w:rsidRPr="002435AC" w:rsidRDefault="002435AC" w:rsidP="00C1650A">
      <w:pPr>
        <w:pStyle w:val="Heading3"/>
        <w:keepNext w:val="0"/>
        <w:widowControl w:val="0"/>
      </w:pPr>
      <w:r>
        <w:rPr>
          <w:lang w:val="en-US"/>
        </w:rPr>
        <w:t>Introduction to Section:</w:t>
      </w:r>
    </w:p>
    <w:p w14:paraId="4F50F2EC" w14:textId="01D9FE25" w:rsidR="009B10BE" w:rsidRPr="009B10BE" w:rsidRDefault="009B10BE" w:rsidP="002435AC">
      <w:pPr>
        <w:pStyle w:val="Heading4"/>
      </w:pPr>
      <w:r>
        <w:t>1977 First Consumer microcomputers</w:t>
      </w:r>
    </w:p>
    <w:p w14:paraId="6F841DD3" w14:textId="77777777" w:rsidR="009B10BE" w:rsidRPr="009B10BE" w:rsidRDefault="009B10BE" w:rsidP="002435AC">
      <w:pPr>
        <w:pStyle w:val="Heading5"/>
      </w:pPr>
      <w:r>
        <w:t>Apple II</w:t>
      </w:r>
    </w:p>
    <w:p w14:paraId="3A791C8B" w14:textId="77777777" w:rsidR="009B10BE" w:rsidRPr="009B10BE" w:rsidRDefault="009B10BE" w:rsidP="002435AC">
      <w:pPr>
        <w:pStyle w:val="Heading5"/>
      </w:pPr>
      <w:r>
        <w:t>TRS-80</w:t>
      </w:r>
    </w:p>
    <w:p w14:paraId="5348C1C2" w14:textId="77777777" w:rsidR="009B10BE" w:rsidRPr="009B10BE" w:rsidRDefault="009B10BE" w:rsidP="002435AC">
      <w:pPr>
        <w:pStyle w:val="Heading5"/>
      </w:pPr>
      <w:r>
        <w:t>Commodore PET</w:t>
      </w:r>
    </w:p>
    <w:p w14:paraId="293E1156" w14:textId="77777777" w:rsidR="009B10BE" w:rsidRPr="009B10BE" w:rsidRDefault="009B10BE" w:rsidP="002435AC">
      <w:pPr>
        <w:pStyle w:val="Heading4"/>
      </w:pPr>
      <w:r>
        <w:t>Today’s microcomputer come in many forms</w:t>
      </w:r>
    </w:p>
    <w:p w14:paraId="4D2BCC42" w14:textId="71E53E41" w:rsidR="004152D8" w:rsidRPr="004152D8" w:rsidRDefault="00070F3B" w:rsidP="00C1650A">
      <w:pPr>
        <w:pStyle w:val="Heading3"/>
        <w:keepNext w:val="0"/>
        <w:widowControl w:val="0"/>
      </w:pPr>
      <w:r>
        <w:rPr>
          <w:lang w:val="en-US"/>
        </w:rPr>
        <w:t>Hardware Components</w:t>
      </w:r>
    </w:p>
    <w:p w14:paraId="2447ECC6" w14:textId="77777777" w:rsidR="00C82B07" w:rsidRPr="005C24A5" w:rsidRDefault="00A27E6C" w:rsidP="002368D9">
      <w:pPr>
        <w:pStyle w:val="Heading4"/>
        <w:numPr>
          <w:ilvl w:val="0"/>
          <w:numId w:val="0"/>
        </w:numPr>
        <w:ind w:left="2160"/>
        <w:jc w:val="both"/>
      </w:pPr>
      <w:r>
        <w:lastRenderedPageBreak/>
        <w:t xml:space="preserve">A </w:t>
      </w:r>
      <w:r w:rsidRPr="00F810B5">
        <w:rPr>
          <w:b/>
        </w:rPr>
        <w:t>computer</w:t>
      </w:r>
      <w:r>
        <w:t xml:space="preserve"> is a device that performs calculations</w:t>
      </w:r>
      <w:r w:rsidR="00C82B07">
        <w:rPr>
          <w:lang w:val="en-US"/>
        </w:rPr>
        <w:t>.</w:t>
      </w:r>
    </w:p>
    <w:p w14:paraId="765337E0" w14:textId="77777777" w:rsidR="00CA2824" w:rsidRDefault="00CA2824" w:rsidP="002368D9">
      <w:pPr>
        <w:pStyle w:val="Heading3"/>
        <w:numPr>
          <w:ilvl w:val="0"/>
          <w:numId w:val="0"/>
        </w:numPr>
        <w:ind w:left="2160"/>
      </w:pPr>
      <w:r>
        <w:rPr>
          <w:lang w:val="en-US"/>
        </w:rPr>
        <w:t xml:space="preserve">A computer has a </w:t>
      </w:r>
      <w:r>
        <w:rPr>
          <w:b/>
          <w:lang w:val="en-US"/>
        </w:rPr>
        <w:t xml:space="preserve">central processing unit (CPU) </w:t>
      </w:r>
      <w:r>
        <w:rPr>
          <w:lang w:val="en-US"/>
        </w:rPr>
        <w:t>that</w:t>
      </w:r>
      <w:r>
        <w:t xml:space="preserve"> performs the calculations, or processing of the computer.</w:t>
      </w:r>
    </w:p>
    <w:p w14:paraId="7193854E" w14:textId="77777777" w:rsidR="00DD4EB3" w:rsidRPr="00DD4EB3" w:rsidRDefault="0002322D" w:rsidP="002368D9">
      <w:pPr>
        <w:pStyle w:val="Heading4"/>
        <w:numPr>
          <w:ilvl w:val="0"/>
          <w:numId w:val="0"/>
        </w:numPr>
        <w:ind w:left="2160"/>
      </w:pPr>
      <w:r>
        <w:t xml:space="preserve">A </w:t>
      </w:r>
      <w:r w:rsidRPr="00DD4EB3">
        <w:rPr>
          <w:b/>
        </w:rPr>
        <w:t>microcomputer</w:t>
      </w:r>
      <w:r>
        <w:t xml:space="preserve"> is </w:t>
      </w:r>
      <w:r w:rsidR="00DD4EB3">
        <w:rPr>
          <w:lang w:val="en-US"/>
        </w:rPr>
        <w:t xml:space="preserve">small enough to dedicate to the use of one person. </w:t>
      </w:r>
    </w:p>
    <w:p w14:paraId="436E0822" w14:textId="77777777" w:rsidR="0002322D" w:rsidRDefault="00A27E6C" w:rsidP="002368D9">
      <w:pPr>
        <w:pStyle w:val="Heading4"/>
        <w:numPr>
          <w:ilvl w:val="0"/>
          <w:numId w:val="0"/>
        </w:numPr>
        <w:ind w:left="2160"/>
      </w:pPr>
      <w:r>
        <w:t>The CPU i</w:t>
      </w:r>
      <w:r w:rsidR="00F810B5">
        <w:t>n</w:t>
      </w:r>
      <w:r>
        <w:t xml:space="preserve"> a </w:t>
      </w:r>
      <w:r w:rsidRPr="00F810B5">
        <w:t>microcomputer</w:t>
      </w:r>
      <w:r>
        <w:t xml:space="preserve"> is a </w:t>
      </w:r>
      <w:r w:rsidRPr="00DD4EB3">
        <w:rPr>
          <w:b/>
        </w:rPr>
        <w:t>microprocessor</w:t>
      </w:r>
      <w:r w:rsidR="00DD4EB3">
        <w:rPr>
          <w:b/>
          <w:lang w:val="en-US"/>
        </w:rPr>
        <w:t xml:space="preserve">. </w:t>
      </w:r>
    </w:p>
    <w:p w14:paraId="6F3AD17F" w14:textId="029231E9" w:rsidR="00F810B5" w:rsidRDefault="00A27E6C" w:rsidP="002368D9">
      <w:pPr>
        <w:pStyle w:val="Heading4"/>
        <w:numPr>
          <w:ilvl w:val="0"/>
          <w:numId w:val="0"/>
        </w:numPr>
        <w:ind w:left="2160"/>
      </w:pPr>
      <w:bookmarkStart w:id="1" w:name="_Hlk503942450"/>
      <w:r>
        <w:t>An important invention that led</w:t>
      </w:r>
      <w:r w:rsidR="00F810B5">
        <w:t xml:space="preserve"> to the miniaturization of computers was the </w:t>
      </w:r>
      <w:r w:rsidR="00F810B5" w:rsidRPr="00F810B5">
        <w:rPr>
          <w:b/>
        </w:rPr>
        <w:t>integrated circuit (IC)</w:t>
      </w:r>
      <w:r w:rsidR="00F74648">
        <w:rPr>
          <w:lang w:val="en-US"/>
        </w:rPr>
        <w:t>,</w:t>
      </w:r>
      <w:r w:rsidR="00F810B5">
        <w:t xml:space="preserve"> </w:t>
      </w:r>
      <w:bookmarkEnd w:id="1"/>
      <w:r w:rsidR="00F810B5">
        <w:t>often called a “chip.”</w:t>
      </w:r>
    </w:p>
    <w:p w14:paraId="7898BF49" w14:textId="77777777" w:rsidR="002435AC" w:rsidRDefault="002435AC" w:rsidP="002435AC">
      <w:pPr>
        <w:pStyle w:val="Heading4"/>
        <w:numPr>
          <w:ilvl w:val="0"/>
          <w:numId w:val="0"/>
        </w:numPr>
        <w:ind w:left="2160"/>
      </w:pPr>
      <w:r w:rsidRPr="00F810B5">
        <w:rPr>
          <w:b/>
        </w:rPr>
        <w:t>Input/output (I/O)</w:t>
      </w:r>
      <w:r>
        <w:t>: all interaction with a computer</w:t>
      </w:r>
    </w:p>
    <w:p w14:paraId="527B9E9B" w14:textId="77777777" w:rsidR="002435AC" w:rsidRDefault="002435AC" w:rsidP="0097762F">
      <w:pPr>
        <w:pStyle w:val="Heading5"/>
        <w:numPr>
          <w:ilvl w:val="0"/>
          <w:numId w:val="14"/>
        </w:numPr>
      </w:pPr>
      <w:r>
        <w:t>Input device: keyboard, pointing device, scanner, touchscreen</w:t>
      </w:r>
    </w:p>
    <w:p w14:paraId="6B8087DB" w14:textId="77777777" w:rsidR="002435AC" w:rsidRDefault="002435AC" w:rsidP="0097762F">
      <w:pPr>
        <w:pStyle w:val="Heading5"/>
        <w:numPr>
          <w:ilvl w:val="0"/>
          <w:numId w:val="14"/>
        </w:numPr>
      </w:pPr>
      <w:r>
        <w:t>Output devices: display, printer, storage device, network adapter</w:t>
      </w:r>
    </w:p>
    <w:p w14:paraId="65C70F2D" w14:textId="77777777" w:rsidR="00FB7951" w:rsidRPr="00FB63B9" w:rsidRDefault="00CA2824" w:rsidP="00C1650A">
      <w:pPr>
        <w:pStyle w:val="IM-SpecialTitle"/>
        <w:widowControl w:val="0"/>
        <w:outlineLvl w:val="0"/>
        <w:rPr>
          <w:color w:val="0000FF"/>
        </w:rPr>
      </w:pPr>
      <w:r>
        <w:rPr>
          <w:color w:val="0000FF"/>
        </w:rPr>
        <w:t>Discussion Point</w:t>
      </w:r>
      <w:r w:rsidR="00FB7951" w:rsidRPr="00FB63B9">
        <w:rPr>
          <w:color w:val="0000FF"/>
        </w:rPr>
        <w:t>:</w:t>
      </w:r>
    </w:p>
    <w:p w14:paraId="209E2EC8" w14:textId="6416B02B" w:rsidR="00BA6A7C" w:rsidRPr="00FB63B9" w:rsidRDefault="00FB7951" w:rsidP="00FB7951">
      <w:pPr>
        <w:pStyle w:val="IM-Special"/>
        <w:widowControl w:val="0"/>
        <w:rPr>
          <w:color w:val="0000FF"/>
        </w:rPr>
      </w:pPr>
      <w:r w:rsidRPr="00FB63B9">
        <w:rPr>
          <w:color w:val="0000FF"/>
        </w:rPr>
        <w:t xml:space="preserve">Take a moment to discuss the commonality all computers share in terms of I/O (input and output) and the basic electronic components (transistors, circuit boards, and IC chips </w:t>
      </w:r>
      <w:r w:rsidR="00AF4282">
        <w:rPr>
          <w:color w:val="0000FF"/>
        </w:rPr>
        <w:t>to</w:t>
      </w:r>
      <w:r w:rsidR="00825D2F">
        <w:rPr>
          <w:color w:val="0000FF"/>
        </w:rPr>
        <w:t xml:space="preserve"> </w:t>
      </w:r>
      <w:r w:rsidR="00825D2F" w:rsidRPr="00FB63B9">
        <w:rPr>
          <w:color w:val="0000FF"/>
        </w:rPr>
        <w:t>provide</w:t>
      </w:r>
      <w:r w:rsidRPr="00FB63B9">
        <w:rPr>
          <w:color w:val="0000FF"/>
        </w:rPr>
        <w:t xml:space="preserve"> a good basis for understanding later concepts. </w:t>
      </w:r>
    </w:p>
    <w:p w14:paraId="224B5D29" w14:textId="77777777" w:rsidR="00A22C02" w:rsidRPr="00FB63B9" w:rsidRDefault="00A22C02" w:rsidP="00C1650A">
      <w:pPr>
        <w:pStyle w:val="IM-SpecialTitle"/>
        <w:widowControl w:val="0"/>
        <w:tabs>
          <w:tab w:val="left" w:pos="3372"/>
        </w:tabs>
        <w:outlineLvl w:val="0"/>
        <w:rPr>
          <w:color w:val="0000FF"/>
        </w:rPr>
      </w:pPr>
      <w:r w:rsidRPr="00FB63B9">
        <w:rPr>
          <w:color w:val="0000FF"/>
        </w:rPr>
        <w:t>Discussion Point</w:t>
      </w:r>
    </w:p>
    <w:p w14:paraId="4041B500" w14:textId="77777777" w:rsidR="00A22C02" w:rsidRPr="00FB63B9" w:rsidRDefault="00A22C02" w:rsidP="00A22C02">
      <w:pPr>
        <w:pStyle w:val="IM-Special"/>
        <w:widowControl w:val="0"/>
        <w:rPr>
          <w:color w:val="0000FF"/>
        </w:rPr>
      </w:pPr>
      <w:r w:rsidRPr="00FB63B9">
        <w:rPr>
          <w:color w:val="0000FF"/>
        </w:rPr>
        <w:t xml:space="preserve">Talk about the </w:t>
      </w:r>
      <w:r>
        <w:rPr>
          <w:color w:val="0000FF"/>
        </w:rPr>
        <w:t>various input and output devices</w:t>
      </w:r>
      <w:r w:rsidRPr="00FB63B9">
        <w:rPr>
          <w:color w:val="0000FF"/>
        </w:rPr>
        <w:t>.</w:t>
      </w:r>
      <w:r>
        <w:rPr>
          <w:color w:val="0000FF"/>
        </w:rPr>
        <w:t xml:space="preserve"> Ask students </w:t>
      </w:r>
      <w:r w:rsidR="00825D2F">
        <w:rPr>
          <w:color w:val="0000FF"/>
        </w:rPr>
        <w:t xml:space="preserve">for examples of each type and ask them </w:t>
      </w:r>
      <w:r>
        <w:rPr>
          <w:color w:val="0000FF"/>
        </w:rPr>
        <w:t xml:space="preserve">what devices may handle both input and output. </w:t>
      </w:r>
    </w:p>
    <w:p w14:paraId="679AAB7A" w14:textId="77777777" w:rsidR="002435AC" w:rsidRDefault="002435AC" w:rsidP="002435AC">
      <w:pPr>
        <w:pStyle w:val="Heading4"/>
        <w:numPr>
          <w:ilvl w:val="0"/>
          <w:numId w:val="0"/>
        </w:numPr>
        <w:ind w:left="2160"/>
      </w:pPr>
      <w:r w:rsidRPr="004152D8">
        <w:rPr>
          <w:b/>
          <w:lang w:bidi="he-IL"/>
        </w:rPr>
        <w:t xml:space="preserve">Random </w:t>
      </w:r>
      <w:r w:rsidRPr="0052104C">
        <w:t>Access</w:t>
      </w:r>
      <w:r w:rsidRPr="004152D8">
        <w:rPr>
          <w:b/>
          <w:lang w:bidi="he-IL"/>
        </w:rPr>
        <w:t xml:space="preserve"> Memory (RAM)</w:t>
      </w:r>
      <w:r>
        <w:rPr>
          <w:lang w:bidi="he-IL"/>
        </w:rPr>
        <w:t xml:space="preserve"> is the main </w:t>
      </w:r>
      <w:r w:rsidRPr="005C24A5">
        <w:rPr>
          <w:b/>
          <w:lang w:bidi="he-IL"/>
        </w:rPr>
        <w:t>memory</w:t>
      </w:r>
      <w:r>
        <w:rPr>
          <w:lang w:val="en-US" w:bidi="he-IL"/>
        </w:rPr>
        <w:t>.</w:t>
      </w:r>
    </w:p>
    <w:p w14:paraId="33C9A94D" w14:textId="77777777" w:rsidR="0048070D" w:rsidRDefault="0048070D" w:rsidP="007D32BE">
      <w:pPr>
        <w:pStyle w:val="Heading4"/>
        <w:numPr>
          <w:ilvl w:val="0"/>
          <w:numId w:val="0"/>
        </w:numPr>
        <w:ind w:left="2160"/>
      </w:pPr>
      <w:r>
        <w:rPr>
          <w:lang w:bidi="he-IL"/>
        </w:rPr>
        <w:t xml:space="preserve">The </w:t>
      </w:r>
      <w:r w:rsidRPr="004152D8">
        <w:rPr>
          <w:b/>
        </w:rPr>
        <w:t>motherboard</w:t>
      </w:r>
      <w:r>
        <w:rPr>
          <w:lang w:bidi="he-IL"/>
        </w:rPr>
        <w:t xml:space="preserve"> is the </w:t>
      </w:r>
      <w:r>
        <w:t>central</w:t>
      </w:r>
      <w:r>
        <w:rPr>
          <w:lang w:bidi="he-IL"/>
        </w:rPr>
        <w:t xml:space="preserve"> </w:t>
      </w:r>
      <w:r w:rsidR="009B596C">
        <w:rPr>
          <w:lang w:val="en-US" w:bidi="he-IL"/>
        </w:rPr>
        <w:t>computer circuit board</w:t>
      </w:r>
      <w:r w:rsidR="009B596C">
        <w:rPr>
          <w:lang w:bidi="he-IL"/>
        </w:rPr>
        <w:t xml:space="preserve"> </w:t>
      </w:r>
      <w:r w:rsidR="009B596C">
        <w:rPr>
          <w:lang w:val="en-US" w:bidi="he-IL"/>
        </w:rPr>
        <w:t>where components</w:t>
      </w:r>
      <w:r w:rsidR="009B596C">
        <w:rPr>
          <w:lang w:bidi="he-IL"/>
        </w:rPr>
        <w:t xml:space="preserve"> </w:t>
      </w:r>
      <w:r>
        <w:rPr>
          <w:lang w:bidi="he-IL"/>
        </w:rPr>
        <w:t>connect.</w:t>
      </w:r>
    </w:p>
    <w:p w14:paraId="32EEAF95" w14:textId="4698066C" w:rsidR="00F810B5" w:rsidRDefault="00F810B5" w:rsidP="007E486A">
      <w:pPr>
        <w:pStyle w:val="Heading3"/>
      </w:pPr>
      <w:r w:rsidRPr="00F810B5">
        <w:rPr>
          <w:b/>
        </w:rPr>
        <w:t>Firmware</w:t>
      </w:r>
      <w:r>
        <w:t xml:space="preserve"> is software </w:t>
      </w:r>
      <w:r w:rsidR="002435AC">
        <w:rPr>
          <w:lang w:val="en-US"/>
        </w:rPr>
        <w:t xml:space="preserve">that is </w:t>
      </w:r>
      <w:r>
        <w:t>resident in integrated circuits.</w:t>
      </w:r>
    </w:p>
    <w:p w14:paraId="09D2B0F0" w14:textId="77777777" w:rsidR="00F810B5" w:rsidRDefault="00F810B5" w:rsidP="007E486A">
      <w:pPr>
        <w:pStyle w:val="Heading4"/>
      </w:pPr>
      <w:r w:rsidRPr="00511596">
        <w:rPr>
          <w:b/>
        </w:rPr>
        <w:t>System firmware</w:t>
      </w:r>
      <w:r>
        <w:t xml:space="preserve"> contains program code that informs the processor of the devices present and how to communicate with them.</w:t>
      </w:r>
    </w:p>
    <w:p w14:paraId="72DA9770" w14:textId="6C935ABD" w:rsidR="004C0728" w:rsidRDefault="002435AC" w:rsidP="007E486A">
      <w:pPr>
        <w:pStyle w:val="Heading4"/>
      </w:pPr>
      <w:r>
        <w:rPr>
          <w:lang w:val="en-US"/>
        </w:rPr>
        <w:t>I</w:t>
      </w:r>
      <w:r w:rsidR="004C0728" w:rsidRPr="00CA2824">
        <w:t>nternal and external devices have</w:t>
      </w:r>
      <w:r w:rsidR="004C0728">
        <w:rPr>
          <w:b/>
        </w:rPr>
        <w:t xml:space="preserve"> firmware</w:t>
      </w:r>
      <w:r>
        <w:rPr>
          <w:b/>
          <w:lang w:val="en-US"/>
        </w:rPr>
        <w:t xml:space="preserve"> </w:t>
      </w:r>
      <w:r w:rsidR="00DF7D8B" w:rsidRPr="00DF7D8B">
        <w:t>for basic communications between the OS and the hardware</w:t>
      </w:r>
      <w:r w:rsidR="004C0728" w:rsidRPr="00CA2824">
        <w:t>.</w:t>
      </w:r>
    </w:p>
    <w:p w14:paraId="46F0A2FE" w14:textId="77777777" w:rsidR="004C0728" w:rsidRPr="004C0728" w:rsidRDefault="004C0728" w:rsidP="00CA2824">
      <w:pPr>
        <w:pStyle w:val="Heading4"/>
      </w:pPr>
      <w:r>
        <w:rPr>
          <w:lang w:val="en-US"/>
        </w:rPr>
        <w:t xml:space="preserve">System firmware performs a power on self-test (POST) when a computer is powered on. Older PCs display progress messages during the POST, but today’s computers only display error messages if a problem is detected during the POST. </w:t>
      </w:r>
    </w:p>
    <w:p w14:paraId="18A9B521" w14:textId="77777777" w:rsidR="00367FC4" w:rsidRPr="00FB63B9" w:rsidRDefault="00367FC4" w:rsidP="00367FC4">
      <w:pPr>
        <w:pStyle w:val="IM-SpecialTitle"/>
        <w:widowControl w:val="0"/>
        <w:tabs>
          <w:tab w:val="left" w:pos="3372"/>
        </w:tabs>
        <w:outlineLvl w:val="0"/>
        <w:rPr>
          <w:color w:val="0000FF"/>
        </w:rPr>
      </w:pPr>
      <w:r w:rsidRPr="00FB63B9">
        <w:rPr>
          <w:color w:val="0000FF"/>
        </w:rPr>
        <w:t>Discussion Point</w:t>
      </w:r>
    </w:p>
    <w:p w14:paraId="41967813" w14:textId="7E0CAA6B" w:rsidR="00367FC4" w:rsidRPr="00FB63B9" w:rsidRDefault="00367FC4" w:rsidP="00367FC4">
      <w:pPr>
        <w:pStyle w:val="IM-Special"/>
        <w:widowControl w:val="0"/>
        <w:rPr>
          <w:color w:val="0000FF"/>
        </w:rPr>
      </w:pPr>
      <w:r>
        <w:rPr>
          <w:color w:val="0000FF"/>
        </w:rPr>
        <w:lastRenderedPageBreak/>
        <w:t xml:space="preserve">Depending on the technical level and interests of the students, </w:t>
      </w:r>
      <w:r w:rsidR="00D50446">
        <w:rPr>
          <w:color w:val="0000FF"/>
        </w:rPr>
        <w:t xml:space="preserve">discuss </w:t>
      </w:r>
      <w:r>
        <w:rPr>
          <w:color w:val="0000FF"/>
        </w:rPr>
        <w:t xml:space="preserve">the old versus new system firmware: </w:t>
      </w:r>
      <w:r w:rsidRPr="00367FC4">
        <w:rPr>
          <w:color w:val="0000FF"/>
        </w:rPr>
        <w:t>The original system firmware in PCs</w:t>
      </w:r>
      <w:r>
        <w:rPr>
          <w:color w:val="0000FF"/>
        </w:rPr>
        <w:t>,</w:t>
      </w:r>
      <w:r w:rsidRPr="00367FC4">
        <w:rPr>
          <w:color w:val="0000FF"/>
        </w:rPr>
        <w:t xml:space="preserve"> </w:t>
      </w:r>
      <w:r w:rsidRPr="00764081">
        <w:rPr>
          <w:color w:val="0000FF"/>
        </w:rPr>
        <w:t xml:space="preserve">called </w:t>
      </w:r>
      <w:r w:rsidRPr="00DF7D8B">
        <w:rPr>
          <w:color w:val="0000FF"/>
        </w:rPr>
        <w:t>ROM BIOS (read-only basic input/output system),</w:t>
      </w:r>
      <w:r w:rsidRPr="00367FC4">
        <w:rPr>
          <w:color w:val="0000FF"/>
        </w:rPr>
        <w:t xml:space="preserve"> </w:t>
      </w:r>
      <w:r>
        <w:rPr>
          <w:color w:val="0000FF"/>
        </w:rPr>
        <w:t>was phased out</w:t>
      </w:r>
      <w:r w:rsidRPr="00367FC4">
        <w:rPr>
          <w:color w:val="0000FF"/>
        </w:rPr>
        <w:t xml:space="preserve"> </w:t>
      </w:r>
      <w:r>
        <w:rPr>
          <w:color w:val="0000FF"/>
        </w:rPr>
        <w:t xml:space="preserve">several </w:t>
      </w:r>
      <w:r w:rsidRPr="00367FC4">
        <w:rPr>
          <w:color w:val="0000FF"/>
        </w:rPr>
        <w:t xml:space="preserve">years </w:t>
      </w:r>
      <w:r>
        <w:rPr>
          <w:color w:val="0000FF"/>
        </w:rPr>
        <w:t xml:space="preserve">ago </w:t>
      </w:r>
      <w:r w:rsidRPr="00367FC4">
        <w:rPr>
          <w:color w:val="0000FF"/>
        </w:rPr>
        <w:t xml:space="preserve">by firmware that complies with a newer standard, </w:t>
      </w:r>
      <w:r w:rsidRPr="00DF7D8B">
        <w:rPr>
          <w:color w:val="0000FF"/>
        </w:rPr>
        <w:t>Unified Extensible Firmware Interface (UEFI</w:t>
      </w:r>
      <w:r w:rsidRPr="00367FC4">
        <w:rPr>
          <w:b/>
          <w:color w:val="0000FF"/>
        </w:rPr>
        <w:t>)</w:t>
      </w:r>
      <w:r>
        <w:rPr>
          <w:color w:val="0000FF"/>
        </w:rPr>
        <w:t xml:space="preserve">. </w:t>
      </w:r>
      <w:r w:rsidR="005F5BA9">
        <w:rPr>
          <w:color w:val="0000FF"/>
        </w:rPr>
        <w:t>The old R</w:t>
      </w:r>
      <w:r w:rsidR="00DF7D8B">
        <w:rPr>
          <w:color w:val="0000FF"/>
        </w:rPr>
        <w:t>OM</w:t>
      </w:r>
      <w:r w:rsidR="005F5BA9">
        <w:rPr>
          <w:color w:val="0000FF"/>
        </w:rPr>
        <w:t xml:space="preserve"> BIOS had many technical limits because it was designed to work with the original IBM PC. UEFI is faster and includes security features that protect the computer during that vulnerable time when an operating system is starting up and not entirely in control.</w:t>
      </w:r>
    </w:p>
    <w:p w14:paraId="44893683" w14:textId="77777777" w:rsidR="00A22C02" w:rsidRPr="00FB63B9" w:rsidRDefault="00A22C02" w:rsidP="00C1650A">
      <w:pPr>
        <w:pStyle w:val="IM-Special"/>
        <w:widowControl w:val="0"/>
        <w:outlineLvl w:val="0"/>
        <w:rPr>
          <w:b/>
          <w:color w:val="0000FF"/>
        </w:rPr>
      </w:pPr>
      <w:r w:rsidRPr="00FB63B9">
        <w:rPr>
          <w:b/>
          <w:color w:val="0000FF"/>
        </w:rPr>
        <w:t>Teaching Tip:</w:t>
      </w:r>
    </w:p>
    <w:p w14:paraId="5EFD0F9D" w14:textId="77777777" w:rsidR="00A22C02" w:rsidRDefault="00A22C02" w:rsidP="00A22C02">
      <w:pPr>
        <w:pStyle w:val="IM-Special"/>
        <w:widowControl w:val="0"/>
        <w:rPr>
          <w:color w:val="0000FF"/>
        </w:rPr>
      </w:pPr>
      <w:r w:rsidRPr="00FB63B9">
        <w:rPr>
          <w:color w:val="0000FF"/>
        </w:rPr>
        <w:t>Ensure that all students understand the basic function of memory and the measurements used for both memory and storage</w:t>
      </w:r>
      <w:r w:rsidR="00D7770D">
        <w:rPr>
          <w:color w:val="0000FF"/>
        </w:rPr>
        <w:t xml:space="preserve">. </w:t>
      </w:r>
      <w:r w:rsidRPr="00FB63B9">
        <w:rPr>
          <w:color w:val="0000FF"/>
        </w:rPr>
        <w:t>Stress that, although we use the same units to measure both</w:t>
      </w:r>
      <w:r w:rsidR="00EB6ECE">
        <w:rPr>
          <w:color w:val="0000FF"/>
        </w:rPr>
        <w:t xml:space="preserve"> memory and storage</w:t>
      </w:r>
      <w:r w:rsidRPr="00FB63B9">
        <w:rPr>
          <w:color w:val="0000FF"/>
        </w:rPr>
        <w:t>, memory serves a very different purpose from that of storage.</w:t>
      </w:r>
    </w:p>
    <w:p w14:paraId="2D4CD393" w14:textId="77777777" w:rsidR="0048070D" w:rsidRDefault="009B596C" w:rsidP="004152D8">
      <w:pPr>
        <w:pStyle w:val="Heading3"/>
      </w:pPr>
      <w:r>
        <w:rPr>
          <w:lang w:val="en-US"/>
        </w:rPr>
        <w:t xml:space="preserve">Today’s </w:t>
      </w:r>
      <w:r w:rsidR="0048070D">
        <w:t>microcomputers</w:t>
      </w:r>
    </w:p>
    <w:p w14:paraId="775D8A90" w14:textId="77777777" w:rsidR="0048070D" w:rsidRPr="004A0164" w:rsidRDefault="0048070D" w:rsidP="00C1650A">
      <w:pPr>
        <w:pStyle w:val="IM-SpecialTitle"/>
        <w:widowControl w:val="0"/>
        <w:outlineLvl w:val="0"/>
        <w:rPr>
          <w:color w:val="0000FF"/>
        </w:rPr>
      </w:pPr>
      <w:r w:rsidRPr="004A0164">
        <w:rPr>
          <w:color w:val="0000FF"/>
        </w:rPr>
        <w:t>Teaching Tip:</w:t>
      </w:r>
    </w:p>
    <w:p w14:paraId="5A99A02F" w14:textId="77777777" w:rsidR="0048070D" w:rsidRPr="004A0164" w:rsidRDefault="0048070D" w:rsidP="0048070D">
      <w:pPr>
        <w:pStyle w:val="IM-Special"/>
        <w:widowControl w:val="0"/>
        <w:rPr>
          <w:color w:val="0000FF"/>
        </w:rPr>
      </w:pPr>
      <w:r w:rsidRPr="004A0164">
        <w:rPr>
          <w:color w:val="0000FF"/>
        </w:rPr>
        <w:t xml:space="preserve">Take a moment to </w:t>
      </w:r>
      <w:r w:rsidR="00C90636">
        <w:rPr>
          <w:color w:val="0000FF"/>
        </w:rPr>
        <w:t>ask</w:t>
      </w:r>
      <w:r w:rsidR="00C90636" w:rsidRPr="004A0164">
        <w:rPr>
          <w:color w:val="0000FF"/>
        </w:rPr>
        <w:t xml:space="preserve"> </w:t>
      </w:r>
      <w:r w:rsidR="00C90636">
        <w:rPr>
          <w:color w:val="0000FF"/>
        </w:rPr>
        <w:t>student</w:t>
      </w:r>
      <w:r w:rsidR="00EB6ECE">
        <w:rPr>
          <w:color w:val="0000FF"/>
        </w:rPr>
        <w:t>s</w:t>
      </w:r>
      <w:r w:rsidR="00C90636">
        <w:rPr>
          <w:color w:val="0000FF"/>
        </w:rPr>
        <w:t xml:space="preserve"> to identify the microcomputers they use. </w:t>
      </w:r>
    </w:p>
    <w:p w14:paraId="52A31E3D" w14:textId="77777777" w:rsidR="004C0728" w:rsidRPr="00A26FF9" w:rsidRDefault="004C0728" w:rsidP="004C0728">
      <w:pPr>
        <w:pStyle w:val="Heading4"/>
      </w:pPr>
      <w:r w:rsidRPr="00A26FF9">
        <w:t>Servers</w:t>
      </w:r>
    </w:p>
    <w:p w14:paraId="56CBEAF7" w14:textId="77777777" w:rsidR="004C0728" w:rsidRDefault="004C0728" w:rsidP="002D6F9D">
      <w:pPr>
        <w:pStyle w:val="Heading5"/>
        <w:numPr>
          <w:ilvl w:val="0"/>
          <w:numId w:val="0"/>
        </w:numPr>
        <w:ind w:left="2880"/>
      </w:pPr>
      <w:r>
        <w:t xml:space="preserve">A </w:t>
      </w:r>
      <w:r>
        <w:rPr>
          <w:b/>
          <w:lang w:val="en-US"/>
        </w:rPr>
        <w:t xml:space="preserve">server </w:t>
      </w:r>
      <w:r>
        <w:rPr>
          <w:lang w:val="en-US"/>
        </w:rPr>
        <w:t xml:space="preserve">is a </w:t>
      </w:r>
      <w:r>
        <w:t>computer that provides services (files, printers, messaging</w:t>
      </w:r>
      <w:r>
        <w:rPr>
          <w:lang w:val="en-US"/>
        </w:rPr>
        <w:t>, etc.</w:t>
      </w:r>
      <w:r>
        <w:t>) to other computers.</w:t>
      </w:r>
    </w:p>
    <w:p w14:paraId="6801F9A4" w14:textId="77777777" w:rsidR="004C0728" w:rsidRPr="00A26FF9" w:rsidRDefault="004C0728" w:rsidP="002D6F9D">
      <w:pPr>
        <w:pStyle w:val="Heading5"/>
        <w:numPr>
          <w:ilvl w:val="0"/>
          <w:numId w:val="0"/>
        </w:numPr>
        <w:ind w:left="2880"/>
      </w:pPr>
      <w:r>
        <w:rPr>
          <w:lang w:val="en-US"/>
        </w:rPr>
        <w:t xml:space="preserve">A </w:t>
      </w:r>
      <w:r>
        <w:rPr>
          <w:b/>
          <w:lang w:val="en-US"/>
        </w:rPr>
        <w:t xml:space="preserve">client </w:t>
      </w:r>
      <w:r>
        <w:rPr>
          <w:lang w:val="en-US"/>
        </w:rPr>
        <w:t>computer connects to and uses the services on servers.</w:t>
      </w:r>
    </w:p>
    <w:p w14:paraId="2ED308B5" w14:textId="77777777" w:rsidR="00EF54F5" w:rsidRDefault="0002322D" w:rsidP="004152D8">
      <w:pPr>
        <w:pStyle w:val="Heading4"/>
      </w:pPr>
      <w:r>
        <w:t>Desktops and Laptops</w:t>
      </w:r>
    </w:p>
    <w:p w14:paraId="7101D274" w14:textId="37D26065" w:rsidR="00EF54F5" w:rsidRDefault="000C3D7F" w:rsidP="002D6F9D">
      <w:pPr>
        <w:pStyle w:val="Heading5"/>
        <w:numPr>
          <w:ilvl w:val="0"/>
          <w:numId w:val="0"/>
        </w:numPr>
        <w:ind w:left="2880"/>
      </w:pPr>
      <w:r>
        <w:rPr>
          <w:lang w:val="en-US"/>
        </w:rPr>
        <w:t>Personal computers (PCs)</w:t>
      </w:r>
      <w:r w:rsidR="0002322D">
        <w:t xml:space="preserve"> follow the Microsoft</w:t>
      </w:r>
      <w:r w:rsidR="009C7616">
        <w:t>/</w:t>
      </w:r>
      <w:r w:rsidR="0002322D">
        <w:t>Intel standard</w:t>
      </w:r>
      <w:r>
        <w:rPr>
          <w:lang w:val="en-US"/>
        </w:rPr>
        <w:t xml:space="preserve"> run Microsoft Windows or a distribution of Linux</w:t>
      </w:r>
      <w:r w:rsidR="0002322D">
        <w:t>.</w:t>
      </w:r>
    </w:p>
    <w:p w14:paraId="1CC8DF88" w14:textId="044DF43C" w:rsidR="003C5268" w:rsidRPr="003C5268" w:rsidRDefault="006D1B29" w:rsidP="002D6F9D">
      <w:pPr>
        <w:pStyle w:val="Heading5"/>
        <w:numPr>
          <w:ilvl w:val="0"/>
          <w:numId w:val="0"/>
        </w:numPr>
        <w:ind w:left="2880"/>
        <w:rPr>
          <w:lang w:val="en-US"/>
        </w:rPr>
      </w:pPr>
      <w:r>
        <w:rPr>
          <w:lang w:val="en-US"/>
        </w:rPr>
        <w:t>A laptop</w:t>
      </w:r>
      <w:r w:rsidR="00091242">
        <w:rPr>
          <w:lang w:val="en-US"/>
        </w:rPr>
        <w:t xml:space="preserve"> has a flat screen and a keyboard, each integrated into a panel with a hinge holding the two together.</w:t>
      </w:r>
    </w:p>
    <w:p w14:paraId="6DF3B003" w14:textId="0E61BDA8" w:rsidR="00900F2F" w:rsidRDefault="0048070D" w:rsidP="002D6F9D">
      <w:pPr>
        <w:pStyle w:val="Heading5"/>
        <w:numPr>
          <w:ilvl w:val="0"/>
          <w:numId w:val="0"/>
        </w:numPr>
        <w:ind w:left="2880"/>
      </w:pPr>
      <w:r>
        <w:t xml:space="preserve">Apple </w:t>
      </w:r>
      <w:r w:rsidR="0002322D" w:rsidRPr="000C3D7F">
        <w:rPr>
          <w:b/>
        </w:rPr>
        <w:t>Mac</w:t>
      </w:r>
      <w:r w:rsidR="0002322D">
        <w:t xml:space="preserve"> computers </w:t>
      </w:r>
      <w:r w:rsidR="00091242">
        <w:rPr>
          <w:lang w:val="en-US"/>
        </w:rPr>
        <w:t xml:space="preserve">are </w:t>
      </w:r>
      <w:r>
        <w:t>availab</w:t>
      </w:r>
      <w:r w:rsidR="00F57B65">
        <w:t>l</w:t>
      </w:r>
      <w:r>
        <w:t>e in desktop (the all-in-one iMac) and laptops</w:t>
      </w:r>
      <w:r w:rsidR="0002322D">
        <w:t>.</w:t>
      </w:r>
    </w:p>
    <w:p w14:paraId="38B4574E" w14:textId="20857C8F" w:rsidR="005328FD" w:rsidRDefault="005328FD" w:rsidP="002D6F9D">
      <w:pPr>
        <w:pStyle w:val="Heading5"/>
        <w:numPr>
          <w:ilvl w:val="0"/>
          <w:numId w:val="0"/>
        </w:numPr>
        <w:ind w:left="2880"/>
      </w:pPr>
      <w:r>
        <w:rPr>
          <w:lang w:val="en-US"/>
        </w:rPr>
        <w:t xml:space="preserve">The common operating </w:t>
      </w:r>
      <w:r w:rsidR="005E32C3">
        <w:rPr>
          <w:lang w:val="en-US"/>
        </w:rPr>
        <w:t>systems</w:t>
      </w:r>
      <w:r>
        <w:rPr>
          <w:lang w:val="en-US"/>
        </w:rPr>
        <w:t xml:space="preserve"> for </w:t>
      </w:r>
      <w:r w:rsidR="005E32C3">
        <w:rPr>
          <w:lang w:val="en-US"/>
        </w:rPr>
        <w:t>desktops</w:t>
      </w:r>
      <w:r>
        <w:rPr>
          <w:lang w:val="en-US"/>
        </w:rPr>
        <w:t xml:space="preserve"> and laptops are Apple’s </w:t>
      </w:r>
      <w:r w:rsidR="00F74648">
        <w:rPr>
          <w:lang w:val="en-US"/>
        </w:rPr>
        <w:t>macOS</w:t>
      </w:r>
      <w:r>
        <w:rPr>
          <w:lang w:val="en-US"/>
        </w:rPr>
        <w:t xml:space="preserve"> for Apple brand computers, Microsoft Windows and Linux for other PCs and laptops, and the Chrome</w:t>
      </w:r>
      <w:r w:rsidR="00DF7D8B">
        <w:rPr>
          <w:lang w:val="en-US"/>
        </w:rPr>
        <w:t xml:space="preserve"> </w:t>
      </w:r>
      <w:r>
        <w:rPr>
          <w:lang w:val="en-US"/>
        </w:rPr>
        <w:t>OS for Chromebooks.</w:t>
      </w:r>
    </w:p>
    <w:p w14:paraId="619B1E46" w14:textId="77777777" w:rsidR="007E486A" w:rsidRDefault="007E486A" w:rsidP="007E486A">
      <w:pPr>
        <w:pStyle w:val="Heading5"/>
        <w:numPr>
          <w:ilvl w:val="0"/>
          <w:numId w:val="0"/>
        </w:numPr>
        <w:ind w:left="2880"/>
      </w:pPr>
      <w:r w:rsidRPr="007E486A">
        <w:rPr>
          <w:lang w:val="en-US"/>
        </w:rPr>
        <w:t xml:space="preserve">In this text, a </w:t>
      </w:r>
      <w:r w:rsidRPr="007E486A">
        <w:rPr>
          <w:b/>
          <w:lang w:val="en-US"/>
        </w:rPr>
        <w:t xml:space="preserve">personal computer (PC) </w:t>
      </w:r>
      <w:r w:rsidRPr="007E486A">
        <w:rPr>
          <w:lang w:val="en-US"/>
        </w:rPr>
        <w:t xml:space="preserve">is a desktop computer running Windows or Linux, and the term </w:t>
      </w:r>
      <w:r w:rsidRPr="007E486A">
        <w:rPr>
          <w:b/>
          <w:lang w:val="en-US"/>
        </w:rPr>
        <w:t>Mac</w:t>
      </w:r>
      <w:r w:rsidRPr="007E486A">
        <w:rPr>
          <w:lang w:val="en-US"/>
        </w:rPr>
        <w:t xml:space="preserve"> refers to the Apple iMac desktop computers as well as the MacBook laptop computers, which run Apple macOS.</w:t>
      </w:r>
    </w:p>
    <w:p w14:paraId="79861AAF" w14:textId="77777777" w:rsidR="005328FD" w:rsidRPr="00FB63B9" w:rsidRDefault="005328FD" w:rsidP="005328FD">
      <w:pPr>
        <w:pStyle w:val="IM-SpecialTitle"/>
        <w:widowControl w:val="0"/>
        <w:tabs>
          <w:tab w:val="left" w:pos="3372"/>
        </w:tabs>
        <w:outlineLvl w:val="0"/>
        <w:rPr>
          <w:color w:val="0000FF"/>
        </w:rPr>
      </w:pPr>
      <w:r w:rsidRPr="00FB63B9">
        <w:rPr>
          <w:color w:val="0000FF"/>
        </w:rPr>
        <w:t>Discussion Point</w:t>
      </w:r>
      <w:r>
        <w:rPr>
          <w:color w:val="0000FF"/>
        </w:rPr>
        <w:t xml:space="preserve"> and Tip:</w:t>
      </w:r>
      <w:r>
        <w:rPr>
          <w:color w:val="0000FF"/>
        </w:rPr>
        <w:tab/>
      </w:r>
    </w:p>
    <w:p w14:paraId="28BA9320" w14:textId="77777777" w:rsidR="005328FD" w:rsidRPr="00FB63B9" w:rsidRDefault="005328FD" w:rsidP="005328FD">
      <w:pPr>
        <w:pStyle w:val="IM-Special"/>
        <w:widowControl w:val="0"/>
        <w:rPr>
          <w:color w:val="0000FF"/>
        </w:rPr>
      </w:pPr>
      <w:r>
        <w:rPr>
          <w:color w:val="0000FF"/>
        </w:rPr>
        <w:t xml:space="preserve">Ask the students what devices they use the most for their school work. Make note of which type of device and operating system is the most prevalent and consider how to tailor the content to their needs. </w:t>
      </w:r>
    </w:p>
    <w:p w14:paraId="18AB0DAA" w14:textId="77777777" w:rsidR="00900F2F" w:rsidRDefault="00C90636" w:rsidP="004152D8">
      <w:pPr>
        <w:pStyle w:val="Heading4"/>
      </w:pPr>
      <w:r>
        <w:lastRenderedPageBreak/>
        <w:t xml:space="preserve">Mobile </w:t>
      </w:r>
      <w:r w:rsidR="0002322D">
        <w:t>Devices</w:t>
      </w:r>
    </w:p>
    <w:p w14:paraId="0084CF90" w14:textId="77777777" w:rsidR="00F00027" w:rsidRPr="00F00027" w:rsidRDefault="00F00027" w:rsidP="00E1629E">
      <w:pPr>
        <w:pStyle w:val="Heading5"/>
        <w:numPr>
          <w:ilvl w:val="0"/>
          <w:numId w:val="0"/>
        </w:numPr>
        <w:ind w:left="2880"/>
      </w:pPr>
      <w:r>
        <w:rPr>
          <w:lang w:val="en-US"/>
        </w:rPr>
        <w:t xml:space="preserve">A </w:t>
      </w:r>
      <w:r>
        <w:rPr>
          <w:b/>
          <w:lang w:val="en-US"/>
        </w:rPr>
        <w:t xml:space="preserve">mobile device </w:t>
      </w:r>
      <w:r>
        <w:rPr>
          <w:lang w:val="en-US"/>
        </w:rPr>
        <w:t xml:space="preserve">has all or most of its electronic circuity on a single microchip. This is called </w:t>
      </w:r>
      <w:r>
        <w:rPr>
          <w:b/>
          <w:lang w:val="en-US"/>
        </w:rPr>
        <w:t>system-on-a-chip (SoC)</w:t>
      </w:r>
      <w:r>
        <w:rPr>
          <w:lang w:val="en-US"/>
        </w:rPr>
        <w:t>.</w:t>
      </w:r>
    </w:p>
    <w:p w14:paraId="021B753F" w14:textId="77777777" w:rsidR="0002322D" w:rsidRDefault="0002322D" w:rsidP="00E1629E">
      <w:pPr>
        <w:pStyle w:val="Heading5"/>
        <w:numPr>
          <w:ilvl w:val="0"/>
          <w:numId w:val="0"/>
        </w:numPr>
        <w:ind w:left="2880"/>
      </w:pPr>
      <w:r>
        <w:t>Some are single-purpose (inventory scanners).</w:t>
      </w:r>
    </w:p>
    <w:p w14:paraId="726DB2A0" w14:textId="77777777" w:rsidR="0002322D" w:rsidRDefault="00A22C02" w:rsidP="00E1629E">
      <w:pPr>
        <w:pStyle w:val="Heading5"/>
        <w:numPr>
          <w:ilvl w:val="0"/>
          <w:numId w:val="0"/>
        </w:numPr>
        <w:ind w:left="2880"/>
      </w:pPr>
      <w:r>
        <w:t>Many run proprietary OSs; other run scaled-down versions of desktop OSs</w:t>
      </w:r>
      <w:r w:rsidR="0002322D">
        <w:t>.</w:t>
      </w:r>
    </w:p>
    <w:p w14:paraId="756A8710" w14:textId="77777777" w:rsidR="00F00027" w:rsidRPr="00F00027" w:rsidRDefault="000C3D7F" w:rsidP="00E1629E">
      <w:pPr>
        <w:pStyle w:val="Heading5"/>
        <w:numPr>
          <w:ilvl w:val="0"/>
          <w:numId w:val="0"/>
        </w:numPr>
        <w:ind w:left="2880"/>
      </w:pPr>
      <w:r>
        <w:rPr>
          <w:lang w:val="en-US"/>
        </w:rPr>
        <w:t xml:space="preserve">A mobile device stores its OS in firmware, as an </w:t>
      </w:r>
      <w:r w:rsidRPr="000C3D7F">
        <w:rPr>
          <w:b/>
          <w:lang w:val="en-US"/>
        </w:rPr>
        <w:t>embedded OS</w:t>
      </w:r>
    </w:p>
    <w:p w14:paraId="12CC67BA" w14:textId="77777777" w:rsidR="000C3D7F" w:rsidRDefault="00F00027" w:rsidP="00E1629E">
      <w:pPr>
        <w:pStyle w:val="Heading5"/>
        <w:numPr>
          <w:ilvl w:val="0"/>
          <w:numId w:val="0"/>
        </w:numPr>
        <w:ind w:left="2880"/>
      </w:pPr>
      <w:r>
        <w:rPr>
          <w:lang w:val="en-US"/>
        </w:rPr>
        <w:t>Popular mobile OSs include Apple iOS</w:t>
      </w:r>
      <w:r w:rsidR="00CF2D50">
        <w:rPr>
          <w:lang w:val="en-US"/>
        </w:rPr>
        <w:t xml:space="preserve"> and</w:t>
      </w:r>
      <w:r>
        <w:rPr>
          <w:lang w:val="en-US"/>
        </w:rPr>
        <w:t xml:space="preserve"> Google Android</w:t>
      </w:r>
      <w:r w:rsidR="000C3D7F">
        <w:rPr>
          <w:lang w:val="en-US"/>
        </w:rPr>
        <w:t>.</w:t>
      </w:r>
    </w:p>
    <w:p w14:paraId="03ACD272" w14:textId="77777777" w:rsidR="00A22C02" w:rsidRDefault="00F00027" w:rsidP="00E1629E">
      <w:pPr>
        <w:pStyle w:val="Heading5"/>
        <w:numPr>
          <w:ilvl w:val="0"/>
          <w:numId w:val="0"/>
        </w:numPr>
        <w:ind w:left="2880"/>
      </w:pPr>
      <w:r w:rsidRPr="00F00027">
        <w:rPr>
          <w:lang w:val="en-US"/>
        </w:rPr>
        <w:t>A</w:t>
      </w:r>
      <w:r>
        <w:rPr>
          <w:b/>
          <w:lang w:val="en-US"/>
        </w:rPr>
        <w:t xml:space="preserve"> s</w:t>
      </w:r>
      <w:r w:rsidR="009968A7" w:rsidRPr="000C3D7F">
        <w:rPr>
          <w:b/>
        </w:rPr>
        <w:t>martphone</w:t>
      </w:r>
      <w:r w:rsidR="009968A7">
        <w:t xml:space="preserve"> include</w:t>
      </w:r>
      <w:r>
        <w:rPr>
          <w:lang w:val="en-US"/>
        </w:rPr>
        <w:t>s</w:t>
      </w:r>
      <w:r w:rsidR="009968A7">
        <w:t xml:space="preserve"> both </w:t>
      </w:r>
      <w:r>
        <w:rPr>
          <w:lang w:val="en-US"/>
        </w:rPr>
        <w:t xml:space="preserve">cellular </w:t>
      </w:r>
      <w:r w:rsidR="009968A7">
        <w:t xml:space="preserve">voice and Internet </w:t>
      </w:r>
      <w:r>
        <w:rPr>
          <w:lang w:val="en-US"/>
        </w:rPr>
        <w:t xml:space="preserve">data </w:t>
      </w:r>
      <w:r w:rsidR="009968A7">
        <w:t>communications.</w:t>
      </w:r>
    </w:p>
    <w:p w14:paraId="1812216E" w14:textId="77777777" w:rsidR="009968A7" w:rsidRPr="00F00027" w:rsidRDefault="009968A7" w:rsidP="00E1629E">
      <w:pPr>
        <w:pStyle w:val="Heading6"/>
        <w:numPr>
          <w:ilvl w:val="0"/>
          <w:numId w:val="0"/>
        </w:numPr>
        <w:ind w:left="2880"/>
      </w:pPr>
      <w:r w:rsidRPr="00F00027">
        <w:t>Apple iPhone</w:t>
      </w:r>
      <w:r w:rsidR="00F00027" w:rsidRPr="00F00027">
        <w:rPr>
          <w:lang w:val="en-US"/>
        </w:rPr>
        <w:t xml:space="preserve"> and various models by Motorola, Nokia, HTC, Samsung, LG, Google</w:t>
      </w:r>
      <w:r w:rsidRPr="00F00027">
        <w:t xml:space="preserve">, </w:t>
      </w:r>
      <w:r w:rsidR="00F00027" w:rsidRPr="00F00027">
        <w:rPr>
          <w:lang w:val="en-US"/>
        </w:rPr>
        <w:t>and others</w:t>
      </w:r>
      <w:r w:rsidRPr="00F00027">
        <w:t>.</w:t>
      </w:r>
    </w:p>
    <w:p w14:paraId="316FF4AE" w14:textId="6284ABC1" w:rsidR="000C3D7F" w:rsidRDefault="000C3D7F" w:rsidP="00723D89">
      <w:pPr>
        <w:pStyle w:val="Heading5"/>
        <w:numPr>
          <w:ilvl w:val="0"/>
          <w:numId w:val="0"/>
        </w:numPr>
        <w:ind w:left="2880"/>
      </w:pPr>
      <w:r>
        <w:rPr>
          <w:lang w:val="en-US"/>
        </w:rPr>
        <w:t xml:space="preserve">A </w:t>
      </w:r>
      <w:r>
        <w:rPr>
          <w:b/>
          <w:lang w:val="en-US"/>
        </w:rPr>
        <w:t>tablet</w:t>
      </w:r>
      <w:r>
        <w:rPr>
          <w:lang w:val="en-US"/>
        </w:rPr>
        <w:t xml:space="preserve"> has a touch screen, no integrated keyboard, and is usually larger than a smartphone.</w:t>
      </w:r>
      <w:r w:rsidR="00CF2D50">
        <w:rPr>
          <w:lang w:val="en-US"/>
        </w:rPr>
        <w:t xml:space="preserve"> </w:t>
      </w:r>
      <w:r w:rsidR="00723D89">
        <w:rPr>
          <w:lang w:val="en-US"/>
        </w:rPr>
        <w:t xml:space="preserve">A </w:t>
      </w:r>
      <w:r w:rsidR="00CF2D50">
        <w:rPr>
          <w:lang w:val="en-US"/>
        </w:rPr>
        <w:t>tablet may or may not include cellular hardware</w:t>
      </w:r>
      <w:r w:rsidR="001B65B8">
        <w:rPr>
          <w:lang w:val="en-US"/>
        </w:rPr>
        <w:t xml:space="preserve">, </w:t>
      </w:r>
      <w:r w:rsidR="00CF2D50">
        <w:rPr>
          <w:lang w:val="en-US"/>
        </w:rPr>
        <w:t>depending on accessing the Internet through Wi-Fi routers.</w:t>
      </w:r>
    </w:p>
    <w:p w14:paraId="2F0A8164" w14:textId="77777777" w:rsidR="00A26342" w:rsidRPr="004A0164" w:rsidRDefault="00A26342" w:rsidP="00A26342">
      <w:pPr>
        <w:pStyle w:val="IM-SpecialTitle"/>
        <w:widowControl w:val="0"/>
        <w:outlineLvl w:val="0"/>
        <w:rPr>
          <w:color w:val="0000FF"/>
        </w:rPr>
      </w:pPr>
      <w:r w:rsidRPr="004A0164">
        <w:rPr>
          <w:color w:val="0000FF"/>
        </w:rPr>
        <w:t>Teaching Tip:</w:t>
      </w:r>
    </w:p>
    <w:p w14:paraId="4112AC6D" w14:textId="77777777" w:rsidR="00A26342" w:rsidRPr="004A0164" w:rsidRDefault="00A26342" w:rsidP="00A26342">
      <w:pPr>
        <w:pStyle w:val="IM-Special"/>
        <w:widowControl w:val="0"/>
        <w:rPr>
          <w:color w:val="0000FF"/>
        </w:rPr>
      </w:pPr>
      <w:r w:rsidRPr="004A0164">
        <w:rPr>
          <w:color w:val="0000FF"/>
        </w:rPr>
        <w:t xml:space="preserve">Take a moment to </w:t>
      </w:r>
      <w:r>
        <w:rPr>
          <w:color w:val="0000FF"/>
        </w:rPr>
        <w:t xml:space="preserve">allow students to do the Try This! Activity titled More About Tablets. </w:t>
      </w:r>
    </w:p>
    <w:p w14:paraId="046D95F0" w14:textId="4186CB01" w:rsidR="00A26FF9" w:rsidRPr="007E486A" w:rsidRDefault="00A26FF9" w:rsidP="00A26FF9">
      <w:pPr>
        <w:pStyle w:val="Heading4"/>
      </w:pPr>
      <w:r w:rsidRPr="007E486A">
        <w:rPr>
          <w:lang w:val="en-US"/>
        </w:rPr>
        <w:t>Internet of Things</w:t>
      </w:r>
    </w:p>
    <w:p w14:paraId="61FADD4B" w14:textId="77777777" w:rsidR="00DE7300" w:rsidRDefault="00A26FF9" w:rsidP="001B65B8">
      <w:pPr>
        <w:pStyle w:val="Heading5"/>
        <w:numPr>
          <w:ilvl w:val="0"/>
          <w:numId w:val="0"/>
        </w:numPr>
        <w:ind w:left="2880"/>
        <w:rPr>
          <w:lang w:val="en-US"/>
        </w:rPr>
      </w:pPr>
      <w:r>
        <w:rPr>
          <w:lang w:val="en-US"/>
        </w:rPr>
        <w:t xml:space="preserve">The </w:t>
      </w:r>
      <w:r>
        <w:rPr>
          <w:b/>
          <w:lang w:val="en-US"/>
        </w:rPr>
        <w:t xml:space="preserve">Internet of Things (IoT) </w:t>
      </w:r>
      <w:r>
        <w:rPr>
          <w:lang w:val="en-US"/>
        </w:rPr>
        <w:t xml:space="preserve">describes the wide array of devices that previously </w:t>
      </w:r>
      <w:r w:rsidR="00CF2D50">
        <w:rPr>
          <w:lang w:val="en-US"/>
        </w:rPr>
        <w:t>may</w:t>
      </w:r>
      <w:r>
        <w:rPr>
          <w:lang w:val="en-US"/>
        </w:rPr>
        <w:t xml:space="preserve"> not </w:t>
      </w:r>
      <w:r w:rsidR="00CF2D50">
        <w:rPr>
          <w:lang w:val="en-US"/>
        </w:rPr>
        <w:t xml:space="preserve">have </w:t>
      </w:r>
      <w:r>
        <w:rPr>
          <w:lang w:val="en-US"/>
        </w:rPr>
        <w:t>contain</w:t>
      </w:r>
      <w:r w:rsidR="00CF2D50">
        <w:rPr>
          <w:lang w:val="en-US"/>
        </w:rPr>
        <w:t>ed</w:t>
      </w:r>
      <w:r>
        <w:rPr>
          <w:lang w:val="en-US"/>
        </w:rPr>
        <w:t xml:space="preserve"> microcomputer</w:t>
      </w:r>
      <w:r w:rsidR="00CF2D50">
        <w:rPr>
          <w:lang w:val="en-US"/>
        </w:rPr>
        <w:t>s</w:t>
      </w:r>
      <w:r>
        <w:rPr>
          <w:lang w:val="en-US"/>
        </w:rPr>
        <w:t xml:space="preserve">, but now do and are </w:t>
      </w:r>
      <w:r w:rsidR="00CF2D50">
        <w:rPr>
          <w:lang w:val="en-US"/>
        </w:rPr>
        <w:t xml:space="preserve">also </w:t>
      </w:r>
      <w:r>
        <w:rPr>
          <w:lang w:val="en-US"/>
        </w:rPr>
        <w:t xml:space="preserve">connected to networks. </w:t>
      </w:r>
    </w:p>
    <w:p w14:paraId="7B1DBE79" w14:textId="523FE8AC" w:rsidR="00A26FF9" w:rsidRDefault="00DE7300" w:rsidP="001B65B8">
      <w:pPr>
        <w:pStyle w:val="Heading5"/>
        <w:numPr>
          <w:ilvl w:val="0"/>
          <w:numId w:val="0"/>
        </w:numPr>
        <w:ind w:left="2880"/>
      </w:pPr>
      <w:r>
        <w:rPr>
          <w:lang w:val="en-US"/>
        </w:rPr>
        <w:t xml:space="preserve">Examples: </w:t>
      </w:r>
      <w:r w:rsidR="00A26FF9">
        <w:rPr>
          <w:lang w:val="en-US"/>
        </w:rPr>
        <w:t>kitchen appliances, thermostats, utility meters, components in automobiles, light bulbs, and industrial control devices.</w:t>
      </w:r>
    </w:p>
    <w:p w14:paraId="3F212131" w14:textId="77777777" w:rsidR="00177E35" w:rsidRDefault="00177E35" w:rsidP="00C1650A">
      <w:pPr>
        <w:pStyle w:val="Heading2"/>
        <w:keepNext w:val="0"/>
        <w:widowControl w:val="0"/>
      </w:pPr>
      <w:r>
        <w:rPr>
          <w:lang w:bidi="he-IL"/>
        </w:rPr>
        <w:t xml:space="preserve">Functions of </w:t>
      </w:r>
      <w:r w:rsidR="00DD4EB3">
        <w:rPr>
          <w:lang w:val="en-US" w:bidi="he-IL"/>
        </w:rPr>
        <w:t xml:space="preserve">Microcomputer </w:t>
      </w:r>
      <w:r>
        <w:rPr>
          <w:lang w:bidi="he-IL"/>
        </w:rPr>
        <w:t>Operating System</w:t>
      </w:r>
    </w:p>
    <w:p w14:paraId="75032ABE" w14:textId="77777777" w:rsidR="00FB63B9" w:rsidRDefault="00FB63B9" w:rsidP="000F411F">
      <w:pPr>
        <w:pStyle w:val="IM-Special"/>
        <w:widowControl w:val="0"/>
        <w:rPr>
          <w:b/>
          <w:color w:val="0000FF"/>
        </w:rPr>
      </w:pPr>
    </w:p>
    <w:p w14:paraId="158BA1FA" w14:textId="77777777" w:rsidR="00177E35" w:rsidRPr="00FB63B9" w:rsidRDefault="00177E35" w:rsidP="00C1650A">
      <w:pPr>
        <w:pStyle w:val="IM-Special"/>
        <w:widowControl w:val="0"/>
        <w:outlineLvl w:val="0"/>
        <w:rPr>
          <w:b/>
          <w:color w:val="0000FF"/>
        </w:rPr>
      </w:pPr>
      <w:r w:rsidRPr="00FB63B9">
        <w:rPr>
          <w:b/>
          <w:color w:val="0000FF"/>
        </w:rPr>
        <w:t>Teaching Tip:</w:t>
      </w:r>
    </w:p>
    <w:p w14:paraId="28D1BD7A" w14:textId="77777777" w:rsidR="00177E35" w:rsidRPr="00FB63B9" w:rsidRDefault="00177E35" w:rsidP="000F411F">
      <w:pPr>
        <w:pStyle w:val="IM-Special"/>
        <w:widowControl w:val="0"/>
        <w:rPr>
          <w:color w:val="0000FF"/>
        </w:rPr>
      </w:pPr>
      <w:r w:rsidRPr="00FB63B9">
        <w:rPr>
          <w:color w:val="0000FF"/>
        </w:rPr>
        <w:t>Explain to the students that this overview of operating systems will provide them with an understanding of the purpose of operating systems</w:t>
      </w:r>
      <w:r w:rsidR="00D7770D">
        <w:rPr>
          <w:color w:val="0000FF"/>
        </w:rPr>
        <w:t xml:space="preserve">. </w:t>
      </w:r>
    </w:p>
    <w:p w14:paraId="115EBA01" w14:textId="77777777" w:rsidR="004A2072" w:rsidRPr="00BC75B6" w:rsidRDefault="004A2072" w:rsidP="00C1650A">
      <w:pPr>
        <w:pStyle w:val="Heading3"/>
        <w:keepNext w:val="0"/>
        <w:widowControl w:val="0"/>
      </w:pPr>
      <w:r>
        <w:rPr>
          <w:lang w:val="en-US"/>
        </w:rPr>
        <w:t>The Big Picture</w:t>
      </w:r>
    </w:p>
    <w:p w14:paraId="7A12732E" w14:textId="77777777" w:rsidR="004A2072" w:rsidRDefault="004A2072" w:rsidP="00925855">
      <w:pPr>
        <w:pStyle w:val="Heading4"/>
        <w:numPr>
          <w:ilvl w:val="0"/>
          <w:numId w:val="0"/>
        </w:numPr>
        <w:ind w:left="2160"/>
      </w:pPr>
      <w:r>
        <w:rPr>
          <w:lang w:val="en-US"/>
        </w:rPr>
        <w:lastRenderedPageBreak/>
        <w:t>Power on (start up, boot up) a computer.</w:t>
      </w:r>
    </w:p>
    <w:p w14:paraId="30D99C1B" w14:textId="77777777" w:rsidR="00BC75B6" w:rsidRPr="00BC75B6" w:rsidRDefault="00BC75B6" w:rsidP="00925855">
      <w:pPr>
        <w:pStyle w:val="Heading4"/>
        <w:numPr>
          <w:ilvl w:val="0"/>
          <w:numId w:val="0"/>
        </w:numPr>
        <w:ind w:left="2160"/>
      </w:pPr>
      <w:r>
        <w:rPr>
          <w:lang w:val="en-US"/>
        </w:rPr>
        <w:t xml:space="preserve">The </w:t>
      </w:r>
      <w:r>
        <w:rPr>
          <w:b/>
          <w:lang w:val="en-US"/>
        </w:rPr>
        <w:t xml:space="preserve">kernel </w:t>
      </w:r>
      <w:r>
        <w:rPr>
          <w:lang w:val="en-US"/>
        </w:rPr>
        <w:t>is the core component of the OS that remains in memory while the computer is turned on.</w:t>
      </w:r>
    </w:p>
    <w:p w14:paraId="27467CF8" w14:textId="77777777" w:rsidR="00BC75B6" w:rsidRPr="00BC75B6" w:rsidRDefault="00BC75B6" w:rsidP="00925855">
      <w:pPr>
        <w:pStyle w:val="Heading4"/>
        <w:numPr>
          <w:ilvl w:val="0"/>
          <w:numId w:val="0"/>
        </w:numPr>
        <w:ind w:left="2160"/>
      </w:pPr>
      <w:r>
        <w:rPr>
          <w:lang w:val="en-US"/>
        </w:rPr>
        <w:t>A developer writes an app that interacts with the OS making requests for hardware services.</w:t>
      </w:r>
    </w:p>
    <w:p w14:paraId="563502AB" w14:textId="77777777" w:rsidR="00BC75B6" w:rsidRDefault="00BC75B6" w:rsidP="00925855">
      <w:pPr>
        <w:pStyle w:val="Heading4"/>
        <w:numPr>
          <w:ilvl w:val="0"/>
          <w:numId w:val="0"/>
        </w:numPr>
        <w:ind w:left="2160"/>
      </w:pPr>
      <w:r>
        <w:rPr>
          <w:lang w:val="en-US"/>
        </w:rPr>
        <w:t>OS interacts with the hardware on behalf of the app.</w:t>
      </w:r>
    </w:p>
    <w:p w14:paraId="01E34BE2" w14:textId="77777777" w:rsidR="00172911" w:rsidRPr="007E486A" w:rsidRDefault="00172911" w:rsidP="007E486A">
      <w:pPr>
        <w:pStyle w:val="Heading3"/>
      </w:pPr>
      <w:r w:rsidRPr="007E486A">
        <w:rPr>
          <w:b/>
          <w:lang w:bidi="he-IL"/>
        </w:rPr>
        <w:t>User Interface</w:t>
      </w:r>
    </w:p>
    <w:p w14:paraId="07E2CF62" w14:textId="77777777" w:rsidR="00172911" w:rsidRPr="00FB283F" w:rsidRDefault="00172911" w:rsidP="007E486A">
      <w:pPr>
        <w:pStyle w:val="Heading4"/>
        <w:numPr>
          <w:ilvl w:val="0"/>
          <w:numId w:val="0"/>
        </w:numPr>
        <w:ind w:left="2160"/>
      </w:pPr>
      <w:r w:rsidRPr="00FB283F">
        <w:rPr>
          <w:lang w:bidi="he-IL"/>
        </w:rPr>
        <w:t>The software layer, or shell, through which the user communicates with the OS.</w:t>
      </w:r>
    </w:p>
    <w:p w14:paraId="233A9183" w14:textId="77777777" w:rsidR="0021298E" w:rsidRPr="00FB283F" w:rsidRDefault="0021298E" w:rsidP="007E486A">
      <w:pPr>
        <w:pStyle w:val="Heading4"/>
        <w:numPr>
          <w:ilvl w:val="0"/>
          <w:numId w:val="0"/>
        </w:numPr>
        <w:ind w:left="2160"/>
      </w:pPr>
      <w:r w:rsidRPr="00FB283F">
        <w:rPr>
          <w:lang w:bidi="he-IL"/>
        </w:rPr>
        <w:t>Includes the command processor.</w:t>
      </w:r>
    </w:p>
    <w:p w14:paraId="18ED0DD3" w14:textId="77777777" w:rsidR="00172911" w:rsidRPr="00FB283F" w:rsidRDefault="0021298E" w:rsidP="007E486A">
      <w:pPr>
        <w:pStyle w:val="Heading4"/>
        <w:numPr>
          <w:ilvl w:val="0"/>
          <w:numId w:val="0"/>
        </w:numPr>
        <w:ind w:left="2160"/>
      </w:pPr>
      <w:r w:rsidRPr="00FB283F">
        <w:rPr>
          <w:lang w:bidi="he-IL"/>
        </w:rPr>
        <w:t>Visual components of the OS</w:t>
      </w:r>
      <w:r w:rsidR="00D7770D" w:rsidRPr="00FB283F">
        <w:rPr>
          <w:lang w:bidi="he-IL"/>
        </w:rPr>
        <w:t xml:space="preserve">. </w:t>
      </w:r>
      <w:r w:rsidRPr="00FB283F">
        <w:rPr>
          <w:lang w:bidi="he-IL"/>
        </w:rPr>
        <w:t>It</w:t>
      </w:r>
      <w:r w:rsidR="00172911" w:rsidRPr="00FB283F">
        <w:rPr>
          <w:lang w:bidi="he-IL"/>
        </w:rPr>
        <w:t xml:space="preserve"> may be command-line based (DOS) or it may be a graphical user interface (GUI) like the Apple Mac OS or Microsoft’s Windows OS.</w:t>
      </w:r>
    </w:p>
    <w:p w14:paraId="59380791" w14:textId="77777777" w:rsidR="00172911" w:rsidRDefault="00172911" w:rsidP="007E486A">
      <w:pPr>
        <w:pStyle w:val="Heading4"/>
      </w:pPr>
      <w:r w:rsidRPr="00FB283F">
        <w:rPr>
          <w:lang w:bidi="he-IL"/>
        </w:rPr>
        <w:t xml:space="preserve">A </w:t>
      </w:r>
      <w:r w:rsidR="009968A7" w:rsidRPr="00A26342">
        <w:rPr>
          <w:b/>
          <w:lang w:bidi="he-IL"/>
        </w:rPr>
        <w:t>command-</w:t>
      </w:r>
      <w:r w:rsidRPr="00A26342">
        <w:rPr>
          <w:b/>
          <w:lang w:bidi="he-IL"/>
        </w:rPr>
        <w:t xml:space="preserve">line interface </w:t>
      </w:r>
      <w:r w:rsidR="009968A7" w:rsidRPr="00A26342">
        <w:rPr>
          <w:b/>
          <w:lang w:bidi="he-IL"/>
        </w:rPr>
        <w:t>(CLI)</w:t>
      </w:r>
      <w:r w:rsidR="009968A7" w:rsidRPr="00FB283F">
        <w:rPr>
          <w:lang w:bidi="he-IL"/>
        </w:rPr>
        <w:t xml:space="preserve"> </w:t>
      </w:r>
      <w:r w:rsidRPr="00FB283F">
        <w:rPr>
          <w:lang w:bidi="he-IL"/>
        </w:rPr>
        <w:t xml:space="preserve">requires the user to </w:t>
      </w:r>
      <w:r w:rsidR="009968A7" w:rsidRPr="00FB283F">
        <w:rPr>
          <w:lang w:bidi="he-IL"/>
        </w:rPr>
        <w:t>type</w:t>
      </w:r>
      <w:r w:rsidRPr="00FB283F">
        <w:rPr>
          <w:lang w:bidi="he-IL"/>
        </w:rPr>
        <w:t xml:space="preserve"> command</w:t>
      </w:r>
      <w:r w:rsidR="00183CDC" w:rsidRPr="00FB283F">
        <w:rPr>
          <w:lang w:bidi="he-IL"/>
        </w:rPr>
        <w:t>s</w:t>
      </w:r>
      <w:r w:rsidRPr="00FB283F">
        <w:rPr>
          <w:lang w:bidi="he-IL"/>
        </w:rPr>
        <w:t>.</w:t>
      </w:r>
      <w:r w:rsidR="00027BA4">
        <w:rPr>
          <w:lang w:val="en-US" w:bidi="he-IL"/>
        </w:rPr>
        <w:t xml:space="preserve"> A blinking </w:t>
      </w:r>
      <w:r w:rsidR="00027BA4">
        <w:rPr>
          <w:b/>
          <w:lang w:val="en-US" w:bidi="he-IL"/>
        </w:rPr>
        <w:t>cursor</w:t>
      </w:r>
      <w:r w:rsidR="00027BA4">
        <w:rPr>
          <w:lang w:val="en-US" w:bidi="he-IL"/>
        </w:rPr>
        <w:t xml:space="preserve"> shows the insertion point for typing.</w:t>
      </w:r>
    </w:p>
    <w:p w14:paraId="558738CD" w14:textId="77777777" w:rsidR="00172911" w:rsidRDefault="00172911" w:rsidP="007E486A">
      <w:pPr>
        <w:pStyle w:val="Heading4"/>
      </w:pPr>
      <w:r>
        <w:rPr>
          <w:lang w:bidi="he-IL"/>
        </w:rPr>
        <w:t xml:space="preserve">A </w:t>
      </w:r>
      <w:r w:rsidR="00A26342" w:rsidRPr="00A26342">
        <w:rPr>
          <w:b/>
          <w:lang w:val="en-US" w:bidi="he-IL"/>
        </w:rPr>
        <w:t xml:space="preserve">graphical user interface </w:t>
      </w:r>
      <w:r w:rsidRPr="00A26342">
        <w:rPr>
          <w:b/>
          <w:lang w:bidi="he-IL"/>
        </w:rPr>
        <w:t>GUI</w:t>
      </w:r>
      <w:r>
        <w:rPr>
          <w:lang w:bidi="he-IL"/>
        </w:rPr>
        <w:t xml:space="preserve"> </w:t>
      </w:r>
      <w:r w:rsidRPr="00094B21">
        <w:t>requires</w:t>
      </w:r>
      <w:r>
        <w:rPr>
          <w:lang w:bidi="he-IL"/>
        </w:rPr>
        <w:t xml:space="preserve"> the user to learn the meaning of various graphical elements</w:t>
      </w:r>
      <w:r w:rsidR="00A26342">
        <w:rPr>
          <w:lang w:val="en-US" w:bidi="he-IL"/>
        </w:rPr>
        <w:t xml:space="preserve"> and how to </w:t>
      </w:r>
      <w:r>
        <w:rPr>
          <w:lang w:bidi="he-IL"/>
        </w:rPr>
        <w:t>use them.</w:t>
      </w:r>
    </w:p>
    <w:p w14:paraId="3F9B0104" w14:textId="77777777" w:rsidR="00172911" w:rsidRPr="007E486A" w:rsidRDefault="00172911" w:rsidP="007E486A">
      <w:pPr>
        <w:pStyle w:val="Heading3"/>
      </w:pPr>
      <w:r w:rsidRPr="007E486A">
        <w:rPr>
          <w:b/>
        </w:rPr>
        <w:t>Job Management</w:t>
      </w:r>
      <w:r w:rsidR="00A26342" w:rsidRPr="007E486A">
        <w:rPr>
          <w:lang w:val="en-US"/>
        </w:rPr>
        <w:t xml:space="preserve"> </w:t>
      </w:r>
    </w:p>
    <w:p w14:paraId="3882C98D" w14:textId="77777777" w:rsidR="00172911" w:rsidRDefault="00172911" w:rsidP="007E486A">
      <w:pPr>
        <w:pStyle w:val="Heading5"/>
        <w:keepNext w:val="0"/>
        <w:keepLines w:val="0"/>
        <w:widowControl w:val="0"/>
        <w:numPr>
          <w:ilvl w:val="0"/>
          <w:numId w:val="0"/>
        </w:numPr>
        <w:ind w:left="2160"/>
      </w:pPr>
      <w:r>
        <w:rPr>
          <w:lang w:bidi="he-IL"/>
        </w:rPr>
        <w:t>An operating system function that controls the order and time in which programs run.</w:t>
      </w:r>
    </w:p>
    <w:p w14:paraId="0C7AEA90" w14:textId="77777777" w:rsidR="0041380B" w:rsidRPr="0041380B" w:rsidRDefault="0041380B" w:rsidP="007E486A">
      <w:pPr>
        <w:pStyle w:val="Heading5"/>
        <w:keepNext w:val="0"/>
        <w:keepLines w:val="0"/>
        <w:widowControl w:val="0"/>
        <w:numPr>
          <w:ilvl w:val="0"/>
          <w:numId w:val="0"/>
        </w:numPr>
        <w:ind w:left="2160"/>
      </w:pPr>
      <w:r>
        <w:rPr>
          <w:lang w:val="en-US"/>
        </w:rPr>
        <w:t>Scheduling programs.</w:t>
      </w:r>
    </w:p>
    <w:p w14:paraId="62853C99" w14:textId="77777777" w:rsidR="0041380B" w:rsidRDefault="0041380B" w:rsidP="007E486A">
      <w:pPr>
        <w:pStyle w:val="Heading5"/>
        <w:keepNext w:val="0"/>
        <w:keepLines w:val="0"/>
        <w:widowControl w:val="0"/>
        <w:numPr>
          <w:ilvl w:val="0"/>
          <w:numId w:val="0"/>
        </w:numPr>
        <w:ind w:left="2160"/>
      </w:pPr>
      <w:r>
        <w:rPr>
          <w:lang w:val="en-US"/>
        </w:rPr>
        <w:t>Managing and prioritizing print jobs.</w:t>
      </w:r>
    </w:p>
    <w:p w14:paraId="2C72B2D1" w14:textId="34D849EE" w:rsidR="00172911" w:rsidRPr="007E486A" w:rsidRDefault="00172911" w:rsidP="007E486A">
      <w:pPr>
        <w:pStyle w:val="Heading3"/>
      </w:pPr>
      <w:r w:rsidRPr="007E486A">
        <w:rPr>
          <w:b/>
        </w:rPr>
        <w:t>Task Management</w:t>
      </w:r>
    </w:p>
    <w:p w14:paraId="4742D1B8" w14:textId="4DC8C373" w:rsidR="0021298E" w:rsidRDefault="007E486A" w:rsidP="007E486A">
      <w:pPr>
        <w:pStyle w:val="Heading5"/>
        <w:keepNext w:val="0"/>
        <w:keepLines w:val="0"/>
        <w:widowControl w:val="0"/>
        <w:numPr>
          <w:ilvl w:val="0"/>
          <w:numId w:val="0"/>
        </w:numPr>
        <w:ind w:left="2160"/>
      </w:pPr>
      <w:r>
        <w:rPr>
          <w:lang w:val="en-US" w:bidi="he-IL"/>
        </w:rPr>
        <w:t>Most</w:t>
      </w:r>
      <w:r w:rsidR="00172911">
        <w:rPr>
          <w:lang w:bidi="he-IL"/>
        </w:rPr>
        <w:t xml:space="preserve"> operating systems can </w:t>
      </w:r>
      <w:r w:rsidR="007E0FEC" w:rsidRPr="00A26342">
        <w:rPr>
          <w:b/>
          <w:lang w:bidi="he-IL"/>
        </w:rPr>
        <w:t>multitask</w:t>
      </w:r>
      <w:r w:rsidR="007E0FEC">
        <w:rPr>
          <w:lang w:bidi="he-IL"/>
        </w:rPr>
        <w:t xml:space="preserve"> or</w:t>
      </w:r>
      <w:r w:rsidR="00172911">
        <w:rPr>
          <w:lang w:bidi="he-IL"/>
        </w:rPr>
        <w:t xml:space="preserve"> run more than one program simultaneously</w:t>
      </w:r>
      <w:r w:rsidR="00D7770D">
        <w:rPr>
          <w:lang w:bidi="he-IL"/>
        </w:rPr>
        <w:t xml:space="preserve">. </w:t>
      </w:r>
    </w:p>
    <w:p w14:paraId="697458DB" w14:textId="77777777" w:rsidR="00172911" w:rsidRDefault="00183CDC" w:rsidP="007E486A">
      <w:pPr>
        <w:pStyle w:val="Heading5"/>
        <w:keepNext w:val="0"/>
        <w:keepLines w:val="0"/>
        <w:widowControl w:val="0"/>
        <w:numPr>
          <w:ilvl w:val="0"/>
          <w:numId w:val="0"/>
        </w:numPr>
        <w:ind w:left="2160"/>
      </w:pPr>
      <w:r>
        <w:rPr>
          <w:lang w:bidi="he-IL"/>
        </w:rPr>
        <w:t>Responds to the user’s c</w:t>
      </w:r>
      <w:r w:rsidR="00A26342">
        <w:rPr>
          <w:lang w:bidi="he-IL"/>
        </w:rPr>
        <w:t>ontrol</w:t>
      </w:r>
      <w:r w:rsidR="00172911">
        <w:rPr>
          <w:lang w:bidi="he-IL"/>
        </w:rPr>
        <w:t xml:space="preserve"> </w:t>
      </w:r>
      <w:r>
        <w:rPr>
          <w:lang w:bidi="he-IL"/>
        </w:rPr>
        <w:t xml:space="preserve">of </w:t>
      </w:r>
      <w:r w:rsidR="00172911">
        <w:rPr>
          <w:lang w:bidi="he-IL"/>
        </w:rPr>
        <w:t>the focus (where the system’s attention is at any given moment).</w:t>
      </w:r>
    </w:p>
    <w:p w14:paraId="2F81C1AC" w14:textId="77777777" w:rsidR="00172911" w:rsidRDefault="00172911" w:rsidP="007E486A">
      <w:pPr>
        <w:pStyle w:val="Heading5"/>
        <w:keepNext w:val="0"/>
        <w:keepLines w:val="0"/>
        <w:widowControl w:val="0"/>
        <w:numPr>
          <w:ilvl w:val="0"/>
          <w:numId w:val="0"/>
        </w:numPr>
        <w:ind w:left="2160"/>
      </w:pPr>
      <w:r>
        <w:rPr>
          <w:lang w:bidi="he-IL"/>
        </w:rPr>
        <w:t>Task management allows the user to switch between different tasks.</w:t>
      </w:r>
    </w:p>
    <w:p w14:paraId="1FEF9D7B" w14:textId="77777777" w:rsidR="00A26342" w:rsidRPr="005F5BA9" w:rsidRDefault="00A26342" w:rsidP="00A92968">
      <w:pPr>
        <w:pStyle w:val="Heading5"/>
        <w:keepNext w:val="0"/>
        <w:keepLines w:val="0"/>
        <w:widowControl w:val="0"/>
        <w:numPr>
          <w:ilvl w:val="0"/>
          <w:numId w:val="0"/>
        </w:numPr>
        <w:ind w:left="2160"/>
      </w:pPr>
      <w:r>
        <w:rPr>
          <w:lang w:val="en-US" w:bidi="he-IL"/>
        </w:rPr>
        <w:t xml:space="preserve">Each program may include many small components called </w:t>
      </w:r>
      <w:r>
        <w:rPr>
          <w:b/>
          <w:lang w:val="en-US" w:bidi="he-IL"/>
        </w:rPr>
        <w:t>processes</w:t>
      </w:r>
      <w:r>
        <w:rPr>
          <w:lang w:val="en-US" w:bidi="he-IL"/>
        </w:rPr>
        <w:t>.</w:t>
      </w:r>
    </w:p>
    <w:p w14:paraId="467941CA" w14:textId="77777777" w:rsidR="002367AE" w:rsidRPr="004A0164" w:rsidRDefault="002367AE" w:rsidP="002367AE">
      <w:pPr>
        <w:pStyle w:val="IM-SpecialTitle"/>
        <w:widowControl w:val="0"/>
        <w:outlineLvl w:val="0"/>
        <w:rPr>
          <w:color w:val="0000FF"/>
        </w:rPr>
      </w:pPr>
      <w:r w:rsidRPr="004A0164">
        <w:rPr>
          <w:color w:val="0000FF"/>
        </w:rPr>
        <w:t>Teaching Tip:</w:t>
      </w:r>
    </w:p>
    <w:p w14:paraId="34DDAE83" w14:textId="77777777" w:rsidR="002367AE" w:rsidRPr="004A0164" w:rsidRDefault="002367AE" w:rsidP="002367AE">
      <w:pPr>
        <w:pStyle w:val="IM-Special"/>
        <w:widowControl w:val="0"/>
        <w:rPr>
          <w:color w:val="0000FF"/>
        </w:rPr>
      </w:pPr>
      <w:r w:rsidRPr="004A0164">
        <w:rPr>
          <w:color w:val="0000FF"/>
        </w:rPr>
        <w:t xml:space="preserve">Take a moment to </w:t>
      </w:r>
      <w:r>
        <w:rPr>
          <w:color w:val="0000FF"/>
        </w:rPr>
        <w:t xml:space="preserve">allow students to do the Try This! Activity under Task Management. </w:t>
      </w:r>
    </w:p>
    <w:p w14:paraId="377CA00C" w14:textId="77777777" w:rsidR="005F5BA9" w:rsidRPr="00FB63B9" w:rsidRDefault="005F5BA9" w:rsidP="005F5BA9">
      <w:pPr>
        <w:pStyle w:val="IM-SpecialTitle"/>
        <w:widowControl w:val="0"/>
        <w:tabs>
          <w:tab w:val="left" w:pos="3372"/>
        </w:tabs>
        <w:outlineLvl w:val="0"/>
        <w:rPr>
          <w:color w:val="0000FF"/>
        </w:rPr>
      </w:pPr>
      <w:r w:rsidRPr="00FB63B9">
        <w:rPr>
          <w:color w:val="0000FF"/>
        </w:rPr>
        <w:lastRenderedPageBreak/>
        <w:t>Discussion Point</w:t>
      </w:r>
      <w:r>
        <w:rPr>
          <w:color w:val="0000FF"/>
        </w:rPr>
        <w:tab/>
      </w:r>
    </w:p>
    <w:p w14:paraId="4314B8A3" w14:textId="77777777" w:rsidR="005F5BA9" w:rsidRDefault="005F5BA9" w:rsidP="005F5BA9">
      <w:pPr>
        <w:pStyle w:val="IM-Special"/>
        <w:widowControl w:val="0"/>
        <w:rPr>
          <w:color w:val="0000FF"/>
        </w:rPr>
      </w:pPr>
      <w:r>
        <w:rPr>
          <w:color w:val="0000FF"/>
        </w:rPr>
        <w:t xml:space="preserve">For more detail on task management, explain that a </w:t>
      </w:r>
      <w:r w:rsidRPr="005F5BA9">
        <w:rPr>
          <w:color w:val="0000FF"/>
        </w:rPr>
        <w:t xml:space="preserve">computer cannot simultaneously run more tasks than the number of processors that exist within the computer. </w:t>
      </w:r>
      <w:r w:rsidR="004A2072">
        <w:rPr>
          <w:color w:val="0000FF"/>
        </w:rPr>
        <w:t>Not too long ago</w:t>
      </w:r>
      <w:r w:rsidRPr="005F5BA9">
        <w:rPr>
          <w:color w:val="0000FF"/>
        </w:rPr>
        <w:t>, most microcomputers had only a single processor, so they accomplish</w:t>
      </w:r>
      <w:r w:rsidR="004A2072">
        <w:rPr>
          <w:color w:val="0000FF"/>
        </w:rPr>
        <w:t>ed</w:t>
      </w:r>
      <w:r w:rsidRPr="005F5BA9">
        <w:rPr>
          <w:color w:val="0000FF"/>
        </w:rPr>
        <w:t xml:space="preserve"> multitasking through a scheme that </w:t>
      </w:r>
      <w:r w:rsidR="004A2072">
        <w:rPr>
          <w:color w:val="0000FF"/>
        </w:rPr>
        <w:t>made</w:t>
      </w:r>
      <w:r w:rsidR="004A2072" w:rsidRPr="005F5BA9">
        <w:rPr>
          <w:color w:val="0000FF"/>
        </w:rPr>
        <w:t xml:space="preserve"> </w:t>
      </w:r>
      <w:r w:rsidRPr="005F5BA9">
        <w:rPr>
          <w:color w:val="0000FF"/>
        </w:rPr>
        <w:t>order out of chaos by determining which program responds to the key</w:t>
      </w:r>
      <w:r w:rsidRPr="005F5BA9">
        <w:rPr>
          <w:color w:val="0000FF"/>
        </w:rPr>
        <w:softHyphen/>
        <w:t>strokes and mouse movements. New processors can have multiple CPUs within a single chip,</w:t>
      </w:r>
      <w:r w:rsidR="004A2072">
        <w:rPr>
          <w:color w:val="0000FF"/>
        </w:rPr>
        <w:t xml:space="preserve"> but not usually enough for the many processes,</w:t>
      </w:r>
      <w:r w:rsidRPr="005F5BA9">
        <w:rPr>
          <w:color w:val="0000FF"/>
        </w:rPr>
        <w:t xml:space="preserve"> so they have true multitasking coexisting with task switching. </w:t>
      </w:r>
    </w:p>
    <w:p w14:paraId="4B813DE5" w14:textId="77777777" w:rsidR="00172911" w:rsidRPr="00A92968" w:rsidRDefault="00172911" w:rsidP="00A92968">
      <w:pPr>
        <w:pStyle w:val="Heading3"/>
      </w:pPr>
      <w:r w:rsidRPr="00A92968">
        <w:rPr>
          <w:b/>
        </w:rPr>
        <w:t>File Management</w:t>
      </w:r>
    </w:p>
    <w:p w14:paraId="38305D8C" w14:textId="77777777" w:rsidR="0021298E" w:rsidRDefault="005534B2" w:rsidP="00A92968">
      <w:pPr>
        <w:pStyle w:val="Heading5"/>
        <w:keepNext w:val="0"/>
        <w:keepLines w:val="0"/>
        <w:widowControl w:val="0"/>
        <w:numPr>
          <w:ilvl w:val="0"/>
          <w:numId w:val="0"/>
        </w:numPr>
        <w:ind w:left="2160"/>
      </w:pPr>
      <w:r>
        <w:rPr>
          <w:lang w:val="en-US"/>
        </w:rPr>
        <w:t>Also</w:t>
      </w:r>
      <w:r w:rsidR="00D17415">
        <w:t xml:space="preserve"> </w:t>
      </w:r>
      <w:r>
        <w:rPr>
          <w:lang w:val="en-US"/>
        </w:rPr>
        <w:t xml:space="preserve">called </w:t>
      </w:r>
      <w:r w:rsidR="0021298E">
        <w:t>data management.</w:t>
      </w:r>
    </w:p>
    <w:p w14:paraId="32819828" w14:textId="77777777" w:rsidR="00172911" w:rsidRDefault="0021298E" w:rsidP="00A92968">
      <w:pPr>
        <w:pStyle w:val="Heading5"/>
        <w:keepNext w:val="0"/>
        <w:keepLines w:val="0"/>
        <w:widowControl w:val="0"/>
        <w:numPr>
          <w:ilvl w:val="0"/>
          <w:numId w:val="0"/>
        </w:numPr>
        <w:ind w:left="2160"/>
      </w:pPr>
      <w:r>
        <w:rPr>
          <w:lang w:bidi="he-IL"/>
        </w:rPr>
        <w:t>A</w:t>
      </w:r>
      <w:r w:rsidR="00172911">
        <w:rPr>
          <w:lang w:bidi="he-IL"/>
        </w:rPr>
        <w:t>llows OS to read, write</w:t>
      </w:r>
      <w:r w:rsidR="00183CDC">
        <w:rPr>
          <w:lang w:bidi="he-IL"/>
        </w:rPr>
        <w:t>,</w:t>
      </w:r>
      <w:r w:rsidR="00172911">
        <w:rPr>
          <w:lang w:bidi="he-IL"/>
        </w:rPr>
        <w:t xml:space="preserve"> and modify data.</w:t>
      </w:r>
    </w:p>
    <w:p w14:paraId="30B6F745" w14:textId="77777777" w:rsidR="0021298E" w:rsidRDefault="0021298E" w:rsidP="00A92968">
      <w:pPr>
        <w:pStyle w:val="Heading5"/>
        <w:keepNext w:val="0"/>
        <w:keepLines w:val="0"/>
        <w:widowControl w:val="0"/>
        <w:numPr>
          <w:ilvl w:val="0"/>
          <w:numId w:val="0"/>
        </w:numPr>
        <w:ind w:left="2160"/>
      </w:pPr>
      <w:r>
        <w:t xml:space="preserve">Data (and programs) </w:t>
      </w:r>
      <w:r w:rsidR="00D371CC">
        <w:t xml:space="preserve">are </w:t>
      </w:r>
      <w:r>
        <w:t>organized into files.</w:t>
      </w:r>
    </w:p>
    <w:p w14:paraId="7638E981" w14:textId="77777777" w:rsidR="009968A7" w:rsidRDefault="009968A7" w:rsidP="00A92968">
      <w:pPr>
        <w:pStyle w:val="Heading5"/>
        <w:keepNext w:val="0"/>
        <w:keepLines w:val="0"/>
        <w:widowControl w:val="0"/>
        <w:numPr>
          <w:ilvl w:val="0"/>
          <w:numId w:val="0"/>
        </w:numPr>
        <w:ind w:left="2160"/>
      </w:pPr>
      <w:r>
        <w:rPr>
          <w:lang w:bidi="he-IL"/>
        </w:rPr>
        <w:t xml:space="preserve">A </w:t>
      </w:r>
      <w:r w:rsidRPr="005534B2">
        <w:rPr>
          <w:b/>
          <w:lang w:bidi="he-IL"/>
        </w:rPr>
        <w:t>file system</w:t>
      </w:r>
      <w:r>
        <w:rPr>
          <w:lang w:bidi="he-IL"/>
        </w:rPr>
        <w:t xml:space="preserve"> is the logical structur</w:t>
      </w:r>
      <w:r w:rsidR="00183CDC">
        <w:rPr>
          <w:lang w:bidi="he-IL"/>
        </w:rPr>
        <w:t>e</w:t>
      </w:r>
      <w:r>
        <w:rPr>
          <w:lang w:bidi="he-IL"/>
        </w:rPr>
        <w:t xml:space="preserve"> used on a storage device for storing files. It also includes the code within an operating system that supports file management.</w:t>
      </w:r>
    </w:p>
    <w:p w14:paraId="0062F919" w14:textId="77777777" w:rsidR="005534B2" w:rsidRPr="005534B2" w:rsidRDefault="005534B2" w:rsidP="00A92968">
      <w:pPr>
        <w:pStyle w:val="Heading5"/>
        <w:keepNext w:val="0"/>
        <w:keepLines w:val="0"/>
        <w:widowControl w:val="0"/>
        <w:numPr>
          <w:ilvl w:val="0"/>
          <w:numId w:val="0"/>
        </w:numPr>
        <w:ind w:left="2160"/>
      </w:pPr>
      <w:r>
        <w:rPr>
          <w:b/>
          <w:lang w:val="en-US" w:bidi="he-IL"/>
        </w:rPr>
        <w:t>Formatting</w:t>
      </w:r>
      <w:r>
        <w:rPr>
          <w:lang w:val="en-US" w:bidi="he-IL"/>
        </w:rPr>
        <w:t xml:space="preserve"> writes the logical structure to a storage device.</w:t>
      </w:r>
    </w:p>
    <w:p w14:paraId="6FFAD1AD" w14:textId="77777777" w:rsidR="005534B2" w:rsidRDefault="005534B2" w:rsidP="00A92968">
      <w:pPr>
        <w:pStyle w:val="Heading5"/>
        <w:keepNext w:val="0"/>
        <w:keepLines w:val="0"/>
        <w:widowControl w:val="0"/>
        <w:numPr>
          <w:ilvl w:val="0"/>
          <w:numId w:val="0"/>
        </w:numPr>
        <w:ind w:left="2160"/>
      </w:pPr>
      <w:r w:rsidRPr="005534B2">
        <w:rPr>
          <w:lang w:val="en-US" w:bidi="he-IL"/>
        </w:rPr>
        <w:t>A file system uses storage, such as a conventional hard disk drive or</w:t>
      </w:r>
      <w:r>
        <w:rPr>
          <w:b/>
          <w:lang w:val="en-US" w:bidi="he-IL"/>
        </w:rPr>
        <w:t xml:space="preserve"> solid-state drive (SSD). </w:t>
      </w:r>
    </w:p>
    <w:p w14:paraId="044AD064" w14:textId="77777777" w:rsidR="005534B2" w:rsidRPr="004A0164" w:rsidRDefault="005534B2" w:rsidP="005534B2">
      <w:pPr>
        <w:pStyle w:val="IM-SpecialTitle"/>
        <w:widowControl w:val="0"/>
        <w:outlineLvl w:val="0"/>
        <w:rPr>
          <w:color w:val="0000FF"/>
        </w:rPr>
      </w:pPr>
      <w:r>
        <w:rPr>
          <w:color w:val="0000FF"/>
        </w:rPr>
        <w:t>Discussion Point</w:t>
      </w:r>
      <w:r w:rsidRPr="004A0164">
        <w:rPr>
          <w:color w:val="0000FF"/>
        </w:rPr>
        <w:t>:</w:t>
      </w:r>
    </w:p>
    <w:p w14:paraId="45293577" w14:textId="20A22254" w:rsidR="005534B2" w:rsidRDefault="00BB2A09" w:rsidP="00BB2A09">
      <w:pPr>
        <w:pStyle w:val="IM-Special"/>
        <w:widowControl w:val="0"/>
        <w:rPr>
          <w:sz w:val="20"/>
          <w:szCs w:val="20"/>
        </w:rPr>
      </w:pPr>
      <w:r>
        <w:rPr>
          <w:color w:val="0000FF"/>
        </w:rPr>
        <w:t xml:space="preserve">Not to put too fine a point on the file management discussion, briefly mention that </w:t>
      </w:r>
      <w:r w:rsidR="00A92968">
        <w:rPr>
          <w:color w:val="0000FF"/>
        </w:rPr>
        <w:t>t</w:t>
      </w:r>
      <w:r w:rsidRPr="00BB2A09">
        <w:rPr>
          <w:color w:val="0000FF"/>
        </w:rPr>
        <w:t>he operating system maps the logical organization of the file system to physical locations on the storage device</w:t>
      </w:r>
      <w:r w:rsidR="009560A4">
        <w:rPr>
          <w:color w:val="0000FF"/>
        </w:rPr>
        <w:t>, keeping track</w:t>
      </w:r>
      <w:r w:rsidR="003440B4">
        <w:rPr>
          <w:color w:val="0000FF"/>
        </w:rPr>
        <w:t xml:space="preserve"> so that all pieces of a file can be retrieved.</w:t>
      </w:r>
      <w:r>
        <w:rPr>
          <w:sz w:val="20"/>
          <w:szCs w:val="20"/>
        </w:rPr>
        <w:t xml:space="preserve"> </w:t>
      </w:r>
    </w:p>
    <w:p w14:paraId="58F4E55B" w14:textId="77777777" w:rsidR="00CC76B4" w:rsidRPr="00FB63B9" w:rsidRDefault="00CC76B4" w:rsidP="00CC76B4">
      <w:pPr>
        <w:pStyle w:val="IM-Special"/>
        <w:widowControl w:val="0"/>
        <w:outlineLvl w:val="0"/>
        <w:rPr>
          <w:b/>
          <w:color w:val="0000FF"/>
        </w:rPr>
      </w:pPr>
      <w:r w:rsidRPr="00FB63B9">
        <w:rPr>
          <w:b/>
          <w:color w:val="0000FF"/>
        </w:rPr>
        <w:t>Teaching Tip:</w:t>
      </w:r>
    </w:p>
    <w:p w14:paraId="460FA6B4" w14:textId="0325132A" w:rsidR="00CC76B4" w:rsidRPr="00FB63B9" w:rsidRDefault="00CC76B4" w:rsidP="00CC76B4">
      <w:pPr>
        <w:pStyle w:val="IM-Special"/>
        <w:widowControl w:val="0"/>
        <w:rPr>
          <w:color w:val="0000FF"/>
        </w:rPr>
      </w:pPr>
      <w:r>
        <w:rPr>
          <w:color w:val="0000FF"/>
        </w:rPr>
        <w:t xml:space="preserve">More detail on solid-state drives (SSDs): They use </w:t>
      </w:r>
      <w:r w:rsidR="008612DB">
        <w:rPr>
          <w:color w:val="0000FF"/>
        </w:rPr>
        <w:t xml:space="preserve">rewritable </w:t>
      </w:r>
      <w:r>
        <w:rPr>
          <w:color w:val="0000FF"/>
        </w:rPr>
        <w:t xml:space="preserve">integrated circuits, which the computer can write to and read from much faster than conventional hard disk drives and optical drives. </w:t>
      </w:r>
    </w:p>
    <w:p w14:paraId="617B2EA4" w14:textId="77777777" w:rsidR="00CC76B4" w:rsidRPr="004A0164" w:rsidRDefault="00CC76B4" w:rsidP="00BB2A09">
      <w:pPr>
        <w:pStyle w:val="IM-Special"/>
        <w:widowControl w:val="0"/>
        <w:rPr>
          <w:color w:val="0000FF"/>
        </w:rPr>
      </w:pPr>
    </w:p>
    <w:p w14:paraId="4DB92EF5" w14:textId="77777777" w:rsidR="009968A7" w:rsidRDefault="009968A7" w:rsidP="00A92968">
      <w:pPr>
        <w:pStyle w:val="Heading5"/>
        <w:keepNext w:val="0"/>
        <w:keepLines w:val="0"/>
        <w:widowControl w:val="0"/>
        <w:numPr>
          <w:ilvl w:val="0"/>
          <w:numId w:val="0"/>
        </w:numPr>
        <w:ind w:left="2160"/>
      </w:pPr>
      <w:r>
        <w:rPr>
          <w:lang w:bidi="he-IL"/>
        </w:rPr>
        <w:t xml:space="preserve">A </w:t>
      </w:r>
      <w:r w:rsidRPr="005534B2">
        <w:rPr>
          <w:b/>
          <w:lang w:bidi="he-IL"/>
        </w:rPr>
        <w:t>partition</w:t>
      </w:r>
      <w:r>
        <w:rPr>
          <w:lang w:bidi="he-IL"/>
        </w:rPr>
        <w:t xml:space="preserve"> is a</w:t>
      </w:r>
      <w:r>
        <w:t>n area of a storage device where the logical structure of a single file system reside</w:t>
      </w:r>
      <w:r w:rsidR="00D371CC">
        <w:t>s</w:t>
      </w:r>
      <w:r>
        <w:t>.</w:t>
      </w:r>
      <w:r>
        <w:rPr>
          <w:lang w:bidi="he-IL"/>
        </w:rPr>
        <w:t xml:space="preserve"> </w:t>
      </w:r>
    </w:p>
    <w:p w14:paraId="544B3DA0" w14:textId="77777777" w:rsidR="005534B2" w:rsidRDefault="005534B2" w:rsidP="00A92968">
      <w:pPr>
        <w:pStyle w:val="Heading5"/>
        <w:keepNext w:val="0"/>
        <w:keepLines w:val="0"/>
        <w:widowControl w:val="0"/>
        <w:numPr>
          <w:ilvl w:val="0"/>
          <w:numId w:val="0"/>
        </w:numPr>
        <w:ind w:left="2160"/>
      </w:pPr>
      <w:r>
        <w:rPr>
          <w:lang w:bidi="he-IL"/>
        </w:rPr>
        <w:t xml:space="preserve">File management allows users to organize their files in special files called </w:t>
      </w:r>
      <w:r w:rsidRPr="005534B2">
        <w:rPr>
          <w:b/>
          <w:lang w:bidi="he-IL"/>
        </w:rPr>
        <w:t>folders</w:t>
      </w:r>
      <w:r>
        <w:rPr>
          <w:lang w:bidi="he-IL"/>
        </w:rPr>
        <w:t xml:space="preserve"> or </w:t>
      </w:r>
      <w:r w:rsidRPr="005534B2">
        <w:rPr>
          <w:b/>
          <w:lang w:bidi="he-IL"/>
        </w:rPr>
        <w:t>directories</w:t>
      </w:r>
      <w:r>
        <w:rPr>
          <w:lang w:bidi="he-IL"/>
        </w:rPr>
        <w:t>.</w:t>
      </w:r>
    </w:p>
    <w:p w14:paraId="395BD4E1" w14:textId="77777777" w:rsidR="00172911" w:rsidRPr="00A92968" w:rsidRDefault="00172911" w:rsidP="00A92968">
      <w:pPr>
        <w:pStyle w:val="Heading3"/>
      </w:pPr>
      <w:r w:rsidRPr="00A92968">
        <w:rPr>
          <w:b/>
          <w:lang w:bidi="he-IL"/>
        </w:rPr>
        <w:t>Device Management</w:t>
      </w:r>
    </w:p>
    <w:p w14:paraId="130292A8" w14:textId="77777777" w:rsidR="00172911" w:rsidRDefault="0021298E" w:rsidP="00A92968">
      <w:pPr>
        <w:pStyle w:val="Heading5"/>
        <w:keepNext w:val="0"/>
        <w:keepLines w:val="0"/>
        <w:widowControl w:val="0"/>
        <w:numPr>
          <w:ilvl w:val="0"/>
          <w:numId w:val="0"/>
        </w:numPr>
        <w:ind w:left="2160"/>
      </w:pPr>
      <w:r>
        <w:rPr>
          <w:lang w:bidi="he-IL"/>
        </w:rPr>
        <w:t>C</w:t>
      </w:r>
      <w:r w:rsidR="00172911">
        <w:rPr>
          <w:lang w:bidi="he-IL"/>
        </w:rPr>
        <w:t xml:space="preserve">ontrols hardware </w:t>
      </w:r>
      <w:r w:rsidR="00183CDC">
        <w:rPr>
          <w:lang w:bidi="he-IL"/>
        </w:rPr>
        <w:t>using</w:t>
      </w:r>
      <w:r w:rsidR="00172911">
        <w:rPr>
          <w:lang w:bidi="he-IL"/>
        </w:rPr>
        <w:t xml:space="preserve"> device drivers.</w:t>
      </w:r>
    </w:p>
    <w:p w14:paraId="64C1057B" w14:textId="77777777" w:rsidR="004C0728" w:rsidRDefault="004C0728" w:rsidP="00A92968">
      <w:pPr>
        <w:pStyle w:val="Heading5"/>
        <w:numPr>
          <w:ilvl w:val="0"/>
          <w:numId w:val="0"/>
        </w:numPr>
        <w:ind w:left="2160"/>
      </w:pPr>
      <w:r>
        <w:rPr>
          <w:lang w:bidi="he-IL"/>
        </w:rPr>
        <w:lastRenderedPageBreak/>
        <w:t xml:space="preserve">A </w:t>
      </w:r>
      <w:r w:rsidRPr="00DD4EB3">
        <w:rPr>
          <w:b/>
          <w:lang w:bidi="he-IL"/>
        </w:rPr>
        <w:t>device driver</w:t>
      </w:r>
      <w:r>
        <w:rPr>
          <w:lang w:bidi="he-IL"/>
        </w:rPr>
        <w:t xml:space="preserve"> is a special program installed into an operating system for controlling a device</w:t>
      </w:r>
      <w:r>
        <w:rPr>
          <w:lang w:val="en-US" w:bidi="he-IL"/>
        </w:rPr>
        <w:t>.</w:t>
      </w:r>
    </w:p>
    <w:p w14:paraId="5BFC2057" w14:textId="77777777" w:rsidR="00172911" w:rsidRDefault="0021298E" w:rsidP="00A92968">
      <w:pPr>
        <w:pStyle w:val="Heading5"/>
        <w:keepNext w:val="0"/>
        <w:keepLines w:val="0"/>
        <w:widowControl w:val="0"/>
        <w:numPr>
          <w:ilvl w:val="0"/>
          <w:numId w:val="0"/>
        </w:numPr>
        <w:ind w:left="2160"/>
      </w:pPr>
      <w:r>
        <w:t>Device driver</w:t>
      </w:r>
      <w:r w:rsidR="00D371CC">
        <w:t>s</w:t>
      </w:r>
      <w:r>
        <w:t xml:space="preserve"> </w:t>
      </w:r>
      <w:r w:rsidR="00D371CC">
        <w:t xml:space="preserve">are </w:t>
      </w:r>
      <w:r>
        <w:t>unique to a device (brand and model)</w:t>
      </w:r>
      <w:r w:rsidR="004C0728" w:rsidRPr="004C0728">
        <w:rPr>
          <w:lang w:val="en-US"/>
        </w:rPr>
        <w:t xml:space="preserve"> </w:t>
      </w:r>
      <w:r w:rsidR="00172911">
        <w:rPr>
          <w:lang w:bidi="he-IL"/>
        </w:rPr>
        <w:t>that allow</w:t>
      </w:r>
      <w:r w:rsidR="00D17415">
        <w:rPr>
          <w:lang w:bidi="he-IL"/>
        </w:rPr>
        <w:t>s</w:t>
      </w:r>
      <w:r w:rsidR="00172911">
        <w:rPr>
          <w:lang w:bidi="he-IL"/>
        </w:rPr>
        <w:t xml:space="preserve"> the device to respond to requests from the operating system.</w:t>
      </w:r>
    </w:p>
    <w:p w14:paraId="72718F95" w14:textId="77777777" w:rsidR="004A2072" w:rsidRPr="004A2072" w:rsidRDefault="004A2072" w:rsidP="00A92968">
      <w:pPr>
        <w:pStyle w:val="Heading5"/>
        <w:keepNext w:val="0"/>
        <w:keepLines w:val="0"/>
        <w:widowControl w:val="0"/>
        <w:numPr>
          <w:ilvl w:val="0"/>
          <w:numId w:val="0"/>
        </w:numPr>
        <w:ind w:left="2160"/>
      </w:pPr>
      <w:r>
        <w:rPr>
          <w:lang w:val="en-US"/>
        </w:rPr>
        <w:t xml:space="preserve">OSs are </w:t>
      </w:r>
      <w:r>
        <w:rPr>
          <w:b/>
          <w:lang w:val="en-US"/>
        </w:rPr>
        <w:t>plug-and-play (PNP</w:t>
      </w:r>
      <w:r w:rsidRPr="00027BA4">
        <w:rPr>
          <w:lang w:val="en-US"/>
        </w:rPr>
        <w:t>), detecting an installed device and automatically installing the device driver.</w:t>
      </w:r>
    </w:p>
    <w:p w14:paraId="126F2288" w14:textId="77777777" w:rsidR="006A522C" w:rsidRPr="00FB63B9" w:rsidRDefault="006A522C" w:rsidP="006A522C">
      <w:pPr>
        <w:pStyle w:val="IM-Special"/>
        <w:widowControl w:val="0"/>
        <w:outlineLvl w:val="0"/>
        <w:rPr>
          <w:b/>
          <w:color w:val="0000FF"/>
        </w:rPr>
      </w:pPr>
      <w:r w:rsidRPr="00FB63B9">
        <w:rPr>
          <w:b/>
          <w:color w:val="0000FF"/>
        </w:rPr>
        <w:t>Teaching Tip:</w:t>
      </w:r>
    </w:p>
    <w:p w14:paraId="4C8C7E77" w14:textId="3DAD5723" w:rsidR="006A522C" w:rsidRPr="00FB63B9" w:rsidRDefault="00EB7807" w:rsidP="006A522C">
      <w:pPr>
        <w:pStyle w:val="IM-Special"/>
        <w:widowControl w:val="0"/>
        <w:rPr>
          <w:color w:val="0000FF"/>
        </w:rPr>
      </w:pPr>
      <w:r>
        <w:rPr>
          <w:color w:val="0000FF"/>
        </w:rPr>
        <w:t>Beginning on page 7,</w:t>
      </w:r>
      <w:r w:rsidR="006A522C" w:rsidRPr="00FB63B9">
        <w:rPr>
          <w:color w:val="0000FF"/>
        </w:rPr>
        <w:t xml:space="preserve"> time line of events relating to microcomputer operating systems runs along the bottom of </w:t>
      </w:r>
      <w:r w:rsidR="006A522C">
        <w:rPr>
          <w:color w:val="0000FF"/>
        </w:rPr>
        <w:t xml:space="preserve">several </w:t>
      </w:r>
      <w:r w:rsidR="006A522C" w:rsidRPr="00FB63B9">
        <w:rPr>
          <w:color w:val="0000FF"/>
        </w:rPr>
        <w:t xml:space="preserve">pages </w:t>
      </w:r>
      <w:r w:rsidR="006A522C">
        <w:rPr>
          <w:color w:val="0000FF"/>
        </w:rPr>
        <w:t xml:space="preserve">of this chapter. </w:t>
      </w:r>
    </w:p>
    <w:p w14:paraId="099E2924" w14:textId="77777777" w:rsidR="00AB035C" w:rsidRPr="00A92968" w:rsidRDefault="00AB035C" w:rsidP="0097762F">
      <w:pPr>
        <w:pStyle w:val="Heading3"/>
        <w:keepNext w:val="0"/>
        <w:widowControl w:val="0"/>
        <w:numPr>
          <w:ilvl w:val="2"/>
          <w:numId w:val="12"/>
        </w:numPr>
        <w:rPr>
          <w:b/>
        </w:rPr>
      </w:pPr>
      <w:r w:rsidRPr="00A92968">
        <w:rPr>
          <w:b/>
          <w:lang w:bidi="he-IL"/>
        </w:rPr>
        <w:t>Memory Management</w:t>
      </w:r>
    </w:p>
    <w:p w14:paraId="139CEDAC" w14:textId="77777777" w:rsidR="00AB035C" w:rsidRDefault="00AB035C" w:rsidP="00A92968">
      <w:pPr>
        <w:pStyle w:val="Heading5"/>
        <w:keepNext w:val="0"/>
        <w:keepLines w:val="0"/>
        <w:widowControl w:val="0"/>
        <w:numPr>
          <w:ilvl w:val="0"/>
          <w:numId w:val="0"/>
        </w:numPr>
        <w:ind w:left="2160"/>
      </w:pPr>
      <w:r>
        <w:rPr>
          <w:lang w:bidi="he-IL"/>
        </w:rPr>
        <w:t>Manages the placement of programs and data in memory.</w:t>
      </w:r>
    </w:p>
    <w:p w14:paraId="06569DAE" w14:textId="77777777" w:rsidR="004A2072" w:rsidRPr="00027BA4" w:rsidRDefault="004A2072" w:rsidP="00A92968">
      <w:pPr>
        <w:pStyle w:val="Heading5"/>
        <w:keepNext w:val="0"/>
        <w:keepLines w:val="0"/>
        <w:widowControl w:val="0"/>
        <w:numPr>
          <w:ilvl w:val="0"/>
          <w:numId w:val="0"/>
        </w:numPr>
        <w:ind w:left="2160"/>
      </w:pPr>
      <w:r>
        <w:rPr>
          <w:lang w:val="en-US"/>
        </w:rPr>
        <w:t>Makes optimal use of memory, allowing more code and data than physical RAM can hold. Can cause computer to slow down.</w:t>
      </w:r>
    </w:p>
    <w:p w14:paraId="43EBC68C" w14:textId="77777777" w:rsidR="004A2072" w:rsidRDefault="004A2072" w:rsidP="00A92968">
      <w:pPr>
        <w:pStyle w:val="Heading5"/>
        <w:keepNext w:val="0"/>
        <w:keepLines w:val="0"/>
        <w:widowControl w:val="0"/>
        <w:numPr>
          <w:ilvl w:val="0"/>
          <w:numId w:val="0"/>
        </w:numPr>
        <w:ind w:left="2160"/>
      </w:pPr>
      <w:r>
        <w:rPr>
          <w:lang w:val="en-US"/>
        </w:rPr>
        <w:t>Adding more memory (up to limits of hardware and OS) will allow apps to run faster.</w:t>
      </w:r>
    </w:p>
    <w:p w14:paraId="472CB463" w14:textId="77777777" w:rsidR="00AB035C" w:rsidRPr="004A0164" w:rsidRDefault="00AB035C" w:rsidP="00AB035C">
      <w:pPr>
        <w:pStyle w:val="IM-SpecialTitle"/>
        <w:widowControl w:val="0"/>
        <w:outlineLvl w:val="0"/>
        <w:rPr>
          <w:color w:val="0000FF"/>
        </w:rPr>
      </w:pPr>
      <w:r>
        <w:rPr>
          <w:color w:val="0000FF"/>
        </w:rPr>
        <w:t>Discussion Point</w:t>
      </w:r>
      <w:r w:rsidRPr="004A0164">
        <w:rPr>
          <w:color w:val="0000FF"/>
        </w:rPr>
        <w:t>:</w:t>
      </w:r>
    </w:p>
    <w:p w14:paraId="19111767" w14:textId="77777777" w:rsidR="00AB035C" w:rsidRPr="004A0164" w:rsidRDefault="00AB035C" w:rsidP="00AB035C">
      <w:pPr>
        <w:pStyle w:val="IM-Special"/>
        <w:widowControl w:val="0"/>
        <w:rPr>
          <w:color w:val="0000FF"/>
        </w:rPr>
      </w:pPr>
      <w:r>
        <w:rPr>
          <w:color w:val="0000FF"/>
        </w:rPr>
        <w:t>Ask students if they have heard of a computer being slow because it does not have enough RAM. Do they know why this happens? Explain that if a computer does not have enough physical RAM for the active programs and their data, the OS memory manager will move code and data, as necessary, to a portion of the disk defined as virtual memory. The OS does this transfer of code and data that are part of a program that currently does not have the user’s attention. Then point out that a computer may become noticeably slower when this occurs.</w:t>
      </w:r>
    </w:p>
    <w:p w14:paraId="3FBB914D" w14:textId="77777777" w:rsidR="00172911" w:rsidRPr="00A92968" w:rsidRDefault="00172911" w:rsidP="00A92968">
      <w:pPr>
        <w:pStyle w:val="Heading3"/>
      </w:pPr>
      <w:r w:rsidRPr="00A92968">
        <w:rPr>
          <w:b/>
        </w:rPr>
        <w:t>Security</w:t>
      </w:r>
    </w:p>
    <w:p w14:paraId="19C20A5F" w14:textId="4F96EEF6" w:rsidR="00172911" w:rsidRDefault="0021298E" w:rsidP="00A92968">
      <w:pPr>
        <w:pStyle w:val="Heading5"/>
        <w:keepNext w:val="0"/>
        <w:keepLines w:val="0"/>
        <w:widowControl w:val="0"/>
        <w:numPr>
          <w:ilvl w:val="0"/>
          <w:numId w:val="0"/>
        </w:numPr>
        <w:ind w:left="2160"/>
      </w:pPr>
      <w:r>
        <w:rPr>
          <w:lang w:bidi="he-IL"/>
        </w:rPr>
        <w:t>P</w:t>
      </w:r>
      <w:r w:rsidR="00172911">
        <w:rPr>
          <w:lang w:bidi="he-IL"/>
        </w:rPr>
        <w:t>rovides password-protected authentication of the user</w:t>
      </w:r>
      <w:r w:rsidR="003F231D">
        <w:rPr>
          <w:lang w:val="en-US" w:bidi="he-IL"/>
        </w:rPr>
        <w:t xml:space="preserve"> </w:t>
      </w:r>
      <w:r w:rsidR="00172911">
        <w:rPr>
          <w:lang w:bidi="he-IL"/>
        </w:rPr>
        <w:t>before allowing access.</w:t>
      </w:r>
    </w:p>
    <w:p w14:paraId="4414985B" w14:textId="77777777" w:rsidR="00172911" w:rsidRDefault="00AC2715" w:rsidP="00A92968">
      <w:pPr>
        <w:pStyle w:val="Heading5"/>
        <w:keepNext w:val="0"/>
        <w:keepLines w:val="0"/>
        <w:widowControl w:val="0"/>
        <w:numPr>
          <w:ilvl w:val="0"/>
          <w:numId w:val="0"/>
        </w:numPr>
        <w:ind w:left="2160"/>
      </w:pPr>
      <w:r>
        <w:rPr>
          <w:lang w:val="en-US" w:bidi="he-IL"/>
        </w:rPr>
        <w:t>An operating system may provide other security features beyond authentication, such as antivirus protection and file and folder permissions</w:t>
      </w:r>
      <w:r w:rsidR="00172911">
        <w:rPr>
          <w:lang w:bidi="he-IL"/>
        </w:rPr>
        <w:t>.</w:t>
      </w:r>
    </w:p>
    <w:p w14:paraId="6525BD96" w14:textId="77777777" w:rsidR="005534B2" w:rsidRPr="004A0164" w:rsidRDefault="005534B2" w:rsidP="005534B2">
      <w:pPr>
        <w:pStyle w:val="IM-SpecialTitle"/>
        <w:widowControl w:val="0"/>
        <w:outlineLvl w:val="0"/>
        <w:rPr>
          <w:color w:val="0000FF"/>
        </w:rPr>
      </w:pPr>
      <w:r>
        <w:rPr>
          <w:color w:val="0000FF"/>
        </w:rPr>
        <w:t>Discussion Point</w:t>
      </w:r>
      <w:r w:rsidRPr="004A0164">
        <w:rPr>
          <w:color w:val="0000FF"/>
        </w:rPr>
        <w:t>:</w:t>
      </w:r>
    </w:p>
    <w:p w14:paraId="73E71E39" w14:textId="77777777" w:rsidR="005534B2" w:rsidRPr="004A0164" w:rsidRDefault="005534B2" w:rsidP="005534B2">
      <w:pPr>
        <w:pStyle w:val="IM-Special"/>
        <w:widowControl w:val="0"/>
        <w:rPr>
          <w:color w:val="0000FF"/>
        </w:rPr>
      </w:pPr>
      <w:r w:rsidRPr="005534B2">
        <w:rPr>
          <w:color w:val="0000FF"/>
        </w:rPr>
        <w:t xml:space="preserve">If the operating system and its file system support it, </w:t>
      </w:r>
      <w:r>
        <w:rPr>
          <w:color w:val="0000FF"/>
        </w:rPr>
        <w:t>an administrator</w:t>
      </w:r>
      <w:r w:rsidRPr="005534B2">
        <w:rPr>
          <w:color w:val="0000FF"/>
        </w:rPr>
        <w:t xml:space="preserve"> can grant or withhold special permissions from accounts to allow for a customized level of security for each user.</w:t>
      </w:r>
      <w:r>
        <w:rPr>
          <w:color w:val="0000FF"/>
        </w:rPr>
        <w:t xml:space="preserve"> More on this in Chapter 2.</w:t>
      </w:r>
    </w:p>
    <w:p w14:paraId="707E8EE1" w14:textId="77777777" w:rsidR="00172911" w:rsidRDefault="009B7A4B" w:rsidP="00C1650A">
      <w:pPr>
        <w:pStyle w:val="Heading1"/>
        <w:keepNext w:val="0"/>
        <w:widowControl w:val="0"/>
      </w:pPr>
      <w:r>
        <w:rPr>
          <w:lang w:bidi="he-IL"/>
        </w:rPr>
        <w:t xml:space="preserve">LO 1.2 </w:t>
      </w:r>
      <w:r w:rsidR="00172911">
        <w:rPr>
          <w:lang w:bidi="he-IL"/>
        </w:rPr>
        <w:t>Yesterday’s Operating Systems</w:t>
      </w:r>
    </w:p>
    <w:p w14:paraId="6EC95D1E" w14:textId="77777777" w:rsidR="00F949A5" w:rsidRPr="00FB63B9" w:rsidRDefault="00F949A5" w:rsidP="00F949A5">
      <w:pPr>
        <w:pStyle w:val="IM-Special"/>
        <w:widowControl w:val="0"/>
        <w:outlineLvl w:val="0"/>
        <w:rPr>
          <w:b/>
          <w:color w:val="0000FF"/>
        </w:rPr>
      </w:pPr>
      <w:r w:rsidRPr="00FB63B9">
        <w:rPr>
          <w:b/>
          <w:color w:val="0000FF"/>
        </w:rPr>
        <w:t>Teaching Tip:</w:t>
      </w:r>
    </w:p>
    <w:p w14:paraId="3E063080" w14:textId="1EDCAEFF" w:rsidR="00F949A5" w:rsidRPr="00FB63B9" w:rsidRDefault="00F949A5" w:rsidP="00F949A5">
      <w:pPr>
        <w:pStyle w:val="IM-Special"/>
        <w:widowControl w:val="0"/>
        <w:rPr>
          <w:color w:val="0000FF"/>
        </w:rPr>
      </w:pPr>
      <w:r>
        <w:rPr>
          <w:color w:val="0000FF"/>
        </w:rPr>
        <w:t xml:space="preserve">Many events </w:t>
      </w:r>
      <w:r w:rsidR="00EB7807">
        <w:rPr>
          <w:color w:val="0000FF"/>
        </w:rPr>
        <w:t xml:space="preserve">that </w:t>
      </w:r>
      <w:r>
        <w:rPr>
          <w:color w:val="0000FF"/>
        </w:rPr>
        <w:t xml:space="preserve">appear on </w:t>
      </w:r>
      <w:r w:rsidR="00EB7807">
        <w:rPr>
          <w:color w:val="0000FF"/>
        </w:rPr>
        <w:t xml:space="preserve">the </w:t>
      </w:r>
      <w:r>
        <w:rPr>
          <w:color w:val="0000FF"/>
        </w:rPr>
        <w:t>timeline</w:t>
      </w:r>
      <w:r w:rsidR="00EB7807">
        <w:rPr>
          <w:color w:val="0000FF"/>
        </w:rPr>
        <w:t xml:space="preserve"> are not discussed </w:t>
      </w:r>
      <w:r>
        <w:rPr>
          <w:color w:val="0000FF"/>
        </w:rPr>
        <w:t xml:space="preserve">in the content. </w:t>
      </w:r>
      <w:r w:rsidRPr="00FB63B9">
        <w:rPr>
          <w:color w:val="0000FF"/>
        </w:rPr>
        <w:t xml:space="preserve">Review this time </w:t>
      </w:r>
      <w:r w:rsidRPr="00FB63B9">
        <w:rPr>
          <w:color w:val="0000FF"/>
        </w:rPr>
        <w:lastRenderedPageBreak/>
        <w:t>line and be prepared to discuss selected events with the students</w:t>
      </w:r>
      <w:r>
        <w:rPr>
          <w:color w:val="0000FF"/>
        </w:rPr>
        <w:t xml:space="preserve">. </w:t>
      </w:r>
      <w:r w:rsidRPr="00FB63B9">
        <w:rPr>
          <w:color w:val="0000FF"/>
        </w:rPr>
        <w:t>Consider recent events you would add to it.</w:t>
      </w:r>
    </w:p>
    <w:p w14:paraId="4EEB4D27" w14:textId="58C9C562" w:rsidR="00A92968" w:rsidRPr="00A92968" w:rsidRDefault="00A92968" w:rsidP="00C1650A">
      <w:pPr>
        <w:pStyle w:val="Heading2"/>
        <w:keepNext w:val="0"/>
        <w:widowControl w:val="0"/>
        <w:rPr>
          <w:lang w:bidi="he-IL"/>
        </w:rPr>
      </w:pPr>
      <w:r>
        <w:rPr>
          <w:lang w:val="en-US" w:bidi="he-IL"/>
        </w:rPr>
        <w:t>Introduction to Learning Objective 1.2</w:t>
      </w:r>
    </w:p>
    <w:p w14:paraId="7B153B6E" w14:textId="3704D1A4" w:rsidR="00E926BC" w:rsidRPr="00E926BC" w:rsidRDefault="006753CF" w:rsidP="00A92968">
      <w:pPr>
        <w:pStyle w:val="Heading3"/>
        <w:rPr>
          <w:lang w:bidi="he-IL"/>
        </w:rPr>
      </w:pPr>
      <w:r>
        <w:rPr>
          <w:lang w:bidi="he-IL"/>
        </w:rPr>
        <w:t>Miniaturization</w:t>
      </w:r>
      <w:r w:rsidR="00E926BC">
        <w:rPr>
          <w:lang w:bidi="he-IL"/>
        </w:rPr>
        <w:t xml:space="preserve"> of computer components led to </w:t>
      </w:r>
      <w:r>
        <w:rPr>
          <w:lang w:bidi="he-IL"/>
        </w:rPr>
        <w:t>evolution</w:t>
      </w:r>
      <w:r w:rsidR="00E926BC">
        <w:rPr>
          <w:lang w:bidi="he-IL"/>
        </w:rPr>
        <w:t xml:space="preserve"> of desktop OS available to consumer</w:t>
      </w:r>
      <w:r>
        <w:rPr>
          <w:lang w:bidi="he-IL"/>
        </w:rPr>
        <w:t>.</w:t>
      </w:r>
    </w:p>
    <w:p w14:paraId="567ABC56" w14:textId="72CE09BA" w:rsidR="00253748" w:rsidRPr="0060228B" w:rsidRDefault="00FB5F9D" w:rsidP="00A92968">
      <w:pPr>
        <w:pStyle w:val="Heading3"/>
        <w:numPr>
          <w:ilvl w:val="0"/>
          <w:numId w:val="0"/>
        </w:numPr>
        <w:ind w:left="1440" w:firstLine="720"/>
        <w:rPr>
          <w:lang w:bidi="he-IL"/>
        </w:rPr>
      </w:pPr>
      <w:r>
        <w:rPr>
          <w:lang w:val="en-US" w:bidi="he-IL"/>
        </w:rPr>
        <w:t>Over several decades</w:t>
      </w:r>
      <w:r w:rsidR="003C6831">
        <w:rPr>
          <w:lang w:val="en-US" w:bidi="he-IL"/>
        </w:rPr>
        <w:t>.</w:t>
      </w:r>
    </w:p>
    <w:p w14:paraId="655815B6" w14:textId="1F22A01D" w:rsidR="0060228B" w:rsidRPr="0060228B" w:rsidRDefault="0060228B" w:rsidP="00A92968">
      <w:pPr>
        <w:pStyle w:val="Heading3"/>
        <w:numPr>
          <w:ilvl w:val="0"/>
          <w:numId w:val="0"/>
        </w:numPr>
        <w:ind w:left="1440" w:firstLine="720"/>
        <w:rPr>
          <w:lang w:bidi="he-IL"/>
        </w:rPr>
      </w:pPr>
      <w:r>
        <w:rPr>
          <w:lang w:val="en-US" w:bidi="he-IL"/>
        </w:rPr>
        <w:t>Technical advances</w:t>
      </w:r>
    </w:p>
    <w:p w14:paraId="0E6534DB" w14:textId="3CF36B6E" w:rsidR="0060228B" w:rsidRPr="0060228B" w:rsidRDefault="0060228B" w:rsidP="00A92968">
      <w:pPr>
        <w:pStyle w:val="Heading3"/>
        <w:numPr>
          <w:ilvl w:val="0"/>
          <w:numId w:val="0"/>
        </w:numPr>
        <w:ind w:left="1440" w:firstLine="720"/>
        <w:rPr>
          <w:lang w:bidi="he-IL"/>
        </w:rPr>
      </w:pPr>
      <w:r>
        <w:rPr>
          <w:lang w:val="en-US" w:bidi="he-IL"/>
        </w:rPr>
        <w:t>Evolutionary changes in how people use computers.</w:t>
      </w:r>
    </w:p>
    <w:p w14:paraId="616D27E9" w14:textId="11CA0258" w:rsidR="0060228B" w:rsidRPr="006A3E1F" w:rsidRDefault="006A3E1F" w:rsidP="00A92968">
      <w:pPr>
        <w:pStyle w:val="Heading3"/>
        <w:numPr>
          <w:ilvl w:val="0"/>
          <w:numId w:val="0"/>
        </w:numPr>
        <w:ind w:left="1440" w:firstLine="720"/>
        <w:rPr>
          <w:lang w:bidi="he-IL"/>
        </w:rPr>
      </w:pPr>
      <w:r>
        <w:rPr>
          <w:lang w:val="en-US" w:bidi="he-IL"/>
        </w:rPr>
        <w:t>Computers as multipurpose devices.</w:t>
      </w:r>
    </w:p>
    <w:p w14:paraId="0DC8AB03" w14:textId="1F4C1D16" w:rsidR="006A3E1F" w:rsidRPr="00994FCA" w:rsidRDefault="006A3E1F" w:rsidP="00A92968">
      <w:pPr>
        <w:pStyle w:val="Heading3"/>
        <w:numPr>
          <w:ilvl w:val="0"/>
          <w:numId w:val="0"/>
        </w:numPr>
        <w:ind w:left="1440" w:firstLine="720"/>
        <w:rPr>
          <w:lang w:bidi="he-IL"/>
        </w:rPr>
      </w:pPr>
      <w:r>
        <w:rPr>
          <w:lang w:val="en-US" w:bidi="he-IL"/>
        </w:rPr>
        <w:t xml:space="preserve">Early user government agency, research institute, </w:t>
      </w:r>
      <w:r w:rsidR="00994FCA">
        <w:rPr>
          <w:lang w:val="en-US" w:bidi="he-IL"/>
        </w:rPr>
        <w:t>or large business.</w:t>
      </w:r>
    </w:p>
    <w:p w14:paraId="46049608" w14:textId="26AFF959" w:rsidR="00994FCA" w:rsidRDefault="00994FCA" w:rsidP="00A92968">
      <w:pPr>
        <w:pStyle w:val="Heading3"/>
        <w:numPr>
          <w:ilvl w:val="0"/>
          <w:numId w:val="0"/>
        </w:numPr>
        <w:ind w:left="1440" w:firstLine="720"/>
        <w:rPr>
          <w:lang w:bidi="he-IL"/>
        </w:rPr>
      </w:pPr>
      <w:r>
        <w:rPr>
          <w:lang w:val="en-US" w:bidi="he-IL"/>
        </w:rPr>
        <w:t>Each user defined the single purpose of computer.</w:t>
      </w:r>
    </w:p>
    <w:p w14:paraId="1CD972A3" w14:textId="2B254B91" w:rsidR="006277BA" w:rsidRDefault="006277BA" w:rsidP="00C1650A">
      <w:pPr>
        <w:pStyle w:val="Heading2"/>
        <w:keepNext w:val="0"/>
        <w:widowControl w:val="0"/>
        <w:rPr>
          <w:lang w:bidi="he-IL"/>
        </w:rPr>
      </w:pPr>
      <w:r>
        <w:rPr>
          <w:lang w:bidi="he-IL"/>
        </w:rPr>
        <w:t>UNIX</w:t>
      </w:r>
      <w:r w:rsidR="00A92968" w:rsidRPr="00A92968">
        <w:rPr>
          <w:b w:val="0"/>
          <w:bCs/>
        </w:rPr>
        <w:t xml:space="preserve"> </w:t>
      </w:r>
      <w:r w:rsidR="00A92968" w:rsidRPr="00A92968">
        <w:rPr>
          <w:bCs/>
        </w:rPr>
        <w:t>—</w:t>
      </w:r>
      <w:r w:rsidR="00A92968">
        <w:rPr>
          <w:b w:val="0"/>
          <w:bCs/>
        </w:rPr>
        <w:t xml:space="preserve"> </w:t>
      </w:r>
      <w:r>
        <w:rPr>
          <w:lang w:bidi="he-IL"/>
        </w:rPr>
        <w:t xml:space="preserve">The </w:t>
      </w:r>
      <w:r w:rsidR="006D41E3">
        <w:rPr>
          <w:lang w:val="en-US" w:bidi="he-IL"/>
        </w:rPr>
        <w:t>Operating System</w:t>
      </w:r>
      <w:r>
        <w:rPr>
          <w:lang w:bidi="he-IL"/>
        </w:rPr>
        <w:t xml:space="preserve"> for All Platforms</w:t>
      </w:r>
    </w:p>
    <w:p w14:paraId="5D0FA1FE" w14:textId="77777777" w:rsidR="00982393" w:rsidRDefault="00982393" w:rsidP="0097762F">
      <w:pPr>
        <w:pStyle w:val="Heading3"/>
        <w:numPr>
          <w:ilvl w:val="0"/>
          <w:numId w:val="15"/>
        </w:numPr>
        <w:rPr>
          <w:lang w:bidi="he-IL"/>
        </w:rPr>
      </w:pPr>
      <w:r>
        <w:rPr>
          <w:lang w:bidi="he-IL"/>
        </w:rPr>
        <w:t xml:space="preserve">Started </w:t>
      </w:r>
      <w:r w:rsidRPr="00A37914">
        <w:rPr>
          <w:lang w:val="en-US" w:bidi="he-IL"/>
        </w:rPr>
        <w:t>with</w:t>
      </w:r>
      <w:r>
        <w:rPr>
          <w:lang w:bidi="he-IL"/>
        </w:rPr>
        <w:t xml:space="preserve"> an OS for a Digital Equipment Corporation (DEC) computer</w:t>
      </w:r>
      <w:r w:rsidR="00835025">
        <w:rPr>
          <w:lang w:val="en-US" w:bidi="he-IL"/>
        </w:rPr>
        <w:t>.</w:t>
      </w:r>
    </w:p>
    <w:p w14:paraId="3BC671C1" w14:textId="60A7025C" w:rsidR="00AC2715" w:rsidRPr="00AC2715" w:rsidRDefault="004E629E" w:rsidP="0097762F">
      <w:pPr>
        <w:pStyle w:val="Heading3"/>
        <w:numPr>
          <w:ilvl w:val="0"/>
          <w:numId w:val="15"/>
        </w:numPr>
        <w:rPr>
          <w:lang w:bidi="he-IL"/>
        </w:rPr>
      </w:pPr>
      <w:r>
        <w:rPr>
          <w:lang w:val="en-US" w:bidi="he-IL"/>
        </w:rPr>
        <w:t xml:space="preserve">Further work done at </w:t>
      </w:r>
      <w:r w:rsidR="00AC2715">
        <w:rPr>
          <w:lang w:val="en-US" w:bidi="he-IL"/>
        </w:rPr>
        <w:t>Bell Labs</w:t>
      </w:r>
    </w:p>
    <w:p w14:paraId="696DA81E" w14:textId="77777777" w:rsidR="00982393" w:rsidRDefault="00982393" w:rsidP="00EE732D">
      <w:pPr>
        <w:pStyle w:val="Heading4"/>
        <w:numPr>
          <w:ilvl w:val="0"/>
          <w:numId w:val="0"/>
        </w:numPr>
        <w:ind w:left="2160"/>
        <w:rPr>
          <w:lang w:bidi="he-IL"/>
        </w:rPr>
      </w:pPr>
      <w:r>
        <w:rPr>
          <w:lang w:bidi="he-IL"/>
        </w:rPr>
        <w:t xml:space="preserve">1975: </w:t>
      </w:r>
      <w:r w:rsidR="001F4B4D">
        <w:rPr>
          <w:lang w:val="en-US" w:bidi="he-IL"/>
        </w:rPr>
        <w:t>UNIX</w:t>
      </w:r>
      <w:r>
        <w:rPr>
          <w:lang w:bidi="he-IL"/>
        </w:rPr>
        <w:t xml:space="preserve"> emerged from Bell Labs Computer Science Research Center (Bell Labs) as UNIX version 6 </w:t>
      </w:r>
      <w:r w:rsidR="00835025">
        <w:rPr>
          <w:lang w:bidi="he-IL"/>
        </w:rPr>
        <w:t xml:space="preserve">for minicomputers and mainframe </w:t>
      </w:r>
      <w:r w:rsidR="00835025">
        <w:rPr>
          <w:lang w:bidi="he-IL"/>
        </w:rPr>
        <w:lastRenderedPageBreak/>
        <w:t>computers distributed with government, commercial, and academic licenses.</w:t>
      </w:r>
    </w:p>
    <w:p w14:paraId="2ED763F6" w14:textId="77777777" w:rsidR="00835025" w:rsidRPr="00835025" w:rsidRDefault="00896AE2" w:rsidP="003E4C3D">
      <w:pPr>
        <w:pStyle w:val="Heading4"/>
        <w:numPr>
          <w:ilvl w:val="0"/>
          <w:numId w:val="0"/>
        </w:numPr>
        <w:ind w:left="2160"/>
        <w:rPr>
          <w:lang w:bidi="he-IL"/>
        </w:rPr>
      </w:pPr>
      <w:r w:rsidRPr="00896AE2">
        <w:t>A</w:t>
      </w:r>
      <w:r>
        <w:rPr>
          <w:b/>
          <w:lang w:bidi="he-IL"/>
        </w:rPr>
        <w:t xml:space="preserve"> p</w:t>
      </w:r>
      <w:r w:rsidR="00982393" w:rsidRPr="00896AE2">
        <w:rPr>
          <w:b/>
          <w:lang w:bidi="he-IL"/>
        </w:rPr>
        <w:t xml:space="preserve">ortable </w:t>
      </w:r>
      <w:r w:rsidR="00835025" w:rsidRPr="00896AE2">
        <w:rPr>
          <w:b/>
          <w:lang w:bidi="he-IL"/>
        </w:rPr>
        <w:t>operating system</w:t>
      </w:r>
      <w:r w:rsidR="00835025">
        <w:rPr>
          <w:lang w:bidi="he-IL"/>
        </w:rPr>
        <w:t xml:space="preserve"> works on a variety of platforms with minor alterations.</w:t>
      </w:r>
      <w:r w:rsidR="00982393">
        <w:rPr>
          <w:lang w:bidi="he-IL"/>
        </w:rPr>
        <w:t xml:space="preserve"> </w:t>
      </w:r>
    </w:p>
    <w:p w14:paraId="18229EC6" w14:textId="77777777" w:rsidR="00AC2715" w:rsidRDefault="00982393" w:rsidP="0097762F">
      <w:pPr>
        <w:pStyle w:val="Heading3"/>
        <w:numPr>
          <w:ilvl w:val="2"/>
          <w:numId w:val="16"/>
        </w:numPr>
        <w:rPr>
          <w:lang w:bidi="he-IL"/>
        </w:rPr>
      </w:pPr>
      <w:r>
        <w:rPr>
          <w:lang w:bidi="he-IL"/>
        </w:rPr>
        <w:t>University of C</w:t>
      </w:r>
      <w:r w:rsidR="00CD54A4">
        <w:rPr>
          <w:lang w:bidi="he-IL"/>
        </w:rPr>
        <w:t>alifornia</w:t>
      </w:r>
      <w:r>
        <w:rPr>
          <w:lang w:bidi="he-IL"/>
        </w:rPr>
        <w:t xml:space="preserve"> at </w:t>
      </w:r>
      <w:r w:rsidR="00825D2F">
        <w:rPr>
          <w:lang w:bidi="he-IL"/>
        </w:rPr>
        <w:t>Berkeley</w:t>
      </w:r>
      <w:r>
        <w:rPr>
          <w:lang w:bidi="he-IL"/>
        </w:rPr>
        <w:t xml:space="preserve"> </w:t>
      </w:r>
    </w:p>
    <w:p w14:paraId="0331D392" w14:textId="03EF27D6" w:rsidR="00982393" w:rsidRDefault="00945F34" w:rsidP="00945F34">
      <w:pPr>
        <w:pStyle w:val="Heading4"/>
        <w:numPr>
          <w:ilvl w:val="0"/>
          <w:numId w:val="0"/>
        </w:numPr>
        <w:ind w:left="2160"/>
        <w:rPr>
          <w:lang w:bidi="he-IL"/>
        </w:rPr>
      </w:pPr>
      <w:r>
        <w:rPr>
          <w:lang w:val="en-US" w:bidi="he-IL"/>
        </w:rPr>
        <w:t>L</w:t>
      </w:r>
      <w:r w:rsidR="00982393">
        <w:rPr>
          <w:lang w:bidi="he-IL"/>
        </w:rPr>
        <w:t>icensed UNIX</w:t>
      </w:r>
      <w:r w:rsidR="00AC2715">
        <w:rPr>
          <w:lang w:val="en-US" w:bidi="he-IL"/>
        </w:rPr>
        <w:t xml:space="preserve"> from Bell Labs</w:t>
      </w:r>
      <w:r w:rsidR="00982393">
        <w:rPr>
          <w:lang w:bidi="he-IL"/>
        </w:rPr>
        <w:t>, modified it, and distributed it as Berkeley Software Distribution (BSD)</w:t>
      </w:r>
      <w:r w:rsidR="00835025">
        <w:rPr>
          <w:lang w:val="en-US" w:bidi="he-IL"/>
        </w:rPr>
        <w:t xml:space="preserve"> version 4.2</w:t>
      </w:r>
      <w:r w:rsidR="00982393">
        <w:rPr>
          <w:lang w:bidi="he-IL"/>
        </w:rPr>
        <w:t>.</w:t>
      </w:r>
    </w:p>
    <w:p w14:paraId="298E4003" w14:textId="77777777" w:rsidR="00AC2715" w:rsidRPr="00471BBF" w:rsidRDefault="00AC2715" w:rsidP="00471BBF">
      <w:pPr>
        <w:pStyle w:val="Heading4"/>
        <w:numPr>
          <w:ilvl w:val="0"/>
          <w:numId w:val="0"/>
        </w:numPr>
        <w:ind w:left="2160"/>
        <w:rPr>
          <w:lang w:bidi="he-IL"/>
        </w:rPr>
      </w:pPr>
      <w:r w:rsidRPr="00471BBF">
        <w:rPr>
          <w:lang w:val="en-US" w:bidi="he-IL"/>
        </w:rPr>
        <w:t>Students and others improved on and added to UNIX, sharing code.</w:t>
      </w:r>
    </w:p>
    <w:p w14:paraId="513A80DE" w14:textId="77777777" w:rsidR="00AC2715" w:rsidRPr="00AC2715" w:rsidRDefault="00982393" w:rsidP="00C1650A">
      <w:pPr>
        <w:pStyle w:val="Heading3"/>
        <w:rPr>
          <w:lang w:bidi="he-IL"/>
        </w:rPr>
      </w:pPr>
      <w:r>
        <w:rPr>
          <w:lang w:bidi="he-IL"/>
        </w:rPr>
        <w:t xml:space="preserve">UNIX </w:t>
      </w:r>
      <w:r w:rsidR="00AC2715">
        <w:rPr>
          <w:lang w:val="en-US" w:bidi="he-IL"/>
        </w:rPr>
        <w:t>Going Forward</w:t>
      </w:r>
    </w:p>
    <w:p w14:paraId="4C6EA3F5" w14:textId="77777777" w:rsidR="00982393" w:rsidRDefault="00982393" w:rsidP="003D0EC8">
      <w:pPr>
        <w:pStyle w:val="Heading4"/>
        <w:numPr>
          <w:ilvl w:val="0"/>
          <w:numId w:val="0"/>
        </w:numPr>
        <w:ind w:left="2160"/>
        <w:rPr>
          <w:lang w:bidi="he-IL"/>
        </w:rPr>
      </w:pPr>
      <w:r>
        <w:rPr>
          <w:lang w:bidi="he-IL"/>
        </w:rPr>
        <w:t>Free BSD, Net BSD, Open B</w:t>
      </w:r>
      <w:r w:rsidR="00CD54A4">
        <w:rPr>
          <w:lang w:bidi="he-IL"/>
        </w:rPr>
        <w:t>S</w:t>
      </w:r>
      <w:r>
        <w:rPr>
          <w:lang w:bidi="he-IL"/>
        </w:rPr>
        <w:t>D, and Open Solaris.</w:t>
      </w:r>
    </w:p>
    <w:p w14:paraId="4B94C9A4" w14:textId="77777777" w:rsidR="00982393" w:rsidRDefault="00982393" w:rsidP="003D0EC8">
      <w:pPr>
        <w:pStyle w:val="Heading4"/>
        <w:numPr>
          <w:ilvl w:val="0"/>
          <w:numId w:val="0"/>
        </w:numPr>
        <w:ind w:left="2160"/>
        <w:rPr>
          <w:lang w:bidi="he-IL"/>
        </w:rPr>
      </w:pPr>
      <w:r>
        <w:rPr>
          <w:lang w:bidi="he-IL"/>
        </w:rPr>
        <w:t>Commercial versions: AIX, OpenServer (derived from SCO UNIX), and HP/UX.</w:t>
      </w:r>
    </w:p>
    <w:p w14:paraId="2608780A" w14:textId="77777777" w:rsidR="00982393" w:rsidRDefault="00982393" w:rsidP="003D0EC8">
      <w:pPr>
        <w:pStyle w:val="Heading4"/>
        <w:numPr>
          <w:ilvl w:val="0"/>
          <w:numId w:val="0"/>
        </w:numPr>
        <w:ind w:left="2160"/>
        <w:rPr>
          <w:lang w:bidi="he-IL"/>
        </w:rPr>
      </w:pPr>
      <w:r>
        <w:rPr>
          <w:lang w:bidi="he-IL"/>
        </w:rPr>
        <w:t>UNIX versions run on PCs and very large computer systems</w:t>
      </w:r>
      <w:r w:rsidR="00896AE2">
        <w:rPr>
          <w:lang w:val="en-US" w:bidi="he-IL"/>
        </w:rPr>
        <w:t xml:space="preserve"> including many Internet servers</w:t>
      </w:r>
      <w:r>
        <w:rPr>
          <w:lang w:bidi="he-IL"/>
        </w:rPr>
        <w:t>.</w:t>
      </w:r>
    </w:p>
    <w:p w14:paraId="2DF1DAD8" w14:textId="399701E7" w:rsidR="00982393" w:rsidRDefault="00982393" w:rsidP="003D0EC8">
      <w:pPr>
        <w:pStyle w:val="Heading4"/>
        <w:numPr>
          <w:ilvl w:val="0"/>
          <w:numId w:val="0"/>
        </w:numPr>
        <w:ind w:left="2160"/>
        <w:rPr>
          <w:lang w:bidi="he-IL"/>
        </w:rPr>
      </w:pPr>
      <w:r>
        <w:rPr>
          <w:lang w:bidi="he-IL"/>
        </w:rPr>
        <w:t>Some version</w:t>
      </w:r>
      <w:r w:rsidR="00013BB8">
        <w:rPr>
          <w:lang w:val="en-US" w:bidi="he-IL"/>
        </w:rPr>
        <w:t>s</w:t>
      </w:r>
      <w:r>
        <w:rPr>
          <w:lang w:bidi="he-IL"/>
        </w:rPr>
        <w:t xml:space="preserve"> use traditional CLI shells, such as the Bourne shell or the </w:t>
      </w:r>
      <w:r w:rsidR="00CD54A4">
        <w:rPr>
          <w:lang w:bidi="he-IL"/>
        </w:rPr>
        <w:br/>
      </w:r>
      <w:r>
        <w:rPr>
          <w:lang w:bidi="he-IL"/>
        </w:rPr>
        <w:t>C shell.</w:t>
      </w:r>
    </w:p>
    <w:p w14:paraId="326567B0" w14:textId="77777777" w:rsidR="00982393" w:rsidRDefault="00982393" w:rsidP="003D0EC8">
      <w:pPr>
        <w:pStyle w:val="Heading4"/>
        <w:numPr>
          <w:ilvl w:val="0"/>
          <w:numId w:val="0"/>
        </w:numPr>
        <w:ind w:left="2160"/>
        <w:rPr>
          <w:lang w:bidi="he-IL"/>
        </w:rPr>
      </w:pPr>
      <w:r>
        <w:rPr>
          <w:lang w:bidi="he-IL"/>
        </w:rPr>
        <w:t xml:space="preserve">GUI </w:t>
      </w:r>
      <w:r w:rsidR="00165B8A">
        <w:rPr>
          <w:lang w:bidi="he-IL"/>
        </w:rPr>
        <w:t xml:space="preserve">shells are </w:t>
      </w:r>
      <w:r>
        <w:rPr>
          <w:lang w:bidi="he-IL"/>
        </w:rPr>
        <w:t>available, such as GNOME or KDE.</w:t>
      </w:r>
    </w:p>
    <w:p w14:paraId="77478EE5" w14:textId="77777777" w:rsidR="00593AAE" w:rsidRPr="00FB63B9" w:rsidRDefault="00593AAE" w:rsidP="00593AAE">
      <w:pPr>
        <w:pStyle w:val="IM-Special"/>
        <w:widowControl w:val="0"/>
        <w:outlineLvl w:val="0"/>
        <w:rPr>
          <w:b/>
          <w:color w:val="0000FF"/>
        </w:rPr>
      </w:pPr>
      <w:r w:rsidRPr="00FB63B9">
        <w:rPr>
          <w:b/>
          <w:color w:val="0000FF"/>
        </w:rPr>
        <w:t>Teaching Tip:</w:t>
      </w:r>
    </w:p>
    <w:p w14:paraId="0F41DDBB" w14:textId="03AFBF5F" w:rsidR="00593AAE" w:rsidRPr="00FB63B9" w:rsidRDefault="00593AAE" w:rsidP="00593AAE">
      <w:pPr>
        <w:pStyle w:val="IM-Special"/>
        <w:widowControl w:val="0"/>
        <w:rPr>
          <w:color w:val="0000FF"/>
        </w:rPr>
      </w:pPr>
      <w:r>
        <w:rPr>
          <w:color w:val="0000FF"/>
        </w:rPr>
        <w:t xml:space="preserve">Point out the Try This! Titled “Research the History of UNIX” and either assign it as outside work or allow time in class to complete this activity. Take class time to discuss what students learned about recent </w:t>
      </w:r>
      <w:r w:rsidR="00C22464">
        <w:rPr>
          <w:color w:val="0000FF"/>
        </w:rPr>
        <w:t>use</w:t>
      </w:r>
      <w:r>
        <w:rPr>
          <w:color w:val="0000FF"/>
        </w:rPr>
        <w:t xml:space="preserve"> of UNIX.</w:t>
      </w:r>
    </w:p>
    <w:p w14:paraId="6CE41032" w14:textId="77777777" w:rsidR="00835025" w:rsidRPr="00FB63B9" w:rsidRDefault="00835025" w:rsidP="00835025">
      <w:pPr>
        <w:pStyle w:val="IM-Special"/>
        <w:widowControl w:val="0"/>
        <w:outlineLvl w:val="0"/>
        <w:rPr>
          <w:b/>
          <w:color w:val="0000FF"/>
        </w:rPr>
      </w:pPr>
      <w:r w:rsidRPr="00FB63B9">
        <w:rPr>
          <w:b/>
          <w:color w:val="0000FF"/>
        </w:rPr>
        <w:t>Teaching Tip:</w:t>
      </w:r>
    </w:p>
    <w:p w14:paraId="044E3006" w14:textId="5E661B6D" w:rsidR="00835025" w:rsidRPr="00FB63B9" w:rsidRDefault="00C52A89" w:rsidP="00835025">
      <w:pPr>
        <w:pStyle w:val="IM-Special"/>
        <w:widowControl w:val="0"/>
        <w:rPr>
          <w:color w:val="0000FF"/>
        </w:rPr>
      </w:pPr>
      <w:r>
        <w:rPr>
          <w:color w:val="0000FF"/>
        </w:rPr>
        <w:t>There are m</w:t>
      </w:r>
      <w:r w:rsidR="00835025" w:rsidRPr="00835025">
        <w:rPr>
          <w:color w:val="0000FF"/>
        </w:rPr>
        <w:t xml:space="preserve">any open source </w:t>
      </w:r>
      <w:r w:rsidR="00835025">
        <w:rPr>
          <w:color w:val="0000FF"/>
        </w:rPr>
        <w:t xml:space="preserve">UNIX </w:t>
      </w:r>
      <w:r w:rsidR="00835025" w:rsidRPr="00835025">
        <w:rPr>
          <w:color w:val="0000FF"/>
        </w:rPr>
        <w:t xml:space="preserve">versions complying with the standard of the Open Source Initiative (OSI). See </w:t>
      </w:r>
      <w:r w:rsidR="00835025" w:rsidRPr="00AC2715">
        <w:rPr>
          <w:color w:val="0000FF"/>
        </w:rPr>
        <w:t xml:space="preserve">www.opensource.org. </w:t>
      </w:r>
    </w:p>
    <w:p w14:paraId="46951259" w14:textId="77777777" w:rsidR="00177E35" w:rsidRDefault="000C23B1" w:rsidP="00C1650A">
      <w:pPr>
        <w:pStyle w:val="Heading2"/>
        <w:keepNext w:val="0"/>
        <w:widowControl w:val="0"/>
        <w:rPr>
          <w:lang w:bidi="he-IL"/>
        </w:rPr>
      </w:pPr>
      <w:r>
        <w:rPr>
          <w:lang w:bidi="he-IL"/>
        </w:rPr>
        <w:t xml:space="preserve">The Evolution of </w:t>
      </w:r>
      <w:r w:rsidR="001C0875">
        <w:rPr>
          <w:lang w:bidi="he-IL"/>
        </w:rPr>
        <w:t xml:space="preserve">Desktop </w:t>
      </w:r>
      <w:r>
        <w:rPr>
          <w:lang w:bidi="he-IL"/>
        </w:rPr>
        <w:t>Operating Systems</w:t>
      </w:r>
    </w:p>
    <w:p w14:paraId="7AAE0366" w14:textId="77777777" w:rsidR="00FC3415" w:rsidRPr="005734AD" w:rsidRDefault="00593AAE" w:rsidP="00C1650A">
      <w:pPr>
        <w:pStyle w:val="Heading3"/>
        <w:keepNext w:val="0"/>
        <w:widowControl w:val="0"/>
        <w:rPr>
          <w:lang w:bidi="he-IL"/>
        </w:rPr>
      </w:pPr>
      <w:r w:rsidRPr="005734AD">
        <w:rPr>
          <w:lang w:val="en-US" w:bidi="he-IL"/>
        </w:rPr>
        <w:t>Small Steps</w:t>
      </w:r>
    </w:p>
    <w:p w14:paraId="00C55FA9" w14:textId="77777777" w:rsidR="00172911" w:rsidRPr="005734AD" w:rsidRDefault="00172911" w:rsidP="005734AD">
      <w:pPr>
        <w:pStyle w:val="Heading4"/>
        <w:numPr>
          <w:ilvl w:val="0"/>
          <w:numId w:val="0"/>
        </w:numPr>
        <w:ind w:left="2160"/>
        <w:rPr>
          <w:lang w:bidi="he-IL"/>
        </w:rPr>
      </w:pPr>
      <w:r w:rsidRPr="005734AD">
        <w:rPr>
          <w:lang w:bidi="he-IL"/>
        </w:rPr>
        <w:lastRenderedPageBreak/>
        <w:t>Microcomputers arose in the 1970’s with the introduction of computers like the TRS-80 and the Apple II.</w:t>
      </w:r>
    </w:p>
    <w:p w14:paraId="2EF396C2" w14:textId="77777777" w:rsidR="00172911" w:rsidRPr="005734AD" w:rsidRDefault="00CD54A4" w:rsidP="005734AD">
      <w:pPr>
        <w:pStyle w:val="Heading4"/>
        <w:numPr>
          <w:ilvl w:val="0"/>
          <w:numId w:val="0"/>
        </w:numPr>
        <w:ind w:left="2160"/>
        <w:rPr>
          <w:lang w:bidi="he-IL"/>
        </w:rPr>
      </w:pPr>
      <w:r w:rsidRPr="005734AD">
        <w:rPr>
          <w:lang w:bidi="he-IL"/>
        </w:rPr>
        <w:t xml:space="preserve">Designers </w:t>
      </w:r>
      <w:r w:rsidR="00581298" w:rsidRPr="005734AD">
        <w:rPr>
          <w:lang w:bidi="he-IL"/>
        </w:rPr>
        <w:t xml:space="preserve">built </w:t>
      </w:r>
      <w:r w:rsidRPr="005734AD">
        <w:rPr>
          <w:lang w:bidi="he-IL"/>
        </w:rPr>
        <w:t>t</w:t>
      </w:r>
      <w:r w:rsidR="00172911" w:rsidRPr="005734AD">
        <w:rPr>
          <w:lang w:bidi="he-IL"/>
        </w:rPr>
        <w:t xml:space="preserve">he very earliest machines </w:t>
      </w:r>
      <w:r w:rsidR="00896AE2" w:rsidRPr="005734AD">
        <w:rPr>
          <w:lang w:val="en-US" w:bidi="he-IL"/>
        </w:rPr>
        <w:t xml:space="preserve">as </w:t>
      </w:r>
      <w:r w:rsidR="00172911" w:rsidRPr="005734AD">
        <w:rPr>
          <w:lang w:bidi="he-IL"/>
        </w:rPr>
        <w:t>single</w:t>
      </w:r>
      <w:r w:rsidR="00896AE2" w:rsidRPr="005734AD">
        <w:rPr>
          <w:lang w:val="en-US" w:bidi="he-IL"/>
        </w:rPr>
        <w:t>-function devices</w:t>
      </w:r>
      <w:r w:rsidRPr="005734AD">
        <w:rPr>
          <w:lang w:bidi="he-IL"/>
        </w:rPr>
        <w:t>,</w:t>
      </w:r>
      <w:r w:rsidR="00172911" w:rsidRPr="005734AD">
        <w:rPr>
          <w:lang w:bidi="he-IL"/>
        </w:rPr>
        <w:t xml:space="preserve"> and, as such, </w:t>
      </w:r>
      <w:r w:rsidR="00581298" w:rsidRPr="005734AD">
        <w:rPr>
          <w:lang w:bidi="he-IL"/>
        </w:rPr>
        <w:t xml:space="preserve">they </w:t>
      </w:r>
      <w:r w:rsidR="00172911" w:rsidRPr="005734AD">
        <w:rPr>
          <w:lang w:bidi="he-IL"/>
        </w:rPr>
        <w:t>had no real need of a user interface or obvious operating system.</w:t>
      </w:r>
    </w:p>
    <w:p w14:paraId="51EB6B71" w14:textId="4712C542" w:rsidR="00172911" w:rsidRPr="00C65132" w:rsidRDefault="00D5520F" w:rsidP="00D5520F">
      <w:pPr>
        <w:pStyle w:val="Heading4"/>
        <w:numPr>
          <w:ilvl w:val="0"/>
          <w:numId w:val="0"/>
        </w:numPr>
        <w:ind w:left="2160"/>
        <w:rPr>
          <w:lang w:bidi="he-IL"/>
        </w:rPr>
      </w:pPr>
      <w:r w:rsidRPr="00C65132">
        <w:rPr>
          <w:lang w:val="en-US" w:bidi="he-IL"/>
        </w:rPr>
        <w:t>O</w:t>
      </w:r>
      <w:r w:rsidR="00172911" w:rsidRPr="00C65132">
        <w:rPr>
          <w:lang w:bidi="he-IL"/>
        </w:rPr>
        <w:t>perating systems evolved from the need for computers to be more multipurpose</w:t>
      </w:r>
      <w:r w:rsidR="00D17415" w:rsidRPr="00C65132">
        <w:rPr>
          <w:lang w:bidi="he-IL"/>
        </w:rPr>
        <w:t>,</w:t>
      </w:r>
      <w:r w:rsidR="00172911" w:rsidRPr="00C65132">
        <w:rPr>
          <w:lang w:bidi="he-IL"/>
        </w:rPr>
        <w:t xml:space="preserve"> rather than </w:t>
      </w:r>
      <w:r w:rsidR="00D17415" w:rsidRPr="00C65132">
        <w:rPr>
          <w:lang w:bidi="he-IL"/>
        </w:rPr>
        <w:t xml:space="preserve">just being </w:t>
      </w:r>
      <w:r w:rsidR="00172911" w:rsidRPr="00C65132">
        <w:rPr>
          <w:lang w:bidi="he-IL"/>
        </w:rPr>
        <w:t>single</w:t>
      </w:r>
      <w:r w:rsidR="00D17415" w:rsidRPr="00C65132">
        <w:rPr>
          <w:lang w:bidi="he-IL"/>
        </w:rPr>
        <w:t>-</w:t>
      </w:r>
      <w:r w:rsidR="00172911" w:rsidRPr="00C65132">
        <w:rPr>
          <w:lang w:bidi="he-IL"/>
        </w:rPr>
        <w:t>purpose machines.</w:t>
      </w:r>
    </w:p>
    <w:p w14:paraId="4F85A0A9" w14:textId="77777777" w:rsidR="007C06E9" w:rsidRPr="009121CD" w:rsidRDefault="007C06E9" w:rsidP="00896AE2">
      <w:pPr>
        <w:pStyle w:val="Heading3"/>
        <w:rPr>
          <w:lang w:bidi="he-IL"/>
        </w:rPr>
      </w:pPr>
      <w:r w:rsidRPr="009121CD">
        <w:rPr>
          <w:lang w:val="en-US" w:bidi="he-IL"/>
        </w:rPr>
        <w:t>Early Apple Computers and Their OSs</w:t>
      </w:r>
    </w:p>
    <w:p w14:paraId="54714404" w14:textId="77777777" w:rsidR="006867E3" w:rsidRPr="009121CD" w:rsidRDefault="006867E3" w:rsidP="00D5520F">
      <w:pPr>
        <w:pStyle w:val="Heading4"/>
        <w:numPr>
          <w:ilvl w:val="0"/>
          <w:numId w:val="0"/>
        </w:numPr>
        <w:ind w:left="2160"/>
        <w:rPr>
          <w:lang w:bidi="he-IL"/>
        </w:rPr>
      </w:pPr>
      <w:r w:rsidRPr="009121CD">
        <w:rPr>
          <w:lang w:bidi="he-IL"/>
        </w:rPr>
        <w:t>1976: Steve Jobs and Stephen Wozniak founded Apple Computer based on the Apple 1.</w:t>
      </w:r>
    </w:p>
    <w:p w14:paraId="184B3861" w14:textId="77777777" w:rsidR="006867E3" w:rsidRPr="009121CD" w:rsidRDefault="006867E3" w:rsidP="00D5520F">
      <w:pPr>
        <w:pStyle w:val="Heading4"/>
        <w:numPr>
          <w:ilvl w:val="0"/>
          <w:numId w:val="0"/>
        </w:numPr>
        <w:ind w:left="2160"/>
        <w:rPr>
          <w:lang w:bidi="he-IL"/>
        </w:rPr>
      </w:pPr>
      <w:r w:rsidRPr="009121CD">
        <w:rPr>
          <w:lang w:bidi="he-IL"/>
        </w:rPr>
        <w:t>1977: They introduced the Apple II at the West Coast Computer Faire in San Francisco.</w:t>
      </w:r>
    </w:p>
    <w:p w14:paraId="18BE9C6F" w14:textId="77777777" w:rsidR="006867E3" w:rsidRPr="009121CD" w:rsidRDefault="006867E3" w:rsidP="00D5520F">
      <w:pPr>
        <w:pStyle w:val="Heading4"/>
        <w:numPr>
          <w:ilvl w:val="0"/>
          <w:numId w:val="0"/>
        </w:numPr>
        <w:ind w:left="2160"/>
        <w:rPr>
          <w:lang w:bidi="he-IL"/>
        </w:rPr>
      </w:pPr>
      <w:r w:rsidRPr="009121CD">
        <w:rPr>
          <w:lang w:bidi="he-IL"/>
        </w:rPr>
        <w:t>1978: They added disk drives to the Apple II.</w:t>
      </w:r>
    </w:p>
    <w:p w14:paraId="638414D4" w14:textId="77777777" w:rsidR="00E4409B" w:rsidRPr="006867E3" w:rsidRDefault="00E4409B" w:rsidP="00E4409B">
      <w:pPr>
        <w:pStyle w:val="IM-Special"/>
        <w:widowControl w:val="0"/>
        <w:outlineLvl w:val="0"/>
        <w:rPr>
          <w:b/>
          <w:i w:val="0"/>
          <w:color w:val="0000FF"/>
        </w:rPr>
      </w:pPr>
      <w:r w:rsidRPr="009121CD">
        <w:rPr>
          <w:b/>
          <w:i w:val="0"/>
          <w:color w:val="0000FF"/>
        </w:rPr>
        <w:t>Addition Info:</w:t>
      </w:r>
    </w:p>
    <w:p w14:paraId="5D20064B" w14:textId="6CD2F710" w:rsidR="00437F83" w:rsidRDefault="00AA537D" w:rsidP="00E4409B">
      <w:pPr>
        <w:pStyle w:val="IM-Special"/>
        <w:widowControl w:val="0"/>
        <w:rPr>
          <w:i w:val="0"/>
          <w:color w:val="0000FF"/>
        </w:rPr>
      </w:pPr>
      <w:r>
        <w:rPr>
          <w:i w:val="0"/>
          <w:color w:val="0000FF"/>
        </w:rPr>
        <w:t xml:space="preserve">In 1982 Apple introduced the Lisa, the first commercially available computer with a purely graphical operating system—and a mouse. However, </w:t>
      </w:r>
      <w:r w:rsidR="00437F83">
        <w:rPr>
          <w:i w:val="0"/>
          <w:color w:val="0000FF"/>
        </w:rPr>
        <w:t xml:space="preserve">this computer lacked something very important for consumers—applications. It was unsuccessful, and Apple’s own Macintosh computer, released in 12984, overshadowed the </w:t>
      </w:r>
      <w:r w:rsidR="008D479E">
        <w:rPr>
          <w:i w:val="0"/>
          <w:color w:val="0000FF"/>
        </w:rPr>
        <w:t>Lisa</w:t>
      </w:r>
      <w:r w:rsidR="00437F83">
        <w:rPr>
          <w:i w:val="0"/>
          <w:color w:val="0000FF"/>
        </w:rPr>
        <w:t xml:space="preserve"> and marked the beginning of consumer excitement and the near-cult following of the Apple computer products. The Macintosh came with the Mac OS System 1, a GUI operating system that used a mouse. Apple improved the Mac OS over the years to include many easy to use feature.</w:t>
      </w:r>
    </w:p>
    <w:p w14:paraId="309E6010" w14:textId="425C20CC" w:rsidR="00E4409B" w:rsidRDefault="00437F83" w:rsidP="00E4409B">
      <w:pPr>
        <w:pStyle w:val="IM-Special"/>
        <w:widowControl w:val="0"/>
        <w:rPr>
          <w:color w:val="0000FF"/>
        </w:rPr>
      </w:pPr>
      <w:r>
        <w:rPr>
          <w:color w:val="0000FF"/>
        </w:rPr>
        <w:t xml:space="preserve">The final release of the classic Mac OS family was Mac OS 9, introduced in 1999. With </w:t>
      </w:r>
      <w:r w:rsidR="008D479E">
        <w:rPr>
          <w:color w:val="0000FF"/>
        </w:rPr>
        <w:t>its</w:t>
      </w:r>
      <w:r>
        <w:rPr>
          <w:color w:val="0000FF"/>
        </w:rPr>
        <w:t xml:space="preserve"> roots in the original 1984 OS, Apple revised and improved the operating system to support multiple uses, but it was weak in memory management full multitasking. In 2001 it was replaced by a completely new operating system—Mac OS X, based on UNI</w:t>
      </w:r>
      <w:r w:rsidR="001467F2">
        <w:rPr>
          <w:color w:val="0000FF"/>
        </w:rPr>
        <w:t>X</w:t>
      </w:r>
      <w:r>
        <w:rPr>
          <w:color w:val="0000FF"/>
        </w:rPr>
        <w:t>. There is a brief overview of OS X later in this chapter and more detail on this OS in Chapter 7.</w:t>
      </w:r>
      <w:r w:rsidR="00E4409B">
        <w:rPr>
          <w:color w:val="0000FF"/>
        </w:rPr>
        <w:t xml:space="preserve"> </w:t>
      </w:r>
    </w:p>
    <w:p w14:paraId="6788F1C9" w14:textId="77777777" w:rsidR="00593AAE" w:rsidRPr="00593AAE" w:rsidRDefault="00593AAE" w:rsidP="00743C55">
      <w:pPr>
        <w:pStyle w:val="Heading4"/>
        <w:rPr>
          <w:lang w:bidi="he-IL"/>
        </w:rPr>
      </w:pPr>
      <w:r>
        <w:rPr>
          <w:lang w:bidi="he-IL"/>
        </w:rPr>
        <w:lastRenderedPageBreak/>
        <w:t>The Killer App for the Apple II</w:t>
      </w:r>
    </w:p>
    <w:p w14:paraId="0BB08E07" w14:textId="77777777" w:rsidR="00593AAE" w:rsidRPr="009E5D0D" w:rsidRDefault="009E5D0D" w:rsidP="00AF2A50">
      <w:pPr>
        <w:pStyle w:val="Heading5"/>
        <w:numPr>
          <w:ilvl w:val="0"/>
          <w:numId w:val="0"/>
        </w:numPr>
        <w:ind w:left="2880"/>
        <w:rPr>
          <w:lang w:bidi="he-IL"/>
        </w:rPr>
      </w:pPr>
      <w:r>
        <w:rPr>
          <w:lang w:bidi="he-IL"/>
        </w:rPr>
        <w:t>An app that solves a problem, inspiring many to purchase a computer that will run that app.</w:t>
      </w:r>
    </w:p>
    <w:p w14:paraId="0F456C80" w14:textId="77777777" w:rsidR="009E5D0D" w:rsidRPr="00743C55" w:rsidRDefault="009E5D0D" w:rsidP="00AF2A50">
      <w:pPr>
        <w:pStyle w:val="Heading5"/>
        <w:numPr>
          <w:ilvl w:val="0"/>
          <w:numId w:val="0"/>
        </w:numPr>
        <w:ind w:left="2880"/>
        <w:rPr>
          <w:lang w:bidi="he-IL"/>
        </w:rPr>
      </w:pPr>
      <w:r>
        <w:rPr>
          <w:lang w:bidi="he-IL"/>
        </w:rPr>
        <w:t>In 1979 the electronic spreadsheet program VisiCalc for the Apple OS on the Apple II filled a need.</w:t>
      </w:r>
    </w:p>
    <w:p w14:paraId="756028B0" w14:textId="77777777" w:rsidR="00743C55" w:rsidRPr="009E5D0D" w:rsidRDefault="00743C55" w:rsidP="00E343A0">
      <w:pPr>
        <w:pStyle w:val="Heading5"/>
        <w:numPr>
          <w:ilvl w:val="0"/>
          <w:numId w:val="0"/>
        </w:numPr>
        <w:ind w:left="2880"/>
        <w:rPr>
          <w:lang w:bidi="he-IL"/>
        </w:rPr>
      </w:pPr>
      <w:r>
        <w:rPr>
          <w:lang w:bidi="he-IL"/>
        </w:rPr>
        <w:t>Apple, however, was slow in updating the Apple II, opening the door for IBM to introduce their IBM-PC</w:t>
      </w:r>
      <w:r>
        <w:rPr>
          <w:lang w:val="en-US" w:bidi="he-IL"/>
        </w:rPr>
        <w:t>.</w:t>
      </w:r>
    </w:p>
    <w:p w14:paraId="0505DF01" w14:textId="1AA2E01A" w:rsidR="009E5D0D" w:rsidRPr="00743C55" w:rsidRDefault="009E5D0D" w:rsidP="00E343A0">
      <w:pPr>
        <w:pStyle w:val="Heading5"/>
        <w:numPr>
          <w:ilvl w:val="0"/>
          <w:numId w:val="0"/>
        </w:numPr>
        <w:ind w:left="2880"/>
        <w:rPr>
          <w:lang w:bidi="he-IL"/>
        </w:rPr>
      </w:pPr>
    </w:p>
    <w:p w14:paraId="435E47A4" w14:textId="522D2EFB" w:rsidR="003C3CE6" w:rsidRPr="00726014" w:rsidRDefault="003C3CE6" w:rsidP="009E5D0D">
      <w:pPr>
        <w:pStyle w:val="Heading4"/>
        <w:rPr>
          <w:lang w:bidi="he-IL"/>
        </w:rPr>
      </w:pPr>
      <w:r>
        <w:rPr>
          <w:lang w:val="en-US" w:bidi="he-IL"/>
        </w:rPr>
        <w:t xml:space="preserve">The Lisa Computer—a pretty face </w:t>
      </w:r>
      <w:r w:rsidR="006501FF">
        <w:rPr>
          <w:lang w:val="en-US" w:bidi="he-IL"/>
        </w:rPr>
        <w:t>but no</w:t>
      </w:r>
      <w:r>
        <w:rPr>
          <w:lang w:val="en-US" w:bidi="he-IL"/>
        </w:rPr>
        <w:t xml:space="preserve"> apps.</w:t>
      </w:r>
    </w:p>
    <w:p w14:paraId="1324051C" w14:textId="77777777" w:rsidR="00987C46" w:rsidRDefault="00726014" w:rsidP="00726014">
      <w:pPr>
        <w:pStyle w:val="Heading4"/>
        <w:numPr>
          <w:ilvl w:val="0"/>
          <w:numId w:val="0"/>
        </w:numPr>
        <w:ind w:left="2880"/>
        <w:rPr>
          <w:lang w:bidi="he-IL"/>
        </w:rPr>
      </w:pPr>
      <w:r>
        <w:rPr>
          <w:lang w:bidi="he-IL"/>
        </w:rPr>
        <w:t xml:space="preserve">1982 Apple Lisa first commercially available computer with a GUI and a mouse. </w:t>
      </w:r>
    </w:p>
    <w:p w14:paraId="2D8936EE" w14:textId="56FBC0E5" w:rsidR="00726014" w:rsidRPr="003C3CE6" w:rsidRDefault="00726014" w:rsidP="00726014">
      <w:pPr>
        <w:pStyle w:val="Heading4"/>
        <w:numPr>
          <w:ilvl w:val="0"/>
          <w:numId w:val="0"/>
        </w:numPr>
        <w:ind w:left="2880"/>
        <w:rPr>
          <w:lang w:bidi="he-IL"/>
        </w:rPr>
      </w:pPr>
      <w:r>
        <w:rPr>
          <w:lang w:bidi="he-IL"/>
        </w:rPr>
        <w:t>Not successful due to lack of apps, let alone a killer app.</w:t>
      </w:r>
    </w:p>
    <w:p w14:paraId="4D48CE9A" w14:textId="7E8159C8" w:rsidR="00743C55" w:rsidRPr="00743C55" w:rsidRDefault="00743C55" w:rsidP="009E5D0D">
      <w:pPr>
        <w:pStyle w:val="Heading4"/>
        <w:rPr>
          <w:lang w:bidi="he-IL"/>
        </w:rPr>
      </w:pPr>
      <w:r>
        <w:rPr>
          <w:lang w:val="en-US" w:bidi="he-IL"/>
        </w:rPr>
        <w:t>Apple Macintosh and the Mac OS</w:t>
      </w:r>
    </w:p>
    <w:p w14:paraId="7D2ACE59" w14:textId="4C3CF01B" w:rsidR="00743C55" w:rsidRPr="00743C55" w:rsidRDefault="00743C55" w:rsidP="00E343A0">
      <w:pPr>
        <w:pStyle w:val="Heading5"/>
        <w:numPr>
          <w:ilvl w:val="0"/>
          <w:numId w:val="0"/>
        </w:numPr>
        <w:ind w:left="2880"/>
        <w:rPr>
          <w:lang w:bidi="he-IL"/>
        </w:rPr>
      </w:pPr>
      <w:r>
        <w:rPr>
          <w:lang w:val="en-US" w:bidi="he-IL"/>
        </w:rPr>
        <w:t>198</w:t>
      </w:r>
      <w:r w:rsidR="00987C46">
        <w:rPr>
          <w:lang w:val="en-US" w:bidi="he-IL"/>
        </w:rPr>
        <w:t>4</w:t>
      </w:r>
      <w:r>
        <w:rPr>
          <w:lang w:val="en-US" w:bidi="he-IL"/>
        </w:rPr>
        <w:t xml:space="preserve"> Macintosh computer with Mac OS System 1</w:t>
      </w:r>
    </w:p>
    <w:p w14:paraId="6E3B1574" w14:textId="77777777" w:rsidR="00743C55" w:rsidRPr="00743C55" w:rsidRDefault="00743C55" w:rsidP="00E343A0">
      <w:pPr>
        <w:pStyle w:val="Heading5"/>
        <w:numPr>
          <w:ilvl w:val="0"/>
          <w:numId w:val="0"/>
        </w:numPr>
        <w:ind w:left="2880"/>
        <w:rPr>
          <w:lang w:bidi="he-IL"/>
        </w:rPr>
      </w:pPr>
      <w:r>
        <w:rPr>
          <w:lang w:val="en-US" w:bidi="he-IL"/>
        </w:rPr>
        <w:t>GUI OS that used a mouse.</w:t>
      </w:r>
    </w:p>
    <w:p w14:paraId="6BB2FD59" w14:textId="77777777" w:rsidR="00743C55" w:rsidRPr="00743C55" w:rsidRDefault="00743C55" w:rsidP="00E343A0">
      <w:pPr>
        <w:pStyle w:val="Heading5"/>
        <w:numPr>
          <w:ilvl w:val="0"/>
          <w:numId w:val="0"/>
        </w:numPr>
        <w:ind w:left="2880"/>
        <w:rPr>
          <w:lang w:bidi="he-IL"/>
        </w:rPr>
      </w:pPr>
      <w:r>
        <w:rPr>
          <w:lang w:val="en-US" w:bidi="he-IL"/>
        </w:rPr>
        <w:t>Improved and added apps.</w:t>
      </w:r>
    </w:p>
    <w:p w14:paraId="4CAE2310" w14:textId="77777777" w:rsidR="00743C55" w:rsidRPr="00743C55" w:rsidRDefault="00743C55" w:rsidP="00E343A0">
      <w:pPr>
        <w:pStyle w:val="Heading5"/>
        <w:numPr>
          <w:ilvl w:val="0"/>
          <w:numId w:val="0"/>
        </w:numPr>
        <w:ind w:left="2880"/>
        <w:rPr>
          <w:lang w:bidi="he-IL"/>
        </w:rPr>
      </w:pPr>
      <w:r>
        <w:rPr>
          <w:lang w:val="en-US" w:bidi="he-IL"/>
        </w:rPr>
        <w:t xml:space="preserve">Mac OS replaced in 2001 by Mac OS X, based on UNIX. </w:t>
      </w:r>
    </w:p>
    <w:p w14:paraId="4F83EDA9" w14:textId="77777777" w:rsidR="00743C55" w:rsidRDefault="00743C55" w:rsidP="00E343A0">
      <w:pPr>
        <w:pStyle w:val="Heading5"/>
        <w:numPr>
          <w:ilvl w:val="0"/>
          <w:numId w:val="0"/>
        </w:numPr>
        <w:ind w:left="2880"/>
        <w:rPr>
          <w:lang w:bidi="he-IL"/>
        </w:rPr>
      </w:pPr>
      <w:r>
        <w:rPr>
          <w:lang w:val="en-US" w:bidi="he-IL"/>
        </w:rPr>
        <w:t>2016 Apple renamed Mac OS X to macOS.</w:t>
      </w:r>
    </w:p>
    <w:p w14:paraId="134145DD" w14:textId="77777777" w:rsidR="007247FF" w:rsidRPr="00FB63B9" w:rsidRDefault="007247FF" w:rsidP="007247FF">
      <w:pPr>
        <w:pStyle w:val="IM-Special"/>
        <w:widowControl w:val="0"/>
        <w:outlineLvl w:val="0"/>
        <w:rPr>
          <w:b/>
          <w:color w:val="0000FF"/>
        </w:rPr>
      </w:pPr>
      <w:r w:rsidRPr="00FB63B9">
        <w:rPr>
          <w:b/>
          <w:color w:val="0000FF"/>
        </w:rPr>
        <w:t>Discussion Point:</w:t>
      </w:r>
    </w:p>
    <w:p w14:paraId="4A21DE1D" w14:textId="77777777" w:rsidR="007247FF" w:rsidRPr="00C93666" w:rsidRDefault="007247FF" w:rsidP="007247FF">
      <w:pPr>
        <w:pStyle w:val="IM-Special"/>
        <w:widowControl w:val="0"/>
        <w:rPr>
          <w:color w:val="0000FF"/>
        </w:rPr>
      </w:pPr>
      <w:r w:rsidRPr="00C93666">
        <w:rPr>
          <w:color w:val="0000FF"/>
        </w:rPr>
        <w:t>Early in Apple’s history, the company strategically targeted schools and universities as places to sell its products, which, over the years, has resulted in large numbers of people who learned computing on a Mac; this has contributed to Apple’s loyal following.</w:t>
      </w:r>
    </w:p>
    <w:p w14:paraId="1052EC88" w14:textId="77777777" w:rsidR="00C16EF6" w:rsidRPr="00C16EF6" w:rsidRDefault="00C16EF6" w:rsidP="00896AE2">
      <w:pPr>
        <w:pStyle w:val="Heading3"/>
        <w:rPr>
          <w:lang w:bidi="he-IL"/>
        </w:rPr>
      </w:pPr>
      <w:r>
        <w:rPr>
          <w:lang w:val="en-US" w:bidi="he-IL"/>
        </w:rPr>
        <w:lastRenderedPageBreak/>
        <w:t>The IBM PC</w:t>
      </w:r>
    </w:p>
    <w:p w14:paraId="5848E9C2" w14:textId="77777777" w:rsidR="00C16EF6" w:rsidRPr="00C16EF6" w:rsidRDefault="00C16EF6" w:rsidP="001D549B">
      <w:pPr>
        <w:pStyle w:val="Heading4"/>
        <w:numPr>
          <w:ilvl w:val="0"/>
          <w:numId w:val="0"/>
        </w:numPr>
        <w:ind w:left="2160"/>
        <w:rPr>
          <w:lang w:bidi="he-IL"/>
        </w:rPr>
      </w:pPr>
      <w:r>
        <w:rPr>
          <w:lang w:val="en-US" w:bidi="he-IL"/>
        </w:rPr>
        <w:t>Introduced in 1981.</w:t>
      </w:r>
    </w:p>
    <w:p w14:paraId="003C94D7" w14:textId="77777777" w:rsidR="00C16EF6" w:rsidRPr="00C16EF6" w:rsidRDefault="00C16EF6" w:rsidP="001D549B">
      <w:pPr>
        <w:pStyle w:val="Heading4"/>
        <w:numPr>
          <w:ilvl w:val="0"/>
          <w:numId w:val="0"/>
        </w:numPr>
        <w:ind w:left="2160"/>
        <w:rPr>
          <w:lang w:bidi="he-IL"/>
        </w:rPr>
      </w:pPr>
      <w:r>
        <w:rPr>
          <w:lang w:val="en-US" w:bidi="he-IL"/>
        </w:rPr>
        <w:t>Exceeded IBM’s sales forecast of a quarter of a million units during its predicted 5-year product lifetime.</w:t>
      </w:r>
    </w:p>
    <w:p w14:paraId="2F26BC05" w14:textId="77777777" w:rsidR="00C16EF6" w:rsidRPr="00C16EF6" w:rsidRDefault="00C16EF6" w:rsidP="001D549B">
      <w:pPr>
        <w:pStyle w:val="Heading4"/>
        <w:numPr>
          <w:ilvl w:val="0"/>
          <w:numId w:val="0"/>
        </w:numPr>
        <w:ind w:left="2160"/>
        <w:rPr>
          <w:lang w:bidi="he-IL"/>
        </w:rPr>
      </w:pPr>
      <w:r>
        <w:rPr>
          <w:lang w:val="en-US" w:bidi="he-IL"/>
        </w:rPr>
        <w:t>IBM took orders for half a million computers in the first few days after the introduction.</w:t>
      </w:r>
    </w:p>
    <w:p w14:paraId="7C07E355" w14:textId="77777777" w:rsidR="00C16EF6" w:rsidRPr="00C16EF6" w:rsidRDefault="00C16EF6" w:rsidP="001D549B">
      <w:pPr>
        <w:pStyle w:val="Heading4"/>
        <w:numPr>
          <w:ilvl w:val="0"/>
          <w:numId w:val="0"/>
        </w:numPr>
        <w:ind w:left="2160"/>
        <w:rPr>
          <w:lang w:bidi="he-IL"/>
        </w:rPr>
      </w:pPr>
      <w:r>
        <w:rPr>
          <w:lang w:val="en-US" w:bidi="he-IL"/>
        </w:rPr>
        <w:t>Sold well despite $5,000 price tag for a typical configuration.</w:t>
      </w:r>
    </w:p>
    <w:p w14:paraId="55A92219" w14:textId="77777777" w:rsidR="00C16EF6" w:rsidRPr="00C16EF6" w:rsidRDefault="00C16EF6" w:rsidP="001D549B">
      <w:pPr>
        <w:pStyle w:val="Heading4"/>
        <w:numPr>
          <w:ilvl w:val="0"/>
          <w:numId w:val="0"/>
        </w:numPr>
        <w:ind w:left="2160"/>
        <w:rPr>
          <w:lang w:bidi="he-IL"/>
        </w:rPr>
      </w:pPr>
      <w:r>
        <w:rPr>
          <w:lang w:val="en-US" w:bidi="he-IL"/>
        </w:rPr>
        <w:t>IBM logo implied it was a serious business computer.</w:t>
      </w:r>
    </w:p>
    <w:p w14:paraId="548DFA6A" w14:textId="77777777" w:rsidR="00C16EF6" w:rsidRPr="00896AE2" w:rsidRDefault="00C16EF6" w:rsidP="00CD7801">
      <w:pPr>
        <w:pStyle w:val="Heading4"/>
        <w:rPr>
          <w:lang w:bidi="he-IL"/>
        </w:rPr>
      </w:pPr>
      <w:r>
        <w:rPr>
          <w:lang w:bidi="he-IL"/>
        </w:rPr>
        <w:t>IBM PC DOS</w:t>
      </w:r>
    </w:p>
    <w:p w14:paraId="65CC8C79" w14:textId="77777777" w:rsidR="00C16EF6" w:rsidRDefault="00C16EF6" w:rsidP="00CD7801">
      <w:pPr>
        <w:pStyle w:val="Heading4"/>
        <w:numPr>
          <w:ilvl w:val="0"/>
          <w:numId w:val="0"/>
        </w:numPr>
        <w:ind w:left="2880"/>
        <w:rPr>
          <w:lang w:bidi="he-IL"/>
        </w:rPr>
      </w:pPr>
      <w:r>
        <w:rPr>
          <w:lang w:bidi="he-IL"/>
        </w:rPr>
        <w:t>IBM initially offered the IBM-PC with either Microsoft’s DOS or Digital Research’s CP/M operating system.</w:t>
      </w:r>
    </w:p>
    <w:p w14:paraId="7335E13C" w14:textId="153A120C" w:rsidR="00C16EF6" w:rsidRDefault="00C16EF6" w:rsidP="00CD7801">
      <w:pPr>
        <w:pStyle w:val="Heading4"/>
        <w:numPr>
          <w:ilvl w:val="0"/>
          <w:numId w:val="0"/>
        </w:numPr>
        <w:ind w:left="2880"/>
        <w:rPr>
          <w:lang w:bidi="he-IL"/>
        </w:rPr>
      </w:pPr>
      <w:r>
        <w:rPr>
          <w:lang w:val="en-US" w:bidi="he-IL"/>
        </w:rPr>
        <w:t xml:space="preserve">IBM PC included </w:t>
      </w:r>
      <w:r w:rsidR="0097762F">
        <w:rPr>
          <w:lang w:val="en-US" w:bidi="he-IL"/>
        </w:rPr>
        <w:t xml:space="preserve">Microsoft’s </w:t>
      </w:r>
      <w:r>
        <w:rPr>
          <w:lang w:val="en-US" w:bidi="he-IL"/>
        </w:rPr>
        <w:t>BASIC interpreter in firmware.</w:t>
      </w:r>
    </w:p>
    <w:p w14:paraId="750EAE7C" w14:textId="77777777" w:rsidR="00172911" w:rsidRDefault="000C23B1" w:rsidP="00CD7801">
      <w:pPr>
        <w:pStyle w:val="Heading4"/>
        <w:rPr>
          <w:lang w:bidi="he-IL"/>
        </w:rPr>
      </w:pPr>
      <w:r>
        <w:rPr>
          <w:lang w:bidi="he-IL"/>
        </w:rPr>
        <w:t>The</w:t>
      </w:r>
      <w:r w:rsidR="00172911">
        <w:rPr>
          <w:lang w:bidi="he-IL"/>
        </w:rPr>
        <w:t xml:space="preserve"> Killer App</w:t>
      </w:r>
      <w:r w:rsidR="001C0875">
        <w:rPr>
          <w:lang w:bidi="he-IL"/>
        </w:rPr>
        <w:t xml:space="preserve"> for </w:t>
      </w:r>
      <w:r w:rsidR="00C16EF6">
        <w:rPr>
          <w:lang w:val="en-US" w:bidi="he-IL"/>
        </w:rPr>
        <w:t>the IBM-PC</w:t>
      </w:r>
    </w:p>
    <w:p w14:paraId="4F48B645" w14:textId="77777777" w:rsidR="00C16EF6" w:rsidRPr="00C16EF6" w:rsidRDefault="00C16EF6" w:rsidP="00CD7801">
      <w:pPr>
        <w:pStyle w:val="Heading4"/>
        <w:numPr>
          <w:ilvl w:val="0"/>
          <w:numId w:val="0"/>
        </w:numPr>
        <w:ind w:left="2880"/>
        <w:rPr>
          <w:lang w:bidi="he-IL"/>
        </w:rPr>
      </w:pPr>
      <w:r>
        <w:rPr>
          <w:lang w:val="en-US" w:bidi="he-IL"/>
        </w:rPr>
        <w:t xml:space="preserve">Lotus 1-2-3 </w:t>
      </w:r>
    </w:p>
    <w:p w14:paraId="33854C36" w14:textId="77777777" w:rsidR="00550525" w:rsidRDefault="00C16EF6" w:rsidP="00CD7801">
      <w:pPr>
        <w:pStyle w:val="Heading4"/>
        <w:numPr>
          <w:ilvl w:val="0"/>
          <w:numId w:val="0"/>
        </w:numPr>
        <w:ind w:left="2880"/>
        <w:rPr>
          <w:lang w:bidi="he-IL"/>
        </w:rPr>
      </w:pPr>
      <w:r>
        <w:rPr>
          <w:lang w:val="en-US" w:bidi="he-IL"/>
        </w:rPr>
        <w:t>It was more capable and sophisticated spreadsheet program than VisiCalc.</w:t>
      </w:r>
    </w:p>
    <w:p w14:paraId="1BC9709D" w14:textId="77777777" w:rsidR="00743C55" w:rsidRPr="00C16EF6" w:rsidRDefault="00C16EF6" w:rsidP="0097762F">
      <w:pPr>
        <w:pStyle w:val="Heading4"/>
        <w:rPr>
          <w:lang w:bidi="he-IL"/>
        </w:rPr>
      </w:pPr>
      <w:r>
        <w:rPr>
          <w:lang w:bidi="he-IL"/>
        </w:rPr>
        <w:t>PC DOS versus MS-DOS</w:t>
      </w:r>
    </w:p>
    <w:p w14:paraId="19F1E4F8" w14:textId="77777777" w:rsidR="00C16EF6" w:rsidRPr="00C16EF6" w:rsidRDefault="00C16EF6" w:rsidP="00812C60">
      <w:pPr>
        <w:pStyle w:val="Heading4"/>
        <w:numPr>
          <w:ilvl w:val="0"/>
          <w:numId w:val="0"/>
        </w:numPr>
        <w:ind w:left="2880"/>
        <w:rPr>
          <w:lang w:bidi="he-IL"/>
        </w:rPr>
      </w:pPr>
      <w:r>
        <w:rPr>
          <w:lang w:val="en-US" w:bidi="he-IL"/>
        </w:rPr>
        <w:t>PC DOS for IBM computers.</w:t>
      </w:r>
    </w:p>
    <w:p w14:paraId="6FE9BED4" w14:textId="77777777" w:rsidR="00C16EF6" w:rsidRPr="007247FF" w:rsidRDefault="00C16EF6" w:rsidP="00812C60">
      <w:pPr>
        <w:pStyle w:val="Heading4"/>
        <w:numPr>
          <w:ilvl w:val="0"/>
          <w:numId w:val="0"/>
        </w:numPr>
        <w:ind w:left="2880"/>
        <w:rPr>
          <w:lang w:bidi="he-IL"/>
        </w:rPr>
      </w:pPr>
      <w:r>
        <w:rPr>
          <w:lang w:val="en-US" w:bidi="he-IL"/>
        </w:rPr>
        <w:t xml:space="preserve">MS-DOS </w:t>
      </w:r>
      <w:r w:rsidR="007247FF">
        <w:rPr>
          <w:lang w:val="en-US" w:bidi="he-IL"/>
        </w:rPr>
        <w:t>Microsoft’s product for non-IBM PCs.</w:t>
      </w:r>
    </w:p>
    <w:p w14:paraId="754AC8D1" w14:textId="77777777" w:rsidR="007247FF" w:rsidRPr="007247FF" w:rsidRDefault="007247FF" w:rsidP="00812C60">
      <w:pPr>
        <w:pStyle w:val="Heading4"/>
        <w:numPr>
          <w:ilvl w:val="0"/>
          <w:numId w:val="0"/>
        </w:numPr>
        <w:ind w:left="2880"/>
        <w:rPr>
          <w:lang w:bidi="he-IL"/>
        </w:rPr>
      </w:pPr>
      <w:r>
        <w:rPr>
          <w:lang w:val="en-US" w:bidi="he-IL"/>
        </w:rPr>
        <w:t>DOS = disk operating system</w:t>
      </w:r>
    </w:p>
    <w:p w14:paraId="5106F93A" w14:textId="77777777" w:rsidR="007247FF" w:rsidRPr="007247FF" w:rsidRDefault="007247FF" w:rsidP="00812C60">
      <w:pPr>
        <w:pStyle w:val="Heading4"/>
        <w:numPr>
          <w:ilvl w:val="0"/>
          <w:numId w:val="0"/>
        </w:numPr>
        <w:ind w:left="2880"/>
        <w:rPr>
          <w:lang w:bidi="he-IL"/>
        </w:rPr>
      </w:pPr>
      <w:r>
        <w:rPr>
          <w:lang w:val="en-US" w:bidi="he-IL"/>
        </w:rPr>
        <w:t>Single-tasking</w:t>
      </w:r>
    </w:p>
    <w:p w14:paraId="1394174A" w14:textId="77777777" w:rsidR="007247FF" w:rsidRPr="007247FF" w:rsidRDefault="007247FF" w:rsidP="00812C60">
      <w:pPr>
        <w:pStyle w:val="Heading4"/>
        <w:numPr>
          <w:ilvl w:val="0"/>
          <w:numId w:val="0"/>
        </w:numPr>
        <w:ind w:left="2880"/>
        <w:rPr>
          <w:lang w:bidi="he-IL"/>
        </w:rPr>
      </w:pPr>
      <w:r>
        <w:rPr>
          <w:lang w:val="en-US" w:bidi="he-IL"/>
        </w:rPr>
        <w:t>No support for virtual memory</w:t>
      </w:r>
    </w:p>
    <w:p w14:paraId="334E36F8" w14:textId="77777777" w:rsidR="007247FF" w:rsidRPr="007247FF" w:rsidRDefault="007247FF" w:rsidP="00812C60">
      <w:pPr>
        <w:pStyle w:val="Heading4"/>
        <w:numPr>
          <w:ilvl w:val="0"/>
          <w:numId w:val="0"/>
        </w:numPr>
        <w:ind w:left="2880"/>
        <w:rPr>
          <w:lang w:bidi="he-IL"/>
        </w:rPr>
      </w:pPr>
      <w:r>
        <w:rPr>
          <w:lang w:val="en-US" w:bidi="he-IL"/>
        </w:rPr>
        <w:t>No native GUI</w:t>
      </w:r>
    </w:p>
    <w:p w14:paraId="5A9F8DB3" w14:textId="77777777" w:rsidR="007247FF" w:rsidRPr="007247FF" w:rsidRDefault="007247FF" w:rsidP="00812C60">
      <w:pPr>
        <w:pStyle w:val="Heading4"/>
        <w:numPr>
          <w:ilvl w:val="0"/>
          <w:numId w:val="0"/>
        </w:numPr>
        <w:ind w:left="2880"/>
        <w:rPr>
          <w:lang w:bidi="he-IL"/>
        </w:rPr>
      </w:pPr>
      <w:r>
        <w:rPr>
          <w:lang w:val="en-US" w:bidi="he-IL"/>
        </w:rPr>
        <w:t>No built-in security</w:t>
      </w:r>
    </w:p>
    <w:p w14:paraId="360C026A" w14:textId="77777777" w:rsidR="007247FF" w:rsidRPr="007247FF" w:rsidRDefault="007247FF" w:rsidP="00812C60">
      <w:pPr>
        <w:pStyle w:val="Heading4"/>
        <w:numPr>
          <w:ilvl w:val="0"/>
          <w:numId w:val="0"/>
        </w:numPr>
        <w:ind w:left="2880"/>
        <w:rPr>
          <w:lang w:bidi="he-IL"/>
        </w:rPr>
      </w:pPr>
      <w:r>
        <w:rPr>
          <w:lang w:val="en-US" w:bidi="he-IL"/>
        </w:rPr>
        <w:t>Limited memory support</w:t>
      </w:r>
    </w:p>
    <w:p w14:paraId="05C5760D" w14:textId="08143740" w:rsidR="007247FF" w:rsidRDefault="007247FF" w:rsidP="00812C60">
      <w:pPr>
        <w:pStyle w:val="Heading4"/>
        <w:numPr>
          <w:ilvl w:val="0"/>
          <w:numId w:val="0"/>
        </w:numPr>
        <w:ind w:left="2880"/>
        <w:rPr>
          <w:lang w:val="en-US" w:bidi="he-IL"/>
        </w:rPr>
      </w:pPr>
      <w:r w:rsidRPr="007247FF">
        <w:rPr>
          <w:lang w:val="en-US" w:bidi="he-IL"/>
        </w:rPr>
        <w:t>Text mode CLI</w:t>
      </w:r>
    </w:p>
    <w:p w14:paraId="0A985743" w14:textId="1AA8FB3B" w:rsidR="00AF7E1E" w:rsidRDefault="00AF7E1E" w:rsidP="00812C60">
      <w:pPr>
        <w:pStyle w:val="Heading4"/>
        <w:numPr>
          <w:ilvl w:val="0"/>
          <w:numId w:val="0"/>
        </w:numPr>
        <w:ind w:left="2880"/>
        <w:rPr>
          <w:lang w:val="en-US" w:bidi="he-IL"/>
        </w:rPr>
      </w:pPr>
      <w:r>
        <w:rPr>
          <w:lang w:val="en-US" w:bidi="he-IL"/>
        </w:rPr>
        <w:lastRenderedPageBreak/>
        <w:t>PC DOS 1.0 supported single-sided 5.25-inch floppy disks.</w:t>
      </w:r>
    </w:p>
    <w:p w14:paraId="5FBAD029" w14:textId="1503DA8B" w:rsidR="00AF7E1E" w:rsidRDefault="00AF7E1E" w:rsidP="00812C60">
      <w:pPr>
        <w:pStyle w:val="Heading4"/>
        <w:numPr>
          <w:ilvl w:val="0"/>
          <w:numId w:val="0"/>
        </w:numPr>
        <w:ind w:left="2880"/>
        <w:rPr>
          <w:lang w:val="en-US" w:bidi="he-IL"/>
        </w:rPr>
      </w:pPr>
      <w:r>
        <w:rPr>
          <w:lang w:val="en-US" w:bidi="he-IL"/>
        </w:rPr>
        <w:t xml:space="preserve">Each major version of DOS (PC or MS) </w:t>
      </w:r>
      <w:r w:rsidR="007341E0">
        <w:rPr>
          <w:lang w:val="en-US" w:bidi="he-IL"/>
        </w:rPr>
        <w:t>supported new disk types and/or capacities.</w:t>
      </w:r>
    </w:p>
    <w:p w14:paraId="4FE3CC67" w14:textId="219DEE85" w:rsidR="007341E0" w:rsidRDefault="007341E0" w:rsidP="00812C60">
      <w:pPr>
        <w:pStyle w:val="Heading4"/>
        <w:numPr>
          <w:ilvl w:val="0"/>
          <w:numId w:val="0"/>
        </w:numPr>
        <w:ind w:left="2880"/>
        <w:rPr>
          <w:lang w:val="en-US" w:bidi="he-IL"/>
        </w:rPr>
      </w:pPr>
      <w:r>
        <w:rPr>
          <w:lang w:val="en-US" w:bidi="he-IL"/>
        </w:rPr>
        <w:t>MS-DOS 6.22 last widely used version.</w:t>
      </w:r>
    </w:p>
    <w:p w14:paraId="42D436E3" w14:textId="6244B6A8" w:rsidR="007341E0" w:rsidRDefault="007341E0" w:rsidP="00812C60">
      <w:pPr>
        <w:pStyle w:val="Heading4"/>
        <w:numPr>
          <w:ilvl w:val="0"/>
          <w:numId w:val="0"/>
        </w:numPr>
        <w:ind w:left="2880"/>
        <w:rPr>
          <w:lang w:val="en-US" w:bidi="he-IL"/>
        </w:rPr>
      </w:pPr>
      <w:r>
        <w:rPr>
          <w:lang w:val="en-US" w:bidi="he-IL"/>
        </w:rPr>
        <w:t>Some forms of DOS still available from 3-rd party source</w:t>
      </w:r>
      <w:r w:rsidR="009225AB">
        <w:rPr>
          <w:lang w:val="en-US" w:bidi="he-IL"/>
        </w:rPr>
        <w:t>.</w:t>
      </w:r>
    </w:p>
    <w:p w14:paraId="0120380E" w14:textId="0A3E1C5B" w:rsidR="009225AB" w:rsidRPr="00AF7E1E" w:rsidRDefault="00812C60" w:rsidP="00812C60">
      <w:pPr>
        <w:pStyle w:val="Heading4"/>
        <w:numPr>
          <w:ilvl w:val="0"/>
          <w:numId w:val="0"/>
        </w:numPr>
        <w:ind w:left="2880"/>
        <w:rPr>
          <w:lang w:val="en-US" w:bidi="he-IL"/>
        </w:rPr>
      </w:pPr>
      <w:r>
        <w:rPr>
          <w:lang w:val="en-US" w:bidi="he-IL"/>
        </w:rPr>
        <w:t>Demand</w:t>
      </w:r>
      <w:r w:rsidR="009225AB">
        <w:rPr>
          <w:lang w:val="en-US" w:bidi="he-IL"/>
        </w:rPr>
        <w:t xml:space="preserve"> for DOS dwindl</w:t>
      </w:r>
      <w:r>
        <w:rPr>
          <w:lang w:val="en-US" w:bidi="he-IL"/>
        </w:rPr>
        <w:t>ed</w:t>
      </w:r>
      <w:r w:rsidR="009225AB">
        <w:rPr>
          <w:lang w:val="en-US" w:bidi="he-IL"/>
        </w:rPr>
        <w:t>.</w:t>
      </w:r>
    </w:p>
    <w:p w14:paraId="034E8686" w14:textId="77777777" w:rsidR="004F440E" w:rsidRPr="006867E3" w:rsidRDefault="004F440E" w:rsidP="00C1650A">
      <w:pPr>
        <w:pStyle w:val="IM-Special"/>
        <w:widowControl w:val="0"/>
        <w:outlineLvl w:val="0"/>
        <w:rPr>
          <w:b/>
          <w:i w:val="0"/>
          <w:color w:val="0000FF"/>
        </w:rPr>
      </w:pPr>
      <w:r w:rsidRPr="006867E3">
        <w:rPr>
          <w:b/>
          <w:i w:val="0"/>
          <w:color w:val="0000FF"/>
        </w:rPr>
        <w:t>Teaching Tip:</w:t>
      </w:r>
    </w:p>
    <w:p w14:paraId="768B8630" w14:textId="77777777" w:rsidR="004F440E" w:rsidRDefault="004F440E" w:rsidP="004F440E">
      <w:pPr>
        <w:pStyle w:val="IM-Special"/>
        <w:widowControl w:val="0"/>
        <w:rPr>
          <w:color w:val="0000FF"/>
        </w:rPr>
      </w:pPr>
      <w:r w:rsidRPr="006867E3">
        <w:rPr>
          <w:i w:val="0"/>
          <w:color w:val="0000FF"/>
        </w:rPr>
        <w:t>There are many stories (some true, many mythical) that surround the birth of MS-DOS and its relationship to CP/M</w:t>
      </w:r>
      <w:r w:rsidR="00D7770D" w:rsidRPr="006867E3">
        <w:rPr>
          <w:i w:val="0"/>
          <w:color w:val="0000FF"/>
        </w:rPr>
        <w:t xml:space="preserve">. </w:t>
      </w:r>
      <w:r w:rsidRPr="006867E3">
        <w:rPr>
          <w:i w:val="0"/>
          <w:color w:val="0000FF"/>
        </w:rPr>
        <w:t xml:space="preserve">Students </w:t>
      </w:r>
      <w:r w:rsidR="00581298" w:rsidRPr="006867E3">
        <w:rPr>
          <w:i w:val="0"/>
          <w:color w:val="0000FF"/>
        </w:rPr>
        <w:t xml:space="preserve">will </w:t>
      </w:r>
      <w:r w:rsidRPr="006867E3">
        <w:rPr>
          <w:i w:val="0"/>
          <w:color w:val="0000FF"/>
        </w:rPr>
        <w:t>often volunteer outlandish stories they have heard</w:t>
      </w:r>
      <w:r w:rsidR="00D7770D" w:rsidRPr="006867E3">
        <w:rPr>
          <w:i w:val="0"/>
          <w:color w:val="0000FF"/>
        </w:rPr>
        <w:t xml:space="preserve">. </w:t>
      </w:r>
      <w:r w:rsidR="004705F7" w:rsidRPr="001C0875">
        <w:rPr>
          <w:color w:val="0000FF"/>
        </w:rPr>
        <w:t xml:space="preserve">The few sentences on this topic </w:t>
      </w:r>
      <w:r w:rsidR="007247FF">
        <w:rPr>
          <w:color w:val="0000FF"/>
        </w:rPr>
        <w:t xml:space="preserve">in the text </w:t>
      </w:r>
      <w:r w:rsidR="004705F7" w:rsidRPr="001C0875">
        <w:rPr>
          <w:color w:val="0000FF"/>
        </w:rPr>
        <w:t xml:space="preserve">derive from a </w:t>
      </w:r>
      <w:r w:rsidRPr="001C0875">
        <w:rPr>
          <w:color w:val="0000FF"/>
        </w:rPr>
        <w:t>well-documented version.</w:t>
      </w:r>
      <w:r w:rsidR="004705F7" w:rsidRPr="001C0875">
        <w:rPr>
          <w:color w:val="0000FF"/>
        </w:rPr>
        <w:t xml:space="preserve"> If possible, avoid the false </w:t>
      </w:r>
      <w:r w:rsidR="00825D2F" w:rsidRPr="001C0875">
        <w:rPr>
          <w:color w:val="0000FF"/>
        </w:rPr>
        <w:t>techno</w:t>
      </w:r>
      <w:r w:rsidR="00CD54A4" w:rsidRPr="001C0875">
        <w:rPr>
          <w:color w:val="0000FF"/>
        </w:rPr>
        <w:t>-</w:t>
      </w:r>
      <w:r w:rsidR="004705F7" w:rsidRPr="001C0875">
        <w:rPr>
          <w:color w:val="0000FF"/>
        </w:rPr>
        <w:t>theology discussions that assume that Microsoft is the Evil Empire. As time goes by, these stories have less weight with younger students and the whole thing becomes a non-issue.</w:t>
      </w:r>
      <w:r w:rsidR="004705F7">
        <w:rPr>
          <w:color w:val="0000FF"/>
        </w:rPr>
        <w:t xml:space="preserve"> </w:t>
      </w:r>
    </w:p>
    <w:p w14:paraId="61A7D287" w14:textId="24BB0270" w:rsidR="00550525" w:rsidRDefault="00550525" w:rsidP="000F411F">
      <w:pPr>
        <w:pStyle w:val="IM-Special"/>
        <w:widowControl w:val="0"/>
        <w:rPr>
          <w:color w:val="0000FF"/>
        </w:rPr>
      </w:pPr>
      <w:r w:rsidRPr="00FB63B9">
        <w:rPr>
          <w:color w:val="0000FF"/>
        </w:rPr>
        <w:t>Ask the students what they would consider</w:t>
      </w:r>
      <w:r w:rsidR="00CD54A4">
        <w:rPr>
          <w:color w:val="0000FF"/>
        </w:rPr>
        <w:t xml:space="preserve"> as</w:t>
      </w:r>
      <w:r w:rsidRPr="00FB63B9">
        <w:rPr>
          <w:color w:val="0000FF"/>
        </w:rPr>
        <w:t xml:space="preserve"> be</w:t>
      </w:r>
      <w:r w:rsidR="00CD54A4">
        <w:rPr>
          <w:color w:val="0000FF"/>
        </w:rPr>
        <w:t>ing</w:t>
      </w:r>
      <w:r w:rsidRPr="00FB63B9">
        <w:rPr>
          <w:color w:val="0000FF"/>
        </w:rPr>
        <w:t xml:space="preserve"> </w:t>
      </w:r>
      <w:r w:rsidR="00F1608A" w:rsidRPr="00FB63B9">
        <w:rPr>
          <w:color w:val="0000FF"/>
        </w:rPr>
        <w:t>today</w:t>
      </w:r>
      <w:r w:rsidR="00F1608A">
        <w:rPr>
          <w:color w:val="0000FF"/>
        </w:rPr>
        <w:t>’s</w:t>
      </w:r>
      <w:r w:rsidR="00F1608A" w:rsidRPr="00FB63B9">
        <w:rPr>
          <w:color w:val="0000FF"/>
        </w:rPr>
        <w:t xml:space="preserve"> “killer</w:t>
      </w:r>
      <w:r w:rsidRPr="00FB63B9">
        <w:rPr>
          <w:color w:val="0000FF"/>
        </w:rPr>
        <w:t xml:space="preserve"> app</w:t>
      </w:r>
      <w:r w:rsidR="00581298">
        <w:rPr>
          <w:color w:val="0000FF"/>
        </w:rPr>
        <w:t>.</w:t>
      </w:r>
      <w:r w:rsidRPr="00FB63B9">
        <w:rPr>
          <w:color w:val="0000FF"/>
        </w:rPr>
        <w:t>” Possible candidates might be</w:t>
      </w:r>
      <w:r w:rsidR="009A507B">
        <w:rPr>
          <w:color w:val="0000FF"/>
        </w:rPr>
        <w:t xml:space="preserve"> an app that would compel millions of non-gamer consumers to purchase VR headsets for personal use. </w:t>
      </w:r>
      <w:r w:rsidR="000B1E80">
        <w:rPr>
          <w:color w:val="0000FF"/>
        </w:rPr>
        <w:t xml:space="preserve">What about more AR apps for smartphones? </w:t>
      </w:r>
      <w:r w:rsidR="009A507B">
        <w:rPr>
          <w:color w:val="0000FF"/>
        </w:rPr>
        <w:t xml:space="preserve">Or perhaps </w:t>
      </w:r>
      <w:r w:rsidR="00513AFE">
        <w:rPr>
          <w:color w:val="0000FF"/>
        </w:rPr>
        <w:t xml:space="preserve">the availability of a vast number of </w:t>
      </w:r>
      <w:r w:rsidR="000C23B1">
        <w:rPr>
          <w:color w:val="0000FF"/>
        </w:rPr>
        <w:t>iPhone</w:t>
      </w:r>
      <w:r w:rsidR="009A507B">
        <w:rPr>
          <w:color w:val="0000FF"/>
        </w:rPr>
        <w:t xml:space="preserve"> and Android</w:t>
      </w:r>
      <w:r w:rsidR="000C23B1">
        <w:rPr>
          <w:color w:val="0000FF"/>
        </w:rPr>
        <w:t xml:space="preserve"> apps</w:t>
      </w:r>
      <w:r w:rsidR="00825D2F">
        <w:rPr>
          <w:color w:val="0000FF"/>
        </w:rPr>
        <w:t xml:space="preserve"> </w:t>
      </w:r>
      <w:r w:rsidR="00200949">
        <w:rPr>
          <w:color w:val="0000FF"/>
        </w:rPr>
        <w:t>counts</w:t>
      </w:r>
      <w:r w:rsidR="00513AFE">
        <w:rPr>
          <w:color w:val="0000FF"/>
        </w:rPr>
        <w:t xml:space="preserve"> collectively as </w:t>
      </w:r>
      <w:r w:rsidR="007C06E9">
        <w:rPr>
          <w:color w:val="0000FF"/>
        </w:rPr>
        <w:t>the</w:t>
      </w:r>
      <w:r w:rsidR="00513AFE">
        <w:rPr>
          <w:color w:val="0000FF"/>
        </w:rPr>
        <w:t xml:space="preserve"> killer app</w:t>
      </w:r>
      <w:r w:rsidR="009A507B">
        <w:rPr>
          <w:color w:val="0000FF"/>
        </w:rPr>
        <w:t xml:space="preserve"> for each </w:t>
      </w:r>
      <w:r w:rsidR="007C06E9">
        <w:rPr>
          <w:color w:val="0000FF"/>
        </w:rPr>
        <w:t xml:space="preserve">mobile </w:t>
      </w:r>
      <w:r w:rsidR="009A507B">
        <w:rPr>
          <w:color w:val="0000FF"/>
        </w:rPr>
        <w:t>OS</w:t>
      </w:r>
      <w:r w:rsidR="000C23B1">
        <w:rPr>
          <w:color w:val="0000FF"/>
        </w:rPr>
        <w:t xml:space="preserve">. </w:t>
      </w:r>
    </w:p>
    <w:p w14:paraId="7E4475F5" w14:textId="77777777" w:rsidR="00513AFE" w:rsidRPr="00FB63B9" w:rsidRDefault="00513AFE" w:rsidP="00513AFE">
      <w:pPr>
        <w:pStyle w:val="IM-Special"/>
        <w:widowControl w:val="0"/>
        <w:outlineLvl w:val="0"/>
        <w:rPr>
          <w:b/>
          <w:color w:val="0000FF"/>
        </w:rPr>
      </w:pPr>
      <w:r w:rsidRPr="00FB63B9">
        <w:rPr>
          <w:b/>
          <w:color w:val="0000FF"/>
        </w:rPr>
        <w:t>Discussion Point:</w:t>
      </w:r>
    </w:p>
    <w:p w14:paraId="236E2DF1" w14:textId="77777777" w:rsidR="00513AFE" w:rsidRPr="00513AFE" w:rsidRDefault="00513AFE" w:rsidP="00513AFE">
      <w:pPr>
        <w:pStyle w:val="IM-Special"/>
        <w:widowControl w:val="0"/>
        <w:rPr>
          <w:color w:val="0000FF"/>
        </w:rPr>
      </w:pPr>
      <w:r w:rsidRPr="00513AFE">
        <w:rPr>
          <w:color w:val="0000FF"/>
        </w:rPr>
        <w:t xml:space="preserve">There were several notable West Coast Computer Faires. Chuck Peddle also introduced his Commodore </w:t>
      </w:r>
      <w:r w:rsidRPr="00370750">
        <w:rPr>
          <w:color w:val="0000FF"/>
        </w:rPr>
        <w:t>PET</w:t>
      </w:r>
      <w:r w:rsidRPr="00513AFE">
        <w:rPr>
          <w:color w:val="0000FF"/>
        </w:rPr>
        <w:t xml:space="preserve"> computer at the first West Coast Computer Faire in 1977. Reports state that more than 12,000 people attended, and among the 180 exhibiters were Intel, MITS, and Digital Research. At the fourth West Coast Computer Faire, in 1979, Dan Bricklin demonstrated VisiCalc (the first “killer app” discussed earlier). At the sixth, Adam Osborne introduced the Osborne 1 portable computer</w:t>
      </w:r>
      <w:r>
        <w:rPr>
          <w:color w:val="0000FF"/>
        </w:rPr>
        <w:t xml:space="preserve"> (see 1981 on the timeline on page 12)</w:t>
      </w:r>
      <w:r w:rsidRPr="00513AFE">
        <w:rPr>
          <w:color w:val="0000FF"/>
        </w:rPr>
        <w:t xml:space="preserve">. </w:t>
      </w:r>
    </w:p>
    <w:p w14:paraId="54E54CCB" w14:textId="77777777" w:rsidR="009A507B" w:rsidRPr="00812C60" w:rsidRDefault="009A507B" w:rsidP="009A507B">
      <w:pPr>
        <w:pStyle w:val="IM-Special"/>
        <w:widowControl w:val="0"/>
        <w:rPr>
          <w:b/>
          <w:color w:val="0000FF"/>
        </w:rPr>
      </w:pPr>
      <w:r w:rsidRPr="00812C60">
        <w:rPr>
          <w:b/>
          <w:color w:val="0000FF"/>
        </w:rPr>
        <w:t xml:space="preserve">Discussion Point: </w:t>
      </w:r>
    </w:p>
    <w:p w14:paraId="7BBFE434" w14:textId="77777777" w:rsidR="00DC1CBB" w:rsidRDefault="007C06E9" w:rsidP="009A507B">
      <w:pPr>
        <w:pStyle w:val="IM-Special"/>
        <w:widowControl w:val="0"/>
        <w:rPr>
          <w:color w:val="0000FF"/>
        </w:rPr>
      </w:pPr>
      <w:r>
        <w:rPr>
          <w:color w:val="0000FF"/>
        </w:rPr>
        <w:t>DOS</w:t>
      </w:r>
      <w:r w:rsidRPr="00DC1CBB">
        <w:rPr>
          <w:color w:val="0000FF"/>
        </w:rPr>
        <w:t xml:space="preserve"> </w:t>
      </w:r>
      <w:r w:rsidR="00DC1CBB" w:rsidRPr="00DC1CBB">
        <w:rPr>
          <w:color w:val="0000FF"/>
        </w:rPr>
        <w:t>provide</w:t>
      </w:r>
      <w:r>
        <w:rPr>
          <w:color w:val="0000FF"/>
        </w:rPr>
        <w:t>d</w:t>
      </w:r>
      <w:r w:rsidR="00DC1CBB" w:rsidRPr="00DC1CBB">
        <w:rPr>
          <w:color w:val="0000FF"/>
        </w:rPr>
        <w:t xml:space="preserve"> support for interaction, or input and output (I/O), between the memory and disk drives. It does not have the more advanced capabilities of today’s OSs. It is single-tasking OS, has no support for virtual memory, no native GUI, and no built-in security function. While DOS could use much more memory than the OSs that preceded it, it had very limited memory support compared to Windows and Apple </w:t>
      </w:r>
      <w:r w:rsidR="00F74648">
        <w:rPr>
          <w:color w:val="0000FF"/>
        </w:rPr>
        <w:t>macOS</w:t>
      </w:r>
      <w:r w:rsidR="00DC1CBB" w:rsidRPr="00DC1CBB">
        <w:rPr>
          <w:color w:val="0000FF"/>
        </w:rPr>
        <w:t>.</w:t>
      </w:r>
      <w:r w:rsidR="00DC1CBB">
        <w:rPr>
          <w:color w:val="0000FF"/>
        </w:rPr>
        <w:t xml:space="preserve"> </w:t>
      </w:r>
    </w:p>
    <w:p w14:paraId="0BA2A4A4" w14:textId="77777777" w:rsidR="009A507B" w:rsidRDefault="009A507B" w:rsidP="009A507B">
      <w:pPr>
        <w:pStyle w:val="IM-Special"/>
        <w:widowControl w:val="0"/>
        <w:rPr>
          <w:color w:val="0000FF"/>
        </w:rPr>
      </w:pPr>
      <w:r w:rsidRPr="009A507B">
        <w:rPr>
          <w:color w:val="0000FF"/>
        </w:rPr>
        <w:t>PC DOS 1.0 supported single-sided 5¼-inch floppies; PC DOS 1.1 added support for double-sided 5¼-inch floppies; and PC DOS 2.0, released with the IBM PC-XT, included support for the XT’s 10MB hard drives. PC DOS 3.0 was released with the IBM PC-AT and included support for the larger AT hard drives. Support for 3½-inch floppies and the larger hard drives of the IBM PS-2 compu</w:t>
      </w:r>
      <w:r w:rsidR="007C06E9">
        <w:rPr>
          <w:color w:val="0000FF"/>
        </w:rPr>
        <w:t>t</w:t>
      </w:r>
      <w:r w:rsidRPr="009A507B">
        <w:rPr>
          <w:color w:val="0000FF"/>
        </w:rPr>
        <w:t>ers were added in PC DOS 4.0.</w:t>
      </w:r>
    </w:p>
    <w:p w14:paraId="7992E3E4" w14:textId="77777777" w:rsidR="00EA23C6" w:rsidRPr="00812C60" w:rsidRDefault="00EA23C6" w:rsidP="00EA23C6">
      <w:pPr>
        <w:pStyle w:val="IM-Special"/>
        <w:widowControl w:val="0"/>
        <w:rPr>
          <w:b/>
          <w:color w:val="0000FF"/>
        </w:rPr>
      </w:pPr>
      <w:r w:rsidRPr="00812C60">
        <w:rPr>
          <w:b/>
          <w:color w:val="0000FF"/>
        </w:rPr>
        <w:t xml:space="preserve">Discussion Point: </w:t>
      </w:r>
    </w:p>
    <w:p w14:paraId="133DAA80" w14:textId="77777777" w:rsidR="00EA23C6" w:rsidRPr="009A507B" w:rsidRDefault="00E74CA8" w:rsidP="0097762F">
      <w:pPr>
        <w:pStyle w:val="IM-Special"/>
        <w:keepNext/>
        <w:widowControl w:val="0"/>
        <w:rPr>
          <w:color w:val="0000FF"/>
        </w:rPr>
      </w:pPr>
      <w:r w:rsidRPr="00E74CA8">
        <w:rPr>
          <w:color w:val="0000FF"/>
        </w:rPr>
        <w:t>In the past, computer professionals often found DOS handy as a very small OS that fit on a floppy disk, to which they added various utilities for troubleshooting computers. This practice has disap</w:t>
      </w:r>
      <w:r w:rsidRPr="00E74CA8">
        <w:rPr>
          <w:color w:val="0000FF"/>
        </w:rPr>
        <w:softHyphen/>
        <w:t xml:space="preserve">peared today, as have floppy disks and floppy disk drives. Those same techs </w:t>
      </w:r>
      <w:r>
        <w:rPr>
          <w:color w:val="0000FF"/>
        </w:rPr>
        <w:t xml:space="preserve">moved on to using optical discs (CDs or DVDs) or a flash drive loaded with specialized </w:t>
      </w:r>
      <w:r>
        <w:rPr>
          <w:color w:val="0000FF"/>
        </w:rPr>
        <w:lastRenderedPageBreak/>
        <w:t xml:space="preserve">software for their work. </w:t>
      </w:r>
    </w:p>
    <w:p w14:paraId="3FC2AFF7" w14:textId="77777777" w:rsidR="00550525" w:rsidRDefault="00550525" w:rsidP="0097762F">
      <w:pPr>
        <w:pStyle w:val="Heading3"/>
        <w:rPr>
          <w:lang w:bidi="he-IL"/>
        </w:rPr>
      </w:pPr>
      <w:r>
        <w:rPr>
          <w:lang w:bidi="he-IL"/>
        </w:rPr>
        <w:t>OS/2</w:t>
      </w:r>
    </w:p>
    <w:p w14:paraId="2AE56ACD" w14:textId="77777777" w:rsidR="00550525" w:rsidRDefault="00270E54" w:rsidP="0097762F">
      <w:pPr>
        <w:pStyle w:val="Heading4"/>
        <w:rPr>
          <w:lang w:bidi="he-IL"/>
        </w:rPr>
      </w:pPr>
      <w:r>
        <w:rPr>
          <w:lang w:bidi="he-IL"/>
        </w:rPr>
        <w:t xml:space="preserve">1987: </w:t>
      </w:r>
      <w:r w:rsidR="00550525">
        <w:rPr>
          <w:lang w:bidi="he-IL"/>
        </w:rPr>
        <w:t>Microsoft and IBM developed OS/2 to replace DOS by offering features like multitasking.</w:t>
      </w:r>
    </w:p>
    <w:p w14:paraId="3E3F0CAB" w14:textId="3E222095" w:rsidR="007247FF" w:rsidRPr="007247FF" w:rsidRDefault="00236CCC" w:rsidP="000D56AC">
      <w:pPr>
        <w:pStyle w:val="Heading4"/>
        <w:numPr>
          <w:ilvl w:val="0"/>
          <w:numId w:val="0"/>
        </w:numPr>
        <w:ind w:left="2880"/>
        <w:rPr>
          <w:lang w:bidi="he-IL"/>
        </w:rPr>
      </w:pPr>
      <w:r>
        <w:rPr>
          <w:lang w:val="en-US" w:bidi="he-IL"/>
        </w:rPr>
        <w:t>U</w:t>
      </w:r>
      <w:r w:rsidR="00550525">
        <w:rPr>
          <w:lang w:bidi="he-IL"/>
        </w:rPr>
        <w:t xml:space="preserve">nderpowered and </w:t>
      </w:r>
      <w:r w:rsidR="007247FF">
        <w:rPr>
          <w:lang w:val="en-US" w:bidi="he-IL"/>
        </w:rPr>
        <w:t>required more expensive computer than DOS.</w:t>
      </w:r>
    </w:p>
    <w:p w14:paraId="13D5DFEE" w14:textId="77777777" w:rsidR="00550525" w:rsidRDefault="007247FF" w:rsidP="000D56AC">
      <w:pPr>
        <w:pStyle w:val="Heading4"/>
        <w:numPr>
          <w:ilvl w:val="0"/>
          <w:numId w:val="0"/>
        </w:numPr>
        <w:ind w:left="2880"/>
        <w:rPr>
          <w:lang w:bidi="he-IL"/>
        </w:rPr>
      </w:pPr>
      <w:r>
        <w:rPr>
          <w:lang w:val="en-US" w:bidi="he-IL"/>
        </w:rPr>
        <w:t>Limited support for DOS apps, which people wanted to continue to use.</w:t>
      </w:r>
    </w:p>
    <w:p w14:paraId="0EFC5ED8" w14:textId="0962156D" w:rsidR="00550525" w:rsidRDefault="009D118C" w:rsidP="0097762F">
      <w:pPr>
        <w:pStyle w:val="Heading4"/>
        <w:rPr>
          <w:lang w:bidi="he-IL"/>
        </w:rPr>
      </w:pPr>
      <w:r>
        <w:rPr>
          <w:lang w:val="en-US" w:bidi="he-IL"/>
        </w:rPr>
        <w:t>1994</w:t>
      </w:r>
      <w:r w:rsidR="008F43A1">
        <w:rPr>
          <w:lang w:val="en-US" w:bidi="he-IL"/>
        </w:rPr>
        <w:t>:</w:t>
      </w:r>
      <w:r w:rsidR="00550525">
        <w:rPr>
          <w:lang w:bidi="he-IL"/>
        </w:rPr>
        <w:t xml:space="preserve"> </w:t>
      </w:r>
      <w:r>
        <w:rPr>
          <w:lang w:val="en-US" w:bidi="he-IL"/>
        </w:rPr>
        <w:t xml:space="preserve">IBM retreated from the desktop when they </w:t>
      </w:r>
      <w:r w:rsidR="00550525">
        <w:rPr>
          <w:lang w:bidi="he-IL"/>
        </w:rPr>
        <w:t xml:space="preserve">released OS/2 Warp, </w:t>
      </w:r>
      <w:r w:rsidR="007247FF">
        <w:rPr>
          <w:lang w:val="en-US" w:bidi="he-IL"/>
        </w:rPr>
        <w:t>with a GUI</w:t>
      </w:r>
      <w:r>
        <w:rPr>
          <w:lang w:val="en-US" w:bidi="he-IL"/>
        </w:rPr>
        <w:t>,</w:t>
      </w:r>
      <w:r w:rsidR="007247FF">
        <w:rPr>
          <w:lang w:val="en-US" w:bidi="he-IL"/>
        </w:rPr>
        <w:t xml:space="preserve"> </w:t>
      </w:r>
      <w:r w:rsidR="00550525">
        <w:rPr>
          <w:lang w:bidi="he-IL"/>
        </w:rPr>
        <w:t>primarily sold with high-end servers.</w:t>
      </w:r>
      <w:r w:rsidR="007247FF">
        <w:rPr>
          <w:lang w:val="en-US" w:bidi="he-IL"/>
        </w:rPr>
        <w:t xml:space="preserve"> </w:t>
      </w:r>
    </w:p>
    <w:p w14:paraId="02CF2C7C" w14:textId="77777777" w:rsidR="008F43A1" w:rsidRDefault="00270E54" w:rsidP="0097762F">
      <w:pPr>
        <w:pStyle w:val="Heading4"/>
        <w:rPr>
          <w:lang w:bidi="he-IL"/>
        </w:rPr>
      </w:pPr>
      <w:r w:rsidRPr="0097762F">
        <w:rPr>
          <w:lang w:val="en-US" w:bidi="he-IL"/>
        </w:rPr>
        <w:t>2003</w:t>
      </w:r>
      <w:r w:rsidR="008F43A1">
        <w:rPr>
          <w:lang w:val="en-US" w:bidi="he-IL"/>
        </w:rPr>
        <w:t>:</w:t>
      </w:r>
      <w:r>
        <w:rPr>
          <w:lang w:bidi="he-IL"/>
        </w:rPr>
        <w:t xml:space="preserve"> IBM anno</w:t>
      </w:r>
      <w:r w:rsidR="004B4ADC">
        <w:rPr>
          <w:lang w:bidi="he-IL"/>
        </w:rPr>
        <w:t>u</w:t>
      </w:r>
      <w:r>
        <w:rPr>
          <w:lang w:bidi="he-IL"/>
        </w:rPr>
        <w:t>n</w:t>
      </w:r>
      <w:r w:rsidR="004B4ADC">
        <w:rPr>
          <w:lang w:bidi="he-IL"/>
        </w:rPr>
        <w:t>c</w:t>
      </w:r>
      <w:r>
        <w:rPr>
          <w:lang w:bidi="he-IL"/>
        </w:rPr>
        <w:t>ed that it would not develop any future versions</w:t>
      </w:r>
      <w:r w:rsidR="008F43A1">
        <w:rPr>
          <w:lang w:val="en-US" w:bidi="he-IL"/>
        </w:rPr>
        <w:t xml:space="preserve">. </w:t>
      </w:r>
    </w:p>
    <w:p w14:paraId="60EA445F" w14:textId="77777777" w:rsidR="008F43A1" w:rsidRDefault="00270E54" w:rsidP="0097762F">
      <w:pPr>
        <w:pStyle w:val="Heading4"/>
        <w:rPr>
          <w:lang w:bidi="he-IL"/>
        </w:rPr>
      </w:pPr>
      <w:r>
        <w:rPr>
          <w:lang w:bidi="he-IL"/>
        </w:rPr>
        <w:t>2004</w:t>
      </w:r>
      <w:r w:rsidR="008F43A1">
        <w:rPr>
          <w:lang w:val="en-US" w:bidi="he-IL"/>
        </w:rPr>
        <w:t>:</w:t>
      </w:r>
      <w:r>
        <w:rPr>
          <w:lang w:bidi="he-IL"/>
        </w:rPr>
        <w:t xml:space="preserve"> IBM sold its PC division (along </w:t>
      </w:r>
      <w:r w:rsidR="00982C17">
        <w:rPr>
          <w:lang w:bidi="he-IL"/>
        </w:rPr>
        <w:t>with OS/2) to China-based Lenov</w:t>
      </w:r>
      <w:r w:rsidR="00982C17">
        <w:rPr>
          <w:lang w:val="en-US" w:bidi="he-IL"/>
        </w:rPr>
        <w:t>o</w:t>
      </w:r>
      <w:r>
        <w:rPr>
          <w:lang w:bidi="he-IL"/>
        </w:rPr>
        <w:t xml:space="preserve"> Group.</w:t>
      </w:r>
      <w:r w:rsidR="00C93666">
        <w:rPr>
          <w:lang w:bidi="he-IL"/>
        </w:rPr>
        <w:t xml:space="preserve"> </w:t>
      </w:r>
    </w:p>
    <w:p w14:paraId="164DDA9E" w14:textId="50291D1F" w:rsidR="00550525" w:rsidRDefault="00C93666" w:rsidP="0097762F">
      <w:pPr>
        <w:pStyle w:val="Heading4"/>
        <w:rPr>
          <w:lang w:bidi="he-IL"/>
        </w:rPr>
      </w:pPr>
      <w:r>
        <w:rPr>
          <w:lang w:bidi="he-IL"/>
        </w:rPr>
        <w:t>2005</w:t>
      </w:r>
      <w:r w:rsidR="008F43A1">
        <w:rPr>
          <w:lang w:val="en-US" w:bidi="he-IL"/>
        </w:rPr>
        <w:t>:</w:t>
      </w:r>
      <w:r>
        <w:rPr>
          <w:lang w:bidi="he-IL"/>
        </w:rPr>
        <w:t xml:space="preserve"> OS/2</w:t>
      </w:r>
      <w:r w:rsidR="00DD7925">
        <w:rPr>
          <w:lang w:val="en-US" w:bidi="he-IL"/>
        </w:rPr>
        <w:t xml:space="preserve"> support discontinued</w:t>
      </w:r>
      <w:r>
        <w:rPr>
          <w:lang w:bidi="he-IL"/>
        </w:rPr>
        <w:t>.</w:t>
      </w:r>
    </w:p>
    <w:p w14:paraId="43C88B4E" w14:textId="77777777" w:rsidR="00550525" w:rsidRDefault="00550525" w:rsidP="0097762F">
      <w:pPr>
        <w:pStyle w:val="Heading3"/>
        <w:rPr>
          <w:lang w:bidi="he-IL"/>
        </w:rPr>
      </w:pPr>
      <w:r>
        <w:rPr>
          <w:lang w:bidi="he-IL"/>
        </w:rPr>
        <w:t>Microsoft Windows</w:t>
      </w:r>
    </w:p>
    <w:p w14:paraId="7F951A1B" w14:textId="6C0D9230" w:rsidR="00270E54" w:rsidRPr="008F43A1" w:rsidRDefault="00236CCC" w:rsidP="0097762F">
      <w:pPr>
        <w:pStyle w:val="Heading4"/>
        <w:numPr>
          <w:ilvl w:val="0"/>
          <w:numId w:val="0"/>
        </w:numPr>
        <w:ind w:left="2880"/>
        <w:rPr>
          <w:lang w:bidi="he-IL"/>
        </w:rPr>
      </w:pPr>
      <w:r w:rsidRPr="0097762F">
        <w:rPr>
          <w:lang w:bidi="he-IL"/>
        </w:rPr>
        <w:t>I</w:t>
      </w:r>
      <w:r w:rsidR="008F43A1" w:rsidRPr="0097762F">
        <w:rPr>
          <w:lang w:bidi="he-IL"/>
        </w:rPr>
        <w:t xml:space="preserve">ntroduced in 1985 as GUI </w:t>
      </w:r>
      <w:r w:rsidR="00DF4FAF" w:rsidRPr="0097762F">
        <w:rPr>
          <w:lang w:bidi="he-IL"/>
        </w:rPr>
        <w:t xml:space="preserve">shell </w:t>
      </w:r>
      <w:r w:rsidR="008F43A1" w:rsidRPr="0097762F">
        <w:rPr>
          <w:lang w:bidi="he-IL"/>
        </w:rPr>
        <w:t>on top of MS-DOS.</w:t>
      </w:r>
    </w:p>
    <w:p w14:paraId="161777CB" w14:textId="77777777" w:rsidR="008F43A1" w:rsidRPr="008F43A1" w:rsidRDefault="008F43A1" w:rsidP="0097762F">
      <w:pPr>
        <w:pStyle w:val="Heading4"/>
        <w:numPr>
          <w:ilvl w:val="0"/>
          <w:numId w:val="0"/>
        </w:numPr>
        <w:ind w:left="2880"/>
        <w:rPr>
          <w:lang w:bidi="he-IL"/>
        </w:rPr>
      </w:pPr>
      <w:r w:rsidRPr="0097762F">
        <w:rPr>
          <w:lang w:bidi="he-IL"/>
        </w:rPr>
        <w:t>Slowly evolved into more advanced OS.</w:t>
      </w:r>
    </w:p>
    <w:p w14:paraId="1D5B7580" w14:textId="77777777" w:rsidR="008F43A1" w:rsidRPr="008F43A1" w:rsidRDefault="008F43A1" w:rsidP="0097762F">
      <w:pPr>
        <w:pStyle w:val="Heading4"/>
        <w:numPr>
          <w:ilvl w:val="0"/>
          <w:numId w:val="0"/>
        </w:numPr>
        <w:ind w:left="2880"/>
        <w:rPr>
          <w:lang w:bidi="he-IL"/>
        </w:rPr>
      </w:pPr>
      <w:r w:rsidRPr="0097762F">
        <w:rPr>
          <w:lang w:bidi="he-IL"/>
        </w:rPr>
        <w:t>Dominated the desktop for many years.</w:t>
      </w:r>
    </w:p>
    <w:p w14:paraId="58B75F4E" w14:textId="77777777" w:rsidR="008F43A1" w:rsidRPr="008F43A1" w:rsidRDefault="008F43A1" w:rsidP="0097762F">
      <w:pPr>
        <w:pStyle w:val="Heading4"/>
        <w:numPr>
          <w:ilvl w:val="0"/>
          <w:numId w:val="0"/>
        </w:numPr>
        <w:ind w:left="2880"/>
        <w:rPr>
          <w:lang w:bidi="he-IL"/>
        </w:rPr>
      </w:pPr>
      <w:r w:rsidRPr="0097762F">
        <w:rPr>
          <w:lang w:bidi="he-IL"/>
        </w:rPr>
        <w:t>Windows’ fate tied to PCs.</w:t>
      </w:r>
    </w:p>
    <w:p w14:paraId="0DD008D5" w14:textId="77777777" w:rsidR="008F43A1" w:rsidRPr="008F43A1" w:rsidRDefault="008F43A1" w:rsidP="0097762F">
      <w:pPr>
        <w:pStyle w:val="Heading4"/>
        <w:numPr>
          <w:ilvl w:val="0"/>
          <w:numId w:val="0"/>
        </w:numPr>
        <w:ind w:left="2880"/>
        <w:rPr>
          <w:lang w:bidi="he-IL"/>
        </w:rPr>
      </w:pPr>
      <w:r w:rsidRPr="0097762F">
        <w:rPr>
          <w:lang w:bidi="he-IL"/>
        </w:rPr>
        <w:t>As more people move away from PCs to mobile devices, PC sales decline.</w:t>
      </w:r>
    </w:p>
    <w:p w14:paraId="00EF9086" w14:textId="77777777" w:rsidR="008F43A1" w:rsidRPr="008F43A1" w:rsidRDefault="008F43A1" w:rsidP="0097762F">
      <w:pPr>
        <w:pStyle w:val="Heading4"/>
        <w:numPr>
          <w:ilvl w:val="0"/>
          <w:numId w:val="0"/>
        </w:numPr>
        <w:ind w:left="2880"/>
        <w:rPr>
          <w:lang w:bidi="he-IL"/>
        </w:rPr>
      </w:pPr>
      <w:r w:rsidRPr="0097762F">
        <w:rPr>
          <w:lang w:bidi="he-IL"/>
        </w:rPr>
        <w:t>PCs sales compete with Apple iPads and Chromebooks in the K-12 education market.</w:t>
      </w:r>
    </w:p>
    <w:p w14:paraId="0188208D" w14:textId="77777777" w:rsidR="008F43A1" w:rsidRPr="008F43A1" w:rsidRDefault="008F43A1" w:rsidP="0097762F">
      <w:pPr>
        <w:pStyle w:val="Heading4"/>
        <w:rPr>
          <w:lang w:bidi="he-IL"/>
        </w:rPr>
      </w:pPr>
      <w:r>
        <w:rPr>
          <w:lang w:bidi="he-IL"/>
        </w:rPr>
        <w:t>Windows versions 1 through 3</w:t>
      </w:r>
    </w:p>
    <w:p w14:paraId="5E5579B8" w14:textId="77777777" w:rsidR="00550525" w:rsidRDefault="00550525" w:rsidP="0097762F">
      <w:pPr>
        <w:pStyle w:val="Heading4"/>
        <w:numPr>
          <w:ilvl w:val="0"/>
          <w:numId w:val="0"/>
        </w:numPr>
        <w:ind w:left="2880"/>
        <w:rPr>
          <w:lang w:bidi="he-IL"/>
        </w:rPr>
      </w:pPr>
      <w:r>
        <w:rPr>
          <w:lang w:bidi="he-IL"/>
        </w:rPr>
        <w:t>1985</w:t>
      </w:r>
      <w:r w:rsidR="008F43A1" w:rsidRPr="0097762F">
        <w:rPr>
          <w:lang w:bidi="he-IL"/>
        </w:rPr>
        <w:t>:</w:t>
      </w:r>
      <w:r w:rsidR="004B4ADC">
        <w:rPr>
          <w:lang w:bidi="he-IL"/>
        </w:rPr>
        <w:t xml:space="preserve"> Microsoft</w:t>
      </w:r>
      <w:r>
        <w:rPr>
          <w:lang w:bidi="he-IL"/>
        </w:rPr>
        <w:t xml:space="preserve"> </w:t>
      </w:r>
      <w:r w:rsidR="004B4ADC">
        <w:rPr>
          <w:lang w:bidi="he-IL"/>
        </w:rPr>
        <w:t xml:space="preserve">released </w:t>
      </w:r>
      <w:r>
        <w:rPr>
          <w:lang w:bidi="he-IL"/>
        </w:rPr>
        <w:t>the first version of Windows</w:t>
      </w:r>
      <w:r w:rsidR="00D7770D">
        <w:rPr>
          <w:lang w:bidi="he-IL"/>
        </w:rPr>
        <w:t xml:space="preserve">. </w:t>
      </w:r>
      <w:r>
        <w:rPr>
          <w:lang w:bidi="he-IL"/>
        </w:rPr>
        <w:t>It was essentially a DOS application that provided a GUI for DOS rather than an operating system in and of itself</w:t>
      </w:r>
      <w:r w:rsidR="00D7770D">
        <w:rPr>
          <w:lang w:bidi="he-IL"/>
        </w:rPr>
        <w:t xml:space="preserve">. </w:t>
      </w:r>
      <w:r>
        <w:rPr>
          <w:lang w:bidi="he-IL"/>
        </w:rPr>
        <w:t>It had little success.</w:t>
      </w:r>
    </w:p>
    <w:p w14:paraId="102B6B89" w14:textId="1B9685FB" w:rsidR="00550525" w:rsidRDefault="00550525" w:rsidP="0097762F">
      <w:pPr>
        <w:pStyle w:val="Heading4"/>
        <w:numPr>
          <w:ilvl w:val="0"/>
          <w:numId w:val="0"/>
        </w:numPr>
        <w:ind w:left="2880"/>
        <w:rPr>
          <w:lang w:bidi="he-IL"/>
        </w:rPr>
      </w:pPr>
      <w:r>
        <w:rPr>
          <w:lang w:bidi="he-IL"/>
        </w:rPr>
        <w:t>1990</w:t>
      </w:r>
      <w:r w:rsidR="008F43A1" w:rsidRPr="0097762F">
        <w:rPr>
          <w:lang w:bidi="he-IL"/>
        </w:rPr>
        <w:t>:</w:t>
      </w:r>
      <w:r>
        <w:rPr>
          <w:lang w:bidi="he-IL"/>
        </w:rPr>
        <w:t xml:space="preserve"> </w:t>
      </w:r>
      <w:r w:rsidR="008F43A1">
        <w:rPr>
          <w:lang w:bidi="he-IL"/>
        </w:rPr>
        <w:t>Windows 3.0</w:t>
      </w:r>
      <w:r w:rsidR="008F43A1" w:rsidRPr="0097762F">
        <w:rPr>
          <w:lang w:bidi="he-IL"/>
        </w:rPr>
        <w:t xml:space="preserve">, </w:t>
      </w:r>
      <w:r w:rsidR="004B4ADC">
        <w:rPr>
          <w:lang w:bidi="he-IL"/>
        </w:rPr>
        <w:t>the</w:t>
      </w:r>
      <w:r>
        <w:rPr>
          <w:lang w:bidi="he-IL"/>
        </w:rPr>
        <w:t xml:space="preserve"> first successful version</w:t>
      </w:r>
      <w:r w:rsidR="008F43A1" w:rsidRPr="0097762F">
        <w:rPr>
          <w:lang w:bidi="he-IL"/>
        </w:rPr>
        <w:t>.</w:t>
      </w:r>
      <w:r>
        <w:rPr>
          <w:lang w:bidi="he-IL"/>
        </w:rPr>
        <w:t xml:space="preserve"> </w:t>
      </w:r>
      <w:r w:rsidR="004B4ADC">
        <w:rPr>
          <w:lang w:bidi="he-IL"/>
        </w:rPr>
        <w:t xml:space="preserve">It had </w:t>
      </w:r>
      <w:r>
        <w:rPr>
          <w:lang w:bidi="he-IL"/>
        </w:rPr>
        <w:t xml:space="preserve">the ability </w:t>
      </w:r>
      <w:r w:rsidR="00234B87">
        <w:rPr>
          <w:lang w:bidi="he-IL"/>
        </w:rPr>
        <w:t>to</w:t>
      </w:r>
      <w:r>
        <w:rPr>
          <w:lang w:bidi="he-IL"/>
        </w:rPr>
        <w:t xml:space="preserve"> run both DOS and Windows apps and some real added functionality</w:t>
      </w:r>
      <w:r w:rsidR="00D7770D">
        <w:rPr>
          <w:lang w:bidi="he-IL"/>
        </w:rPr>
        <w:t>.</w:t>
      </w:r>
    </w:p>
    <w:p w14:paraId="6CC93046" w14:textId="77777777" w:rsidR="008F43A1" w:rsidRPr="00FB63B9" w:rsidRDefault="008F43A1" w:rsidP="008F43A1">
      <w:pPr>
        <w:pStyle w:val="IM-Special"/>
        <w:widowControl w:val="0"/>
        <w:outlineLvl w:val="0"/>
        <w:rPr>
          <w:b/>
          <w:color w:val="0000FF"/>
        </w:rPr>
      </w:pPr>
      <w:r w:rsidRPr="00FB63B9">
        <w:rPr>
          <w:b/>
          <w:color w:val="0000FF"/>
        </w:rPr>
        <w:lastRenderedPageBreak/>
        <w:t>Discussion Point:</w:t>
      </w:r>
      <w:r>
        <w:rPr>
          <w:b/>
          <w:color w:val="0000FF"/>
        </w:rPr>
        <w:t xml:space="preserve"> </w:t>
      </w:r>
    </w:p>
    <w:p w14:paraId="7D4DCE89" w14:textId="31E5F8E9" w:rsidR="008F43A1" w:rsidRPr="00C93666" w:rsidRDefault="008F43A1" w:rsidP="008F43A1">
      <w:pPr>
        <w:pStyle w:val="IM-Special"/>
        <w:widowControl w:val="0"/>
        <w:rPr>
          <w:color w:val="0000FF"/>
        </w:rPr>
      </w:pPr>
      <w:r>
        <w:rPr>
          <w:color w:val="0000FF"/>
        </w:rPr>
        <w:t>Windows 3.0 still depend</w:t>
      </w:r>
      <w:r w:rsidR="00677E8B">
        <w:rPr>
          <w:color w:val="0000FF"/>
        </w:rPr>
        <w:t>ed</w:t>
      </w:r>
      <w:r>
        <w:rPr>
          <w:color w:val="0000FF"/>
        </w:rPr>
        <w:t xml:space="preserve"> on DOS and </w:t>
      </w:r>
      <w:r w:rsidR="00677E8B">
        <w:rPr>
          <w:color w:val="0000FF"/>
        </w:rPr>
        <w:t xml:space="preserve">was </w:t>
      </w:r>
      <w:r>
        <w:rPr>
          <w:color w:val="0000FF"/>
        </w:rPr>
        <w:t xml:space="preserve">not a stand-alone OS. Windows 3.x </w:t>
      </w:r>
      <w:r w:rsidR="00677E8B">
        <w:rPr>
          <w:color w:val="0000FF"/>
        </w:rPr>
        <w:t>worked</w:t>
      </w:r>
      <w:r>
        <w:rPr>
          <w:color w:val="0000FF"/>
        </w:rPr>
        <w:t xml:space="preserve"> in Intel 386 processor modes: real mode, standard mode, and 386 enhanced mode (Microsoft’s term for the Intel 386 processor modes).</w:t>
      </w:r>
    </w:p>
    <w:p w14:paraId="2CF94732" w14:textId="77777777" w:rsidR="00550525" w:rsidRDefault="00550525" w:rsidP="0097762F">
      <w:pPr>
        <w:pStyle w:val="Heading4"/>
        <w:numPr>
          <w:ilvl w:val="0"/>
          <w:numId w:val="0"/>
        </w:numPr>
        <w:ind w:left="2880"/>
        <w:rPr>
          <w:lang w:bidi="he-IL"/>
        </w:rPr>
      </w:pPr>
      <w:r>
        <w:rPr>
          <w:lang w:bidi="he-IL"/>
        </w:rPr>
        <w:t>1992</w:t>
      </w:r>
      <w:r w:rsidR="005C1029">
        <w:rPr>
          <w:lang w:bidi="he-IL"/>
        </w:rPr>
        <w:t>:</w:t>
      </w:r>
      <w:r>
        <w:rPr>
          <w:lang w:bidi="he-IL"/>
        </w:rPr>
        <w:t xml:space="preserve"> </w:t>
      </w:r>
      <w:r w:rsidR="00E11BF0">
        <w:rPr>
          <w:lang w:bidi="he-IL"/>
        </w:rPr>
        <w:t xml:space="preserve">Microsoft upgraded </w:t>
      </w:r>
      <w:r>
        <w:rPr>
          <w:lang w:bidi="he-IL"/>
        </w:rPr>
        <w:t>Windows to Windows 3.1 and found huge success</w:t>
      </w:r>
      <w:r w:rsidR="00D17415">
        <w:rPr>
          <w:lang w:bidi="he-IL"/>
        </w:rPr>
        <w:t>,</w:t>
      </w:r>
      <w:r>
        <w:rPr>
          <w:lang w:bidi="he-IL"/>
        </w:rPr>
        <w:t xml:space="preserve"> partially because of the availability of Microsoft Office for Windows and other applications written for Windows.</w:t>
      </w:r>
    </w:p>
    <w:p w14:paraId="722D1284" w14:textId="77777777" w:rsidR="00BF651E" w:rsidRPr="00FB63B9" w:rsidRDefault="00BF651E" w:rsidP="00BF651E">
      <w:pPr>
        <w:pStyle w:val="IM-Special"/>
        <w:widowControl w:val="0"/>
        <w:outlineLvl w:val="0"/>
        <w:rPr>
          <w:b/>
          <w:color w:val="0000FF"/>
        </w:rPr>
      </w:pPr>
      <w:r w:rsidRPr="00FB63B9">
        <w:rPr>
          <w:b/>
          <w:color w:val="0000FF"/>
        </w:rPr>
        <w:t>Discussion Point:</w:t>
      </w:r>
    </w:p>
    <w:p w14:paraId="462C4B7D" w14:textId="48D4E05A" w:rsidR="00BF651E" w:rsidRPr="00C93666" w:rsidRDefault="00C9416A" w:rsidP="0097762F">
      <w:pPr>
        <w:pStyle w:val="IM-Special"/>
        <w:rPr>
          <w:color w:val="0000FF"/>
        </w:rPr>
      </w:pPr>
      <w:r>
        <w:rPr>
          <w:color w:val="0000FF"/>
        </w:rPr>
        <w:t xml:space="preserve">The </w:t>
      </w:r>
      <w:r w:rsidR="00BF651E">
        <w:rPr>
          <w:color w:val="0000FF"/>
        </w:rPr>
        <w:t>authors attribute the success of Windows 3.1</w:t>
      </w:r>
      <w:r w:rsidR="00976F2F">
        <w:rPr>
          <w:color w:val="0000FF"/>
        </w:rPr>
        <w:t>,</w:t>
      </w:r>
      <w:r w:rsidR="00BF651E">
        <w:rPr>
          <w:color w:val="0000FF"/>
        </w:rPr>
        <w:t xml:space="preserve"> in part</w:t>
      </w:r>
      <w:r w:rsidR="00976F2F">
        <w:rPr>
          <w:color w:val="0000FF"/>
        </w:rPr>
        <w:t>,</w:t>
      </w:r>
      <w:r w:rsidR="00BF651E">
        <w:rPr>
          <w:color w:val="0000FF"/>
        </w:rPr>
        <w:t xml:space="preserve"> to the ability to run Microsoft’s legacy DOS apps (</w:t>
      </w:r>
      <w:r w:rsidR="00976F2F">
        <w:rPr>
          <w:color w:val="0000FF"/>
        </w:rPr>
        <w:t xml:space="preserve">Word and Excel) </w:t>
      </w:r>
      <w:r w:rsidR="00BF651E">
        <w:rPr>
          <w:color w:val="0000FF"/>
        </w:rPr>
        <w:t xml:space="preserve">from the 1980s. </w:t>
      </w:r>
      <w:r w:rsidR="00976F2F">
        <w:rPr>
          <w:color w:val="0000FF"/>
        </w:rPr>
        <w:t>Discuss how the wide acceptance of Microsoft Office as the default productivity suite in large organizations continued to encourage the adoption of new versions of Windows.</w:t>
      </w:r>
    </w:p>
    <w:p w14:paraId="2C58C5DD" w14:textId="77777777" w:rsidR="00550525" w:rsidRDefault="00550525" w:rsidP="0097762F">
      <w:pPr>
        <w:pStyle w:val="Heading4"/>
        <w:widowControl w:val="0"/>
        <w:rPr>
          <w:lang w:bidi="he-IL"/>
        </w:rPr>
      </w:pPr>
      <w:r>
        <w:rPr>
          <w:lang w:bidi="he-IL"/>
        </w:rPr>
        <w:lastRenderedPageBreak/>
        <w:t>Windows for Workgroups</w:t>
      </w:r>
    </w:p>
    <w:p w14:paraId="64AB85C0" w14:textId="77777777" w:rsidR="00550525" w:rsidRDefault="00550525" w:rsidP="0097762F">
      <w:pPr>
        <w:pStyle w:val="Heading4"/>
        <w:numPr>
          <w:ilvl w:val="0"/>
          <w:numId w:val="0"/>
        </w:numPr>
        <w:ind w:left="2880"/>
        <w:rPr>
          <w:lang w:bidi="he-IL"/>
        </w:rPr>
      </w:pPr>
      <w:r>
        <w:rPr>
          <w:lang w:bidi="he-IL"/>
        </w:rPr>
        <w:t>DOS, Windows, and other OSs required a separate network operating system (NOS) if you wanted to network a personal computer.</w:t>
      </w:r>
    </w:p>
    <w:p w14:paraId="5019EF3E" w14:textId="77777777" w:rsidR="008E7BA9" w:rsidRDefault="00550525" w:rsidP="0097762F">
      <w:pPr>
        <w:pStyle w:val="Heading4"/>
        <w:numPr>
          <w:ilvl w:val="0"/>
          <w:numId w:val="0"/>
        </w:numPr>
        <w:ind w:left="2880"/>
        <w:rPr>
          <w:lang w:bidi="he-IL"/>
        </w:rPr>
      </w:pPr>
      <w:r>
        <w:rPr>
          <w:lang w:bidi="he-IL"/>
        </w:rPr>
        <w:t>1992</w:t>
      </w:r>
      <w:r w:rsidR="005C1029">
        <w:rPr>
          <w:lang w:bidi="he-IL"/>
        </w:rPr>
        <w:t>:</w:t>
      </w:r>
      <w:r>
        <w:rPr>
          <w:lang w:bidi="he-IL"/>
        </w:rPr>
        <w:t xml:space="preserve"> Microsoft released Windows for Workgroups 3.1 </w:t>
      </w:r>
    </w:p>
    <w:p w14:paraId="54341514" w14:textId="433ED5CA" w:rsidR="008E7BA9" w:rsidRDefault="00AA0354" w:rsidP="0097762F">
      <w:pPr>
        <w:pStyle w:val="Heading4"/>
        <w:numPr>
          <w:ilvl w:val="0"/>
          <w:numId w:val="0"/>
        </w:numPr>
        <w:ind w:left="2880"/>
        <w:rPr>
          <w:lang w:bidi="he-IL"/>
        </w:rPr>
      </w:pPr>
      <w:r>
        <w:rPr>
          <w:lang w:val="en-US" w:bidi="he-IL"/>
        </w:rPr>
        <w:t xml:space="preserve">Supported </w:t>
      </w:r>
      <w:r w:rsidR="00550525">
        <w:rPr>
          <w:lang w:bidi="he-IL"/>
        </w:rPr>
        <w:t xml:space="preserve">peer-to-peer networking </w:t>
      </w:r>
      <w:r>
        <w:rPr>
          <w:lang w:val="en-US"/>
        </w:rPr>
        <w:t xml:space="preserve">with </w:t>
      </w:r>
      <w:r w:rsidR="00550525">
        <w:rPr>
          <w:lang w:bidi="he-IL"/>
        </w:rPr>
        <w:t>both client and server software within the OS</w:t>
      </w:r>
      <w:r w:rsidR="00D7770D">
        <w:rPr>
          <w:lang w:bidi="he-IL"/>
        </w:rPr>
        <w:t xml:space="preserve">. </w:t>
      </w:r>
    </w:p>
    <w:p w14:paraId="2337081E" w14:textId="05768CBC" w:rsidR="00550525" w:rsidRDefault="008E7BA9" w:rsidP="0097762F">
      <w:pPr>
        <w:pStyle w:val="Heading4"/>
        <w:widowControl w:val="0"/>
        <w:numPr>
          <w:ilvl w:val="0"/>
          <w:numId w:val="0"/>
        </w:numPr>
        <w:ind w:left="2880"/>
        <w:rPr>
          <w:lang w:bidi="he-IL"/>
        </w:rPr>
      </w:pPr>
      <w:r>
        <w:rPr>
          <w:lang w:val="en-US" w:bidi="he-IL"/>
        </w:rPr>
        <w:t xml:space="preserve">Still </w:t>
      </w:r>
      <w:r w:rsidR="00550525">
        <w:rPr>
          <w:lang w:bidi="he-IL"/>
        </w:rPr>
        <w:t>dependent on DOS and not a stand-alone OS.</w:t>
      </w:r>
    </w:p>
    <w:p w14:paraId="113F39EC" w14:textId="77777777" w:rsidR="00550525" w:rsidRDefault="00550525" w:rsidP="0097762F">
      <w:pPr>
        <w:pStyle w:val="Heading4"/>
        <w:rPr>
          <w:lang w:bidi="he-IL"/>
        </w:rPr>
      </w:pPr>
      <w:r>
        <w:rPr>
          <w:lang w:bidi="he-IL"/>
        </w:rPr>
        <w:t>Windows NT</w:t>
      </w:r>
    </w:p>
    <w:p w14:paraId="419DD01A" w14:textId="77777777" w:rsidR="00AE253E" w:rsidRDefault="00550525" w:rsidP="001C3A77">
      <w:pPr>
        <w:pStyle w:val="Heading4"/>
        <w:numPr>
          <w:ilvl w:val="0"/>
          <w:numId w:val="0"/>
        </w:numPr>
        <w:ind w:left="2880"/>
        <w:rPr>
          <w:lang w:bidi="he-IL"/>
        </w:rPr>
      </w:pPr>
      <w:r>
        <w:rPr>
          <w:lang w:bidi="he-IL"/>
        </w:rPr>
        <w:t>1993</w:t>
      </w:r>
      <w:r w:rsidR="005C1029">
        <w:rPr>
          <w:lang w:bidi="he-IL"/>
        </w:rPr>
        <w:t>: Microsoft introduced</w:t>
      </w:r>
      <w:r>
        <w:rPr>
          <w:lang w:bidi="he-IL"/>
        </w:rPr>
        <w:t xml:space="preserve"> Windows NT</w:t>
      </w:r>
      <w:r w:rsidR="005C1029">
        <w:rPr>
          <w:lang w:bidi="he-IL"/>
        </w:rPr>
        <w:t xml:space="preserve">. </w:t>
      </w:r>
    </w:p>
    <w:p w14:paraId="5E454637" w14:textId="77777777" w:rsidR="005C1029" w:rsidRDefault="00AE253E" w:rsidP="00CC506B">
      <w:pPr>
        <w:pStyle w:val="Heading5"/>
        <w:numPr>
          <w:ilvl w:val="0"/>
          <w:numId w:val="0"/>
        </w:numPr>
        <w:ind w:left="2880"/>
        <w:rPr>
          <w:lang w:bidi="he-IL"/>
        </w:rPr>
      </w:pPr>
      <w:r>
        <w:rPr>
          <w:lang w:val="en-US" w:bidi="he-IL"/>
        </w:rPr>
        <w:t xml:space="preserve">The </w:t>
      </w:r>
      <w:r w:rsidR="005C1029">
        <w:rPr>
          <w:lang w:bidi="he-IL"/>
        </w:rPr>
        <w:t xml:space="preserve">same user interface as Windows 3.1, so the first version was Windows NT 3.1. </w:t>
      </w:r>
    </w:p>
    <w:p w14:paraId="22A3A4D8" w14:textId="5E8F6AC7" w:rsidR="005C1029" w:rsidRDefault="002875B8" w:rsidP="00CC506B">
      <w:pPr>
        <w:pStyle w:val="Heading5"/>
        <w:numPr>
          <w:ilvl w:val="0"/>
          <w:numId w:val="0"/>
        </w:numPr>
        <w:ind w:left="2880"/>
        <w:rPr>
          <w:lang w:bidi="he-IL"/>
        </w:rPr>
      </w:pPr>
      <w:r>
        <w:rPr>
          <w:lang w:val="en-US" w:bidi="he-IL"/>
        </w:rPr>
        <w:t>I</w:t>
      </w:r>
      <w:r w:rsidR="005C1029">
        <w:rPr>
          <w:lang w:bidi="he-IL"/>
        </w:rPr>
        <w:t xml:space="preserve">ncluded the </w:t>
      </w:r>
      <w:r w:rsidR="00AE253E">
        <w:rPr>
          <w:lang w:val="en-US" w:bidi="he-IL"/>
        </w:rPr>
        <w:t>New Technology File System (</w:t>
      </w:r>
      <w:r w:rsidR="005C1029">
        <w:rPr>
          <w:lang w:bidi="he-IL"/>
        </w:rPr>
        <w:t>NTFS</w:t>
      </w:r>
      <w:r w:rsidR="00AE253E">
        <w:rPr>
          <w:lang w:val="en-US" w:bidi="he-IL"/>
        </w:rPr>
        <w:t>)</w:t>
      </w:r>
      <w:r w:rsidR="005C1029">
        <w:rPr>
          <w:lang w:bidi="he-IL"/>
        </w:rPr>
        <w:t>.</w:t>
      </w:r>
    </w:p>
    <w:p w14:paraId="7AF7A56B" w14:textId="7584F13C" w:rsidR="00550525" w:rsidRDefault="004C419B" w:rsidP="00CC506B">
      <w:pPr>
        <w:pStyle w:val="Heading4"/>
        <w:numPr>
          <w:ilvl w:val="0"/>
          <w:numId w:val="0"/>
        </w:numPr>
        <w:ind w:left="2880"/>
        <w:rPr>
          <w:lang w:bidi="he-IL"/>
        </w:rPr>
      </w:pPr>
      <w:r>
        <w:rPr>
          <w:lang w:val="en-US" w:bidi="he-IL"/>
        </w:rPr>
        <w:t xml:space="preserve">True </w:t>
      </w:r>
      <w:r w:rsidR="00550525">
        <w:rPr>
          <w:lang w:bidi="he-IL"/>
        </w:rPr>
        <w:t>stand-alone operating system specifically designed for network servers.</w:t>
      </w:r>
    </w:p>
    <w:p w14:paraId="0991E77F" w14:textId="3A497F0F" w:rsidR="00550525" w:rsidRDefault="00CC506B" w:rsidP="00CC506B">
      <w:pPr>
        <w:pStyle w:val="Heading4"/>
        <w:numPr>
          <w:ilvl w:val="0"/>
          <w:numId w:val="0"/>
        </w:numPr>
        <w:ind w:left="2880"/>
        <w:rPr>
          <w:lang w:bidi="he-IL"/>
        </w:rPr>
      </w:pPr>
      <w:r>
        <w:rPr>
          <w:lang w:val="en-US" w:bidi="he-IL"/>
        </w:rPr>
        <w:t xml:space="preserve">The </w:t>
      </w:r>
      <w:r w:rsidR="00550525">
        <w:rPr>
          <w:lang w:bidi="he-IL"/>
        </w:rPr>
        <w:t xml:space="preserve">first Microsoft OS to take full advantage of </w:t>
      </w:r>
      <w:r w:rsidR="00E11BF0">
        <w:rPr>
          <w:lang w:bidi="he-IL"/>
        </w:rPr>
        <w:t xml:space="preserve">an </w:t>
      </w:r>
      <w:r w:rsidR="00550525">
        <w:rPr>
          <w:lang w:bidi="he-IL"/>
        </w:rPr>
        <w:t>Intel processor’s protected mode, thus more stab</w:t>
      </w:r>
      <w:r>
        <w:rPr>
          <w:lang w:val="en-US" w:bidi="he-IL"/>
        </w:rPr>
        <w:t>le secure</w:t>
      </w:r>
      <w:r w:rsidR="00550525">
        <w:rPr>
          <w:lang w:bidi="he-IL"/>
        </w:rPr>
        <w:t>.</w:t>
      </w:r>
    </w:p>
    <w:p w14:paraId="3D6A9CB9" w14:textId="77777777" w:rsidR="00AE253E" w:rsidRDefault="00303091" w:rsidP="00897EC4">
      <w:pPr>
        <w:pStyle w:val="Heading4"/>
        <w:numPr>
          <w:ilvl w:val="0"/>
          <w:numId w:val="0"/>
        </w:numPr>
        <w:ind w:left="2880"/>
        <w:rPr>
          <w:lang w:bidi="he-IL"/>
        </w:rPr>
      </w:pPr>
      <w:r>
        <w:rPr>
          <w:lang w:bidi="he-IL"/>
        </w:rPr>
        <w:t xml:space="preserve">1994: </w:t>
      </w:r>
      <w:r w:rsidR="00550525">
        <w:rPr>
          <w:lang w:bidi="he-IL"/>
        </w:rPr>
        <w:t>Windows NT</w:t>
      </w:r>
      <w:r>
        <w:rPr>
          <w:lang w:bidi="he-IL"/>
        </w:rPr>
        <w:t xml:space="preserve"> 3.5 </w:t>
      </w:r>
      <w:r w:rsidR="00550525">
        <w:rPr>
          <w:lang w:bidi="he-IL"/>
        </w:rPr>
        <w:t xml:space="preserve">was split into two </w:t>
      </w:r>
      <w:r>
        <w:rPr>
          <w:lang w:bidi="he-IL"/>
        </w:rPr>
        <w:t>editions</w:t>
      </w:r>
      <w:r w:rsidR="00AE253E">
        <w:rPr>
          <w:lang w:val="en-US" w:bidi="he-IL"/>
        </w:rPr>
        <w:t>.</w:t>
      </w:r>
      <w:r w:rsidR="00550525">
        <w:rPr>
          <w:lang w:bidi="he-IL"/>
        </w:rPr>
        <w:t xml:space="preserve"> </w:t>
      </w:r>
    </w:p>
    <w:p w14:paraId="3E0B37C7" w14:textId="77777777" w:rsidR="00AE253E" w:rsidRDefault="00550525" w:rsidP="00CC506B">
      <w:pPr>
        <w:pStyle w:val="Heading5"/>
        <w:numPr>
          <w:ilvl w:val="0"/>
          <w:numId w:val="0"/>
        </w:numPr>
        <w:ind w:left="2880"/>
        <w:rPr>
          <w:lang w:bidi="he-IL"/>
        </w:rPr>
      </w:pPr>
      <w:r>
        <w:rPr>
          <w:lang w:bidi="he-IL"/>
        </w:rPr>
        <w:t>Workstation, a desktop operating system for client machines</w:t>
      </w:r>
      <w:r w:rsidR="00AE253E">
        <w:rPr>
          <w:lang w:val="en-US" w:bidi="he-IL"/>
        </w:rPr>
        <w:t>.</w:t>
      </w:r>
      <w:r>
        <w:rPr>
          <w:lang w:bidi="he-IL"/>
        </w:rPr>
        <w:t xml:space="preserve"> </w:t>
      </w:r>
    </w:p>
    <w:p w14:paraId="4F67AD93" w14:textId="77777777" w:rsidR="00303091" w:rsidRDefault="00550525" w:rsidP="00CC506B">
      <w:pPr>
        <w:pStyle w:val="Heading5"/>
        <w:numPr>
          <w:ilvl w:val="0"/>
          <w:numId w:val="0"/>
        </w:numPr>
        <w:ind w:left="2880"/>
        <w:rPr>
          <w:lang w:bidi="he-IL"/>
        </w:rPr>
      </w:pPr>
      <w:r>
        <w:rPr>
          <w:lang w:bidi="he-IL"/>
        </w:rPr>
        <w:t>Server, a network operating system for servers</w:t>
      </w:r>
      <w:r w:rsidR="00D7770D">
        <w:rPr>
          <w:lang w:bidi="he-IL"/>
        </w:rPr>
        <w:t xml:space="preserve">. </w:t>
      </w:r>
    </w:p>
    <w:p w14:paraId="577AC9E6" w14:textId="77777777" w:rsidR="00550525" w:rsidRDefault="00303091" w:rsidP="00897EC4">
      <w:pPr>
        <w:pStyle w:val="Heading4"/>
        <w:numPr>
          <w:ilvl w:val="0"/>
          <w:numId w:val="0"/>
        </w:numPr>
        <w:ind w:left="2880"/>
        <w:rPr>
          <w:lang w:bidi="he-IL"/>
        </w:rPr>
      </w:pPr>
      <w:r>
        <w:rPr>
          <w:lang w:bidi="he-IL"/>
        </w:rPr>
        <w:t xml:space="preserve">1996: </w:t>
      </w:r>
      <w:r w:rsidR="00550525">
        <w:rPr>
          <w:lang w:bidi="he-IL"/>
        </w:rPr>
        <w:t>Windows NT 4.0</w:t>
      </w:r>
      <w:r>
        <w:rPr>
          <w:lang w:bidi="he-IL"/>
        </w:rPr>
        <w:t xml:space="preserve"> with a GUI similar to Windows 95 (1995)</w:t>
      </w:r>
      <w:r w:rsidR="00550525">
        <w:rPr>
          <w:lang w:bidi="he-IL"/>
        </w:rPr>
        <w:t>.</w:t>
      </w:r>
    </w:p>
    <w:p w14:paraId="1CA0732B" w14:textId="77777777" w:rsidR="005C1029" w:rsidRDefault="005C1029" w:rsidP="00695019">
      <w:pPr>
        <w:pStyle w:val="Heading4"/>
        <w:rPr>
          <w:lang w:bidi="he-IL"/>
        </w:rPr>
      </w:pPr>
      <w:r>
        <w:rPr>
          <w:lang w:bidi="he-IL"/>
        </w:rPr>
        <w:t>Windows 95</w:t>
      </w:r>
    </w:p>
    <w:p w14:paraId="526F00B4" w14:textId="77777777" w:rsidR="0019386C" w:rsidRDefault="0019386C" w:rsidP="00695019">
      <w:pPr>
        <w:pStyle w:val="Heading4"/>
        <w:numPr>
          <w:ilvl w:val="0"/>
          <w:numId w:val="0"/>
        </w:numPr>
        <w:ind w:left="2880"/>
        <w:rPr>
          <w:lang w:bidi="he-IL"/>
        </w:rPr>
      </w:pPr>
      <w:r>
        <w:rPr>
          <w:lang w:bidi="he-IL"/>
        </w:rPr>
        <w:t xml:space="preserve">1995: Windows 95 introduced; predated Windows NT </w:t>
      </w:r>
      <w:r w:rsidR="00690CF7">
        <w:rPr>
          <w:lang w:val="en-US" w:bidi="he-IL"/>
        </w:rPr>
        <w:t xml:space="preserve">4.0 </w:t>
      </w:r>
      <w:r>
        <w:rPr>
          <w:lang w:bidi="he-IL"/>
        </w:rPr>
        <w:t>Workstation.</w:t>
      </w:r>
    </w:p>
    <w:p w14:paraId="077AC931" w14:textId="2D030388" w:rsidR="0019386C" w:rsidRDefault="00BA71E9" w:rsidP="00BA71E9">
      <w:pPr>
        <w:pStyle w:val="Heading4"/>
        <w:numPr>
          <w:ilvl w:val="0"/>
          <w:numId w:val="0"/>
        </w:numPr>
        <w:ind w:left="2880"/>
        <w:rPr>
          <w:lang w:bidi="he-IL"/>
        </w:rPr>
      </w:pPr>
      <w:r>
        <w:rPr>
          <w:lang w:val="en-US" w:bidi="he-IL"/>
        </w:rPr>
        <w:t xml:space="preserve">A </w:t>
      </w:r>
      <w:r w:rsidR="0019386C">
        <w:rPr>
          <w:lang w:bidi="he-IL"/>
        </w:rPr>
        <w:t>cont</w:t>
      </w:r>
      <w:r w:rsidR="00666608">
        <w:rPr>
          <w:lang w:bidi="he-IL"/>
        </w:rPr>
        <w:t>in</w:t>
      </w:r>
      <w:r w:rsidR="0019386C">
        <w:rPr>
          <w:lang w:bidi="he-IL"/>
        </w:rPr>
        <w:t>uation of the Windows 3.X model: GUI on top of DOS.</w:t>
      </w:r>
    </w:p>
    <w:p w14:paraId="0C852170" w14:textId="1A49426B" w:rsidR="0019386C" w:rsidRDefault="00BA71E9" w:rsidP="00BA71E9">
      <w:pPr>
        <w:pStyle w:val="Heading4"/>
        <w:numPr>
          <w:ilvl w:val="0"/>
          <w:numId w:val="0"/>
        </w:numPr>
        <w:ind w:left="2880"/>
        <w:rPr>
          <w:lang w:bidi="he-IL"/>
        </w:rPr>
      </w:pPr>
      <w:r>
        <w:rPr>
          <w:lang w:val="en-US" w:bidi="he-IL"/>
        </w:rPr>
        <w:t>Included</w:t>
      </w:r>
      <w:r w:rsidR="00666608">
        <w:rPr>
          <w:lang w:bidi="he-IL"/>
        </w:rPr>
        <w:t xml:space="preserve"> b</w:t>
      </w:r>
      <w:r w:rsidR="0019386C">
        <w:rPr>
          <w:lang w:bidi="he-IL"/>
        </w:rPr>
        <w:t>oth 16-bit and 32-bit code.</w:t>
      </w:r>
    </w:p>
    <w:p w14:paraId="6A6087D9" w14:textId="77777777" w:rsidR="0019386C" w:rsidRDefault="00666608" w:rsidP="00BA71E9">
      <w:pPr>
        <w:pStyle w:val="Heading4"/>
        <w:numPr>
          <w:ilvl w:val="0"/>
          <w:numId w:val="0"/>
        </w:numPr>
        <w:ind w:left="2880"/>
        <w:rPr>
          <w:lang w:bidi="he-IL"/>
        </w:rPr>
      </w:pPr>
      <w:r>
        <w:rPr>
          <w:lang w:bidi="he-IL"/>
        </w:rPr>
        <w:t>And a n</w:t>
      </w:r>
      <w:r w:rsidR="0019386C">
        <w:rPr>
          <w:lang w:bidi="he-IL"/>
        </w:rPr>
        <w:t>ew GUI</w:t>
      </w:r>
    </w:p>
    <w:p w14:paraId="14487896" w14:textId="77777777" w:rsidR="00550525" w:rsidRDefault="00550525" w:rsidP="00695019">
      <w:pPr>
        <w:pStyle w:val="Heading4"/>
        <w:rPr>
          <w:lang w:bidi="he-IL"/>
        </w:rPr>
      </w:pPr>
      <w:r>
        <w:rPr>
          <w:lang w:bidi="he-IL"/>
        </w:rPr>
        <w:t>Windows 98</w:t>
      </w:r>
    </w:p>
    <w:p w14:paraId="3B46C36C" w14:textId="209F5D84" w:rsidR="00523226" w:rsidRDefault="00523226" w:rsidP="00695019">
      <w:pPr>
        <w:pStyle w:val="Heading4"/>
        <w:numPr>
          <w:ilvl w:val="0"/>
          <w:numId w:val="0"/>
        </w:numPr>
        <w:ind w:left="2880"/>
        <w:rPr>
          <w:lang w:bidi="he-IL"/>
        </w:rPr>
      </w:pPr>
      <w:r>
        <w:rPr>
          <w:lang w:bidi="he-IL"/>
        </w:rPr>
        <w:lastRenderedPageBreak/>
        <w:t xml:space="preserve">1998: </w:t>
      </w:r>
      <w:r w:rsidR="00550525">
        <w:rPr>
          <w:lang w:bidi="he-IL"/>
        </w:rPr>
        <w:t xml:space="preserve">an </w:t>
      </w:r>
      <w:r w:rsidR="00D53465">
        <w:rPr>
          <w:lang w:bidi="he-IL"/>
        </w:rPr>
        <w:t xml:space="preserve">evolutionary </w:t>
      </w:r>
      <w:r w:rsidR="00550525">
        <w:rPr>
          <w:lang w:bidi="he-IL"/>
        </w:rPr>
        <w:t xml:space="preserve">upgrade </w:t>
      </w:r>
      <w:r w:rsidR="005C290F">
        <w:rPr>
          <w:lang w:val="en-US" w:bidi="he-IL"/>
        </w:rPr>
        <w:t>from</w:t>
      </w:r>
      <w:r w:rsidR="00550525">
        <w:rPr>
          <w:lang w:bidi="he-IL"/>
        </w:rPr>
        <w:t xml:space="preserve"> </w:t>
      </w:r>
      <w:r w:rsidR="00AE1B0B">
        <w:rPr>
          <w:lang w:bidi="he-IL"/>
        </w:rPr>
        <w:t>Windows 95</w:t>
      </w:r>
      <w:r>
        <w:rPr>
          <w:lang w:bidi="he-IL"/>
        </w:rPr>
        <w:t xml:space="preserve">. </w:t>
      </w:r>
    </w:p>
    <w:p w14:paraId="24C3D12A" w14:textId="42504EA0" w:rsidR="00550525" w:rsidRDefault="005C290F" w:rsidP="00BA71E9">
      <w:pPr>
        <w:pStyle w:val="Heading4"/>
        <w:numPr>
          <w:ilvl w:val="0"/>
          <w:numId w:val="0"/>
        </w:numPr>
        <w:ind w:left="2880"/>
        <w:rPr>
          <w:lang w:bidi="he-IL"/>
        </w:rPr>
      </w:pPr>
      <w:bookmarkStart w:id="2" w:name="_GoBack"/>
      <w:proofErr w:type="spellStart"/>
      <w:r>
        <w:rPr>
          <w:lang w:val="en-US" w:bidi="he-IL"/>
        </w:rPr>
        <w:t>M</w:t>
      </w:r>
      <w:r w:rsidR="00550525">
        <w:rPr>
          <w:lang w:bidi="he-IL"/>
        </w:rPr>
        <w:t>ore</w:t>
      </w:r>
      <w:bookmarkEnd w:id="2"/>
      <w:proofErr w:type="spellEnd"/>
      <w:r w:rsidR="00550525">
        <w:rPr>
          <w:lang w:bidi="he-IL"/>
        </w:rPr>
        <w:t xml:space="preserve"> stable</w:t>
      </w:r>
      <w:r w:rsidR="00666608">
        <w:rPr>
          <w:lang w:bidi="he-IL"/>
        </w:rPr>
        <w:t>,</w:t>
      </w:r>
      <w:r w:rsidR="00550525">
        <w:rPr>
          <w:lang w:bidi="he-IL"/>
        </w:rPr>
        <w:t xml:space="preserve"> and offered greater integration with Internet Explorer, more customization, and support for new devices like DVD drives.</w:t>
      </w:r>
    </w:p>
    <w:p w14:paraId="073C0450" w14:textId="77777777" w:rsidR="00550525" w:rsidRDefault="00523226" w:rsidP="00BA71E9">
      <w:pPr>
        <w:pStyle w:val="Heading4"/>
        <w:numPr>
          <w:ilvl w:val="0"/>
          <w:numId w:val="0"/>
        </w:numPr>
        <w:ind w:left="2880"/>
        <w:rPr>
          <w:lang w:bidi="he-IL"/>
        </w:rPr>
      </w:pPr>
      <w:r>
        <w:rPr>
          <w:lang w:bidi="he-IL"/>
        </w:rPr>
        <w:t>Biggest drawback was lack of security</w:t>
      </w:r>
      <w:r w:rsidR="00D53465">
        <w:rPr>
          <w:lang w:bidi="he-IL"/>
        </w:rPr>
        <w:t xml:space="preserve">, </w:t>
      </w:r>
      <w:r>
        <w:rPr>
          <w:lang w:bidi="he-IL"/>
        </w:rPr>
        <w:t xml:space="preserve">no local accounts database, </w:t>
      </w:r>
      <w:r w:rsidR="00D53465">
        <w:rPr>
          <w:lang w:bidi="he-IL"/>
        </w:rPr>
        <w:t xml:space="preserve">and </w:t>
      </w:r>
      <w:r>
        <w:rPr>
          <w:lang w:bidi="he-IL"/>
        </w:rPr>
        <w:t xml:space="preserve">no support for NTFS. </w:t>
      </w:r>
    </w:p>
    <w:p w14:paraId="247E328D" w14:textId="77777777" w:rsidR="00550525" w:rsidRDefault="00550525" w:rsidP="005C290F">
      <w:pPr>
        <w:pStyle w:val="Heading4"/>
        <w:rPr>
          <w:lang w:bidi="he-IL"/>
        </w:rPr>
      </w:pPr>
      <w:r w:rsidRPr="00BC4607">
        <w:rPr>
          <w:lang w:bidi="he-IL"/>
        </w:rPr>
        <w:t>Windows</w:t>
      </w:r>
      <w:r>
        <w:rPr>
          <w:lang w:bidi="he-IL"/>
        </w:rPr>
        <w:t xml:space="preserve"> Me (Millennium Edition)</w:t>
      </w:r>
    </w:p>
    <w:p w14:paraId="18661BA0" w14:textId="63ABF881" w:rsidR="00550525" w:rsidRDefault="00523226" w:rsidP="005C290F">
      <w:pPr>
        <w:pStyle w:val="Heading4"/>
        <w:numPr>
          <w:ilvl w:val="0"/>
          <w:numId w:val="0"/>
        </w:numPr>
        <w:ind w:left="2880"/>
        <w:rPr>
          <w:lang w:bidi="he-IL"/>
        </w:rPr>
      </w:pPr>
      <w:r>
        <w:rPr>
          <w:lang w:bidi="he-IL"/>
        </w:rPr>
        <w:t>2000</w:t>
      </w:r>
      <w:r w:rsidR="007811B9">
        <w:rPr>
          <w:lang w:bidi="he-IL"/>
        </w:rPr>
        <w:t xml:space="preserve">: </w:t>
      </w:r>
      <w:r w:rsidR="00550525">
        <w:rPr>
          <w:lang w:bidi="he-IL"/>
        </w:rPr>
        <w:t>targeted the home market</w:t>
      </w:r>
      <w:r w:rsidR="00D53465">
        <w:rPr>
          <w:lang w:bidi="he-IL"/>
        </w:rPr>
        <w:t>, home game user</w:t>
      </w:r>
      <w:r w:rsidR="00550525">
        <w:rPr>
          <w:lang w:bidi="he-IL"/>
        </w:rPr>
        <w:t>.</w:t>
      </w:r>
    </w:p>
    <w:p w14:paraId="203E78C8" w14:textId="316C55C6" w:rsidR="00550525" w:rsidRDefault="00BA71E9" w:rsidP="00BA71E9">
      <w:pPr>
        <w:pStyle w:val="Heading4"/>
        <w:numPr>
          <w:ilvl w:val="0"/>
          <w:numId w:val="0"/>
        </w:numPr>
        <w:ind w:left="2880"/>
        <w:rPr>
          <w:lang w:bidi="he-IL"/>
        </w:rPr>
      </w:pPr>
      <w:r>
        <w:rPr>
          <w:lang w:val="en-US" w:bidi="he-IL"/>
        </w:rPr>
        <w:t xml:space="preserve">The </w:t>
      </w:r>
      <w:r w:rsidR="00550525">
        <w:rPr>
          <w:lang w:bidi="he-IL"/>
        </w:rPr>
        <w:t>last OS based on the original Windows 95 kernel.</w:t>
      </w:r>
    </w:p>
    <w:p w14:paraId="17AC5837" w14:textId="7E0BDFD0" w:rsidR="00550525" w:rsidRDefault="00BA71E9" w:rsidP="002161DF">
      <w:pPr>
        <w:pStyle w:val="Heading4"/>
        <w:numPr>
          <w:ilvl w:val="0"/>
          <w:numId w:val="0"/>
        </w:numPr>
        <w:ind w:left="2880"/>
        <w:rPr>
          <w:lang w:bidi="he-IL"/>
        </w:rPr>
      </w:pPr>
      <w:r>
        <w:rPr>
          <w:lang w:val="en-US" w:bidi="he-IL"/>
        </w:rPr>
        <w:t xml:space="preserve">Installed </w:t>
      </w:r>
      <w:r w:rsidR="00550525">
        <w:rPr>
          <w:lang w:bidi="he-IL"/>
        </w:rPr>
        <w:t>on computers intended for the home market.</w:t>
      </w:r>
    </w:p>
    <w:p w14:paraId="49C0FB5D" w14:textId="77777777" w:rsidR="00550525" w:rsidRDefault="00550525" w:rsidP="00BF12AF">
      <w:pPr>
        <w:pStyle w:val="Heading4"/>
        <w:rPr>
          <w:lang w:bidi="he-IL"/>
        </w:rPr>
      </w:pPr>
      <w:r>
        <w:rPr>
          <w:lang w:bidi="he-IL"/>
        </w:rPr>
        <w:t>Windows 2000</w:t>
      </w:r>
    </w:p>
    <w:p w14:paraId="0B780045" w14:textId="57696965" w:rsidR="00550525" w:rsidRDefault="007811B9" w:rsidP="00BF12AF">
      <w:pPr>
        <w:pStyle w:val="Heading4"/>
        <w:numPr>
          <w:ilvl w:val="0"/>
          <w:numId w:val="0"/>
        </w:numPr>
        <w:ind w:left="2880"/>
        <w:rPr>
          <w:lang w:bidi="he-IL"/>
        </w:rPr>
      </w:pPr>
      <w:r>
        <w:rPr>
          <w:lang w:bidi="he-IL"/>
        </w:rPr>
        <w:t xml:space="preserve">2000: </w:t>
      </w:r>
      <w:r w:rsidR="00523226">
        <w:rPr>
          <w:lang w:bidi="he-IL"/>
        </w:rPr>
        <w:t>included</w:t>
      </w:r>
      <w:r w:rsidR="00550525">
        <w:rPr>
          <w:lang w:bidi="he-IL"/>
        </w:rPr>
        <w:t xml:space="preserve"> the best features of Windows 98 and Windows NT.</w:t>
      </w:r>
    </w:p>
    <w:p w14:paraId="15AF169C" w14:textId="77777777" w:rsidR="00523226" w:rsidRDefault="00AE253E" w:rsidP="00BC7B49">
      <w:pPr>
        <w:pStyle w:val="Heading4"/>
        <w:numPr>
          <w:ilvl w:val="0"/>
          <w:numId w:val="0"/>
        </w:numPr>
        <w:ind w:left="2880"/>
        <w:rPr>
          <w:lang w:bidi="he-IL"/>
        </w:rPr>
      </w:pPr>
      <w:r>
        <w:rPr>
          <w:lang w:val="en-US" w:bidi="he-IL"/>
        </w:rPr>
        <w:t>Available</w:t>
      </w:r>
      <w:r w:rsidR="00550525">
        <w:rPr>
          <w:lang w:bidi="he-IL"/>
        </w:rPr>
        <w:t xml:space="preserve"> in several </w:t>
      </w:r>
      <w:r w:rsidR="00523226">
        <w:rPr>
          <w:lang w:bidi="he-IL"/>
        </w:rPr>
        <w:t>editions</w:t>
      </w:r>
      <w:r w:rsidR="007D537F">
        <w:rPr>
          <w:lang w:val="en-US" w:bidi="he-IL"/>
        </w:rPr>
        <w:t xml:space="preserve"> from desktop to enterprise server.</w:t>
      </w:r>
      <w:r w:rsidR="00550525">
        <w:rPr>
          <w:lang w:bidi="he-IL"/>
        </w:rPr>
        <w:t xml:space="preserve"> </w:t>
      </w:r>
    </w:p>
    <w:p w14:paraId="79031358" w14:textId="77777777" w:rsidR="00550525" w:rsidRDefault="00550525" w:rsidP="00BF12AF">
      <w:pPr>
        <w:pStyle w:val="Heading4"/>
        <w:rPr>
          <w:lang w:bidi="he-IL"/>
        </w:rPr>
      </w:pPr>
      <w:r>
        <w:rPr>
          <w:lang w:bidi="he-IL"/>
        </w:rPr>
        <w:t>Windows XP</w:t>
      </w:r>
    </w:p>
    <w:p w14:paraId="060A0B69" w14:textId="24C3B12E" w:rsidR="00550525" w:rsidRDefault="007811B9" w:rsidP="00BF12AF">
      <w:pPr>
        <w:pStyle w:val="Heading4"/>
        <w:numPr>
          <w:ilvl w:val="0"/>
          <w:numId w:val="0"/>
        </w:numPr>
        <w:ind w:left="2880"/>
        <w:rPr>
          <w:lang w:bidi="he-IL"/>
        </w:rPr>
      </w:pPr>
      <w:r>
        <w:rPr>
          <w:lang w:bidi="he-IL"/>
        </w:rPr>
        <w:t xml:space="preserve">2001: </w:t>
      </w:r>
      <w:r w:rsidR="00550525">
        <w:rPr>
          <w:lang w:bidi="he-IL"/>
        </w:rPr>
        <w:t>strictly a desktop operating system.</w:t>
      </w:r>
    </w:p>
    <w:p w14:paraId="4A64791C" w14:textId="5C4AA773" w:rsidR="00AE253E" w:rsidRDefault="00FE2721" w:rsidP="00BC7B49">
      <w:pPr>
        <w:pStyle w:val="Heading4"/>
        <w:numPr>
          <w:ilvl w:val="0"/>
          <w:numId w:val="0"/>
        </w:numPr>
        <w:ind w:left="2880"/>
        <w:rPr>
          <w:lang w:bidi="he-IL"/>
        </w:rPr>
      </w:pPr>
      <w:r>
        <w:rPr>
          <w:lang w:val="en-US" w:bidi="he-IL"/>
        </w:rPr>
        <w:t>S</w:t>
      </w:r>
      <w:r w:rsidR="00550525">
        <w:rPr>
          <w:lang w:bidi="he-IL"/>
        </w:rPr>
        <w:t>everal</w:t>
      </w:r>
      <w:r w:rsidR="0008127E">
        <w:rPr>
          <w:lang w:val="en-US" w:bidi="he-IL"/>
        </w:rPr>
        <w:t xml:space="preserve"> editions</w:t>
      </w:r>
      <w:r>
        <w:rPr>
          <w:lang w:val="en-US" w:bidi="he-IL"/>
        </w:rPr>
        <w:t>.</w:t>
      </w:r>
      <w:r w:rsidR="00550525">
        <w:rPr>
          <w:lang w:bidi="he-IL"/>
        </w:rPr>
        <w:t xml:space="preserve"> </w:t>
      </w:r>
      <w:r w:rsidR="00AE253E">
        <w:rPr>
          <w:lang w:val="en-US" w:bidi="he-IL"/>
        </w:rPr>
        <w:t>Most common:</w:t>
      </w:r>
    </w:p>
    <w:p w14:paraId="0B870955" w14:textId="77777777" w:rsidR="00AE253E" w:rsidRDefault="00550525" w:rsidP="00BC7B49">
      <w:pPr>
        <w:pStyle w:val="Heading5"/>
        <w:numPr>
          <w:ilvl w:val="0"/>
          <w:numId w:val="0"/>
        </w:numPr>
        <w:ind w:left="3330"/>
        <w:rPr>
          <w:lang w:bidi="he-IL"/>
        </w:rPr>
      </w:pPr>
      <w:r>
        <w:rPr>
          <w:lang w:bidi="he-IL"/>
        </w:rPr>
        <w:t>Windows XP Home</w:t>
      </w:r>
      <w:r w:rsidR="007811B9">
        <w:rPr>
          <w:lang w:bidi="he-IL"/>
        </w:rPr>
        <w:t xml:space="preserve"> Edition</w:t>
      </w:r>
      <w:r w:rsidR="00AE253E">
        <w:rPr>
          <w:lang w:val="en-US" w:bidi="he-IL"/>
        </w:rPr>
        <w:t>.</w:t>
      </w:r>
      <w:r w:rsidR="007811B9">
        <w:rPr>
          <w:lang w:bidi="he-IL"/>
        </w:rPr>
        <w:t xml:space="preserve"> </w:t>
      </w:r>
    </w:p>
    <w:p w14:paraId="567DB368" w14:textId="77777777" w:rsidR="00AE253E" w:rsidRDefault="00550525" w:rsidP="00BC7B49">
      <w:pPr>
        <w:pStyle w:val="Heading5"/>
        <w:numPr>
          <w:ilvl w:val="0"/>
          <w:numId w:val="0"/>
        </w:numPr>
        <w:ind w:left="3330"/>
        <w:rPr>
          <w:lang w:bidi="he-IL"/>
        </w:rPr>
      </w:pPr>
      <w:r>
        <w:rPr>
          <w:lang w:bidi="he-IL"/>
        </w:rPr>
        <w:t>Windows XP Professional</w:t>
      </w:r>
      <w:r w:rsidR="00AE253E">
        <w:rPr>
          <w:lang w:val="en-US" w:bidi="he-IL"/>
        </w:rPr>
        <w:t>.</w:t>
      </w:r>
    </w:p>
    <w:p w14:paraId="2F587918" w14:textId="77777777" w:rsidR="00550525" w:rsidRDefault="007811B9" w:rsidP="00BC7B49">
      <w:pPr>
        <w:pStyle w:val="Heading5"/>
        <w:numPr>
          <w:ilvl w:val="0"/>
          <w:numId w:val="0"/>
        </w:numPr>
        <w:ind w:left="3330"/>
        <w:rPr>
          <w:lang w:bidi="he-IL"/>
        </w:rPr>
      </w:pPr>
      <w:r>
        <w:rPr>
          <w:lang w:bidi="he-IL"/>
        </w:rPr>
        <w:t>Windows XP Media Edition</w:t>
      </w:r>
      <w:r w:rsidR="00550525">
        <w:rPr>
          <w:lang w:bidi="he-IL"/>
        </w:rPr>
        <w:t>.</w:t>
      </w:r>
    </w:p>
    <w:p w14:paraId="702A5F2A" w14:textId="1729CC98" w:rsidR="00550525" w:rsidRDefault="007811B9" w:rsidP="00BC7B49">
      <w:pPr>
        <w:pStyle w:val="Heading5"/>
        <w:numPr>
          <w:ilvl w:val="0"/>
          <w:numId w:val="0"/>
        </w:numPr>
        <w:ind w:left="3330"/>
        <w:rPr>
          <w:lang w:bidi="he-IL"/>
        </w:rPr>
      </w:pPr>
      <w:r>
        <w:rPr>
          <w:lang w:bidi="he-IL"/>
        </w:rPr>
        <w:t xml:space="preserve">All </w:t>
      </w:r>
      <w:r w:rsidR="00294B35">
        <w:rPr>
          <w:lang w:val="en-US" w:bidi="he-IL"/>
        </w:rPr>
        <w:t>editions</w:t>
      </w:r>
      <w:r w:rsidR="00550525">
        <w:rPr>
          <w:lang w:bidi="he-IL"/>
        </w:rPr>
        <w:t xml:space="preserve"> share the same GUI</w:t>
      </w:r>
      <w:r w:rsidR="00FE2721">
        <w:rPr>
          <w:lang w:val="en-US" w:bidi="he-IL"/>
        </w:rPr>
        <w:t>. Only</w:t>
      </w:r>
      <w:r w:rsidR="00550525">
        <w:rPr>
          <w:lang w:bidi="he-IL"/>
        </w:rPr>
        <w:t xml:space="preserve"> the Professional version offers certain network- and security-related features.</w:t>
      </w:r>
    </w:p>
    <w:p w14:paraId="2491B91C" w14:textId="3706C770" w:rsidR="007811B9" w:rsidRDefault="007811B9" w:rsidP="0008127E">
      <w:pPr>
        <w:pStyle w:val="Heading4"/>
        <w:numPr>
          <w:ilvl w:val="0"/>
          <w:numId w:val="0"/>
        </w:numPr>
        <w:ind w:left="3330"/>
        <w:rPr>
          <w:lang w:bidi="he-IL"/>
        </w:rPr>
      </w:pPr>
      <w:r>
        <w:rPr>
          <w:lang w:bidi="he-IL"/>
        </w:rPr>
        <w:t>Windows XP 64-</w:t>
      </w:r>
      <w:r w:rsidR="00666608">
        <w:rPr>
          <w:lang w:bidi="he-IL"/>
        </w:rPr>
        <w:t>b</w:t>
      </w:r>
      <w:r>
        <w:rPr>
          <w:lang w:bidi="he-IL"/>
        </w:rPr>
        <w:t>it Edition for the I</w:t>
      </w:r>
      <w:r w:rsidR="007D537F">
        <w:rPr>
          <w:lang w:bidi="he-IL"/>
        </w:rPr>
        <w:t xml:space="preserve">ntel Itanium processor platform that </w:t>
      </w:r>
      <w:r>
        <w:rPr>
          <w:lang w:bidi="he-IL"/>
        </w:rPr>
        <w:t>only supported 64-bit applications.</w:t>
      </w:r>
    </w:p>
    <w:p w14:paraId="05771B8D" w14:textId="77777777" w:rsidR="007811B9" w:rsidRDefault="007811B9" w:rsidP="0008127E">
      <w:pPr>
        <w:pStyle w:val="Heading4"/>
        <w:numPr>
          <w:ilvl w:val="0"/>
          <w:numId w:val="0"/>
        </w:numPr>
        <w:ind w:left="2880"/>
        <w:rPr>
          <w:lang w:bidi="he-IL"/>
        </w:rPr>
      </w:pPr>
      <w:r>
        <w:rPr>
          <w:lang w:bidi="he-IL"/>
        </w:rPr>
        <w:t xml:space="preserve">Last service pack for XP was SP3 for 32-bit editions only. MS ended support for XP with </w:t>
      </w:r>
      <w:r w:rsidR="007D537F">
        <w:rPr>
          <w:lang w:val="en-US" w:bidi="he-IL"/>
        </w:rPr>
        <w:t>S</w:t>
      </w:r>
      <w:r>
        <w:rPr>
          <w:lang w:bidi="he-IL"/>
        </w:rPr>
        <w:t xml:space="preserve">P 2 in July 2010. </w:t>
      </w:r>
    </w:p>
    <w:p w14:paraId="4568A26D" w14:textId="77777777" w:rsidR="007811B9" w:rsidRDefault="007811B9" w:rsidP="0008127E">
      <w:pPr>
        <w:pStyle w:val="Heading4"/>
        <w:numPr>
          <w:ilvl w:val="0"/>
          <w:numId w:val="0"/>
        </w:numPr>
        <w:ind w:left="2880"/>
        <w:rPr>
          <w:lang w:bidi="he-IL"/>
        </w:rPr>
      </w:pPr>
      <w:r>
        <w:rPr>
          <w:lang w:bidi="he-IL"/>
        </w:rPr>
        <w:t>The last SP for 64-bit editions was SP 2</w:t>
      </w:r>
      <w:r w:rsidR="00EC2CB0">
        <w:rPr>
          <w:lang w:bidi="he-IL"/>
        </w:rPr>
        <w:t xml:space="preserve">, and support for this will end April 2014, along with support for </w:t>
      </w:r>
      <w:r w:rsidR="007D537F">
        <w:rPr>
          <w:lang w:val="en-US" w:bidi="he-IL"/>
        </w:rPr>
        <w:t xml:space="preserve">XP </w:t>
      </w:r>
      <w:r w:rsidR="00EC2CB0">
        <w:rPr>
          <w:lang w:bidi="he-IL"/>
        </w:rPr>
        <w:t>SP 3 for 32-bit editions.</w:t>
      </w:r>
    </w:p>
    <w:p w14:paraId="0993F2A7" w14:textId="77777777" w:rsidR="000F2DE3" w:rsidRDefault="000F2DE3" w:rsidP="004B2325">
      <w:pPr>
        <w:pStyle w:val="Heading4"/>
        <w:rPr>
          <w:lang w:bidi="he-IL"/>
        </w:rPr>
      </w:pPr>
      <w:r>
        <w:rPr>
          <w:lang w:bidi="he-IL"/>
        </w:rPr>
        <w:t>Windows Vista</w:t>
      </w:r>
    </w:p>
    <w:p w14:paraId="0BD0AB91" w14:textId="77777777" w:rsidR="000F2DE3" w:rsidRDefault="000F2DE3" w:rsidP="004B2325">
      <w:pPr>
        <w:pStyle w:val="Heading4"/>
        <w:numPr>
          <w:ilvl w:val="0"/>
          <w:numId w:val="0"/>
        </w:numPr>
        <w:ind w:left="2880"/>
        <w:rPr>
          <w:lang w:bidi="he-IL"/>
        </w:rPr>
      </w:pPr>
      <w:r>
        <w:rPr>
          <w:lang w:bidi="he-IL"/>
        </w:rPr>
        <w:t xml:space="preserve">2007: </w:t>
      </w:r>
      <w:r w:rsidR="00EC38D5" w:rsidRPr="004B2325">
        <w:rPr>
          <w:lang w:bidi="he-IL"/>
        </w:rPr>
        <w:t>perceived</w:t>
      </w:r>
      <w:r w:rsidR="00EC38D5">
        <w:rPr>
          <w:lang w:val="en-US" w:bidi="he-IL"/>
        </w:rPr>
        <w:t xml:space="preserve"> as an upgrade to Windows XP</w:t>
      </w:r>
      <w:r>
        <w:rPr>
          <w:lang w:bidi="he-IL"/>
        </w:rPr>
        <w:t>.</w:t>
      </w:r>
    </w:p>
    <w:p w14:paraId="5F52844F" w14:textId="77777777" w:rsidR="000F2DE3" w:rsidRDefault="000F2DE3" w:rsidP="004B2325">
      <w:pPr>
        <w:pStyle w:val="Heading4"/>
        <w:numPr>
          <w:ilvl w:val="0"/>
          <w:numId w:val="0"/>
        </w:numPr>
        <w:ind w:left="2880"/>
        <w:rPr>
          <w:lang w:bidi="he-IL"/>
        </w:rPr>
      </w:pPr>
      <w:r>
        <w:rPr>
          <w:lang w:bidi="he-IL"/>
        </w:rPr>
        <w:t>New GUI, many other improvements</w:t>
      </w:r>
    </w:p>
    <w:p w14:paraId="7BAAB219" w14:textId="77777777" w:rsidR="000F2DE3" w:rsidRPr="000F2DE3" w:rsidRDefault="000F2DE3" w:rsidP="004B2325">
      <w:pPr>
        <w:pStyle w:val="Heading4"/>
        <w:numPr>
          <w:ilvl w:val="0"/>
          <w:numId w:val="0"/>
        </w:numPr>
        <w:ind w:left="2880"/>
        <w:rPr>
          <w:lang w:bidi="he-IL"/>
        </w:rPr>
      </w:pPr>
      <w:r>
        <w:rPr>
          <w:lang w:bidi="he-IL"/>
        </w:rPr>
        <w:lastRenderedPageBreak/>
        <w:t xml:space="preserve">Not widely adopted due to problems with speed, high hardware requirements, and annoyance caused by a new security feature. </w:t>
      </w:r>
    </w:p>
    <w:p w14:paraId="5E7F5C65" w14:textId="77777777" w:rsidR="000F2DE3" w:rsidRDefault="000F2DE3" w:rsidP="004B2325">
      <w:pPr>
        <w:pStyle w:val="Heading4"/>
        <w:numPr>
          <w:ilvl w:val="0"/>
          <w:numId w:val="0"/>
        </w:numPr>
        <w:ind w:left="2880"/>
        <w:rPr>
          <w:lang w:bidi="he-IL"/>
        </w:rPr>
      </w:pPr>
      <w:r w:rsidRPr="004B2325">
        <w:rPr>
          <w:lang w:bidi="he-IL"/>
        </w:rPr>
        <w:t>Mainstream</w:t>
      </w:r>
      <w:r>
        <w:rPr>
          <w:lang w:val="en-US" w:bidi="he-IL"/>
        </w:rPr>
        <w:t xml:space="preserve"> support ended April 2012.</w:t>
      </w:r>
    </w:p>
    <w:p w14:paraId="2A690A4B" w14:textId="77777777" w:rsidR="00551707" w:rsidRPr="004A0164" w:rsidRDefault="00551707" w:rsidP="00551707">
      <w:pPr>
        <w:pStyle w:val="IM-SpecialTitle"/>
        <w:widowControl w:val="0"/>
        <w:outlineLvl w:val="0"/>
        <w:rPr>
          <w:color w:val="0000FF"/>
        </w:rPr>
      </w:pPr>
      <w:r w:rsidRPr="004A0164">
        <w:rPr>
          <w:color w:val="0000FF"/>
        </w:rPr>
        <w:t>Teaching Tip:</w:t>
      </w:r>
    </w:p>
    <w:p w14:paraId="1ABCB92A" w14:textId="2848F315" w:rsidR="00551707" w:rsidRDefault="00551707" w:rsidP="00551707">
      <w:pPr>
        <w:pStyle w:val="IM-Special"/>
        <w:widowControl w:val="0"/>
        <w:rPr>
          <w:color w:val="0000FF"/>
        </w:rPr>
      </w:pPr>
      <w:r>
        <w:rPr>
          <w:color w:val="0000FF"/>
        </w:rPr>
        <w:t xml:space="preserve">The terms 32-bit and 64-bit are mentioned several times in this chapter and lightly defined in a Note. </w:t>
      </w:r>
      <w:r w:rsidRPr="004A0164">
        <w:rPr>
          <w:color w:val="0000FF"/>
        </w:rPr>
        <w:t xml:space="preserve">Take </w:t>
      </w:r>
      <w:r>
        <w:rPr>
          <w:color w:val="0000FF"/>
        </w:rPr>
        <w:t xml:space="preserve">time </w:t>
      </w:r>
      <w:r w:rsidRPr="004A0164">
        <w:rPr>
          <w:color w:val="0000FF"/>
        </w:rPr>
        <w:t xml:space="preserve">to discuss </w:t>
      </w:r>
      <w:r>
        <w:rPr>
          <w:color w:val="0000FF"/>
        </w:rPr>
        <w:t>the differences between 32-bit and 64-bit OSs, comparing Memory Limits of 32-bit versus 64-bit Windows editions</w:t>
      </w:r>
      <w:r w:rsidR="000D5994">
        <w:rPr>
          <w:color w:val="0000FF"/>
        </w:rPr>
        <w:t>. Have students take time to</w:t>
      </w:r>
      <w:r w:rsidR="00C8744F">
        <w:rPr>
          <w:color w:val="0000FF"/>
        </w:rPr>
        <w:t xml:space="preserve"> do the Try This labeled </w:t>
      </w:r>
      <w:r w:rsidR="00C8744F">
        <w:rPr>
          <w:i w:val="0"/>
          <w:color w:val="0000FF"/>
        </w:rPr>
        <w:t>Are You Running 32-bit or 64-bit Windows?</w:t>
      </w:r>
      <w:r w:rsidR="000D5994">
        <w:rPr>
          <w:color w:val="0000FF"/>
        </w:rPr>
        <w:t xml:space="preserve"> </w:t>
      </w:r>
    </w:p>
    <w:p w14:paraId="34C94EE9" w14:textId="77777777" w:rsidR="004C0DF2" w:rsidRPr="004A0164" w:rsidRDefault="004C0DF2" w:rsidP="004C0DF2">
      <w:pPr>
        <w:pStyle w:val="IM-SpecialTitle"/>
        <w:widowControl w:val="0"/>
        <w:outlineLvl w:val="0"/>
        <w:rPr>
          <w:color w:val="0000FF"/>
        </w:rPr>
      </w:pPr>
      <w:r w:rsidRPr="004A0164">
        <w:rPr>
          <w:color w:val="0000FF"/>
        </w:rPr>
        <w:t>Teaching Tip:</w:t>
      </w:r>
    </w:p>
    <w:p w14:paraId="55183289" w14:textId="21238843" w:rsidR="00551707" w:rsidRDefault="004C0DF2" w:rsidP="00551707">
      <w:pPr>
        <w:pStyle w:val="IM-Special"/>
        <w:widowControl w:val="0"/>
        <w:rPr>
          <w:color w:val="0000FF"/>
        </w:rPr>
      </w:pPr>
      <w:r w:rsidRPr="004C0DF2">
        <w:rPr>
          <w:b/>
          <w:color w:val="0000FF"/>
        </w:rPr>
        <w:t>Numbering System</w:t>
      </w:r>
      <w:r w:rsidR="00C523E5">
        <w:rPr>
          <w:b/>
          <w:color w:val="0000FF"/>
        </w:rPr>
        <w:t>s</w:t>
      </w:r>
      <w:r w:rsidRPr="004C0DF2">
        <w:rPr>
          <w:b/>
          <w:color w:val="0000FF"/>
        </w:rPr>
        <w:t>:</w:t>
      </w:r>
      <w:r>
        <w:rPr>
          <w:color w:val="0000FF"/>
        </w:rPr>
        <w:t xml:space="preserve"> </w:t>
      </w:r>
      <w:r w:rsidR="00551707">
        <w:rPr>
          <w:color w:val="0000FF"/>
        </w:rPr>
        <w:t xml:space="preserve">Determine if you believe the students need a primer on numbering systems. If so, </w:t>
      </w:r>
      <w:r w:rsidR="00CA2526">
        <w:rPr>
          <w:color w:val="0000FF"/>
        </w:rPr>
        <w:t xml:space="preserve">assign bonus Project 1, found near the end of this document. </w:t>
      </w:r>
      <w:r w:rsidR="004238F7">
        <w:rPr>
          <w:color w:val="0000FF"/>
        </w:rPr>
        <w:t>The Solution provided includes a comparison table of binary, decimal, and hexadecimal.</w:t>
      </w:r>
    </w:p>
    <w:p w14:paraId="069AD2A2" w14:textId="77777777" w:rsidR="00551707" w:rsidRDefault="00551707" w:rsidP="00551707">
      <w:pPr>
        <w:pStyle w:val="IM-Special"/>
        <w:widowControl w:val="0"/>
        <w:rPr>
          <w:color w:val="0000FF"/>
        </w:rPr>
      </w:pPr>
      <w:r>
        <w:rPr>
          <w:color w:val="0000FF"/>
        </w:rPr>
        <w:t>This may lead to a need to explain “bytes” as in kilobyte, megabyte, and so forth. These are ways to express large binary numbers related to computer memory and storage. The following may be helpful:</w:t>
      </w:r>
    </w:p>
    <w:p w14:paraId="7C8F3843" w14:textId="77777777" w:rsidR="00551707" w:rsidRDefault="00551707" w:rsidP="00551707">
      <w:pPr>
        <w:pStyle w:val="IM-Special"/>
        <w:widowControl w:val="0"/>
        <w:rPr>
          <w:color w:val="0000FF"/>
        </w:rPr>
      </w:pPr>
      <w:r w:rsidRPr="00577E27">
        <w:rPr>
          <w:color w:val="0000FF"/>
        </w:rPr>
        <w:t>When we talk about storing things in memory or on disk, we use terms like megabyte and gigabyte to describe amounts of memory or disk space. To understand these terms, first consider the smallest unit of storage (disk or memory), which is a binary digit (abbreviated as bit). You can think of a single bit as being like a light switch: it is either on or off. When it is on, it represents 1; when it is off, it represents 0. Computers (or the folks who make computers) like binary notation because it can represent anything that has two states, like on or off. This is exactly how RAM and ROM work—with the equivalent of on and off switches. Floppy and hard disks have a metallic oxide coating that contains particles that an electrical charge can magnetize (polarize), or be left non-magnetized, and can thus represent on and off states.</w:t>
      </w:r>
    </w:p>
    <w:p w14:paraId="1D6E6801" w14:textId="53709DD0" w:rsidR="00551707" w:rsidRPr="004A0164" w:rsidRDefault="00551707" w:rsidP="00551707">
      <w:pPr>
        <w:pStyle w:val="IM-Special"/>
        <w:widowControl w:val="0"/>
        <w:rPr>
          <w:color w:val="0000FF"/>
        </w:rPr>
      </w:pPr>
      <w:r w:rsidRPr="00577E27">
        <w:rPr>
          <w:color w:val="0000FF"/>
        </w:rPr>
        <w:t xml:space="preserve">Computers often use bits in groups of eight, which we call a byte. A single byte can represent a character, like the letter A in a word processing document, or a very simple command, like the command to move down one line. When you have 1,024 bytes, you have 1 kilobyte (2 to the 10th power—kilo means thousand); 1,048,576 bytes equal 1 megabyte (2 to the 20th power—mega means million); 1,073,741,824 bytes equal 1 gigabyte (2 to the 30th power—giga means billion); 1,099,511,627,776 bytes equal 1 terabyte (2 to the 40th power—tera means trillion). (Notice that the actual number of bytes is not a round number, so when you have a kilobyte of data, you </w:t>
      </w:r>
      <w:r w:rsidR="004E22C0" w:rsidRPr="00577E27">
        <w:rPr>
          <w:color w:val="0000FF"/>
        </w:rPr>
        <w:t>have</w:t>
      </w:r>
      <w:r w:rsidRPr="00577E27">
        <w:rPr>
          <w:color w:val="0000FF"/>
        </w:rPr>
        <w:t xml:space="preserve"> a little more than a thousand bytes—and it really adds up! A gigabyte is </w:t>
      </w:r>
      <w:r w:rsidR="005C0840" w:rsidRPr="00577E27">
        <w:rPr>
          <w:color w:val="0000FF"/>
        </w:rPr>
        <w:t>almost</w:t>
      </w:r>
      <w:r w:rsidRPr="00577E27">
        <w:rPr>
          <w:color w:val="0000FF"/>
        </w:rPr>
        <w:t xml:space="preserve"> 74 million bytes larger than you would expect.)</w:t>
      </w:r>
    </w:p>
    <w:p w14:paraId="57087D82" w14:textId="6B3A55E1" w:rsidR="005C1029" w:rsidRDefault="009B7A4B" w:rsidP="00C1650A">
      <w:pPr>
        <w:pStyle w:val="Heading1"/>
        <w:keepNext w:val="0"/>
        <w:widowControl w:val="0"/>
        <w:rPr>
          <w:lang w:bidi="he-IL"/>
        </w:rPr>
      </w:pPr>
      <w:r>
        <w:rPr>
          <w:lang w:bidi="he-IL"/>
        </w:rPr>
        <w:t xml:space="preserve">LO 1.3 </w:t>
      </w:r>
      <w:r w:rsidR="00EC2CB0">
        <w:rPr>
          <w:lang w:bidi="he-IL"/>
        </w:rPr>
        <w:t xml:space="preserve">Today’s </w:t>
      </w:r>
      <w:r w:rsidR="005C1029">
        <w:rPr>
          <w:lang w:bidi="he-IL"/>
        </w:rPr>
        <w:t xml:space="preserve">Desktop </w:t>
      </w:r>
      <w:r w:rsidR="009C48DA">
        <w:rPr>
          <w:lang w:bidi="he-IL"/>
        </w:rPr>
        <w:t>Operating Systems</w:t>
      </w:r>
      <w:r w:rsidR="005C1029">
        <w:rPr>
          <w:lang w:bidi="he-IL"/>
        </w:rPr>
        <w:t xml:space="preserve"> </w:t>
      </w:r>
    </w:p>
    <w:p w14:paraId="7BC3D6DD" w14:textId="77777777" w:rsidR="00046159" w:rsidRPr="00FB63B9" w:rsidRDefault="00046159" w:rsidP="00046159">
      <w:pPr>
        <w:pStyle w:val="IM-Special"/>
        <w:widowControl w:val="0"/>
        <w:outlineLvl w:val="0"/>
        <w:rPr>
          <w:b/>
          <w:color w:val="0000FF"/>
        </w:rPr>
      </w:pPr>
      <w:r w:rsidRPr="00FB63B9">
        <w:rPr>
          <w:b/>
          <w:color w:val="0000FF"/>
        </w:rPr>
        <w:t>Discussion Point:</w:t>
      </w:r>
    </w:p>
    <w:p w14:paraId="2316D90B" w14:textId="6B603B85" w:rsidR="00046159" w:rsidRPr="00FB63B9" w:rsidRDefault="00046159" w:rsidP="00046159">
      <w:pPr>
        <w:pStyle w:val="IM-Special"/>
        <w:widowControl w:val="0"/>
        <w:rPr>
          <w:b/>
          <w:color w:val="0000FF"/>
        </w:rPr>
      </w:pPr>
      <w:r>
        <w:rPr>
          <w:color w:val="0000FF"/>
        </w:rPr>
        <w:t>Point out Table 1-</w:t>
      </w:r>
      <w:r w:rsidR="00C31FCF">
        <w:rPr>
          <w:color w:val="0000FF"/>
        </w:rPr>
        <w:t>1</w:t>
      </w:r>
      <w:r>
        <w:rPr>
          <w:color w:val="0000FF"/>
        </w:rPr>
        <w:t xml:space="preserve"> as a guide to the OSs discussed in this section.</w:t>
      </w:r>
      <w:r w:rsidR="00707C6C">
        <w:rPr>
          <w:color w:val="0000FF"/>
        </w:rPr>
        <w:t xml:space="preserve"> </w:t>
      </w:r>
      <w:r w:rsidR="00707C6C" w:rsidRPr="00FB63B9">
        <w:rPr>
          <w:color w:val="0000FF"/>
        </w:rPr>
        <w:t xml:space="preserve">Try to hold off detailed discussion of specific </w:t>
      </w:r>
      <w:smartTag w:uri="urn:schemas-microsoft-com:office:smarttags" w:element="place">
        <w:smartTag w:uri="urn:schemas-microsoft-com:office:smarttags" w:element="City">
          <w:r w:rsidR="00707C6C" w:rsidRPr="00FB63B9">
            <w:rPr>
              <w:color w:val="0000FF"/>
            </w:rPr>
            <w:t>OSs</w:t>
          </w:r>
        </w:smartTag>
      </w:smartTag>
      <w:r w:rsidR="00707C6C" w:rsidRPr="00FB63B9">
        <w:rPr>
          <w:color w:val="0000FF"/>
        </w:rPr>
        <w:t xml:space="preserve"> until the appropriate chapters.</w:t>
      </w:r>
      <w:r>
        <w:rPr>
          <w:color w:val="0000FF"/>
        </w:rPr>
        <w:t xml:space="preserve"> </w:t>
      </w:r>
    </w:p>
    <w:p w14:paraId="0844EADF" w14:textId="033D26E0" w:rsidR="00731EA9" w:rsidRDefault="008A0583" w:rsidP="006E63C7">
      <w:pPr>
        <w:pStyle w:val="Heading3"/>
        <w:numPr>
          <w:ilvl w:val="0"/>
          <w:numId w:val="0"/>
        </w:numPr>
        <w:ind w:left="360" w:firstLine="360"/>
        <w:rPr>
          <w:lang w:val="en-US" w:bidi="he-IL"/>
        </w:rPr>
      </w:pPr>
      <w:r>
        <w:rPr>
          <w:lang w:val="en-US" w:bidi="he-IL"/>
        </w:rPr>
        <w:lastRenderedPageBreak/>
        <w:t>Windows 7, Windows 8, Windows 10, macOS, Chrome OS, and Linux</w:t>
      </w:r>
      <w:r w:rsidR="00955676">
        <w:rPr>
          <w:lang w:val="en-US" w:bidi="he-IL"/>
        </w:rPr>
        <w:t>.</w:t>
      </w:r>
    </w:p>
    <w:p w14:paraId="5C09226F" w14:textId="4D789A73" w:rsidR="00955676" w:rsidRPr="00731EA9" w:rsidRDefault="00955676" w:rsidP="006E63C7">
      <w:pPr>
        <w:pStyle w:val="Heading3"/>
        <w:numPr>
          <w:ilvl w:val="0"/>
          <w:numId w:val="0"/>
        </w:numPr>
        <w:ind w:left="360" w:firstLine="360"/>
        <w:rPr>
          <w:lang w:val="en-US" w:bidi="he-IL"/>
        </w:rPr>
      </w:pPr>
      <w:r>
        <w:rPr>
          <w:lang w:val="en-US" w:bidi="he-IL"/>
        </w:rPr>
        <w:t>Summary in Table 1-1.</w:t>
      </w:r>
    </w:p>
    <w:p w14:paraId="3E913F1B" w14:textId="1C793974" w:rsidR="000F2DE3" w:rsidRPr="000F2DE3" w:rsidRDefault="00836A01" w:rsidP="00B35D4B">
      <w:pPr>
        <w:pStyle w:val="Heading2"/>
        <w:keepLines/>
        <w:contextualSpacing/>
        <w:rPr>
          <w:lang w:bidi="he-IL"/>
        </w:rPr>
      </w:pPr>
      <w:r>
        <w:rPr>
          <w:lang w:val="en-US" w:bidi="he-IL"/>
        </w:rPr>
        <w:t>Today’s</w:t>
      </w:r>
      <w:r w:rsidR="00E83C5A">
        <w:rPr>
          <w:lang w:val="en-US" w:bidi="he-IL"/>
        </w:rPr>
        <w:t xml:space="preserve"> </w:t>
      </w:r>
      <w:r w:rsidR="000F2DE3">
        <w:rPr>
          <w:lang w:bidi="he-IL"/>
        </w:rPr>
        <w:t xml:space="preserve">Windows </w:t>
      </w:r>
      <w:r w:rsidR="000F2DE3">
        <w:rPr>
          <w:lang w:val="en-US" w:bidi="he-IL"/>
        </w:rPr>
        <w:t>for the Desktop</w:t>
      </w:r>
    </w:p>
    <w:p w14:paraId="652ECCEB" w14:textId="77777777" w:rsidR="000F2DE3" w:rsidRPr="00E83C5A" w:rsidRDefault="00E83C5A" w:rsidP="000F2DE3">
      <w:pPr>
        <w:pStyle w:val="Heading3"/>
        <w:rPr>
          <w:lang w:bidi="he-IL"/>
        </w:rPr>
      </w:pPr>
      <w:r>
        <w:rPr>
          <w:lang w:val="en-US" w:bidi="he-IL"/>
        </w:rPr>
        <w:t>Windows 7</w:t>
      </w:r>
      <w:r w:rsidR="00AA5A06">
        <w:rPr>
          <w:lang w:val="en-US" w:bidi="he-IL"/>
        </w:rPr>
        <w:t xml:space="preserve"> (Chapter 4)</w:t>
      </w:r>
    </w:p>
    <w:p w14:paraId="4F78329B" w14:textId="77777777" w:rsidR="00AA5A06" w:rsidRPr="00AA5A06" w:rsidRDefault="00AA5A06" w:rsidP="00955676">
      <w:pPr>
        <w:pStyle w:val="Heading4"/>
        <w:numPr>
          <w:ilvl w:val="0"/>
          <w:numId w:val="0"/>
        </w:numPr>
        <w:ind w:left="2160"/>
        <w:rPr>
          <w:lang w:bidi="he-IL"/>
        </w:rPr>
      </w:pPr>
      <w:r>
        <w:rPr>
          <w:lang w:val="en-US" w:bidi="he-IL"/>
        </w:rPr>
        <w:t xml:space="preserve">Corrected problems of Windows Vista. </w:t>
      </w:r>
    </w:p>
    <w:p w14:paraId="513A38FA" w14:textId="77777777" w:rsidR="00E83C5A" w:rsidRDefault="00AA5A06" w:rsidP="00955676">
      <w:pPr>
        <w:pStyle w:val="Heading4"/>
        <w:numPr>
          <w:ilvl w:val="0"/>
          <w:numId w:val="0"/>
        </w:numPr>
        <w:ind w:left="2160"/>
        <w:rPr>
          <w:lang w:bidi="he-IL"/>
        </w:rPr>
      </w:pPr>
      <w:r>
        <w:rPr>
          <w:lang w:val="en-US" w:bidi="he-IL"/>
        </w:rPr>
        <w:t xml:space="preserve">Redesigned desktop. </w:t>
      </w:r>
    </w:p>
    <w:p w14:paraId="41A8B266" w14:textId="5D9778C1" w:rsidR="00E83C5A" w:rsidRDefault="00E83C5A" w:rsidP="00E83C5A">
      <w:pPr>
        <w:pStyle w:val="Heading3"/>
        <w:rPr>
          <w:lang w:bidi="he-IL"/>
        </w:rPr>
      </w:pPr>
      <w:r>
        <w:rPr>
          <w:lang w:bidi="he-IL"/>
        </w:rPr>
        <w:t>Windows 8</w:t>
      </w:r>
      <w:r w:rsidR="00AA5A06">
        <w:rPr>
          <w:lang w:val="en-US" w:bidi="he-IL"/>
        </w:rPr>
        <w:t xml:space="preserve"> </w:t>
      </w:r>
      <w:r w:rsidR="00546F55">
        <w:rPr>
          <w:lang w:val="en-US" w:bidi="he-IL"/>
        </w:rPr>
        <w:t xml:space="preserve">and 8.1 </w:t>
      </w:r>
      <w:r w:rsidR="00AA5A06">
        <w:rPr>
          <w:lang w:val="en-US" w:bidi="he-IL"/>
        </w:rPr>
        <w:t>(</w:t>
      </w:r>
      <w:r w:rsidR="00AE7BB2">
        <w:rPr>
          <w:lang w:val="en-US" w:bidi="he-IL"/>
        </w:rPr>
        <w:t>Not given a dedicated chapter in this book.</w:t>
      </w:r>
      <w:r w:rsidR="00AA5A06">
        <w:rPr>
          <w:lang w:val="en-US" w:bidi="he-IL"/>
        </w:rPr>
        <w:t>)</w:t>
      </w:r>
    </w:p>
    <w:p w14:paraId="7FD0DC40" w14:textId="77777777" w:rsidR="00AA5A06" w:rsidRPr="00AA5A06" w:rsidRDefault="00E83C5A" w:rsidP="00955676">
      <w:pPr>
        <w:pStyle w:val="Heading4"/>
        <w:numPr>
          <w:ilvl w:val="0"/>
          <w:numId w:val="0"/>
        </w:numPr>
        <w:ind w:left="2160"/>
        <w:rPr>
          <w:lang w:bidi="he-IL"/>
        </w:rPr>
      </w:pPr>
      <w:r>
        <w:rPr>
          <w:lang w:bidi="he-IL"/>
        </w:rPr>
        <w:t xml:space="preserve">2012: </w:t>
      </w:r>
    </w:p>
    <w:p w14:paraId="0A9E845B" w14:textId="77777777" w:rsidR="00E83C5A" w:rsidRDefault="00AA5A06" w:rsidP="00546F55">
      <w:pPr>
        <w:pStyle w:val="Heading4"/>
        <w:numPr>
          <w:ilvl w:val="0"/>
          <w:numId w:val="0"/>
        </w:numPr>
        <w:ind w:left="2880"/>
        <w:rPr>
          <w:lang w:bidi="he-IL"/>
        </w:rPr>
      </w:pPr>
      <w:r>
        <w:rPr>
          <w:lang w:val="en-US" w:bidi="he-IL"/>
        </w:rPr>
        <w:t>F</w:t>
      </w:r>
      <w:proofErr w:type="spellStart"/>
      <w:r w:rsidR="00E83C5A">
        <w:rPr>
          <w:lang w:bidi="he-IL"/>
        </w:rPr>
        <w:t>aster</w:t>
      </w:r>
      <w:proofErr w:type="spellEnd"/>
      <w:r w:rsidR="00E83C5A">
        <w:rPr>
          <w:lang w:bidi="he-IL"/>
        </w:rPr>
        <w:t xml:space="preserve"> tha</w:t>
      </w:r>
      <w:r w:rsidR="00E83C5A">
        <w:rPr>
          <w:lang w:val="en-US" w:bidi="he-IL"/>
        </w:rPr>
        <w:t>n</w:t>
      </w:r>
      <w:r w:rsidR="00E83C5A">
        <w:rPr>
          <w:lang w:bidi="he-IL"/>
        </w:rPr>
        <w:t xml:space="preserve"> previous versions, better security</w:t>
      </w:r>
      <w:r>
        <w:rPr>
          <w:lang w:val="en-US" w:bidi="he-IL"/>
        </w:rPr>
        <w:t>,</w:t>
      </w:r>
      <w:r w:rsidR="00E83C5A">
        <w:rPr>
          <w:lang w:bidi="he-IL"/>
        </w:rPr>
        <w:t xml:space="preserve"> and improved wireless connectivity. </w:t>
      </w:r>
    </w:p>
    <w:p w14:paraId="7E484955" w14:textId="383C553A" w:rsidR="00E83C5A" w:rsidRDefault="00460845" w:rsidP="00546F55">
      <w:pPr>
        <w:pStyle w:val="Heading4"/>
        <w:numPr>
          <w:ilvl w:val="0"/>
          <w:numId w:val="0"/>
        </w:numPr>
        <w:ind w:left="2880"/>
        <w:rPr>
          <w:lang w:bidi="he-IL"/>
        </w:rPr>
      </w:pPr>
      <w:r>
        <w:rPr>
          <w:lang w:val="en-US" w:bidi="he-IL"/>
        </w:rPr>
        <w:t>S</w:t>
      </w:r>
      <w:r w:rsidR="00E83C5A">
        <w:rPr>
          <w:lang w:bidi="he-IL"/>
        </w:rPr>
        <w:t>upport</w:t>
      </w:r>
      <w:r w:rsidR="00E726E8">
        <w:rPr>
          <w:lang w:val="en-US" w:bidi="he-IL"/>
        </w:rPr>
        <w:t>s</w:t>
      </w:r>
      <w:r w:rsidR="00E83C5A">
        <w:rPr>
          <w:lang w:bidi="he-IL"/>
        </w:rPr>
        <w:t xml:space="preserve"> newer hardware such as USB 3.0 ports and touch screens.</w:t>
      </w:r>
    </w:p>
    <w:p w14:paraId="36323D83" w14:textId="77777777" w:rsidR="00E83C5A" w:rsidRDefault="00E83C5A" w:rsidP="00546F55">
      <w:pPr>
        <w:pStyle w:val="Heading4"/>
        <w:numPr>
          <w:ilvl w:val="0"/>
          <w:numId w:val="0"/>
        </w:numPr>
        <w:ind w:left="2880"/>
        <w:rPr>
          <w:lang w:bidi="he-IL"/>
        </w:rPr>
      </w:pPr>
      <w:r>
        <w:rPr>
          <w:lang w:bidi="he-IL"/>
        </w:rPr>
        <w:t xml:space="preserve">Includes two different GUIs. </w:t>
      </w:r>
    </w:p>
    <w:p w14:paraId="406E9957" w14:textId="6A268A8A" w:rsidR="00E83C5A" w:rsidRDefault="00B86BC4" w:rsidP="00546F55">
      <w:pPr>
        <w:pStyle w:val="Heading5"/>
        <w:numPr>
          <w:ilvl w:val="0"/>
          <w:numId w:val="0"/>
        </w:numPr>
        <w:ind w:left="3600"/>
        <w:rPr>
          <w:lang w:bidi="he-IL"/>
        </w:rPr>
      </w:pPr>
      <w:r>
        <w:rPr>
          <w:lang w:val="en-US" w:bidi="he-IL"/>
        </w:rPr>
        <w:t>D</w:t>
      </w:r>
      <w:r w:rsidR="00E83C5A">
        <w:rPr>
          <w:lang w:bidi="he-IL"/>
        </w:rPr>
        <w:t xml:space="preserve">efault </w:t>
      </w:r>
      <w:r>
        <w:rPr>
          <w:lang w:val="en-US" w:bidi="he-IL"/>
        </w:rPr>
        <w:t xml:space="preserve">Start screen </w:t>
      </w:r>
      <w:r w:rsidR="00E83C5A">
        <w:rPr>
          <w:lang w:bidi="he-IL"/>
        </w:rPr>
        <w:t xml:space="preserve">GUI </w:t>
      </w:r>
      <w:r w:rsidR="00460845">
        <w:rPr>
          <w:lang w:val="en-US" w:bidi="he-IL"/>
        </w:rPr>
        <w:t>adopted from Windows Phone 7.5. O</w:t>
      </w:r>
      <w:r w:rsidR="00E83C5A">
        <w:rPr>
          <w:lang w:bidi="he-IL"/>
        </w:rPr>
        <w:t xml:space="preserve">bjects without shading and borders </w:t>
      </w:r>
      <w:r w:rsidR="00460845">
        <w:rPr>
          <w:lang w:val="en-US" w:bidi="he-IL"/>
        </w:rPr>
        <w:t xml:space="preserve">to </w:t>
      </w:r>
      <w:r w:rsidR="00E83C5A">
        <w:rPr>
          <w:lang w:bidi="he-IL"/>
        </w:rPr>
        <w:t>run on a wide range of devices including PCs, laptops, and tablets.</w:t>
      </w:r>
    </w:p>
    <w:p w14:paraId="6DFD74C5" w14:textId="6B5A4684" w:rsidR="00E83C5A" w:rsidRDefault="009237AE" w:rsidP="00546F55">
      <w:pPr>
        <w:pStyle w:val="Heading5"/>
        <w:numPr>
          <w:ilvl w:val="0"/>
          <w:numId w:val="0"/>
        </w:numPr>
        <w:ind w:left="3600"/>
        <w:rPr>
          <w:lang w:bidi="he-IL"/>
        </w:rPr>
      </w:pPr>
      <w:r>
        <w:rPr>
          <w:lang w:val="en-US" w:bidi="he-IL"/>
        </w:rPr>
        <w:t>S</w:t>
      </w:r>
      <w:r w:rsidR="00E83C5A">
        <w:rPr>
          <w:lang w:bidi="he-IL"/>
        </w:rPr>
        <w:t>econd GUI is a modified version of the Windows 7 desktop without the Start menu.</w:t>
      </w:r>
    </w:p>
    <w:p w14:paraId="34B61C09" w14:textId="338609C6" w:rsidR="00B92122" w:rsidRPr="00F2011D" w:rsidRDefault="00F2011D" w:rsidP="00B92122">
      <w:pPr>
        <w:pStyle w:val="Heading5"/>
        <w:numPr>
          <w:ilvl w:val="0"/>
          <w:numId w:val="0"/>
        </w:numPr>
        <w:ind w:left="2880"/>
        <w:rPr>
          <w:lang w:val="en-US" w:bidi="he-IL"/>
        </w:rPr>
      </w:pPr>
      <w:r>
        <w:rPr>
          <w:lang w:val="en-US" w:bidi="he-IL"/>
        </w:rPr>
        <w:t>An unsuccessful version of Windows.</w:t>
      </w:r>
    </w:p>
    <w:p w14:paraId="400596CA" w14:textId="1070E91B" w:rsidR="004A5BB0" w:rsidRPr="004A5BB0" w:rsidRDefault="004A5BB0" w:rsidP="00820251">
      <w:pPr>
        <w:pStyle w:val="Heading3"/>
        <w:rPr>
          <w:lang w:bidi="he-IL"/>
        </w:rPr>
      </w:pPr>
      <w:r>
        <w:rPr>
          <w:lang w:val="en-US" w:bidi="he-IL"/>
        </w:rPr>
        <w:t>Windows 10</w:t>
      </w:r>
    </w:p>
    <w:p w14:paraId="56AB5D04" w14:textId="235450C2" w:rsidR="004A5BB0" w:rsidRDefault="004D0A13" w:rsidP="00FD27E6">
      <w:pPr>
        <w:pStyle w:val="Heading3"/>
        <w:numPr>
          <w:ilvl w:val="0"/>
          <w:numId w:val="0"/>
        </w:numPr>
        <w:ind w:left="2160"/>
        <w:rPr>
          <w:lang w:val="en-US" w:bidi="he-IL"/>
        </w:rPr>
      </w:pPr>
      <w:r>
        <w:rPr>
          <w:lang w:val="en-US" w:bidi="he-IL"/>
        </w:rPr>
        <w:t>2015:</w:t>
      </w:r>
    </w:p>
    <w:p w14:paraId="2C70FA1F" w14:textId="77777777" w:rsidR="0088025A" w:rsidRPr="004D0A13" w:rsidRDefault="0088025A" w:rsidP="009237AE">
      <w:pPr>
        <w:pStyle w:val="Heading3"/>
        <w:numPr>
          <w:ilvl w:val="0"/>
          <w:numId w:val="0"/>
        </w:numPr>
        <w:ind w:left="2160"/>
        <w:rPr>
          <w:lang w:val="en-US" w:bidi="he-IL"/>
        </w:rPr>
      </w:pPr>
      <w:r>
        <w:rPr>
          <w:lang w:val="en-US" w:bidi="he-IL"/>
        </w:rPr>
        <w:t>Was a free upgrade for one year after introduction</w:t>
      </w:r>
    </w:p>
    <w:p w14:paraId="555119B6" w14:textId="5C100B2D" w:rsidR="004D0A13" w:rsidRDefault="006B679D" w:rsidP="009237AE">
      <w:pPr>
        <w:pStyle w:val="Heading3"/>
        <w:numPr>
          <w:ilvl w:val="0"/>
          <w:numId w:val="0"/>
        </w:numPr>
        <w:ind w:left="2160"/>
        <w:rPr>
          <w:lang w:val="en-US" w:bidi="he-IL"/>
        </w:rPr>
      </w:pPr>
      <w:r>
        <w:rPr>
          <w:lang w:val="en-US" w:bidi="he-IL"/>
        </w:rPr>
        <w:t>A new Start menu</w:t>
      </w:r>
      <w:r w:rsidR="0088025A">
        <w:rPr>
          <w:lang w:val="en-US" w:bidi="he-IL"/>
        </w:rPr>
        <w:t>.</w:t>
      </w:r>
    </w:p>
    <w:p w14:paraId="5126F925" w14:textId="6E89AF17" w:rsidR="006B679D" w:rsidRDefault="006B679D" w:rsidP="009237AE">
      <w:pPr>
        <w:pStyle w:val="Heading3"/>
        <w:numPr>
          <w:ilvl w:val="0"/>
          <w:numId w:val="0"/>
        </w:numPr>
        <w:ind w:left="2160"/>
        <w:rPr>
          <w:lang w:val="en-US" w:bidi="he-IL"/>
        </w:rPr>
      </w:pPr>
      <w:r>
        <w:rPr>
          <w:lang w:val="en-US" w:bidi="he-IL"/>
        </w:rPr>
        <w:t xml:space="preserve">Windows Hello </w:t>
      </w:r>
      <w:r w:rsidR="00BE705F">
        <w:rPr>
          <w:lang w:val="en-US" w:bidi="he-IL"/>
        </w:rPr>
        <w:t xml:space="preserve">facial or fingerprint </w:t>
      </w:r>
      <w:r>
        <w:rPr>
          <w:lang w:val="en-US" w:bidi="he-IL"/>
        </w:rPr>
        <w:t>biometric</w:t>
      </w:r>
      <w:r w:rsidR="00BE705F">
        <w:rPr>
          <w:lang w:val="en-US" w:bidi="he-IL"/>
        </w:rPr>
        <w:t xml:space="preserve"> authentication</w:t>
      </w:r>
      <w:r w:rsidR="0088025A">
        <w:rPr>
          <w:lang w:val="en-US" w:bidi="he-IL"/>
        </w:rPr>
        <w:t>.</w:t>
      </w:r>
    </w:p>
    <w:p w14:paraId="06A3A129" w14:textId="77777777" w:rsidR="0088025A" w:rsidRDefault="0088025A" w:rsidP="009237AE">
      <w:pPr>
        <w:pStyle w:val="Heading3"/>
        <w:numPr>
          <w:ilvl w:val="0"/>
          <w:numId w:val="0"/>
        </w:numPr>
        <w:ind w:left="2160"/>
        <w:rPr>
          <w:lang w:val="en-US" w:bidi="he-IL"/>
        </w:rPr>
      </w:pPr>
      <w:r>
        <w:rPr>
          <w:lang w:val="en-US" w:bidi="he-IL"/>
        </w:rPr>
        <w:t>Updated every month with security and fixes.</w:t>
      </w:r>
    </w:p>
    <w:p w14:paraId="78477DF5" w14:textId="31DA8636" w:rsidR="00402BEB" w:rsidRDefault="0088025A" w:rsidP="009237AE">
      <w:pPr>
        <w:pStyle w:val="Heading3"/>
        <w:numPr>
          <w:ilvl w:val="0"/>
          <w:numId w:val="0"/>
        </w:numPr>
        <w:ind w:left="2160"/>
        <w:rPr>
          <w:lang w:val="en-US" w:bidi="he-IL"/>
        </w:rPr>
      </w:pPr>
      <w:r>
        <w:rPr>
          <w:lang w:val="en-US" w:bidi="he-IL"/>
        </w:rPr>
        <w:t>Feature updates annually.</w:t>
      </w:r>
    </w:p>
    <w:p w14:paraId="2F75A56D" w14:textId="3C87C7B7" w:rsidR="00532ADA" w:rsidRDefault="00820251" w:rsidP="004D7943">
      <w:pPr>
        <w:pStyle w:val="Heading2"/>
        <w:rPr>
          <w:lang w:bidi="he-IL"/>
        </w:rPr>
      </w:pPr>
      <w:r>
        <w:rPr>
          <w:lang w:bidi="he-IL"/>
        </w:rPr>
        <w:t xml:space="preserve">Apple </w:t>
      </w:r>
      <w:r w:rsidR="00315AFD">
        <w:rPr>
          <w:lang w:bidi="he-IL"/>
        </w:rPr>
        <w:t>macOS</w:t>
      </w:r>
    </w:p>
    <w:p w14:paraId="4F5803D0" w14:textId="77777777" w:rsidR="005836EC" w:rsidRDefault="005836EC" w:rsidP="004D7943">
      <w:pPr>
        <w:pStyle w:val="Heading4"/>
        <w:numPr>
          <w:ilvl w:val="0"/>
          <w:numId w:val="0"/>
        </w:numPr>
        <w:ind w:left="1440"/>
        <w:rPr>
          <w:lang w:bidi="he-IL"/>
        </w:rPr>
      </w:pPr>
      <w:r>
        <w:rPr>
          <w:lang w:bidi="he-IL"/>
        </w:rPr>
        <w:t>Previous</w:t>
      </w:r>
      <w:r w:rsidR="00820251">
        <w:rPr>
          <w:lang w:val="en-US" w:bidi="he-IL"/>
        </w:rPr>
        <w:t>ly</w:t>
      </w:r>
      <w:r>
        <w:rPr>
          <w:lang w:bidi="he-IL"/>
        </w:rPr>
        <w:t xml:space="preserve"> Apple used proprietary hardware and software for better integration of the OS and hardware.</w:t>
      </w:r>
    </w:p>
    <w:p w14:paraId="7E972BC2" w14:textId="77777777" w:rsidR="005836EC" w:rsidRDefault="005836EC" w:rsidP="004D7943">
      <w:pPr>
        <w:pStyle w:val="Heading4"/>
        <w:numPr>
          <w:ilvl w:val="0"/>
          <w:numId w:val="0"/>
        </w:numPr>
        <w:ind w:left="1440"/>
        <w:rPr>
          <w:lang w:bidi="he-IL"/>
        </w:rPr>
      </w:pPr>
      <w:r>
        <w:rPr>
          <w:lang w:bidi="he-IL"/>
        </w:rPr>
        <w:t>From mid-1990s</w:t>
      </w:r>
      <w:r w:rsidR="000D15FA">
        <w:rPr>
          <w:lang w:bidi="he-IL"/>
        </w:rPr>
        <w:t xml:space="preserve"> – </w:t>
      </w:r>
      <w:r>
        <w:rPr>
          <w:lang w:bidi="he-IL"/>
        </w:rPr>
        <w:t>2005: Apple computers used the Motorola PowerPC chip.</w:t>
      </w:r>
    </w:p>
    <w:p w14:paraId="0876B295" w14:textId="31869726" w:rsidR="005836EC" w:rsidRDefault="005836EC" w:rsidP="004D7943">
      <w:pPr>
        <w:pStyle w:val="Heading4"/>
        <w:numPr>
          <w:ilvl w:val="0"/>
          <w:numId w:val="0"/>
        </w:numPr>
        <w:ind w:left="1440"/>
        <w:rPr>
          <w:lang w:bidi="he-IL"/>
        </w:rPr>
      </w:pPr>
      <w:r>
        <w:rPr>
          <w:lang w:bidi="he-IL"/>
        </w:rPr>
        <w:lastRenderedPageBreak/>
        <w:t xml:space="preserve">Since 2005: switched to Intel platform, but </w:t>
      </w:r>
      <w:r w:rsidR="00315AFD">
        <w:rPr>
          <w:lang w:val="en-US" w:bidi="he-IL"/>
        </w:rPr>
        <w:t xml:space="preserve">macOS </w:t>
      </w:r>
      <w:r>
        <w:rPr>
          <w:lang w:bidi="he-IL"/>
        </w:rPr>
        <w:t>is only licensed to run on an Apple computer.</w:t>
      </w:r>
    </w:p>
    <w:p w14:paraId="4CADB068" w14:textId="13616D17" w:rsidR="005836EC" w:rsidRDefault="005836EC" w:rsidP="004D7943">
      <w:pPr>
        <w:pStyle w:val="Heading3"/>
        <w:numPr>
          <w:ilvl w:val="0"/>
          <w:numId w:val="0"/>
        </w:numPr>
        <w:ind w:left="1440"/>
        <w:rPr>
          <w:lang w:bidi="he-IL"/>
        </w:rPr>
      </w:pPr>
      <w:r>
        <w:rPr>
          <w:lang w:bidi="he-IL"/>
        </w:rPr>
        <w:t xml:space="preserve">Today’s </w:t>
      </w:r>
      <w:r w:rsidR="00315AFD">
        <w:rPr>
          <w:lang w:val="en-US" w:bidi="he-IL"/>
        </w:rPr>
        <w:t>macOS</w:t>
      </w:r>
      <w:r>
        <w:rPr>
          <w:lang w:bidi="he-IL"/>
        </w:rPr>
        <w:t xml:space="preserve"> </w:t>
      </w:r>
    </w:p>
    <w:p w14:paraId="3E555B0D" w14:textId="77777777" w:rsidR="005836EC" w:rsidRDefault="005836EC" w:rsidP="004D7943">
      <w:pPr>
        <w:pStyle w:val="Heading5"/>
        <w:numPr>
          <w:ilvl w:val="0"/>
          <w:numId w:val="0"/>
        </w:numPr>
        <w:ind w:left="2160"/>
        <w:rPr>
          <w:lang w:bidi="he-IL"/>
        </w:rPr>
      </w:pPr>
      <w:r>
        <w:rPr>
          <w:lang w:bidi="he-IL"/>
        </w:rPr>
        <w:t>Based on NextStep OS with a UNIX kernel</w:t>
      </w:r>
    </w:p>
    <w:p w14:paraId="6B92D052" w14:textId="77777777" w:rsidR="005836EC" w:rsidRDefault="005836EC" w:rsidP="004D7943">
      <w:pPr>
        <w:pStyle w:val="Heading5"/>
        <w:numPr>
          <w:ilvl w:val="0"/>
          <w:numId w:val="0"/>
        </w:numPr>
        <w:ind w:left="2160"/>
        <w:rPr>
          <w:lang w:bidi="he-IL"/>
        </w:rPr>
      </w:pPr>
      <w:r>
        <w:rPr>
          <w:lang w:bidi="he-IL"/>
        </w:rPr>
        <w:t>GUI with optional CLI</w:t>
      </w:r>
    </w:p>
    <w:p w14:paraId="7A4EC861" w14:textId="77777777" w:rsidR="00532ADA" w:rsidRDefault="00532ADA" w:rsidP="004D7943">
      <w:pPr>
        <w:pStyle w:val="Heading2"/>
        <w:rPr>
          <w:lang w:bidi="he-IL"/>
        </w:rPr>
      </w:pPr>
      <w:r>
        <w:rPr>
          <w:lang w:bidi="he-IL"/>
        </w:rPr>
        <w:t>Linux</w:t>
      </w:r>
    </w:p>
    <w:p w14:paraId="3B6A3556" w14:textId="77777777" w:rsidR="00AE1A81" w:rsidRDefault="00AE1A81" w:rsidP="004D7943">
      <w:pPr>
        <w:pStyle w:val="Heading4"/>
        <w:numPr>
          <w:ilvl w:val="0"/>
          <w:numId w:val="0"/>
        </w:numPr>
        <w:ind w:left="1440"/>
        <w:rPr>
          <w:lang w:bidi="he-IL"/>
        </w:rPr>
      </w:pPr>
      <w:r>
        <w:rPr>
          <w:lang w:bidi="he-IL"/>
        </w:rPr>
        <w:t>Development began 1991 and continues today.</w:t>
      </w:r>
    </w:p>
    <w:p w14:paraId="748D0712" w14:textId="77777777" w:rsidR="00532ADA" w:rsidRDefault="00532ADA" w:rsidP="004D7943">
      <w:pPr>
        <w:pStyle w:val="Heading4"/>
        <w:numPr>
          <w:ilvl w:val="0"/>
          <w:numId w:val="0"/>
        </w:numPr>
        <w:ind w:left="1440"/>
        <w:rPr>
          <w:lang w:bidi="he-IL"/>
        </w:rPr>
      </w:pPr>
      <w:r>
        <w:rPr>
          <w:lang w:bidi="he-IL"/>
        </w:rPr>
        <w:t xml:space="preserve">Modeled on UNIX, </w:t>
      </w:r>
      <w:r w:rsidR="00AE1B0B">
        <w:rPr>
          <w:lang w:bidi="he-IL"/>
        </w:rPr>
        <w:t xml:space="preserve">and </w:t>
      </w:r>
      <w:r>
        <w:rPr>
          <w:lang w:bidi="he-IL"/>
        </w:rPr>
        <w:t>named for its original developer, Linus Benedict Torvalds</w:t>
      </w:r>
      <w:r w:rsidR="00AE1B0B">
        <w:rPr>
          <w:lang w:bidi="he-IL"/>
        </w:rPr>
        <w:t>,</w:t>
      </w:r>
      <w:r>
        <w:rPr>
          <w:lang w:bidi="he-IL"/>
        </w:rPr>
        <w:t xml:space="preserve"> who began the Linux project</w:t>
      </w:r>
      <w:r w:rsidR="00E753A6">
        <w:rPr>
          <w:lang w:bidi="he-IL"/>
        </w:rPr>
        <w:t xml:space="preserve">. </w:t>
      </w:r>
      <w:r w:rsidR="00AE1B0B">
        <w:rPr>
          <w:lang w:bidi="he-IL"/>
        </w:rPr>
        <w:t>Linux was c</w:t>
      </w:r>
      <w:r>
        <w:rPr>
          <w:lang w:bidi="he-IL"/>
        </w:rPr>
        <w:t>reated with other programmers as an open-source OS for modern computers.</w:t>
      </w:r>
    </w:p>
    <w:p w14:paraId="61552DC8" w14:textId="77777777" w:rsidR="00532ADA" w:rsidRDefault="00AE1A81" w:rsidP="004D7943">
      <w:pPr>
        <w:pStyle w:val="Heading4"/>
        <w:numPr>
          <w:ilvl w:val="0"/>
          <w:numId w:val="0"/>
        </w:numPr>
        <w:ind w:left="1440"/>
        <w:rPr>
          <w:lang w:bidi="he-IL"/>
        </w:rPr>
      </w:pPr>
      <w:r>
        <w:rPr>
          <w:lang w:bidi="he-IL"/>
        </w:rPr>
        <w:t>D</w:t>
      </w:r>
      <w:r w:rsidR="00532ADA">
        <w:rPr>
          <w:lang w:bidi="he-IL"/>
        </w:rPr>
        <w:t xml:space="preserve">eveloped in the C language using a free C compiler </w:t>
      </w:r>
      <w:r>
        <w:rPr>
          <w:lang w:bidi="he-IL"/>
        </w:rPr>
        <w:t xml:space="preserve">created </w:t>
      </w:r>
      <w:r w:rsidR="00532ADA">
        <w:rPr>
          <w:lang w:bidi="he-IL"/>
        </w:rPr>
        <w:t>through the GNU project, the GNU C Compiler (GCC).</w:t>
      </w:r>
    </w:p>
    <w:p w14:paraId="1BCA2F65" w14:textId="77777777" w:rsidR="00532ADA" w:rsidRDefault="00532ADA" w:rsidP="004D7943">
      <w:pPr>
        <w:pStyle w:val="Heading4"/>
        <w:numPr>
          <w:ilvl w:val="0"/>
          <w:numId w:val="0"/>
        </w:numPr>
        <w:ind w:left="1440"/>
        <w:rPr>
          <w:lang w:bidi="he-IL"/>
        </w:rPr>
      </w:pPr>
      <w:r>
        <w:rPr>
          <w:lang w:bidi="he-IL"/>
        </w:rPr>
        <w:t xml:space="preserve">Many open source (free) or inexpensive </w:t>
      </w:r>
      <w:r w:rsidR="005836EC">
        <w:rPr>
          <w:lang w:bidi="he-IL"/>
        </w:rPr>
        <w:t xml:space="preserve">distributions </w:t>
      </w:r>
      <w:r>
        <w:rPr>
          <w:lang w:bidi="he-IL"/>
        </w:rPr>
        <w:t>are available.</w:t>
      </w:r>
    </w:p>
    <w:p w14:paraId="3688F216" w14:textId="77777777" w:rsidR="005836EC" w:rsidRDefault="005836EC" w:rsidP="004D7943">
      <w:pPr>
        <w:pStyle w:val="Heading4"/>
        <w:numPr>
          <w:ilvl w:val="0"/>
          <w:numId w:val="0"/>
        </w:numPr>
        <w:ind w:left="1440"/>
        <w:rPr>
          <w:lang w:bidi="he-IL"/>
        </w:rPr>
      </w:pPr>
      <w:r>
        <w:rPr>
          <w:lang w:bidi="he-IL"/>
        </w:rPr>
        <w:t xml:space="preserve">Available in both </w:t>
      </w:r>
      <w:r w:rsidR="00532ADA">
        <w:rPr>
          <w:lang w:bidi="he-IL"/>
        </w:rPr>
        <w:t xml:space="preserve">32-bit </w:t>
      </w:r>
      <w:r>
        <w:rPr>
          <w:lang w:bidi="he-IL"/>
        </w:rPr>
        <w:t>and 64-bit distributions.</w:t>
      </w:r>
    </w:p>
    <w:p w14:paraId="3EBBF8E7" w14:textId="77777777" w:rsidR="00AE1A81" w:rsidRDefault="00AE1A81" w:rsidP="004D7943">
      <w:pPr>
        <w:pStyle w:val="Heading4"/>
        <w:numPr>
          <w:ilvl w:val="0"/>
          <w:numId w:val="0"/>
        </w:numPr>
        <w:ind w:left="1440"/>
        <w:rPr>
          <w:lang w:bidi="he-IL"/>
        </w:rPr>
      </w:pPr>
      <w:r>
        <w:rPr>
          <w:lang w:bidi="he-IL"/>
        </w:rPr>
        <w:t>Natively uses CLI, but excellent GUI shells come with popular distributions.</w:t>
      </w:r>
    </w:p>
    <w:p w14:paraId="65438569" w14:textId="569D19F3" w:rsidR="006A56FA" w:rsidRPr="007E7FD4" w:rsidRDefault="006A56FA" w:rsidP="00482799">
      <w:pPr>
        <w:pStyle w:val="Heading2"/>
        <w:rPr>
          <w:lang w:bidi="he-IL"/>
        </w:rPr>
      </w:pPr>
      <w:r>
        <w:rPr>
          <w:lang w:bidi="he-IL"/>
        </w:rPr>
        <w:t>Chrome OS</w:t>
      </w:r>
    </w:p>
    <w:p w14:paraId="2B9AED3B" w14:textId="14E959C8" w:rsidR="00D52A0B" w:rsidRDefault="0069223E" w:rsidP="00482799">
      <w:pPr>
        <w:pStyle w:val="Heading4"/>
        <w:numPr>
          <w:ilvl w:val="0"/>
          <w:numId w:val="0"/>
        </w:numPr>
        <w:ind w:left="1440"/>
        <w:rPr>
          <w:lang w:val="en-US" w:bidi="he-IL"/>
        </w:rPr>
      </w:pPr>
      <w:r>
        <w:rPr>
          <w:lang w:val="en-US" w:bidi="he-IL"/>
        </w:rPr>
        <w:t xml:space="preserve">OS </w:t>
      </w:r>
      <w:r w:rsidR="00482799">
        <w:rPr>
          <w:lang w:val="en-US" w:bidi="he-IL"/>
        </w:rPr>
        <w:t xml:space="preserve">with </w:t>
      </w:r>
      <w:r w:rsidR="00D52A0B">
        <w:rPr>
          <w:lang w:val="en-US" w:bidi="he-IL"/>
        </w:rPr>
        <w:t xml:space="preserve">Linux kernel </w:t>
      </w:r>
      <w:r w:rsidR="00482799">
        <w:rPr>
          <w:lang w:val="en-US" w:bidi="he-IL"/>
        </w:rPr>
        <w:t xml:space="preserve">plus a </w:t>
      </w:r>
      <w:r w:rsidR="00D52A0B">
        <w:rPr>
          <w:lang w:val="en-US" w:bidi="he-IL"/>
        </w:rPr>
        <w:t>GUI</w:t>
      </w:r>
    </w:p>
    <w:p w14:paraId="63F967BA" w14:textId="753A1890" w:rsidR="007E7FD4" w:rsidRDefault="00D52A0B" w:rsidP="00482799">
      <w:pPr>
        <w:pStyle w:val="Heading4"/>
        <w:numPr>
          <w:ilvl w:val="0"/>
          <w:numId w:val="0"/>
        </w:numPr>
        <w:ind w:left="1440"/>
        <w:rPr>
          <w:lang w:val="en-US" w:bidi="he-IL"/>
        </w:rPr>
      </w:pPr>
      <w:r>
        <w:rPr>
          <w:lang w:val="en-US" w:bidi="he-IL"/>
        </w:rPr>
        <w:t xml:space="preserve">GUI </w:t>
      </w:r>
      <w:r w:rsidR="0069223E">
        <w:rPr>
          <w:lang w:val="en-US" w:bidi="he-IL"/>
        </w:rPr>
        <w:t>based on Chrome web browser</w:t>
      </w:r>
      <w:r w:rsidR="00001E69">
        <w:rPr>
          <w:lang w:val="en-US" w:bidi="he-IL"/>
        </w:rPr>
        <w:t>.</w:t>
      </w:r>
    </w:p>
    <w:p w14:paraId="1B1D087A" w14:textId="5A507AA7" w:rsidR="00001E69" w:rsidRPr="00943C01" w:rsidRDefault="009E31A8" w:rsidP="00482799">
      <w:pPr>
        <w:pStyle w:val="Heading4"/>
        <w:numPr>
          <w:ilvl w:val="0"/>
          <w:numId w:val="0"/>
        </w:numPr>
        <w:ind w:left="1440"/>
        <w:rPr>
          <w:lang w:val="en-US" w:bidi="he-IL"/>
        </w:rPr>
      </w:pPr>
      <w:r>
        <w:rPr>
          <w:lang w:val="en-US" w:bidi="he-IL"/>
        </w:rPr>
        <w:t>Chromebooks with Chrome OS offered by several manufacturers.</w:t>
      </w:r>
    </w:p>
    <w:p w14:paraId="4C4897A0" w14:textId="0B5529C3" w:rsidR="00A6515B" w:rsidRPr="0083257C" w:rsidRDefault="00820251" w:rsidP="004E257E">
      <w:pPr>
        <w:pStyle w:val="Heading1"/>
        <w:keepNext w:val="0"/>
        <w:widowControl w:val="0"/>
        <w:rPr>
          <w:lang w:bidi="he-IL"/>
        </w:rPr>
      </w:pPr>
      <w:r>
        <w:rPr>
          <w:lang w:bidi="he-IL"/>
        </w:rPr>
        <w:t xml:space="preserve">Today’s </w:t>
      </w:r>
      <w:r w:rsidR="00A6515B">
        <w:rPr>
          <w:lang w:bidi="he-IL"/>
        </w:rPr>
        <w:t xml:space="preserve">Mobile </w:t>
      </w:r>
      <w:r w:rsidR="00D17F10">
        <w:rPr>
          <w:lang w:bidi="he-IL"/>
        </w:rPr>
        <w:t>Operating Systems</w:t>
      </w:r>
    </w:p>
    <w:p w14:paraId="138F14B8" w14:textId="77777777" w:rsidR="002E2C46" w:rsidRDefault="002E2C46" w:rsidP="00293DCB">
      <w:pPr>
        <w:pStyle w:val="Heading4"/>
        <w:numPr>
          <w:ilvl w:val="0"/>
          <w:numId w:val="0"/>
        </w:numPr>
        <w:ind w:left="1440"/>
      </w:pPr>
      <w:r>
        <w:lastRenderedPageBreak/>
        <w:t>Mobile OSs have followed the trajectory of all computing, thanks to miniaturization of components and new technologies</w:t>
      </w:r>
      <w:r w:rsidR="00F76573">
        <w:t>.</w:t>
      </w:r>
    </w:p>
    <w:p w14:paraId="731A7FAD" w14:textId="77777777" w:rsidR="00CE77F8" w:rsidRDefault="002E2C46" w:rsidP="00293DCB">
      <w:pPr>
        <w:pStyle w:val="Heading4"/>
        <w:numPr>
          <w:ilvl w:val="0"/>
          <w:numId w:val="0"/>
        </w:numPr>
        <w:ind w:left="1440"/>
      </w:pPr>
      <w:r>
        <w:t>No single “killer app” for mobile devices, rather</w:t>
      </w:r>
      <w:r w:rsidR="00CE77F8">
        <w:t xml:space="preserve"> a large number of compelling apps.</w:t>
      </w:r>
    </w:p>
    <w:p w14:paraId="5AA10FD3" w14:textId="77777777" w:rsidR="00CE77F8" w:rsidRDefault="00CE77F8" w:rsidP="00293DCB">
      <w:pPr>
        <w:pStyle w:val="Heading4"/>
        <w:numPr>
          <w:ilvl w:val="0"/>
          <w:numId w:val="0"/>
        </w:numPr>
        <w:ind w:left="1440"/>
      </w:pPr>
      <w:r>
        <w:t>PCs were productivity tools, but today’s mobile devices are personal for communicating, entertainment, and work and school tasks.</w:t>
      </w:r>
    </w:p>
    <w:p w14:paraId="6FE8F4C8" w14:textId="77777777" w:rsidR="00F76573" w:rsidRDefault="00F76573" w:rsidP="00B65A7E">
      <w:pPr>
        <w:pStyle w:val="Heading2"/>
      </w:pPr>
      <w:r>
        <w:t>Mobile Devices</w:t>
      </w:r>
    </w:p>
    <w:p w14:paraId="57038268" w14:textId="77777777" w:rsidR="00F76573" w:rsidRDefault="00F76573" w:rsidP="00B65A7E">
      <w:pPr>
        <w:pStyle w:val="Heading4"/>
        <w:numPr>
          <w:ilvl w:val="0"/>
          <w:numId w:val="0"/>
        </w:numPr>
        <w:ind w:left="1440"/>
      </w:pPr>
      <w:r>
        <w:t>Many manufacturers, but focus on those using the three OSs; Mac iOS, Android, or Windows.</w:t>
      </w:r>
    </w:p>
    <w:p w14:paraId="3CAEC365" w14:textId="77777777" w:rsidR="00F76573" w:rsidRDefault="00F76573" w:rsidP="00B65A7E">
      <w:pPr>
        <w:pStyle w:val="Heading4"/>
        <w:numPr>
          <w:ilvl w:val="0"/>
          <w:numId w:val="0"/>
        </w:numPr>
        <w:ind w:left="1440"/>
      </w:pPr>
      <w:r>
        <w:t>They all support a variety of wireless technologies and the ability to customize them with mobile apps.</w:t>
      </w:r>
    </w:p>
    <w:p w14:paraId="178ADDF3" w14:textId="77777777" w:rsidR="00F76573" w:rsidRDefault="00F76573" w:rsidP="00B65A7E">
      <w:pPr>
        <w:pStyle w:val="Heading4"/>
        <w:numPr>
          <w:ilvl w:val="0"/>
          <w:numId w:val="0"/>
        </w:numPr>
        <w:ind w:left="1440"/>
      </w:pPr>
      <w:r>
        <w:t>Mobile devices include these hardware features:</w:t>
      </w:r>
    </w:p>
    <w:p w14:paraId="4571681A" w14:textId="77777777" w:rsidR="00F76573" w:rsidRDefault="00F76573" w:rsidP="00B65A7E">
      <w:pPr>
        <w:pStyle w:val="Heading5"/>
        <w:numPr>
          <w:ilvl w:val="0"/>
          <w:numId w:val="0"/>
        </w:numPr>
        <w:ind w:left="2160"/>
        <w:rPr>
          <w:lang w:bidi="he-IL"/>
        </w:rPr>
      </w:pPr>
      <w:r>
        <w:t xml:space="preserve">Network </w:t>
      </w:r>
      <w:r>
        <w:rPr>
          <w:lang w:bidi="he-IL"/>
        </w:rPr>
        <w:t>adapters for various types of wireless networks.</w:t>
      </w:r>
    </w:p>
    <w:p w14:paraId="46F11866" w14:textId="2A41CEE8" w:rsidR="00D03643" w:rsidRDefault="00F76573" w:rsidP="00B65A7E">
      <w:pPr>
        <w:pStyle w:val="Heading5"/>
        <w:numPr>
          <w:ilvl w:val="0"/>
          <w:numId w:val="0"/>
        </w:numPr>
        <w:ind w:left="2160"/>
        <w:rPr>
          <w:lang w:bidi="he-IL"/>
        </w:rPr>
      </w:pPr>
      <w:r>
        <w:rPr>
          <w:lang w:bidi="he-IL"/>
        </w:rPr>
        <w:t>High-quality color touch screens that respond to several types of touch gestures.</w:t>
      </w:r>
      <w:r w:rsidR="00D03643" w:rsidRPr="00D03643">
        <w:rPr>
          <w:lang w:bidi="he-IL"/>
        </w:rPr>
        <w:t xml:space="preserve"> </w:t>
      </w:r>
    </w:p>
    <w:p w14:paraId="02985EAA" w14:textId="2A74454C" w:rsidR="00D03643" w:rsidRDefault="00F76573" w:rsidP="00B65A7E">
      <w:pPr>
        <w:pStyle w:val="Heading5"/>
        <w:numPr>
          <w:ilvl w:val="0"/>
          <w:numId w:val="0"/>
        </w:numPr>
        <w:ind w:left="2160"/>
        <w:rPr>
          <w:lang w:bidi="he-IL"/>
        </w:rPr>
      </w:pPr>
      <w:r>
        <w:rPr>
          <w:lang w:bidi="he-IL"/>
        </w:rPr>
        <w:t>One or two (front and back) digital cameras.</w:t>
      </w:r>
      <w:r w:rsidR="00D03643" w:rsidRPr="00D03643">
        <w:rPr>
          <w:lang w:bidi="he-IL"/>
        </w:rPr>
        <w:t xml:space="preserve"> </w:t>
      </w:r>
    </w:p>
    <w:p w14:paraId="0A212C7D" w14:textId="35B47EE5" w:rsidR="00A9430C" w:rsidRDefault="00F76573" w:rsidP="00B65A7E">
      <w:pPr>
        <w:pStyle w:val="Heading5"/>
        <w:numPr>
          <w:ilvl w:val="0"/>
          <w:numId w:val="0"/>
        </w:numPr>
        <w:ind w:left="2160"/>
        <w:rPr>
          <w:lang w:bidi="he-IL"/>
        </w:rPr>
      </w:pPr>
      <w:r>
        <w:rPr>
          <w:lang w:bidi="he-IL"/>
        </w:rPr>
        <w:t>Built-in speakers or external speaker port.</w:t>
      </w:r>
      <w:r w:rsidR="00A9430C" w:rsidRPr="00A9430C">
        <w:rPr>
          <w:lang w:bidi="he-IL"/>
        </w:rPr>
        <w:t xml:space="preserve"> </w:t>
      </w:r>
    </w:p>
    <w:p w14:paraId="49E4A2EE" w14:textId="634B7201" w:rsidR="00A9430C" w:rsidRDefault="00820251" w:rsidP="00B65A7E">
      <w:pPr>
        <w:pStyle w:val="Heading5"/>
        <w:numPr>
          <w:ilvl w:val="0"/>
          <w:numId w:val="0"/>
        </w:numPr>
        <w:ind w:left="2160"/>
        <w:rPr>
          <w:lang w:bidi="he-IL"/>
        </w:rPr>
      </w:pPr>
      <w:r>
        <w:rPr>
          <w:lang w:bidi="he-IL"/>
        </w:rPr>
        <w:t>Rechargeable</w:t>
      </w:r>
      <w:r w:rsidR="00F76573">
        <w:rPr>
          <w:lang w:bidi="he-IL"/>
        </w:rPr>
        <w:t xml:space="preserve"> batteries that can get through a day of use.</w:t>
      </w:r>
      <w:r w:rsidR="00A9430C" w:rsidRPr="00A9430C">
        <w:rPr>
          <w:lang w:bidi="he-IL"/>
        </w:rPr>
        <w:t xml:space="preserve"> </w:t>
      </w:r>
    </w:p>
    <w:p w14:paraId="09EBBA07" w14:textId="334C5D42" w:rsidR="00A9430C" w:rsidRDefault="00F76573" w:rsidP="00B65A7E">
      <w:pPr>
        <w:pStyle w:val="Heading5"/>
        <w:numPr>
          <w:ilvl w:val="0"/>
          <w:numId w:val="0"/>
        </w:numPr>
        <w:ind w:left="2160"/>
      </w:pPr>
      <w:r>
        <w:rPr>
          <w:lang w:bidi="he-IL"/>
        </w:rPr>
        <w:t xml:space="preserve">An </w:t>
      </w:r>
      <w:r w:rsidRPr="00B65A7E">
        <w:rPr>
          <w:b/>
          <w:lang w:bidi="he-IL"/>
        </w:rPr>
        <w:t>accel</w:t>
      </w:r>
      <w:r w:rsidRPr="00B65A7E">
        <w:rPr>
          <w:b/>
        </w:rPr>
        <w:t>erometer</w:t>
      </w:r>
      <w:r>
        <w:t xml:space="preserve"> that detects physical tilt and acceleration of the device</w:t>
      </w:r>
      <w:r w:rsidR="00AE16D7">
        <w:t>.</w:t>
      </w:r>
      <w:r w:rsidR="00A9430C" w:rsidRPr="00A9430C">
        <w:t xml:space="preserve"> </w:t>
      </w:r>
    </w:p>
    <w:p w14:paraId="5DE82045" w14:textId="2D2AE9C8" w:rsidR="00A9430C" w:rsidRDefault="00AE16D7" w:rsidP="0057275E">
      <w:pPr>
        <w:pStyle w:val="Heading5"/>
        <w:numPr>
          <w:ilvl w:val="0"/>
          <w:numId w:val="0"/>
        </w:numPr>
        <w:ind w:left="2160"/>
      </w:pPr>
      <w:r>
        <w:t xml:space="preserve">Solid-state </w:t>
      </w:r>
      <w:r w:rsidRPr="0057275E">
        <w:rPr>
          <w:b/>
        </w:rPr>
        <w:t>drives</w:t>
      </w:r>
      <w:r>
        <w:t xml:space="preserve"> (SSDs).</w:t>
      </w:r>
      <w:r w:rsidR="00A9430C" w:rsidRPr="00A9430C">
        <w:t xml:space="preserve"> </w:t>
      </w:r>
    </w:p>
    <w:p w14:paraId="1B8D52DB" w14:textId="6B9568F3" w:rsidR="00AE16D7" w:rsidRDefault="00AE16D7" w:rsidP="0057275E">
      <w:pPr>
        <w:pStyle w:val="Heading2"/>
      </w:pPr>
      <w:r>
        <w:t>Connectivity</w:t>
      </w:r>
    </w:p>
    <w:p w14:paraId="17B06451" w14:textId="77777777" w:rsidR="00AE16D7" w:rsidRDefault="00AE16D7" w:rsidP="00A9430C">
      <w:pPr>
        <w:pStyle w:val="Heading4"/>
        <w:numPr>
          <w:ilvl w:val="0"/>
          <w:numId w:val="0"/>
        </w:numPr>
        <w:ind w:left="2160"/>
      </w:pPr>
      <w:r>
        <w:t>Smart phones connect to cellular networks that provide voice and data connectivity.</w:t>
      </w:r>
    </w:p>
    <w:p w14:paraId="65053936" w14:textId="77777777" w:rsidR="00AE16D7" w:rsidRDefault="00AE16D7" w:rsidP="00A9430C">
      <w:pPr>
        <w:pStyle w:val="Heading4"/>
        <w:numPr>
          <w:ilvl w:val="0"/>
          <w:numId w:val="0"/>
        </w:numPr>
        <w:ind w:left="2160"/>
      </w:pPr>
      <w:r>
        <w:t>Can also connect to Wi-Fi networks.</w:t>
      </w:r>
    </w:p>
    <w:p w14:paraId="1470B8E4" w14:textId="77777777" w:rsidR="00AE16D7" w:rsidRDefault="00AE16D7" w:rsidP="00A9430C">
      <w:pPr>
        <w:pStyle w:val="Heading4"/>
        <w:numPr>
          <w:ilvl w:val="0"/>
          <w:numId w:val="0"/>
        </w:numPr>
        <w:ind w:left="2160"/>
      </w:pPr>
      <w:r>
        <w:t>Can also connect using Bluetooth.</w:t>
      </w:r>
    </w:p>
    <w:p w14:paraId="4371C85D" w14:textId="26B4C809" w:rsidR="00A6515B" w:rsidRDefault="00AE16D7" w:rsidP="0057275E">
      <w:pPr>
        <w:pStyle w:val="Heading2"/>
      </w:pPr>
      <w:r>
        <w:t xml:space="preserve">Mobile </w:t>
      </w:r>
      <w:r w:rsidR="00FC69B3">
        <w:rPr>
          <w:lang w:val="en-US"/>
        </w:rPr>
        <w:t>Operating System</w:t>
      </w:r>
      <w:r>
        <w:t xml:space="preserve"> Features</w:t>
      </w:r>
    </w:p>
    <w:p w14:paraId="7F2060D6" w14:textId="77777777" w:rsidR="00AE16D7" w:rsidRDefault="00AE16D7" w:rsidP="0057275E">
      <w:pPr>
        <w:pStyle w:val="Heading3"/>
      </w:pPr>
      <w:r>
        <w:t>Touch screen and virtual keyboard support</w:t>
      </w:r>
    </w:p>
    <w:p w14:paraId="182FF5C5" w14:textId="77777777" w:rsidR="00AE16D7" w:rsidRDefault="00AE16D7" w:rsidP="0057275E">
      <w:pPr>
        <w:pStyle w:val="Heading3"/>
      </w:pPr>
      <w:r>
        <w:t>Screen rotation.</w:t>
      </w:r>
    </w:p>
    <w:p w14:paraId="02F43C25" w14:textId="77777777" w:rsidR="00AE16D7" w:rsidRDefault="00AE16D7" w:rsidP="0057275E">
      <w:pPr>
        <w:pStyle w:val="Heading3"/>
      </w:pPr>
      <w:r>
        <w:t>Updateable</w:t>
      </w:r>
    </w:p>
    <w:p w14:paraId="6EB4060B" w14:textId="77777777" w:rsidR="00AE16D7" w:rsidRDefault="00AE16D7" w:rsidP="0057275E">
      <w:pPr>
        <w:pStyle w:val="Heading3"/>
      </w:pPr>
      <w:r>
        <w:t>Availability of apps</w:t>
      </w:r>
    </w:p>
    <w:p w14:paraId="0B58D374" w14:textId="77777777" w:rsidR="00AE16D7" w:rsidRDefault="00AE16D7" w:rsidP="0057275E">
      <w:pPr>
        <w:pStyle w:val="Heading3"/>
      </w:pPr>
      <w:r>
        <w:lastRenderedPageBreak/>
        <w:t>Security</w:t>
      </w:r>
    </w:p>
    <w:p w14:paraId="69B4D27E" w14:textId="64DCCC04" w:rsidR="00AE16D7" w:rsidRDefault="003E3B0C" w:rsidP="0057275E">
      <w:pPr>
        <w:pStyle w:val="Heading3"/>
      </w:pPr>
      <w:r>
        <w:rPr>
          <w:lang w:val="en-US"/>
        </w:rPr>
        <w:t xml:space="preserve">Data </w:t>
      </w:r>
      <w:r w:rsidR="00AE16D7">
        <w:t>Synchroniz</w:t>
      </w:r>
      <w:r>
        <w:rPr>
          <w:lang w:val="en-US"/>
        </w:rPr>
        <w:t>ation</w:t>
      </w:r>
    </w:p>
    <w:p w14:paraId="410C4047" w14:textId="77777777" w:rsidR="004C139E" w:rsidRDefault="004C139E">
      <w:pPr>
        <w:spacing w:after="0"/>
        <w:rPr>
          <w:b/>
          <w:sz w:val="28"/>
          <w:highlight w:val="yellow"/>
        </w:rPr>
      </w:pPr>
      <w:r>
        <w:rPr>
          <w:highlight w:val="yellow"/>
        </w:rPr>
        <w:br w:type="page"/>
      </w:r>
    </w:p>
    <w:p w14:paraId="58FC254E" w14:textId="3DF37CEC" w:rsidR="006A7052" w:rsidRDefault="0024477F" w:rsidP="006A7052">
      <w:pPr>
        <w:pStyle w:val="Header"/>
        <w:widowControl w:val="0"/>
        <w:outlineLvl w:val="0"/>
      </w:pPr>
      <w:r w:rsidRPr="00452873">
        <w:lastRenderedPageBreak/>
        <w:t>Bonus</w:t>
      </w:r>
      <w:r>
        <w:t xml:space="preserve"> </w:t>
      </w:r>
      <w:r w:rsidR="006A7052" w:rsidRPr="0083257C">
        <w:t>Project</w:t>
      </w:r>
      <w:r>
        <w:t xml:space="preserve"> 1 </w:t>
      </w:r>
    </w:p>
    <w:p w14:paraId="5F4E04E4" w14:textId="2363692D" w:rsidR="005373AD" w:rsidRDefault="004C139E" w:rsidP="006A7052">
      <w:pPr>
        <w:pStyle w:val="Header"/>
        <w:widowControl w:val="0"/>
        <w:outlineLvl w:val="0"/>
        <w:rPr>
          <w:b w:val="0"/>
          <w:sz w:val="24"/>
        </w:rPr>
      </w:pPr>
      <w:r>
        <w:rPr>
          <w:b w:val="0"/>
          <w:sz w:val="24"/>
        </w:rPr>
        <w:t>Over</w:t>
      </w:r>
      <w:r w:rsidR="005373AD" w:rsidRPr="005373AD">
        <w:rPr>
          <w:b w:val="0"/>
          <w:sz w:val="24"/>
        </w:rPr>
        <w:t xml:space="preserve"> the years, digital computers have </w:t>
      </w:r>
      <w:r>
        <w:rPr>
          <w:b w:val="0"/>
          <w:sz w:val="24"/>
        </w:rPr>
        <w:t xml:space="preserve">used </w:t>
      </w:r>
      <w:r w:rsidR="005373AD" w:rsidRPr="005373AD">
        <w:rPr>
          <w:b w:val="0"/>
          <w:sz w:val="24"/>
        </w:rPr>
        <w:t xml:space="preserve">many different numbering systems. </w:t>
      </w:r>
      <w:r>
        <w:rPr>
          <w:b w:val="0"/>
          <w:sz w:val="24"/>
        </w:rPr>
        <w:t xml:space="preserve">Three </w:t>
      </w:r>
      <w:r w:rsidR="005373AD" w:rsidRPr="005373AD">
        <w:rPr>
          <w:b w:val="0"/>
          <w:sz w:val="24"/>
        </w:rPr>
        <w:t>numbering systems</w:t>
      </w:r>
      <w:r>
        <w:rPr>
          <w:b w:val="0"/>
          <w:sz w:val="24"/>
        </w:rPr>
        <w:t>:</w:t>
      </w:r>
      <w:r w:rsidR="005373AD" w:rsidRPr="005373AD">
        <w:rPr>
          <w:b w:val="0"/>
          <w:sz w:val="24"/>
        </w:rPr>
        <w:t xml:space="preserve"> binary, decimal, and hexadecimal, are commonly used in today’s computers</w:t>
      </w:r>
      <w:r w:rsidR="00B3329F">
        <w:rPr>
          <w:b w:val="0"/>
          <w:sz w:val="24"/>
        </w:rPr>
        <w:t>.</w:t>
      </w:r>
    </w:p>
    <w:p w14:paraId="7099A3A3" w14:textId="6B8FBB99" w:rsidR="00B3329F" w:rsidRDefault="00B3329F" w:rsidP="006A7052">
      <w:pPr>
        <w:pStyle w:val="Header"/>
        <w:widowControl w:val="0"/>
        <w:outlineLvl w:val="0"/>
        <w:rPr>
          <w:b w:val="0"/>
          <w:sz w:val="24"/>
        </w:rPr>
      </w:pPr>
      <w:r>
        <w:rPr>
          <w:b w:val="0"/>
          <w:sz w:val="24"/>
        </w:rPr>
        <w:t xml:space="preserve">Research and </w:t>
      </w:r>
      <w:r w:rsidR="00B0671F">
        <w:rPr>
          <w:b w:val="0"/>
          <w:sz w:val="24"/>
        </w:rPr>
        <w:t xml:space="preserve">contrast </w:t>
      </w:r>
      <w:r w:rsidR="004C139E">
        <w:rPr>
          <w:b w:val="0"/>
          <w:sz w:val="24"/>
        </w:rPr>
        <w:t xml:space="preserve">these </w:t>
      </w:r>
      <w:r w:rsidR="00F86B0D">
        <w:rPr>
          <w:b w:val="0"/>
          <w:sz w:val="24"/>
        </w:rPr>
        <w:t>three</w:t>
      </w:r>
      <w:r w:rsidR="00B0671F">
        <w:rPr>
          <w:b w:val="0"/>
          <w:sz w:val="24"/>
        </w:rPr>
        <w:t xml:space="preserve"> numbering systems.</w:t>
      </w:r>
    </w:p>
    <w:p w14:paraId="5C301300" w14:textId="0E399C9E" w:rsidR="0024477F" w:rsidRDefault="0024477F" w:rsidP="0024477F">
      <w:pPr>
        <w:pStyle w:val="Header"/>
        <w:widowControl w:val="0"/>
        <w:outlineLvl w:val="0"/>
      </w:pPr>
      <w:r>
        <w:t xml:space="preserve">Bonus </w:t>
      </w:r>
      <w:r w:rsidRPr="0083257C">
        <w:t>Project</w:t>
      </w:r>
      <w:r>
        <w:t xml:space="preserve"> 1 Solution</w:t>
      </w:r>
    </w:p>
    <w:p w14:paraId="067BCE25" w14:textId="77777777" w:rsidR="00B0671F" w:rsidRPr="006D3D52" w:rsidRDefault="00B0671F" w:rsidP="006D3D52">
      <w:pPr>
        <w:pStyle w:val="Header"/>
        <w:widowControl w:val="0"/>
        <w:outlineLvl w:val="0"/>
        <w:rPr>
          <w:b w:val="0"/>
          <w:sz w:val="24"/>
        </w:rPr>
      </w:pPr>
      <w:r w:rsidRPr="006D3D52">
        <w:rPr>
          <w:b w:val="0"/>
          <w:sz w:val="24"/>
        </w:rPr>
        <w:t xml:space="preserve">A numbering system is based on the number of digits available for use. Binary uses only two digits and uses just two numerals, 0 and 1, hence: binary. Decimal has a ten-digit base and uses the numerals 0 through 9, while hexadecimal has a 16-digit base and uses the numerals 0 through 9 and the letters A through F. </w:t>
      </w:r>
    </w:p>
    <w:p w14:paraId="56A01A29" w14:textId="399C4D42" w:rsidR="00B0671F" w:rsidRDefault="00B0671F" w:rsidP="006D3D52">
      <w:pPr>
        <w:pStyle w:val="Header"/>
        <w:widowControl w:val="0"/>
        <w:outlineLvl w:val="0"/>
        <w:rPr>
          <w:b w:val="0"/>
          <w:sz w:val="24"/>
        </w:rPr>
      </w:pPr>
      <w:r w:rsidRPr="006D3D52">
        <w:rPr>
          <w:b w:val="0"/>
          <w:sz w:val="24"/>
        </w:rPr>
        <w:t>In very general terms, computers use decimal to communicate with people, hexadecimal is used to address memory, while binary is used to transfer data. You can add, subtract, multiply, and divide in each of these systems, and fortunately, the</w:t>
      </w:r>
      <w:r w:rsidR="007C5F2E">
        <w:rPr>
          <w:b w:val="0"/>
          <w:sz w:val="24"/>
        </w:rPr>
        <w:t>re are</w:t>
      </w:r>
      <w:r w:rsidRPr="006D3D52">
        <w:rPr>
          <w:b w:val="0"/>
          <w:sz w:val="24"/>
        </w:rPr>
        <w:t xml:space="preserve"> </w:t>
      </w:r>
      <w:r w:rsidR="007C5F2E">
        <w:rPr>
          <w:b w:val="0"/>
          <w:sz w:val="24"/>
        </w:rPr>
        <w:t>c</w:t>
      </w:r>
      <w:r w:rsidRPr="006D3D52">
        <w:rPr>
          <w:b w:val="0"/>
          <w:sz w:val="24"/>
        </w:rPr>
        <w:t xml:space="preserve">alculator </w:t>
      </w:r>
      <w:r w:rsidR="007C5F2E">
        <w:rPr>
          <w:b w:val="0"/>
          <w:sz w:val="24"/>
        </w:rPr>
        <w:t xml:space="preserve">apps for every OS that </w:t>
      </w:r>
      <w:r w:rsidRPr="006D3D52">
        <w:rPr>
          <w:b w:val="0"/>
          <w:sz w:val="24"/>
        </w:rPr>
        <w:t xml:space="preserve">can do that </w:t>
      </w:r>
      <w:r w:rsidR="00184FC7">
        <w:rPr>
          <w:b w:val="0"/>
          <w:sz w:val="24"/>
        </w:rPr>
        <w:t xml:space="preserve">as well as </w:t>
      </w:r>
      <w:r w:rsidRPr="006D3D52">
        <w:rPr>
          <w:b w:val="0"/>
          <w:sz w:val="24"/>
        </w:rPr>
        <w:t xml:space="preserve">translate numbers from one system to another. </w:t>
      </w:r>
      <w:r w:rsidR="00D66A81">
        <w:rPr>
          <w:b w:val="0"/>
          <w:sz w:val="24"/>
        </w:rPr>
        <w:t>The</w:t>
      </w:r>
      <w:r w:rsidRPr="006D3D52">
        <w:rPr>
          <w:b w:val="0"/>
          <w:sz w:val="24"/>
        </w:rPr>
        <w:t xml:space="preserve"> following table of equivalents </w:t>
      </w:r>
      <w:r w:rsidR="00427547">
        <w:rPr>
          <w:b w:val="0"/>
          <w:sz w:val="24"/>
        </w:rPr>
        <w:t>shows number</w:t>
      </w:r>
      <w:r w:rsidR="008C2F60">
        <w:rPr>
          <w:b w:val="0"/>
          <w:sz w:val="24"/>
        </w:rPr>
        <w:t>s</w:t>
      </w:r>
      <w:r w:rsidR="00427547">
        <w:rPr>
          <w:b w:val="0"/>
          <w:sz w:val="24"/>
        </w:rPr>
        <w:t xml:space="preserve"> in all three systems: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1260"/>
        <w:gridCol w:w="1350"/>
      </w:tblGrid>
      <w:tr w:rsidR="00427547" w:rsidRPr="00912736" w14:paraId="59642B7B" w14:textId="77777777" w:rsidTr="007E7928">
        <w:trPr>
          <w:trHeight w:hRule="exact" w:val="432"/>
          <w:jc w:val="center"/>
        </w:trPr>
        <w:tc>
          <w:tcPr>
            <w:tcW w:w="1818" w:type="dxa"/>
            <w:vAlign w:val="center"/>
          </w:tcPr>
          <w:p w14:paraId="34725E10" w14:textId="77777777" w:rsidR="00427547" w:rsidRPr="00912736" w:rsidRDefault="00427547" w:rsidP="002435AC">
            <w:pPr>
              <w:spacing w:line="360" w:lineRule="auto"/>
              <w:jc w:val="center"/>
              <w:rPr>
                <w:b/>
                <w:sz w:val="20"/>
              </w:rPr>
            </w:pPr>
            <w:r w:rsidRPr="00912736">
              <w:rPr>
                <w:b/>
                <w:sz w:val="20"/>
              </w:rPr>
              <w:t>Binary</w:t>
            </w:r>
          </w:p>
        </w:tc>
        <w:tc>
          <w:tcPr>
            <w:tcW w:w="1260" w:type="dxa"/>
            <w:vAlign w:val="center"/>
          </w:tcPr>
          <w:p w14:paraId="228F6761" w14:textId="77777777" w:rsidR="00427547" w:rsidRPr="00912736" w:rsidRDefault="00427547" w:rsidP="002435AC">
            <w:pPr>
              <w:spacing w:line="360" w:lineRule="auto"/>
              <w:jc w:val="center"/>
              <w:rPr>
                <w:b/>
                <w:sz w:val="20"/>
              </w:rPr>
            </w:pPr>
            <w:r w:rsidRPr="00912736">
              <w:rPr>
                <w:b/>
                <w:sz w:val="20"/>
              </w:rPr>
              <w:t>Decimal</w:t>
            </w:r>
          </w:p>
        </w:tc>
        <w:tc>
          <w:tcPr>
            <w:tcW w:w="1350" w:type="dxa"/>
            <w:vAlign w:val="center"/>
          </w:tcPr>
          <w:p w14:paraId="727DA65D" w14:textId="77777777" w:rsidR="00427547" w:rsidRPr="00912736" w:rsidRDefault="00427547" w:rsidP="002435AC">
            <w:pPr>
              <w:spacing w:line="360" w:lineRule="auto"/>
              <w:jc w:val="center"/>
              <w:rPr>
                <w:b/>
                <w:sz w:val="20"/>
              </w:rPr>
            </w:pPr>
            <w:r w:rsidRPr="00912736">
              <w:rPr>
                <w:b/>
                <w:sz w:val="20"/>
              </w:rPr>
              <w:t>Hexadecimal</w:t>
            </w:r>
          </w:p>
        </w:tc>
      </w:tr>
      <w:tr w:rsidR="00427547" w:rsidRPr="00912736" w14:paraId="0111A8DA" w14:textId="77777777" w:rsidTr="007E7928">
        <w:trPr>
          <w:trHeight w:hRule="exact" w:val="432"/>
          <w:jc w:val="center"/>
        </w:trPr>
        <w:tc>
          <w:tcPr>
            <w:tcW w:w="1818" w:type="dxa"/>
            <w:vAlign w:val="center"/>
          </w:tcPr>
          <w:p w14:paraId="72E4E486" w14:textId="77777777" w:rsidR="00427547" w:rsidRPr="00912736" w:rsidRDefault="00427547" w:rsidP="002435AC">
            <w:pPr>
              <w:spacing w:line="360" w:lineRule="auto"/>
              <w:rPr>
                <w:sz w:val="20"/>
              </w:rPr>
            </w:pPr>
            <w:r w:rsidRPr="00912736">
              <w:rPr>
                <w:sz w:val="20"/>
              </w:rPr>
              <w:t>1</w:t>
            </w:r>
          </w:p>
        </w:tc>
        <w:tc>
          <w:tcPr>
            <w:tcW w:w="1260" w:type="dxa"/>
            <w:vAlign w:val="center"/>
          </w:tcPr>
          <w:p w14:paraId="521FD686" w14:textId="77777777" w:rsidR="00427547" w:rsidRPr="00912736" w:rsidRDefault="00427547" w:rsidP="002435AC">
            <w:pPr>
              <w:spacing w:line="360" w:lineRule="auto"/>
              <w:rPr>
                <w:sz w:val="20"/>
              </w:rPr>
            </w:pPr>
            <w:r w:rsidRPr="00912736">
              <w:rPr>
                <w:sz w:val="20"/>
              </w:rPr>
              <w:t>1</w:t>
            </w:r>
          </w:p>
        </w:tc>
        <w:tc>
          <w:tcPr>
            <w:tcW w:w="1350" w:type="dxa"/>
            <w:vAlign w:val="center"/>
          </w:tcPr>
          <w:p w14:paraId="2A75B79C" w14:textId="77777777" w:rsidR="00427547" w:rsidRPr="00912736" w:rsidRDefault="00427547" w:rsidP="002435AC">
            <w:pPr>
              <w:spacing w:line="360" w:lineRule="auto"/>
              <w:rPr>
                <w:sz w:val="20"/>
              </w:rPr>
            </w:pPr>
            <w:r w:rsidRPr="00912736">
              <w:rPr>
                <w:sz w:val="20"/>
              </w:rPr>
              <w:t>1</w:t>
            </w:r>
          </w:p>
        </w:tc>
      </w:tr>
      <w:tr w:rsidR="00427547" w:rsidRPr="00912736" w14:paraId="7B3C428B" w14:textId="77777777" w:rsidTr="007E7928">
        <w:trPr>
          <w:trHeight w:hRule="exact" w:val="432"/>
          <w:jc w:val="center"/>
        </w:trPr>
        <w:tc>
          <w:tcPr>
            <w:tcW w:w="1818" w:type="dxa"/>
            <w:vAlign w:val="center"/>
          </w:tcPr>
          <w:p w14:paraId="1D876A1F" w14:textId="77777777" w:rsidR="00427547" w:rsidRPr="00912736" w:rsidRDefault="00427547" w:rsidP="002435AC">
            <w:pPr>
              <w:spacing w:line="360" w:lineRule="auto"/>
              <w:rPr>
                <w:sz w:val="20"/>
              </w:rPr>
            </w:pPr>
            <w:r w:rsidRPr="00912736">
              <w:rPr>
                <w:sz w:val="20"/>
              </w:rPr>
              <w:t>10</w:t>
            </w:r>
          </w:p>
        </w:tc>
        <w:tc>
          <w:tcPr>
            <w:tcW w:w="1260" w:type="dxa"/>
            <w:vAlign w:val="center"/>
          </w:tcPr>
          <w:p w14:paraId="6EFEE035" w14:textId="77777777" w:rsidR="00427547" w:rsidRPr="00912736" w:rsidRDefault="00427547" w:rsidP="002435AC">
            <w:pPr>
              <w:spacing w:line="360" w:lineRule="auto"/>
              <w:rPr>
                <w:sz w:val="20"/>
              </w:rPr>
            </w:pPr>
            <w:r w:rsidRPr="00912736">
              <w:rPr>
                <w:sz w:val="20"/>
              </w:rPr>
              <w:t>2</w:t>
            </w:r>
          </w:p>
        </w:tc>
        <w:tc>
          <w:tcPr>
            <w:tcW w:w="1350" w:type="dxa"/>
            <w:vAlign w:val="center"/>
          </w:tcPr>
          <w:p w14:paraId="42EC3865" w14:textId="77777777" w:rsidR="00427547" w:rsidRPr="00912736" w:rsidRDefault="00427547" w:rsidP="002435AC">
            <w:pPr>
              <w:spacing w:line="360" w:lineRule="auto"/>
              <w:rPr>
                <w:sz w:val="20"/>
              </w:rPr>
            </w:pPr>
            <w:r w:rsidRPr="00912736">
              <w:rPr>
                <w:sz w:val="20"/>
              </w:rPr>
              <w:t>2</w:t>
            </w:r>
          </w:p>
        </w:tc>
      </w:tr>
      <w:tr w:rsidR="00427547" w:rsidRPr="00912736" w14:paraId="3D5AF51A" w14:textId="77777777" w:rsidTr="007E7928">
        <w:trPr>
          <w:trHeight w:hRule="exact" w:val="432"/>
          <w:jc w:val="center"/>
        </w:trPr>
        <w:tc>
          <w:tcPr>
            <w:tcW w:w="1818" w:type="dxa"/>
            <w:vAlign w:val="center"/>
          </w:tcPr>
          <w:p w14:paraId="51D1D61E" w14:textId="77777777" w:rsidR="00427547" w:rsidRPr="00912736" w:rsidRDefault="00427547" w:rsidP="002435AC">
            <w:pPr>
              <w:spacing w:line="360" w:lineRule="auto"/>
              <w:rPr>
                <w:sz w:val="20"/>
              </w:rPr>
            </w:pPr>
            <w:r w:rsidRPr="00912736">
              <w:rPr>
                <w:sz w:val="20"/>
              </w:rPr>
              <w:t>11</w:t>
            </w:r>
          </w:p>
        </w:tc>
        <w:tc>
          <w:tcPr>
            <w:tcW w:w="1260" w:type="dxa"/>
            <w:vAlign w:val="center"/>
          </w:tcPr>
          <w:p w14:paraId="7A100E0B" w14:textId="77777777" w:rsidR="00427547" w:rsidRPr="00912736" w:rsidRDefault="00427547" w:rsidP="002435AC">
            <w:pPr>
              <w:spacing w:line="360" w:lineRule="auto"/>
              <w:rPr>
                <w:sz w:val="20"/>
              </w:rPr>
            </w:pPr>
            <w:r w:rsidRPr="00912736">
              <w:rPr>
                <w:sz w:val="20"/>
              </w:rPr>
              <w:t>3</w:t>
            </w:r>
          </w:p>
        </w:tc>
        <w:tc>
          <w:tcPr>
            <w:tcW w:w="1350" w:type="dxa"/>
            <w:vAlign w:val="center"/>
          </w:tcPr>
          <w:p w14:paraId="54F7B155" w14:textId="77777777" w:rsidR="00427547" w:rsidRPr="00912736" w:rsidRDefault="00427547" w:rsidP="002435AC">
            <w:pPr>
              <w:spacing w:line="360" w:lineRule="auto"/>
              <w:rPr>
                <w:sz w:val="20"/>
              </w:rPr>
            </w:pPr>
            <w:r w:rsidRPr="00912736">
              <w:rPr>
                <w:sz w:val="20"/>
              </w:rPr>
              <w:t>3</w:t>
            </w:r>
          </w:p>
        </w:tc>
      </w:tr>
      <w:tr w:rsidR="00427547" w:rsidRPr="00912736" w14:paraId="5DEA6D86" w14:textId="77777777" w:rsidTr="007E7928">
        <w:trPr>
          <w:trHeight w:hRule="exact" w:val="432"/>
          <w:jc w:val="center"/>
        </w:trPr>
        <w:tc>
          <w:tcPr>
            <w:tcW w:w="1818" w:type="dxa"/>
            <w:vAlign w:val="center"/>
          </w:tcPr>
          <w:p w14:paraId="6579BD83" w14:textId="77777777" w:rsidR="00427547" w:rsidRPr="00912736" w:rsidRDefault="00427547" w:rsidP="002435AC">
            <w:pPr>
              <w:spacing w:line="360" w:lineRule="auto"/>
              <w:rPr>
                <w:sz w:val="20"/>
              </w:rPr>
            </w:pPr>
            <w:r w:rsidRPr="00912736">
              <w:rPr>
                <w:sz w:val="20"/>
              </w:rPr>
              <w:t>100</w:t>
            </w:r>
          </w:p>
        </w:tc>
        <w:tc>
          <w:tcPr>
            <w:tcW w:w="1260" w:type="dxa"/>
            <w:vAlign w:val="center"/>
          </w:tcPr>
          <w:p w14:paraId="0A6826FB" w14:textId="77777777" w:rsidR="00427547" w:rsidRPr="00912736" w:rsidRDefault="00427547" w:rsidP="002435AC">
            <w:pPr>
              <w:spacing w:line="360" w:lineRule="auto"/>
              <w:rPr>
                <w:sz w:val="20"/>
              </w:rPr>
            </w:pPr>
            <w:r w:rsidRPr="00912736">
              <w:rPr>
                <w:sz w:val="20"/>
              </w:rPr>
              <w:t>4</w:t>
            </w:r>
          </w:p>
        </w:tc>
        <w:tc>
          <w:tcPr>
            <w:tcW w:w="1350" w:type="dxa"/>
            <w:vAlign w:val="center"/>
          </w:tcPr>
          <w:p w14:paraId="58AC1D3C" w14:textId="77777777" w:rsidR="00427547" w:rsidRPr="00912736" w:rsidRDefault="00427547" w:rsidP="002435AC">
            <w:pPr>
              <w:spacing w:line="360" w:lineRule="auto"/>
              <w:rPr>
                <w:sz w:val="20"/>
              </w:rPr>
            </w:pPr>
            <w:r w:rsidRPr="00912736">
              <w:rPr>
                <w:sz w:val="20"/>
              </w:rPr>
              <w:t>4</w:t>
            </w:r>
          </w:p>
        </w:tc>
      </w:tr>
      <w:tr w:rsidR="00427547" w:rsidRPr="00912736" w14:paraId="3B7F7C3D" w14:textId="77777777" w:rsidTr="007E7928">
        <w:trPr>
          <w:trHeight w:hRule="exact" w:val="432"/>
          <w:jc w:val="center"/>
        </w:trPr>
        <w:tc>
          <w:tcPr>
            <w:tcW w:w="1818" w:type="dxa"/>
            <w:vAlign w:val="center"/>
          </w:tcPr>
          <w:p w14:paraId="057888A6" w14:textId="77777777" w:rsidR="00427547" w:rsidRPr="00912736" w:rsidRDefault="00427547" w:rsidP="002435AC">
            <w:pPr>
              <w:spacing w:line="360" w:lineRule="auto"/>
              <w:rPr>
                <w:sz w:val="20"/>
              </w:rPr>
            </w:pPr>
            <w:r w:rsidRPr="00912736">
              <w:rPr>
                <w:sz w:val="20"/>
              </w:rPr>
              <w:t>101</w:t>
            </w:r>
          </w:p>
        </w:tc>
        <w:tc>
          <w:tcPr>
            <w:tcW w:w="1260" w:type="dxa"/>
            <w:vAlign w:val="center"/>
          </w:tcPr>
          <w:p w14:paraId="7C1EE90C" w14:textId="77777777" w:rsidR="00427547" w:rsidRPr="00912736" w:rsidRDefault="00427547" w:rsidP="002435AC">
            <w:pPr>
              <w:spacing w:line="360" w:lineRule="auto"/>
              <w:rPr>
                <w:sz w:val="20"/>
              </w:rPr>
            </w:pPr>
            <w:r w:rsidRPr="00912736">
              <w:rPr>
                <w:sz w:val="20"/>
              </w:rPr>
              <w:t>5</w:t>
            </w:r>
          </w:p>
        </w:tc>
        <w:tc>
          <w:tcPr>
            <w:tcW w:w="1350" w:type="dxa"/>
            <w:vAlign w:val="center"/>
          </w:tcPr>
          <w:p w14:paraId="48DF59A9" w14:textId="77777777" w:rsidR="00427547" w:rsidRPr="00912736" w:rsidRDefault="00427547" w:rsidP="002435AC">
            <w:pPr>
              <w:spacing w:line="360" w:lineRule="auto"/>
              <w:rPr>
                <w:sz w:val="20"/>
              </w:rPr>
            </w:pPr>
            <w:r w:rsidRPr="00912736">
              <w:rPr>
                <w:sz w:val="20"/>
              </w:rPr>
              <w:t>5</w:t>
            </w:r>
          </w:p>
        </w:tc>
      </w:tr>
      <w:tr w:rsidR="00427547" w:rsidRPr="00912736" w14:paraId="74107829" w14:textId="77777777" w:rsidTr="007E7928">
        <w:trPr>
          <w:trHeight w:hRule="exact" w:val="432"/>
          <w:jc w:val="center"/>
        </w:trPr>
        <w:tc>
          <w:tcPr>
            <w:tcW w:w="1818" w:type="dxa"/>
            <w:vAlign w:val="center"/>
          </w:tcPr>
          <w:p w14:paraId="24CE13D1" w14:textId="77777777" w:rsidR="00427547" w:rsidRPr="00912736" w:rsidRDefault="00427547" w:rsidP="002435AC">
            <w:pPr>
              <w:spacing w:line="360" w:lineRule="auto"/>
              <w:rPr>
                <w:sz w:val="20"/>
              </w:rPr>
            </w:pPr>
            <w:r w:rsidRPr="00912736">
              <w:rPr>
                <w:sz w:val="20"/>
              </w:rPr>
              <w:t>110</w:t>
            </w:r>
          </w:p>
        </w:tc>
        <w:tc>
          <w:tcPr>
            <w:tcW w:w="1260" w:type="dxa"/>
            <w:vAlign w:val="center"/>
          </w:tcPr>
          <w:p w14:paraId="10DB02BC" w14:textId="77777777" w:rsidR="00427547" w:rsidRPr="00912736" w:rsidRDefault="00427547" w:rsidP="002435AC">
            <w:pPr>
              <w:spacing w:line="360" w:lineRule="auto"/>
              <w:rPr>
                <w:sz w:val="20"/>
              </w:rPr>
            </w:pPr>
            <w:r w:rsidRPr="00912736">
              <w:rPr>
                <w:sz w:val="20"/>
              </w:rPr>
              <w:t>6</w:t>
            </w:r>
          </w:p>
        </w:tc>
        <w:tc>
          <w:tcPr>
            <w:tcW w:w="1350" w:type="dxa"/>
            <w:vAlign w:val="center"/>
          </w:tcPr>
          <w:p w14:paraId="3D04968D" w14:textId="77777777" w:rsidR="00427547" w:rsidRPr="00912736" w:rsidRDefault="00427547" w:rsidP="002435AC">
            <w:pPr>
              <w:spacing w:line="360" w:lineRule="auto"/>
              <w:rPr>
                <w:sz w:val="20"/>
              </w:rPr>
            </w:pPr>
            <w:r w:rsidRPr="00912736">
              <w:rPr>
                <w:sz w:val="20"/>
              </w:rPr>
              <w:t>6</w:t>
            </w:r>
          </w:p>
        </w:tc>
      </w:tr>
      <w:tr w:rsidR="00427547" w:rsidRPr="00912736" w14:paraId="397F501D" w14:textId="77777777" w:rsidTr="007E7928">
        <w:trPr>
          <w:trHeight w:hRule="exact" w:val="432"/>
          <w:jc w:val="center"/>
        </w:trPr>
        <w:tc>
          <w:tcPr>
            <w:tcW w:w="1818" w:type="dxa"/>
            <w:vAlign w:val="center"/>
          </w:tcPr>
          <w:p w14:paraId="36DEAE0A" w14:textId="77777777" w:rsidR="00427547" w:rsidRPr="00912736" w:rsidRDefault="00427547" w:rsidP="002435AC">
            <w:pPr>
              <w:spacing w:line="360" w:lineRule="auto"/>
              <w:rPr>
                <w:sz w:val="20"/>
              </w:rPr>
            </w:pPr>
            <w:r w:rsidRPr="00912736">
              <w:rPr>
                <w:sz w:val="20"/>
              </w:rPr>
              <w:t>111</w:t>
            </w:r>
          </w:p>
        </w:tc>
        <w:tc>
          <w:tcPr>
            <w:tcW w:w="1260" w:type="dxa"/>
            <w:vAlign w:val="center"/>
          </w:tcPr>
          <w:p w14:paraId="17C773E7" w14:textId="77777777" w:rsidR="00427547" w:rsidRPr="00912736" w:rsidRDefault="00427547" w:rsidP="002435AC">
            <w:pPr>
              <w:spacing w:line="360" w:lineRule="auto"/>
              <w:rPr>
                <w:sz w:val="20"/>
              </w:rPr>
            </w:pPr>
            <w:r w:rsidRPr="00912736">
              <w:rPr>
                <w:sz w:val="20"/>
              </w:rPr>
              <w:t>7</w:t>
            </w:r>
          </w:p>
        </w:tc>
        <w:tc>
          <w:tcPr>
            <w:tcW w:w="1350" w:type="dxa"/>
            <w:vAlign w:val="center"/>
          </w:tcPr>
          <w:p w14:paraId="59B61638" w14:textId="77777777" w:rsidR="00427547" w:rsidRPr="00912736" w:rsidRDefault="00427547" w:rsidP="002435AC">
            <w:pPr>
              <w:spacing w:line="360" w:lineRule="auto"/>
              <w:rPr>
                <w:sz w:val="20"/>
              </w:rPr>
            </w:pPr>
            <w:r w:rsidRPr="00912736">
              <w:rPr>
                <w:sz w:val="20"/>
              </w:rPr>
              <w:t>7</w:t>
            </w:r>
          </w:p>
        </w:tc>
      </w:tr>
      <w:tr w:rsidR="00427547" w:rsidRPr="00912736" w14:paraId="2AEB2239" w14:textId="77777777" w:rsidTr="007E7928">
        <w:trPr>
          <w:trHeight w:hRule="exact" w:val="432"/>
          <w:jc w:val="center"/>
        </w:trPr>
        <w:tc>
          <w:tcPr>
            <w:tcW w:w="1818" w:type="dxa"/>
            <w:vAlign w:val="center"/>
          </w:tcPr>
          <w:p w14:paraId="64314658" w14:textId="77777777" w:rsidR="00427547" w:rsidRPr="00912736" w:rsidRDefault="00427547" w:rsidP="002435AC">
            <w:pPr>
              <w:spacing w:line="360" w:lineRule="auto"/>
              <w:rPr>
                <w:sz w:val="20"/>
              </w:rPr>
            </w:pPr>
            <w:r w:rsidRPr="00912736">
              <w:rPr>
                <w:sz w:val="20"/>
              </w:rPr>
              <w:t>1000</w:t>
            </w:r>
          </w:p>
        </w:tc>
        <w:tc>
          <w:tcPr>
            <w:tcW w:w="1260" w:type="dxa"/>
            <w:vAlign w:val="center"/>
          </w:tcPr>
          <w:p w14:paraId="516487B1" w14:textId="77777777" w:rsidR="00427547" w:rsidRPr="00912736" w:rsidRDefault="00427547" w:rsidP="002435AC">
            <w:pPr>
              <w:spacing w:line="360" w:lineRule="auto"/>
              <w:rPr>
                <w:sz w:val="20"/>
              </w:rPr>
            </w:pPr>
            <w:r w:rsidRPr="00912736">
              <w:rPr>
                <w:sz w:val="20"/>
              </w:rPr>
              <w:t>8</w:t>
            </w:r>
          </w:p>
        </w:tc>
        <w:tc>
          <w:tcPr>
            <w:tcW w:w="1350" w:type="dxa"/>
            <w:vAlign w:val="center"/>
          </w:tcPr>
          <w:p w14:paraId="18B67675" w14:textId="77777777" w:rsidR="00427547" w:rsidRPr="00912736" w:rsidRDefault="00427547" w:rsidP="002435AC">
            <w:pPr>
              <w:spacing w:line="360" w:lineRule="auto"/>
              <w:rPr>
                <w:sz w:val="20"/>
              </w:rPr>
            </w:pPr>
            <w:r w:rsidRPr="00912736">
              <w:rPr>
                <w:sz w:val="20"/>
              </w:rPr>
              <w:t>8</w:t>
            </w:r>
          </w:p>
        </w:tc>
      </w:tr>
      <w:tr w:rsidR="00427547" w:rsidRPr="00912736" w14:paraId="5FB50C34" w14:textId="77777777" w:rsidTr="007E7928">
        <w:trPr>
          <w:trHeight w:hRule="exact" w:val="432"/>
          <w:jc w:val="center"/>
        </w:trPr>
        <w:tc>
          <w:tcPr>
            <w:tcW w:w="1818" w:type="dxa"/>
            <w:vAlign w:val="center"/>
          </w:tcPr>
          <w:p w14:paraId="198CB5A2" w14:textId="77777777" w:rsidR="00427547" w:rsidRPr="00912736" w:rsidRDefault="00427547" w:rsidP="002435AC">
            <w:pPr>
              <w:spacing w:line="360" w:lineRule="auto"/>
              <w:rPr>
                <w:sz w:val="20"/>
              </w:rPr>
            </w:pPr>
            <w:r w:rsidRPr="00912736">
              <w:rPr>
                <w:sz w:val="20"/>
              </w:rPr>
              <w:t>1001</w:t>
            </w:r>
          </w:p>
        </w:tc>
        <w:tc>
          <w:tcPr>
            <w:tcW w:w="1260" w:type="dxa"/>
            <w:vAlign w:val="center"/>
          </w:tcPr>
          <w:p w14:paraId="4620C1EC" w14:textId="77777777" w:rsidR="00427547" w:rsidRPr="00912736" w:rsidRDefault="00427547" w:rsidP="002435AC">
            <w:pPr>
              <w:spacing w:line="360" w:lineRule="auto"/>
              <w:rPr>
                <w:sz w:val="20"/>
              </w:rPr>
            </w:pPr>
            <w:r w:rsidRPr="00912736">
              <w:rPr>
                <w:sz w:val="20"/>
              </w:rPr>
              <w:t>9</w:t>
            </w:r>
          </w:p>
        </w:tc>
        <w:tc>
          <w:tcPr>
            <w:tcW w:w="1350" w:type="dxa"/>
            <w:vAlign w:val="center"/>
          </w:tcPr>
          <w:p w14:paraId="71BC4BCE" w14:textId="77777777" w:rsidR="00427547" w:rsidRPr="00912736" w:rsidRDefault="00427547" w:rsidP="002435AC">
            <w:pPr>
              <w:spacing w:line="360" w:lineRule="auto"/>
              <w:rPr>
                <w:sz w:val="20"/>
              </w:rPr>
            </w:pPr>
            <w:r w:rsidRPr="00912736">
              <w:rPr>
                <w:sz w:val="20"/>
              </w:rPr>
              <w:t>9</w:t>
            </w:r>
          </w:p>
        </w:tc>
      </w:tr>
      <w:tr w:rsidR="00427547" w:rsidRPr="00912736" w14:paraId="324BF13F" w14:textId="77777777" w:rsidTr="007E7928">
        <w:trPr>
          <w:trHeight w:hRule="exact" w:val="432"/>
          <w:jc w:val="center"/>
        </w:trPr>
        <w:tc>
          <w:tcPr>
            <w:tcW w:w="1818" w:type="dxa"/>
            <w:vAlign w:val="center"/>
          </w:tcPr>
          <w:p w14:paraId="3FA21629" w14:textId="77777777" w:rsidR="00427547" w:rsidRPr="00912736" w:rsidRDefault="00427547" w:rsidP="002435AC">
            <w:pPr>
              <w:spacing w:line="360" w:lineRule="auto"/>
              <w:rPr>
                <w:sz w:val="20"/>
              </w:rPr>
            </w:pPr>
            <w:r w:rsidRPr="00912736">
              <w:rPr>
                <w:sz w:val="20"/>
              </w:rPr>
              <w:t>1010</w:t>
            </w:r>
          </w:p>
        </w:tc>
        <w:tc>
          <w:tcPr>
            <w:tcW w:w="1260" w:type="dxa"/>
            <w:vAlign w:val="center"/>
          </w:tcPr>
          <w:p w14:paraId="4838F29E" w14:textId="77777777" w:rsidR="00427547" w:rsidRPr="00912736" w:rsidRDefault="00427547" w:rsidP="002435AC">
            <w:pPr>
              <w:spacing w:line="360" w:lineRule="auto"/>
              <w:rPr>
                <w:sz w:val="20"/>
              </w:rPr>
            </w:pPr>
            <w:r w:rsidRPr="00912736">
              <w:rPr>
                <w:sz w:val="20"/>
              </w:rPr>
              <w:t>10</w:t>
            </w:r>
          </w:p>
        </w:tc>
        <w:tc>
          <w:tcPr>
            <w:tcW w:w="1350" w:type="dxa"/>
            <w:vAlign w:val="center"/>
          </w:tcPr>
          <w:p w14:paraId="4BC07B6D" w14:textId="77777777" w:rsidR="00427547" w:rsidRPr="00912736" w:rsidRDefault="00427547" w:rsidP="002435AC">
            <w:pPr>
              <w:spacing w:line="360" w:lineRule="auto"/>
              <w:rPr>
                <w:sz w:val="20"/>
              </w:rPr>
            </w:pPr>
            <w:r w:rsidRPr="00912736">
              <w:rPr>
                <w:sz w:val="20"/>
              </w:rPr>
              <w:t>A</w:t>
            </w:r>
          </w:p>
        </w:tc>
      </w:tr>
      <w:tr w:rsidR="00427547" w:rsidRPr="00912736" w14:paraId="3C7721C1" w14:textId="77777777" w:rsidTr="007E7928">
        <w:trPr>
          <w:trHeight w:hRule="exact" w:val="432"/>
          <w:jc w:val="center"/>
        </w:trPr>
        <w:tc>
          <w:tcPr>
            <w:tcW w:w="1818" w:type="dxa"/>
            <w:vAlign w:val="center"/>
          </w:tcPr>
          <w:p w14:paraId="2672BFE7" w14:textId="77777777" w:rsidR="00427547" w:rsidRPr="00912736" w:rsidRDefault="00427547" w:rsidP="002435AC">
            <w:pPr>
              <w:spacing w:line="360" w:lineRule="auto"/>
              <w:rPr>
                <w:sz w:val="20"/>
              </w:rPr>
            </w:pPr>
            <w:r w:rsidRPr="00912736">
              <w:rPr>
                <w:sz w:val="20"/>
              </w:rPr>
              <w:t>1011</w:t>
            </w:r>
          </w:p>
        </w:tc>
        <w:tc>
          <w:tcPr>
            <w:tcW w:w="1260" w:type="dxa"/>
            <w:vAlign w:val="center"/>
          </w:tcPr>
          <w:p w14:paraId="1B38B55F" w14:textId="77777777" w:rsidR="00427547" w:rsidRPr="00912736" w:rsidRDefault="00427547" w:rsidP="002435AC">
            <w:pPr>
              <w:spacing w:line="360" w:lineRule="auto"/>
              <w:rPr>
                <w:sz w:val="20"/>
              </w:rPr>
            </w:pPr>
            <w:r w:rsidRPr="00912736">
              <w:rPr>
                <w:sz w:val="20"/>
              </w:rPr>
              <w:t>11</w:t>
            </w:r>
          </w:p>
        </w:tc>
        <w:tc>
          <w:tcPr>
            <w:tcW w:w="1350" w:type="dxa"/>
            <w:vAlign w:val="center"/>
          </w:tcPr>
          <w:p w14:paraId="6992B6AE" w14:textId="77777777" w:rsidR="00427547" w:rsidRPr="00912736" w:rsidRDefault="00427547" w:rsidP="002435AC">
            <w:pPr>
              <w:spacing w:line="360" w:lineRule="auto"/>
              <w:rPr>
                <w:sz w:val="20"/>
              </w:rPr>
            </w:pPr>
            <w:r w:rsidRPr="00912736">
              <w:rPr>
                <w:sz w:val="20"/>
              </w:rPr>
              <w:t>B</w:t>
            </w:r>
          </w:p>
        </w:tc>
      </w:tr>
      <w:tr w:rsidR="00427547" w:rsidRPr="00912736" w14:paraId="5B75781E" w14:textId="77777777" w:rsidTr="007E7928">
        <w:trPr>
          <w:trHeight w:hRule="exact" w:val="432"/>
          <w:jc w:val="center"/>
        </w:trPr>
        <w:tc>
          <w:tcPr>
            <w:tcW w:w="1818" w:type="dxa"/>
            <w:vAlign w:val="center"/>
          </w:tcPr>
          <w:p w14:paraId="4156BC36" w14:textId="77777777" w:rsidR="00427547" w:rsidRPr="00912736" w:rsidRDefault="00427547" w:rsidP="002435AC">
            <w:pPr>
              <w:spacing w:line="360" w:lineRule="auto"/>
              <w:rPr>
                <w:sz w:val="20"/>
              </w:rPr>
            </w:pPr>
            <w:r w:rsidRPr="00912736">
              <w:rPr>
                <w:sz w:val="20"/>
              </w:rPr>
              <w:t>1100</w:t>
            </w:r>
          </w:p>
        </w:tc>
        <w:tc>
          <w:tcPr>
            <w:tcW w:w="1260" w:type="dxa"/>
            <w:vAlign w:val="center"/>
          </w:tcPr>
          <w:p w14:paraId="377F27F4" w14:textId="77777777" w:rsidR="00427547" w:rsidRPr="00912736" w:rsidRDefault="00427547" w:rsidP="002435AC">
            <w:pPr>
              <w:spacing w:line="360" w:lineRule="auto"/>
              <w:rPr>
                <w:sz w:val="20"/>
              </w:rPr>
            </w:pPr>
            <w:r w:rsidRPr="00912736">
              <w:rPr>
                <w:sz w:val="20"/>
              </w:rPr>
              <w:t>12</w:t>
            </w:r>
          </w:p>
        </w:tc>
        <w:tc>
          <w:tcPr>
            <w:tcW w:w="1350" w:type="dxa"/>
            <w:vAlign w:val="center"/>
          </w:tcPr>
          <w:p w14:paraId="242C884B" w14:textId="77777777" w:rsidR="00427547" w:rsidRPr="00912736" w:rsidRDefault="00427547" w:rsidP="002435AC">
            <w:pPr>
              <w:spacing w:line="360" w:lineRule="auto"/>
              <w:rPr>
                <w:sz w:val="20"/>
              </w:rPr>
            </w:pPr>
            <w:r w:rsidRPr="00912736">
              <w:rPr>
                <w:sz w:val="20"/>
              </w:rPr>
              <w:t>C</w:t>
            </w:r>
          </w:p>
        </w:tc>
      </w:tr>
      <w:tr w:rsidR="00427547" w:rsidRPr="00912736" w14:paraId="26B4AC58" w14:textId="77777777" w:rsidTr="007E7928">
        <w:trPr>
          <w:trHeight w:hRule="exact" w:val="432"/>
          <w:jc w:val="center"/>
        </w:trPr>
        <w:tc>
          <w:tcPr>
            <w:tcW w:w="1818" w:type="dxa"/>
            <w:vAlign w:val="center"/>
          </w:tcPr>
          <w:p w14:paraId="448DECB1" w14:textId="77777777" w:rsidR="00427547" w:rsidRPr="00912736" w:rsidRDefault="00427547" w:rsidP="002435AC">
            <w:pPr>
              <w:spacing w:line="360" w:lineRule="auto"/>
              <w:rPr>
                <w:sz w:val="20"/>
              </w:rPr>
            </w:pPr>
            <w:r w:rsidRPr="00912736">
              <w:rPr>
                <w:sz w:val="20"/>
              </w:rPr>
              <w:t>1101</w:t>
            </w:r>
          </w:p>
        </w:tc>
        <w:tc>
          <w:tcPr>
            <w:tcW w:w="1260" w:type="dxa"/>
            <w:vAlign w:val="center"/>
          </w:tcPr>
          <w:p w14:paraId="13BE1B52" w14:textId="77777777" w:rsidR="00427547" w:rsidRPr="00912736" w:rsidRDefault="00427547" w:rsidP="002435AC">
            <w:pPr>
              <w:spacing w:line="360" w:lineRule="auto"/>
              <w:rPr>
                <w:sz w:val="20"/>
              </w:rPr>
            </w:pPr>
            <w:r w:rsidRPr="00912736">
              <w:rPr>
                <w:sz w:val="20"/>
              </w:rPr>
              <w:t>13</w:t>
            </w:r>
          </w:p>
        </w:tc>
        <w:tc>
          <w:tcPr>
            <w:tcW w:w="1350" w:type="dxa"/>
            <w:vAlign w:val="center"/>
          </w:tcPr>
          <w:p w14:paraId="7F2AC42B" w14:textId="77777777" w:rsidR="00427547" w:rsidRPr="00912736" w:rsidRDefault="00427547" w:rsidP="002435AC">
            <w:pPr>
              <w:spacing w:line="360" w:lineRule="auto"/>
              <w:rPr>
                <w:sz w:val="20"/>
              </w:rPr>
            </w:pPr>
            <w:r w:rsidRPr="00912736">
              <w:rPr>
                <w:sz w:val="20"/>
              </w:rPr>
              <w:t>D</w:t>
            </w:r>
          </w:p>
        </w:tc>
      </w:tr>
      <w:tr w:rsidR="00427547" w:rsidRPr="00912736" w14:paraId="1BAF2636" w14:textId="77777777" w:rsidTr="007E7928">
        <w:trPr>
          <w:trHeight w:hRule="exact" w:val="432"/>
          <w:jc w:val="center"/>
        </w:trPr>
        <w:tc>
          <w:tcPr>
            <w:tcW w:w="1818" w:type="dxa"/>
            <w:vAlign w:val="center"/>
          </w:tcPr>
          <w:p w14:paraId="7C447638" w14:textId="77777777" w:rsidR="00427547" w:rsidRPr="00912736" w:rsidRDefault="00427547" w:rsidP="002435AC">
            <w:pPr>
              <w:spacing w:line="360" w:lineRule="auto"/>
              <w:rPr>
                <w:sz w:val="20"/>
              </w:rPr>
            </w:pPr>
            <w:r w:rsidRPr="00912736">
              <w:rPr>
                <w:sz w:val="20"/>
              </w:rPr>
              <w:t>1110</w:t>
            </w:r>
          </w:p>
        </w:tc>
        <w:tc>
          <w:tcPr>
            <w:tcW w:w="1260" w:type="dxa"/>
            <w:vAlign w:val="center"/>
          </w:tcPr>
          <w:p w14:paraId="697842C5" w14:textId="77777777" w:rsidR="00427547" w:rsidRPr="00912736" w:rsidRDefault="00427547" w:rsidP="002435AC">
            <w:pPr>
              <w:spacing w:line="360" w:lineRule="auto"/>
              <w:rPr>
                <w:sz w:val="20"/>
              </w:rPr>
            </w:pPr>
            <w:r w:rsidRPr="00912736">
              <w:rPr>
                <w:sz w:val="20"/>
              </w:rPr>
              <w:t>14</w:t>
            </w:r>
          </w:p>
        </w:tc>
        <w:tc>
          <w:tcPr>
            <w:tcW w:w="1350" w:type="dxa"/>
            <w:vAlign w:val="center"/>
          </w:tcPr>
          <w:p w14:paraId="45A6664B" w14:textId="77777777" w:rsidR="00427547" w:rsidRPr="00912736" w:rsidRDefault="00427547" w:rsidP="002435AC">
            <w:pPr>
              <w:spacing w:line="360" w:lineRule="auto"/>
              <w:rPr>
                <w:sz w:val="20"/>
              </w:rPr>
            </w:pPr>
            <w:r w:rsidRPr="00912736">
              <w:rPr>
                <w:sz w:val="20"/>
              </w:rPr>
              <w:t>E</w:t>
            </w:r>
          </w:p>
        </w:tc>
      </w:tr>
      <w:tr w:rsidR="00427547" w:rsidRPr="00912736" w14:paraId="536A0E45" w14:textId="77777777" w:rsidTr="007E7928">
        <w:trPr>
          <w:trHeight w:hRule="exact" w:val="432"/>
          <w:jc w:val="center"/>
        </w:trPr>
        <w:tc>
          <w:tcPr>
            <w:tcW w:w="1818" w:type="dxa"/>
            <w:vAlign w:val="center"/>
          </w:tcPr>
          <w:p w14:paraId="2959ACBA" w14:textId="77777777" w:rsidR="00427547" w:rsidRPr="00912736" w:rsidRDefault="00427547" w:rsidP="002435AC">
            <w:pPr>
              <w:spacing w:line="360" w:lineRule="auto"/>
              <w:rPr>
                <w:sz w:val="20"/>
              </w:rPr>
            </w:pPr>
            <w:r w:rsidRPr="00912736">
              <w:rPr>
                <w:sz w:val="20"/>
              </w:rPr>
              <w:t>1111</w:t>
            </w:r>
          </w:p>
        </w:tc>
        <w:tc>
          <w:tcPr>
            <w:tcW w:w="1260" w:type="dxa"/>
            <w:vAlign w:val="center"/>
          </w:tcPr>
          <w:p w14:paraId="70441D81" w14:textId="77777777" w:rsidR="00427547" w:rsidRPr="00912736" w:rsidRDefault="00427547" w:rsidP="002435AC">
            <w:pPr>
              <w:spacing w:line="360" w:lineRule="auto"/>
              <w:rPr>
                <w:sz w:val="20"/>
              </w:rPr>
            </w:pPr>
            <w:r w:rsidRPr="00912736">
              <w:rPr>
                <w:sz w:val="20"/>
              </w:rPr>
              <w:t>15</w:t>
            </w:r>
          </w:p>
        </w:tc>
        <w:tc>
          <w:tcPr>
            <w:tcW w:w="1350" w:type="dxa"/>
            <w:vAlign w:val="center"/>
          </w:tcPr>
          <w:p w14:paraId="002CD813" w14:textId="77777777" w:rsidR="00427547" w:rsidRPr="00912736" w:rsidRDefault="00427547" w:rsidP="002435AC">
            <w:pPr>
              <w:spacing w:line="360" w:lineRule="auto"/>
              <w:rPr>
                <w:sz w:val="20"/>
              </w:rPr>
            </w:pPr>
            <w:r w:rsidRPr="00912736">
              <w:rPr>
                <w:sz w:val="20"/>
              </w:rPr>
              <w:t>F</w:t>
            </w:r>
          </w:p>
        </w:tc>
      </w:tr>
      <w:tr w:rsidR="00427547" w:rsidRPr="00912736" w14:paraId="5603609A" w14:textId="77777777" w:rsidTr="007E7928">
        <w:trPr>
          <w:trHeight w:hRule="exact" w:val="432"/>
          <w:jc w:val="center"/>
        </w:trPr>
        <w:tc>
          <w:tcPr>
            <w:tcW w:w="1818" w:type="dxa"/>
            <w:vAlign w:val="center"/>
          </w:tcPr>
          <w:p w14:paraId="26B23DD8" w14:textId="77777777" w:rsidR="00427547" w:rsidRPr="00912736" w:rsidRDefault="00427547" w:rsidP="002435AC">
            <w:pPr>
              <w:spacing w:line="360" w:lineRule="auto"/>
              <w:rPr>
                <w:sz w:val="20"/>
              </w:rPr>
            </w:pPr>
            <w:r w:rsidRPr="00912736">
              <w:rPr>
                <w:sz w:val="20"/>
              </w:rPr>
              <w:t>101 1101 0100</w:t>
            </w:r>
          </w:p>
        </w:tc>
        <w:tc>
          <w:tcPr>
            <w:tcW w:w="1260" w:type="dxa"/>
            <w:vAlign w:val="center"/>
          </w:tcPr>
          <w:p w14:paraId="1EFB41FD" w14:textId="77777777" w:rsidR="00427547" w:rsidRPr="00912736" w:rsidRDefault="00427547" w:rsidP="002435AC">
            <w:pPr>
              <w:spacing w:line="360" w:lineRule="auto"/>
              <w:rPr>
                <w:sz w:val="20"/>
              </w:rPr>
            </w:pPr>
            <w:r w:rsidRPr="00912736">
              <w:rPr>
                <w:sz w:val="20"/>
              </w:rPr>
              <w:t>1492</w:t>
            </w:r>
          </w:p>
        </w:tc>
        <w:tc>
          <w:tcPr>
            <w:tcW w:w="1350" w:type="dxa"/>
            <w:vAlign w:val="center"/>
          </w:tcPr>
          <w:p w14:paraId="281F5B6E" w14:textId="77777777" w:rsidR="00427547" w:rsidRPr="00912736" w:rsidRDefault="00427547" w:rsidP="002435AC">
            <w:pPr>
              <w:spacing w:line="360" w:lineRule="auto"/>
              <w:rPr>
                <w:sz w:val="20"/>
              </w:rPr>
            </w:pPr>
            <w:r w:rsidRPr="00912736">
              <w:rPr>
                <w:sz w:val="20"/>
              </w:rPr>
              <w:t>5D4</w:t>
            </w:r>
          </w:p>
        </w:tc>
      </w:tr>
      <w:tr w:rsidR="00427547" w:rsidRPr="00912736" w14:paraId="7B98F865" w14:textId="77777777" w:rsidTr="007E7928">
        <w:trPr>
          <w:trHeight w:hRule="exact" w:val="432"/>
          <w:jc w:val="center"/>
        </w:trPr>
        <w:tc>
          <w:tcPr>
            <w:tcW w:w="1818" w:type="dxa"/>
            <w:vAlign w:val="center"/>
          </w:tcPr>
          <w:p w14:paraId="5A9DE563" w14:textId="77777777" w:rsidR="00427547" w:rsidRPr="00912736" w:rsidRDefault="00427547" w:rsidP="002435AC">
            <w:pPr>
              <w:spacing w:line="360" w:lineRule="auto"/>
              <w:rPr>
                <w:sz w:val="20"/>
              </w:rPr>
            </w:pPr>
            <w:r w:rsidRPr="00912736">
              <w:rPr>
                <w:sz w:val="20"/>
              </w:rPr>
              <w:t>111 1101 0100</w:t>
            </w:r>
          </w:p>
        </w:tc>
        <w:tc>
          <w:tcPr>
            <w:tcW w:w="1260" w:type="dxa"/>
            <w:vAlign w:val="center"/>
          </w:tcPr>
          <w:p w14:paraId="7675E0F3" w14:textId="77777777" w:rsidR="00427547" w:rsidRPr="00912736" w:rsidRDefault="00427547" w:rsidP="002435AC">
            <w:pPr>
              <w:spacing w:line="360" w:lineRule="auto"/>
              <w:rPr>
                <w:sz w:val="20"/>
              </w:rPr>
            </w:pPr>
            <w:r w:rsidRPr="00912736">
              <w:rPr>
                <w:sz w:val="20"/>
              </w:rPr>
              <w:t>2004</w:t>
            </w:r>
          </w:p>
        </w:tc>
        <w:tc>
          <w:tcPr>
            <w:tcW w:w="1350" w:type="dxa"/>
            <w:vAlign w:val="center"/>
          </w:tcPr>
          <w:p w14:paraId="2343D040" w14:textId="77777777" w:rsidR="00427547" w:rsidRPr="00912736" w:rsidRDefault="00427547" w:rsidP="002435AC">
            <w:pPr>
              <w:spacing w:line="360" w:lineRule="auto"/>
              <w:rPr>
                <w:sz w:val="20"/>
              </w:rPr>
            </w:pPr>
            <w:r w:rsidRPr="00912736">
              <w:rPr>
                <w:sz w:val="20"/>
              </w:rPr>
              <w:t>7D4</w:t>
            </w:r>
          </w:p>
        </w:tc>
      </w:tr>
    </w:tbl>
    <w:p w14:paraId="7B6EFF7C" w14:textId="77777777" w:rsidR="00427547" w:rsidRPr="006D3D52" w:rsidRDefault="00427547" w:rsidP="006D3D52">
      <w:pPr>
        <w:pStyle w:val="Header"/>
        <w:widowControl w:val="0"/>
        <w:outlineLvl w:val="0"/>
        <w:rPr>
          <w:b w:val="0"/>
          <w:sz w:val="24"/>
        </w:rPr>
      </w:pPr>
    </w:p>
    <w:p w14:paraId="533A1F61" w14:textId="77777777" w:rsidR="00B0671F" w:rsidRPr="00B0671F" w:rsidRDefault="00B0671F" w:rsidP="0024477F">
      <w:pPr>
        <w:pStyle w:val="Header"/>
        <w:widowControl w:val="0"/>
        <w:outlineLvl w:val="0"/>
        <w:rPr>
          <w:b w:val="0"/>
          <w:sz w:val="24"/>
        </w:rPr>
      </w:pPr>
    </w:p>
    <w:p w14:paraId="3B55D5E5" w14:textId="77777777" w:rsidR="00DA794E" w:rsidRPr="0083257C" w:rsidRDefault="0024477F" w:rsidP="00C1650A">
      <w:pPr>
        <w:pStyle w:val="Header"/>
        <w:widowControl w:val="0"/>
        <w:outlineLvl w:val="0"/>
      </w:pPr>
      <w:r>
        <w:t xml:space="preserve">Bonus </w:t>
      </w:r>
      <w:r w:rsidR="00DA794E" w:rsidRPr="0083257C">
        <w:t>Project</w:t>
      </w:r>
      <w:r>
        <w:t xml:space="preserve"> 2</w:t>
      </w:r>
    </w:p>
    <w:p w14:paraId="66FB856F" w14:textId="5B136A02" w:rsidR="00986720" w:rsidRPr="0083257C" w:rsidRDefault="00601528" w:rsidP="000F411F">
      <w:pPr>
        <w:widowControl w:val="0"/>
      </w:pPr>
      <w:r w:rsidRPr="0083257C">
        <w:lastRenderedPageBreak/>
        <w:t xml:space="preserve">Ask the students to </w:t>
      </w:r>
      <w:r w:rsidR="0083257C">
        <w:t xml:space="preserve">open a browser and </w:t>
      </w:r>
      <w:r w:rsidR="00AF7DBE">
        <w:t>connect</w:t>
      </w:r>
      <w:r w:rsidR="0083257C">
        <w:t xml:space="preserve"> to the </w:t>
      </w:r>
      <w:r w:rsidRPr="0083257C">
        <w:t>Computer</w:t>
      </w:r>
      <w:r w:rsidR="0083257C">
        <w:t xml:space="preserve"> H</w:t>
      </w:r>
      <w:r w:rsidRPr="0083257C">
        <w:t>ope</w:t>
      </w:r>
      <w:r w:rsidR="0083257C">
        <w:t xml:space="preserve"> (computerhope</w:t>
      </w:r>
      <w:r w:rsidRPr="0083257C">
        <w:t>.com</w:t>
      </w:r>
      <w:r w:rsidR="0083257C">
        <w:t>)</w:t>
      </w:r>
      <w:r w:rsidRPr="0083257C">
        <w:t xml:space="preserve"> website</w:t>
      </w:r>
      <w:r w:rsidR="0083257C">
        <w:t xml:space="preserve">. This site contains tips and information on </w:t>
      </w:r>
      <w:r w:rsidR="00AF7DBE">
        <w:t xml:space="preserve">desktop </w:t>
      </w:r>
      <w:r w:rsidR="0083257C">
        <w:t xml:space="preserve">computing. </w:t>
      </w:r>
      <w:r w:rsidR="00AF7DBE">
        <w:t xml:space="preserve">At this time the home page contains a link titled “History,” under the heading Information links on the far right of the page. Click this link. </w:t>
      </w:r>
      <w:r w:rsidR="00986720" w:rsidRPr="0083257C">
        <w:t xml:space="preserve">On the Computer history page </w:t>
      </w:r>
      <w:r w:rsidR="00AF7DBE">
        <w:t xml:space="preserve">you will find </w:t>
      </w:r>
      <w:r w:rsidR="00986720" w:rsidRPr="0083257C">
        <w:t xml:space="preserve">links to many topics. </w:t>
      </w:r>
    </w:p>
    <w:p w14:paraId="5A3AEBF5" w14:textId="77777777" w:rsidR="00DA794E" w:rsidRDefault="00986720" w:rsidP="000F411F">
      <w:pPr>
        <w:widowControl w:val="0"/>
      </w:pPr>
      <w:r w:rsidRPr="0083257C">
        <w:t xml:space="preserve">Direct the students to research the history links </w:t>
      </w:r>
      <w:r w:rsidR="00AF7DBE">
        <w:t>titled</w:t>
      </w:r>
      <w:r w:rsidRPr="0083257C">
        <w:t>:</w:t>
      </w:r>
    </w:p>
    <w:p w14:paraId="217B00C7" w14:textId="77777777" w:rsidR="00986720" w:rsidRDefault="00986720" w:rsidP="000F411F">
      <w:pPr>
        <w:pStyle w:val="ListBullet"/>
        <w:widowControl w:val="0"/>
      </w:pPr>
      <w:r>
        <w:t xml:space="preserve">Apple operating system </w:t>
      </w:r>
      <w:r w:rsidR="00AF7DBE">
        <w:t>history</w:t>
      </w:r>
    </w:p>
    <w:p w14:paraId="06D9A5EB" w14:textId="77777777" w:rsidR="00601528" w:rsidRDefault="00986720" w:rsidP="000F411F">
      <w:pPr>
        <w:pStyle w:val="ListBullet"/>
        <w:widowControl w:val="0"/>
      </w:pPr>
      <w:r>
        <w:t xml:space="preserve">MS-DOS </w:t>
      </w:r>
      <w:r w:rsidR="00AF7DBE">
        <w:t>history</w:t>
      </w:r>
    </w:p>
    <w:p w14:paraId="66BED0C1" w14:textId="77777777" w:rsidR="00601528" w:rsidRPr="00691BD5" w:rsidRDefault="00986720" w:rsidP="000F411F">
      <w:pPr>
        <w:pStyle w:val="ListBullet"/>
        <w:widowControl w:val="0"/>
      </w:pPr>
      <w:r>
        <w:rPr>
          <w:rStyle w:val="CodeListingChar"/>
          <w:rFonts w:ascii="Times New Roman" w:hAnsi="Times New Roman"/>
          <w:spacing w:val="0"/>
          <w:sz w:val="24"/>
        </w:rPr>
        <w:t>Microsoft Windows</w:t>
      </w:r>
      <w:r w:rsidR="00AF7DBE">
        <w:rPr>
          <w:rStyle w:val="CodeListingChar"/>
          <w:rFonts w:ascii="Times New Roman" w:hAnsi="Times New Roman"/>
          <w:spacing w:val="0"/>
          <w:sz w:val="24"/>
        </w:rPr>
        <w:t xml:space="preserve"> </w:t>
      </w:r>
      <w:r w:rsidR="00AF7DBE">
        <w:t>history</w:t>
      </w:r>
    </w:p>
    <w:p w14:paraId="415B78A5" w14:textId="77777777" w:rsidR="00601528" w:rsidRDefault="00986720" w:rsidP="000F411F">
      <w:pPr>
        <w:pStyle w:val="ListBullet"/>
        <w:widowControl w:val="0"/>
      </w:pPr>
      <w:r>
        <w:rPr>
          <w:rStyle w:val="CodeListingChar"/>
          <w:rFonts w:ascii="Times New Roman" w:hAnsi="Times New Roman"/>
          <w:spacing w:val="0"/>
          <w:sz w:val="24"/>
        </w:rPr>
        <w:t>UNIX, Linux</w:t>
      </w:r>
      <w:r w:rsidR="00855327">
        <w:rPr>
          <w:rStyle w:val="CodeListingChar"/>
          <w:rFonts w:ascii="Times New Roman" w:hAnsi="Times New Roman"/>
          <w:spacing w:val="0"/>
          <w:sz w:val="24"/>
        </w:rPr>
        <w:t>,</w:t>
      </w:r>
      <w:r>
        <w:rPr>
          <w:rStyle w:val="CodeListingChar"/>
          <w:rFonts w:ascii="Times New Roman" w:hAnsi="Times New Roman"/>
          <w:spacing w:val="0"/>
          <w:sz w:val="24"/>
        </w:rPr>
        <w:t xml:space="preserve"> and variant</w:t>
      </w:r>
      <w:r w:rsidR="00AF7DBE">
        <w:rPr>
          <w:rStyle w:val="CodeListingChar"/>
          <w:rFonts w:ascii="Times New Roman" w:hAnsi="Times New Roman"/>
          <w:spacing w:val="0"/>
          <w:sz w:val="24"/>
        </w:rPr>
        <w:t xml:space="preserve"> </w:t>
      </w:r>
      <w:r w:rsidR="00AF7DBE">
        <w:t>history</w:t>
      </w:r>
    </w:p>
    <w:p w14:paraId="6D30276F" w14:textId="77777777" w:rsidR="006776DF" w:rsidRDefault="001801BD" w:rsidP="000F411F">
      <w:pPr>
        <w:widowControl w:val="0"/>
      </w:pPr>
      <w:r>
        <w:t>Ask the students to compare and contrast the nature and pace of development for these major operating systems. Ask them to describe the differences in the overall development tracks and theorize about some possible explanations for the differences they find</w:t>
      </w:r>
      <w:r w:rsidR="00D7770D">
        <w:t xml:space="preserve">. </w:t>
      </w:r>
      <w:r>
        <w:t>Have the students prepare a short (3</w:t>
      </w:r>
      <w:r w:rsidR="00855327">
        <w:t>-</w:t>
      </w:r>
      <w:r w:rsidR="007324FD">
        <w:t xml:space="preserve"> to </w:t>
      </w:r>
      <w:r>
        <w:t>4</w:t>
      </w:r>
      <w:r w:rsidR="00855327">
        <w:t>-</w:t>
      </w:r>
      <w:r>
        <w:t>paragraph) paper on the subject.</w:t>
      </w:r>
    </w:p>
    <w:p w14:paraId="6B65B0D4" w14:textId="77777777" w:rsidR="001801BD" w:rsidRDefault="0024477F" w:rsidP="00C1650A">
      <w:pPr>
        <w:pStyle w:val="Header"/>
        <w:widowControl w:val="0"/>
        <w:outlineLvl w:val="0"/>
      </w:pPr>
      <w:r>
        <w:t xml:space="preserve">Bonus </w:t>
      </w:r>
      <w:r w:rsidR="001801BD">
        <w:t xml:space="preserve">Project </w:t>
      </w:r>
      <w:r>
        <w:t xml:space="preserve">2 </w:t>
      </w:r>
      <w:r w:rsidR="001801BD">
        <w:t>Solution</w:t>
      </w:r>
    </w:p>
    <w:p w14:paraId="373D973F" w14:textId="1BA2CE7E" w:rsidR="001801BD" w:rsidRDefault="001801BD" w:rsidP="000F411F">
      <w:pPr>
        <w:widowControl w:val="0"/>
      </w:pPr>
      <w:r>
        <w:t>The students should notice much more activity in the development of Windows (more variants developed faster) than in the development of DOS</w:t>
      </w:r>
      <w:r w:rsidR="00986720">
        <w:t xml:space="preserve">. They may notice that development for Apple OSs was very steady until the 1990’s, and then it picked up beginning in 2001 with the introduction of </w:t>
      </w:r>
      <w:r w:rsidR="00315AFD">
        <w:t>macOS</w:t>
      </w:r>
      <w:r w:rsidR="00986720">
        <w:t xml:space="preserve"> and its upgrades. They may also notice </w:t>
      </w:r>
      <w:r>
        <w:t xml:space="preserve">far more activity in the development of UNIX/Linux variants than in </w:t>
      </w:r>
      <w:r w:rsidR="00986720">
        <w:t xml:space="preserve">the other </w:t>
      </w:r>
      <w:smartTag w:uri="urn:schemas-microsoft-com:office:smarttags" w:element="City">
        <w:smartTag w:uri="urn:schemas-microsoft-com:office:smarttags" w:element="place">
          <w:r w:rsidR="00986720">
            <w:t>OSs</w:t>
          </w:r>
        </w:smartTag>
      </w:smartTag>
      <w:r w:rsidR="00D7770D">
        <w:t xml:space="preserve">. </w:t>
      </w:r>
      <w:r>
        <w:t xml:space="preserve">Possible explanations might include the profit motive that drives Microsoft </w:t>
      </w:r>
      <w:r w:rsidR="00AF7DBE">
        <w:t xml:space="preserve">and Apple </w:t>
      </w:r>
      <w:r>
        <w:t>as opposed to the open source nature of UNIX/Linux development</w:t>
      </w:r>
      <w:r w:rsidR="00D7770D">
        <w:t xml:space="preserve">. </w:t>
      </w:r>
      <w:r>
        <w:t>Students might also discuss the different customer base</w:t>
      </w:r>
      <w:r w:rsidR="00855327">
        <w:t>s</w:t>
      </w:r>
      <w:r>
        <w:t xml:space="preserve"> served by the UNIX/Linux products as opposed to </w:t>
      </w:r>
      <w:r w:rsidR="00855327">
        <w:t xml:space="preserve">those </w:t>
      </w:r>
      <w:r>
        <w:t xml:space="preserve">served by the </w:t>
      </w:r>
      <w:r w:rsidR="00986720">
        <w:t xml:space="preserve">Apple and </w:t>
      </w:r>
      <w:r>
        <w:t>Microsoft OSs.</w:t>
      </w:r>
      <w:r w:rsidR="00986720">
        <w:t xml:space="preserve"> Then they should consider the differences in customer base</w:t>
      </w:r>
      <w:r w:rsidR="00855327">
        <w:t>s</w:t>
      </w:r>
      <w:r w:rsidR="00986720">
        <w:t xml:space="preserve"> between Apple and Microsoft OSs. Did they discover a convergence in recent years?</w:t>
      </w:r>
    </w:p>
    <w:p w14:paraId="50E02AD2" w14:textId="77777777" w:rsidR="006776DF" w:rsidRDefault="000B5792" w:rsidP="00C1650A">
      <w:pPr>
        <w:pStyle w:val="Header"/>
        <w:widowControl w:val="0"/>
        <w:outlineLvl w:val="0"/>
      </w:pPr>
      <w:r>
        <w:t>Assessment Quiz</w:t>
      </w:r>
    </w:p>
    <w:p w14:paraId="42D79973" w14:textId="77777777" w:rsidR="000B5792" w:rsidRDefault="000B5792" w:rsidP="000F411F">
      <w:pPr>
        <w:widowControl w:val="0"/>
      </w:pPr>
      <w:r>
        <w:t>This quiz will test the knowledge students have gained during the lesson.</w:t>
      </w:r>
    </w:p>
    <w:p w14:paraId="64269E7A" w14:textId="77777777" w:rsidR="000B5792" w:rsidRDefault="000B5792" w:rsidP="00C1650A">
      <w:pPr>
        <w:pStyle w:val="Header"/>
        <w:widowControl w:val="0"/>
        <w:outlineLvl w:val="0"/>
      </w:pPr>
      <w:r>
        <w:t>Questions</w:t>
      </w:r>
    </w:p>
    <w:p w14:paraId="389A9606" w14:textId="77777777" w:rsidR="000B5792" w:rsidRDefault="008E0247" w:rsidP="000F411F">
      <w:pPr>
        <w:pStyle w:val="ListNumber"/>
        <w:widowControl w:val="0"/>
      </w:pPr>
      <w:r>
        <w:t>The ____________________ is the software layer, sometimes called the shell, through which the user communicates with the OS, which, in turn, communicates with the computer.</w:t>
      </w:r>
    </w:p>
    <w:p w14:paraId="1D7A26A5" w14:textId="77777777" w:rsidR="000B5792" w:rsidRPr="00290118" w:rsidRDefault="008E0247" w:rsidP="000F411F">
      <w:pPr>
        <w:pStyle w:val="ListNumber"/>
        <w:widowControl w:val="0"/>
      </w:pPr>
      <w:r>
        <w:t>A user interface that takes advantage of a computer’s graphics capabilities to make it easier to use is a ____________________.</w:t>
      </w:r>
    </w:p>
    <w:p w14:paraId="72293FD6" w14:textId="77777777" w:rsidR="00290118" w:rsidRPr="00290118" w:rsidRDefault="008E0247" w:rsidP="000F411F">
      <w:pPr>
        <w:pStyle w:val="ListNumber"/>
        <w:widowControl w:val="0"/>
      </w:pPr>
      <w:r>
        <w:t>The operating system function that controls the order and time in which programs run is known as ____________________</w:t>
      </w:r>
      <w:r w:rsidR="00D7770D">
        <w:t xml:space="preserve">. </w:t>
      </w:r>
      <w:r>
        <w:t>An example would be a print program that manages and prioritizes multiple print jobs.</w:t>
      </w:r>
    </w:p>
    <w:p w14:paraId="3382E1EA" w14:textId="77777777" w:rsidR="005B7D99" w:rsidRDefault="008E0247" w:rsidP="000F411F">
      <w:pPr>
        <w:pStyle w:val="ListNumber"/>
        <w:widowControl w:val="0"/>
      </w:pPr>
      <w:r>
        <w:t>The central circuit board of a computer is the ____________________</w:t>
      </w:r>
      <w:r w:rsidR="00D7770D">
        <w:t xml:space="preserve">. </w:t>
      </w:r>
      <w:r>
        <w:t>All other devices connect to it in one way or another.</w:t>
      </w:r>
    </w:p>
    <w:p w14:paraId="3F219A83" w14:textId="77777777" w:rsidR="00290118" w:rsidRDefault="00531B5A" w:rsidP="000F411F">
      <w:pPr>
        <w:pStyle w:val="ListNumber"/>
        <w:widowControl w:val="0"/>
      </w:pPr>
      <w:r>
        <w:t xml:space="preserve">Typing at a computer keyboard or manipulating a mouse, combined with the result you see on the screen are examples of </w:t>
      </w:r>
      <w:r w:rsidR="008E0247">
        <w:t>____________________</w:t>
      </w:r>
      <w:r w:rsidR="007324FD">
        <w:t>.</w:t>
      </w:r>
    </w:p>
    <w:p w14:paraId="07315887" w14:textId="04885D00" w:rsidR="00290118" w:rsidRDefault="00F94FF6" w:rsidP="000F411F">
      <w:pPr>
        <w:pStyle w:val="ListNumber"/>
        <w:widowControl w:val="0"/>
      </w:pPr>
      <w:r>
        <w:lastRenderedPageBreak/>
        <w:t>The ____________________ is based on a Linux kernel with a GUI based on a web browser</w:t>
      </w:r>
      <w:r w:rsidR="008E0247">
        <w:t>.</w:t>
      </w:r>
    </w:p>
    <w:p w14:paraId="0B1DEAB8" w14:textId="77777777" w:rsidR="00290118" w:rsidRDefault="008E0247" w:rsidP="000F411F">
      <w:pPr>
        <w:pStyle w:val="ListNumber"/>
        <w:widowControl w:val="0"/>
      </w:pPr>
      <w:r>
        <w:t>A ____________________ is a microcomputer that complies with the Microsoft</w:t>
      </w:r>
      <w:r w:rsidR="009C7616">
        <w:t xml:space="preserve"> / </w:t>
      </w:r>
      <w:r>
        <w:t>Intel set of standards</w:t>
      </w:r>
      <w:r w:rsidR="003A6B5A">
        <w:t xml:space="preserve"> and usually runs versions of Windows or (to a lesser degree) Linux</w:t>
      </w:r>
      <w:r>
        <w:t>.</w:t>
      </w:r>
    </w:p>
    <w:p w14:paraId="15C246C0" w14:textId="77777777" w:rsidR="00290118" w:rsidRDefault="008E0247" w:rsidP="000F411F">
      <w:pPr>
        <w:pStyle w:val="ListNumber"/>
        <w:widowControl w:val="0"/>
      </w:pPr>
      <w:r>
        <w:t>____________________ means that the source code of a computer program is made available free of charge to the general public.</w:t>
      </w:r>
    </w:p>
    <w:p w14:paraId="5920E62D" w14:textId="77777777" w:rsidR="00290118" w:rsidRDefault="003A6B5A" w:rsidP="000F411F">
      <w:pPr>
        <w:pStyle w:val="ListNumber"/>
        <w:widowControl w:val="0"/>
      </w:pPr>
      <w:r>
        <w:t xml:space="preserve">A/an </w:t>
      </w:r>
      <w:r w:rsidR="008E0247">
        <w:t xml:space="preserve">____________________ </w:t>
      </w:r>
      <w:r>
        <w:t xml:space="preserve">is </w:t>
      </w:r>
      <w:r w:rsidR="008E0247">
        <w:t xml:space="preserve">also called </w:t>
      </w:r>
      <w:r>
        <w:t>a directory</w:t>
      </w:r>
      <w:r w:rsidR="008E0247">
        <w:t>.</w:t>
      </w:r>
    </w:p>
    <w:p w14:paraId="5E2B2F8D" w14:textId="77777777" w:rsidR="00290118" w:rsidRDefault="008E0247" w:rsidP="000F411F">
      <w:pPr>
        <w:pStyle w:val="ListNumber"/>
        <w:widowControl w:val="0"/>
      </w:pPr>
      <w:r>
        <w:t>A</w:t>
      </w:r>
      <w:r w:rsidR="003A6B5A">
        <w:t>/an ____________________ in a CLI is a blinking marker for the current position where what you type will appear, with in a GUI it is a</w:t>
      </w:r>
      <w:r>
        <w:t xml:space="preserve"> graphical pointer that can be moved around by manipulating a pointing device</w:t>
      </w:r>
      <w:r w:rsidR="003A6B5A">
        <w:t>.</w:t>
      </w:r>
    </w:p>
    <w:p w14:paraId="39CC20F2" w14:textId="77777777" w:rsidR="006776DF" w:rsidRDefault="006776DF" w:rsidP="000F411F">
      <w:pPr>
        <w:widowControl w:val="0"/>
      </w:pPr>
    </w:p>
    <w:p w14:paraId="6718ACE4" w14:textId="77777777" w:rsidR="006776DF" w:rsidRDefault="000B5792" w:rsidP="00C1650A">
      <w:pPr>
        <w:pStyle w:val="Header"/>
        <w:widowControl w:val="0"/>
        <w:outlineLvl w:val="0"/>
      </w:pPr>
      <w:r>
        <w:t>Answers</w:t>
      </w:r>
    </w:p>
    <w:p w14:paraId="38ADA3E2" w14:textId="77777777" w:rsidR="000B5792" w:rsidRDefault="008E0247" w:rsidP="0034691A">
      <w:pPr>
        <w:pStyle w:val="ListNumber"/>
        <w:widowControl w:val="0"/>
        <w:numPr>
          <w:ilvl w:val="0"/>
          <w:numId w:val="17"/>
        </w:numPr>
      </w:pPr>
      <w:r>
        <w:t xml:space="preserve">The </w:t>
      </w:r>
      <w:r w:rsidRPr="00F94FF6">
        <w:rPr>
          <w:i/>
          <w:iCs/>
        </w:rPr>
        <w:t>u</w:t>
      </w:r>
      <w:r w:rsidRPr="00F1408F">
        <w:t>s</w:t>
      </w:r>
      <w:r w:rsidRPr="00F94FF6">
        <w:rPr>
          <w:i/>
          <w:iCs/>
        </w:rPr>
        <w:t>er interface</w:t>
      </w:r>
      <w:r>
        <w:t xml:space="preserve"> is the software layer, sometimes called the shell, through which the user communicates with the OS, which, in turn, communicates with the computer.</w:t>
      </w:r>
    </w:p>
    <w:p w14:paraId="7874F502" w14:textId="77777777" w:rsidR="00290118" w:rsidRPr="00290118" w:rsidRDefault="008E0247" w:rsidP="000F411F">
      <w:pPr>
        <w:pStyle w:val="ListNumber"/>
        <w:widowControl w:val="0"/>
      </w:pPr>
      <w:r>
        <w:t xml:space="preserve">A user interface that takes advantage of a computer’s graphics capabilities to make it easier to use is a </w:t>
      </w:r>
      <w:r>
        <w:rPr>
          <w:i/>
          <w:iCs/>
        </w:rPr>
        <w:t>graphical user interface (GUI).</w:t>
      </w:r>
    </w:p>
    <w:p w14:paraId="39E83ABF" w14:textId="77777777" w:rsidR="00290118" w:rsidRPr="005B7D99" w:rsidRDefault="008E0247" w:rsidP="000F411F">
      <w:pPr>
        <w:pStyle w:val="ListNumber"/>
        <w:widowControl w:val="0"/>
      </w:pPr>
      <w:r>
        <w:t xml:space="preserve">The operating system function that controls the order and time in which programs run is known as </w:t>
      </w:r>
      <w:r>
        <w:rPr>
          <w:i/>
          <w:iCs/>
        </w:rPr>
        <w:t>job management</w:t>
      </w:r>
      <w:r w:rsidR="00D7770D">
        <w:t xml:space="preserve">. </w:t>
      </w:r>
      <w:r>
        <w:t>An example would be a print program that manages and prioritizes multiple print jobs.</w:t>
      </w:r>
    </w:p>
    <w:p w14:paraId="1D229651" w14:textId="77777777" w:rsidR="005B7D99" w:rsidRPr="00290118" w:rsidRDefault="008E0247" w:rsidP="000F411F">
      <w:pPr>
        <w:pStyle w:val="ListNumber"/>
        <w:widowControl w:val="0"/>
      </w:pPr>
      <w:r>
        <w:t xml:space="preserve">The central circuit board of a computer is the </w:t>
      </w:r>
      <w:r>
        <w:rPr>
          <w:i/>
          <w:iCs/>
        </w:rPr>
        <w:t>motherboard</w:t>
      </w:r>
      <w:r w:rsidR="00D7770D">
        <w:t xml:space="preserve">. </w:t>
      </w:r>
      <w:r>
        <w:t>All other devices connect to it in one way or another.</w:t>
      </w:r>
    </w:p>
    <w:p w14:paraId="52ED6E9A" w14:textId="77777777" w:rsidR="00290118" w:rsidRDefault="00531B5A" w:rsidP="000F411F">
      <w:pPr>
        <w:pStyle w:val="ListNumber"/>
        <w:widowControl w:val="0"/>
      </w:pPr>
      <w:r>
        <w:t xml:space="preserve">Typing at a computer keyboard or manipulating a mouse, combined with the result you see on the screen are examples of </w:t>
      </w:r>
      <w:r>
        <w:rPr>
          <w:i/>
          <w:iCs/>
        </w:rPr>
        <w:t>input/output (I/O)</w:t>
      </w:r>
      <w:r w:rsidR="008E0247">
        <w:t>.</w:t>
      </w:r>
    </w:p>
    <w:p w14:paraId="79B8E73A" w14:textId="71282AC1" w:rsidR="00290118" w:rsidRDefault="001B17E6" w:rsidP="000F411F">
      <w:pPr>
        <w:pStyle w:val="ListNumber"/>
        <w:widowControl w:val="0"/>
      </w:pPr>
      <w:r>
        <w:t xml:space="preserve">The </w:t>
      </w:r>
      <w:r>
        <w:rPr>
          <w:i/>
        </w:rPr>
        <w:t>Chrome OS</w:t>
      </w:r>
      <w:r w:rsidR="00F94FF6">
        <w:t xml:space="preserve"> is based on a Linux kernel with a GUI based on a web browser</w:t>
      </w:r>
      <w:r w:rsidR="0024477F">
        <w:t>.</w:t>
      </w:r>
    </w:p>
    <w:p w14:paraId="458BA1BE" w14:textId="77777777" w:rsidR="00290118" w:rsidRDefault="008E0247" w:rsidP="000F411F">
      <w:pPr>
        <w:pStyle w:val="ListNumber"/>
        <w:widowControl w:val="0"/>
      </w:pPr>
      <w:r>
        <w:t xml:space="preserve">A </w:t>
      </w:r>
      <w:r>
        <w:rPr>
          <w:i/>
          <w:iCs/>
        </w:rPr>
        <w:t>personal computer (PC)</w:t>
      </w:r>
      <w:r>
        <w:t xml:space="preserve"> is a microcomputer that complies with the Microsoft</w:t>
      </w:r>
      <w:r w:rsidR="009C7616">
        <w:t>/</w:t>
      </w:r>
      <w:r>
        <w:t>Intel set of standards</w:t>
      </w:r>
      <w:r w:rsidR="003A6B5A" w:rsidRPr="003A6B5A">
        <w:t xml:space="preserve"> </w:t>
      </w:r>
      <w:r w:rsidR="003A6B5A">
        <w:t>and usually runs versions of Windows or (to a lesser degree) Linux.</w:t>
      </w:r>
    </w:p>
    <w:p w14:paraId="18C8D1AA" w14:textId="77777777" w:rsidR="00290118" w:rsidRDefault="008E0247" w:rsidP="000F411F">
      <w:pPr>
        <w:pStyle w:val="ListNumber"/>
        <w:widowControl w:val="0"/>
      </w:pPr>
      <w:r>
        <w:rPr>
          <w:i/>
          <w:iCs/>
        </w:rPr>
        <w:t>Open source</w:t>
      </w:r>
      <w:r>
        <w:t xml:space="preserve"> means that the source code of a computer program is made available free of charge to the general public.</w:t>
      </w:r>
    </w:p>
    <w:p w14:paraId="6B201FDA" w14:textId="77777777" w:rsidR="00290118" w:rsidRPr="00290118" w:rsidRDefault="003A6B5A" w:rsidP="000F411F">
      <w:pPr>
        <w:pStyle w:val="ListNumber"/>
        <w:widowControl w:val="0"/>
      </w:pPr>
      <w:r>
        <w:rPr>
          <w:iCs/>
        </w:rPr>
        <w:t xml:space="preserve">A </w:t>
      </w:r>
      <w:r>
        <w:rPr>
          <w:i/>
          <w:iCs/>
        </w:rPr>
        <w:t>f</w:t>
      </w:r>
      <w:r w:rsidR="008E0247">
        <w:rPr>
          <w:i/>
          <w:iCs/>
        </w:rPr>
        <w:t>older</w:t>
      </w:r>
      <w:r w:rsidR="008E0247">
        <w:t xml:space="preserve"> </w:t>
      </w:r>
      <w:r>
        <w:t xml:space="preserve">is </w:t>
      </w:r>
      <w:r w:rsidR="008E0247">
        <w:t xml:space="preserve">also called </w:t>
      </w:r>
      <w:r>
        <w:t xml:space="preserve">a </w:t>
      </w:r>
      <w:r w:rsidR="008E0247">
        <w:t>director</w:t>
      </w:r>
      <w:r>
        <w:t>y</w:t>
      </w:r>
      <w:r w:rsidR="008E0247">
        <w:t>.</w:t>
      </w:r>
    </w:p>
    <w:p w14:paraId="4A72D7C5" w14:textId="77777777" w:rsidR="00290118" w:rsidRDefault="003A6B5A" w:rsidP="000F411F">
      <w:pPr>
        <w:pStyle w:val="ListNumber"/>
        <w:widowControl w:val="0"/>
      </w:pPr>
      <w:r>
        <w:t xml:space="preserve">A </w:t>
      </w:r>
      <w:r>
        <w:rPr>
          <w:i/>
          <w:iCs/>
        </w:rPr>
        <w:t>cursor</w:t>
      </w:r>
      <w:r>
        <w:t xml:space="preserve"> in a CLI is a blinking marker for the current position where what you type will appear, with in a GUI it is a graphical pointer that can be moved around by manipulating a pointing device.</w:t>
      </w:r>
    </w:p>
    <w:sectPr w:rsidR="00290118" w:rsidSect="00054EE8">
      <w:headerReference w:type="even" r:id="rId8"/>
      <w:headerReference w:type="default" r:id="rId9"/>
      <w:footerReference w:type="even" r:id="rId10"/>
      <w:footerReference w:type="default" r:id="rId11"/>
      <w:headerReference w:type="first" r:id="rId12"/>
      <w:footerReference w:type="first" r:id="rId13"/>
      <w:pgSz w:w="12240" w:h="15840" w:code="1"/>
      <w:pgMar w:top="720" w:right="1440" w:bottom="1440" w:left="1440" w:header="36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737F6" w14:textId="77777777" w:rsidR="00370895" w:rsidRDefault="00370895">
      <w:r>
        <w:separator/>
      </w:r>
    </w:p>
  </w:endnote>
  <w:endnote w:type="continuationSeparator" w:id="0">
    <w:p w14:paraId="39540443" w14:textId="77777777" w:rsidR="00370895" w:rsidRDefault="00370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T Std">
    <w:altName w:val="Palatino Linotype"/>
    <w:panose1 w:val="00000000000000000000"/>
    <w:charset w:val="00"/>
    <w:family w:val="roman"/>
    <w:notTrueType/>
    <w:pitch w:val="default"/>
    <w:sig w:usb0="00000003" w:usb1="00000000" w:usb2="00000000" w:usb3="00000000" w:csb0="00000001" w:csb1="00000000"/>
  </w:font>
  <w:font w:name="Avenir LT Pro 55 Roman">
    <w:altName w:val="Calibri"/>
    <w:panose1 w:val="00000000000000000000"/>
    <w:charset w:val="00"/>
    <w:family w:val="swiss"/>
    <w:notTrueType/>
    <w:pitch w:val="default"/>
    <w:sig w:usb0="00000003" w:usb1="00000000" w:usb2="00000000" w:usb3="00000000" w:csb0="00000001" w:csb1="00000000"/>
  </w:font>
  <w:font w:name="GoudySans-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A4876" w14:textId="77777777" w:rsidR="002435AC" w:rsidRDefault="002435AC" w:rsidP="00277D15">
    <w:pPr>
      <w:pStyle w:val="Footer"/>
      <w:jc w:val="center"/>
    </w:pPr>
    <w:r>
      <w:t xml:space="preserve">IM-1 | </w:t>
    </w: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56F90" w14:textId="77777777" w:rsidR="002435AC" w:rsidRDefault="002435AC" w:rsidP="00FC5562">
    <w:pPr>
      <w:pStyle w:val="Footer"/>
      <w:jc w:val="center"/>
    </w:pPr>
    <w:r>
      <w:t xml:space="preserve">IM-1 | </w:t>
    </w: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29AC9" w14:textId="77777777" w:rsidR="002435AC" w:rsidRDefault="0024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2B89D9" w14:textId="77777777" w:rsidR="00370895" w:rsidRDefault="00370895">
      <w:r>
        <w:separator/>
      </w:r>
    </w:p>
  </w:footnote>
  <w:footnote w:type="continuationSeparator" w:id="0">
    <w:p w14:paraId="713BD1EE" w14:textId="77777777" w:rsidR="00370895" w:rsidRDefault="003708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E1A98" w14:textId="77777777" w:rsidR="002435AC" w:rsidRDefault="002435AC" w:rsidP="00277D15">
    <w:pPr>
      <w:pStyle w:val="Header"/>
    </w:pPr>
    <w:r>
      <w:t>Chapter 1</w:t>
    </w:r>
    <w:r>
      <w:tab/>
    </w:r>
    <w:r>
      <w:tab/>
      <w:t>Introduction to Operating Systems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7323F" w14:textId="77777777" w:rsidR="002435AC" w:rsidRDefault="002435AC" w:rsidP="00E855E8">
    <w:pPr>
      <w:pStyle w:val="Header"/>
      <w:jc w:val="center"/>
    </w:pPr>
    <w:r>
      <w:t>Survey of Operating Systems - Sixth Edition</w:t>
    </w:r>
    <w:r w:rsidDel="00277D15">
      <w:t xml:space="preserve"> </w:t>
    </w:r>
  </w:p>
  <w:p w14:paraId="623F61D8" w14:textId="716CA184" w:rsidR="002435AC" w:rsidRDefault="002435AC" w:rsidP="00277D15">
    <w:pPr>
      <w:pStyle w:val="Header"/>
      <w:jc w:val="center"/>
    </w:pPr>
    <w:r>
      <w:t>Instructor Manual</w:t>
    </w:r>
  </w:p>
  <w:p w14:paraId="6F7D380A" w14:textId="01C7FE2A" w:rsidR="002435AC" w:rsidRDefault="002435AC" w:rsidP="00277D15">
    <w:pPr>
      <w:pStyle w:val="Header"/>
      <w:jc w:val="center"/>
    </w:pPr>
    <w:r>
      <w:t>Chapter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B0AA8" w14:textId="77777777" w:rsidR="002435AC" w:rsidRDefault="002435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012BC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4ACA1E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BC2346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972BF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3AC52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CCA00A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05C089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0C4348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B8A724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70E5E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681D61"/>
    <w:multiLevelType w:val="multilevel"/>
    <w:tmpl w:val="0409001D"/>
    <w:name w:val="IM-Num-scheme01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048574A"/>
    <w:multiLevelType w:val="multilevel"/>
    <w:tmpl w:val="0409001D"/>
    <w:name w:val="IM-Num-scheme016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1470176"/>
    <w:multiLevelType w:val="multilevel"/>
    <w:tmpl w:val="95DCC87C"/>
    <w:lvl w:ilvl="0">
      <w:start w:val="1"/>
      <w:numFmt w:val="upperLetter"/>
      <w:pStyle w:val="IM-Outline-2"/>
      <w:lvlText w:val="%1."/>
      <w:lvlJc w:val="left"/>
      <w:pPr>
        <w:tabs>
          <w:tab w:val="num" w:pos="720"/>
        </w:tabs>
        <w:ind w:left="720" w:hanging="720"/>
      </w:pPr>
      <w:rPr>
        <w:rFonts w:hint="default"/>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66438D5"/>
    <w:multiLevelType w:val="hybridMultilevel"/>
    <w:tmpl w:val="E43C8224"/>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18523F91"/>
    <w:multiLevelType w:val="hybridMultilevel"/>
    <w:tmpl w:val="B1E2D942"/>
    <w:lvl w:ilvl="0" w:tplc="FFFFFFFF">
      <w:start w:val="1"/>
      <w:numFmt w:val="decimal"/>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19A87661"/>
    <w:multiLevelType w:val="hybridMultilevel"/>
    <w:tmpl w:val="5DA85758"/>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1A87558D"/>
    <w:multiLevelType w:val="singleLevel"/>
    <w:tmpl w:val="DCE287FC"/>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13072B2"/>
    <w:multiLevelType w:val="hybridMultilevel"/>
    <w:tmpl w:val="5DA85758"/>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2447689C"/>
    <w:multiLevelType w:val="hybridMultilevel"/>
    <w:tmpl w:val="4A9CA17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263572EA"/>
    <w:multiLevelType w:val="multilevel"/>
    <w:tmpl w:val="0409001D"/>
    <w:name w:val="IM-Num-scheme016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B18600A"/>
    <w:multiLevelType w:val="hybridMultilevel"/>
    <w:tmpl w:val="3C501702"/>
    <w:lvl w:ilvl="0" w:tplc="FFFFFFFF">
      <w:start w:val="1"/>
      <w:numFmt w:val="bullet"/>
      <w:pStyle w:val="ListBulleted"/>
      <w:lvlText w:val=""/>
      <w:lvlJc w:val="left"/>
      <w:pPr>
        <w:tabs>
          <w:tab w:val="num" w:pos="360"/>
        </w:tabs>
        <w:ind w:left="360" w:hanging="360"/>
      </w:pPr>
      <w:rPr>
        <w:rFonts w:ascii="Symbol" w:hAnsi="Symbol" w:hint="default"/>
        <w:b w:val="0"/>
        <w:i w:val="0"/>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D804106"/>
    <w:multiLevelType w:val="multilevel"/>
    <w:tmpl w:val="0409001D"/>
    <w:name w:val="IM-Num-scheme01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D9147EB"/>
    <w:multiLevelType w:val="multilevel"/>
    <w:tmpl w:val="F446D2FA"/>
    <w:styleLink w:val="Style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586CA8"/>
    <w:multiLevelType w:val="multilevel"/>
    <w:tmpl w:val="0409001D"/>
    <w:name w:val="IM-Num-scheme01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46118B7"/>
    <w:multiLevelType w:val="multilevel"/>
    <w:tmpl w:val="0409001D"/>
    <w:name w:val="IM-Num-scheme01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5565E32"/>
    <w:multiLevelType w:val="multilevel"/>
    <w:tmpl w:val="00D09DF4"/>
    <w:lvl w:ilvl="0">
      <w:start w:val="1"/>
      <w:numFmt w:val="upperRoman"/>
      <w:pStyle w:val="IM-Outline-1"/>
      <w:lvlText w:val="%1."/>
      <w:lvlJc w:val="left"/>
      <w:pPr>
        <w:tabs>
          <w:tab w:val="num" w:pos="720"/>
        </w:tabs>
        <w:ind w:left="720" w:hanging="36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1440"/>
        </w:tabs>
        <w:ind w:left="1440" w:hanging="360"/>
      </w:pPr>
      <w:rPr>
        <w:rFonts w:hint="default"/>
      </w:rPr>
    </w:lvl>
    <w:lvl w:ilvl="3">
      <w:start w:val="1"/>
      <w:numFmt w:val="lowerRoman"/>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6" w15:restartNumberingAfterBreak="0">
    <w:nsid w:val="37B56062"/>
    <w:multiLevelType w:val="multilevel"/>
    <w:tmpl w:val="0409001D"/>
    <w:name w:val="IM-Num-scheme0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94D113D"/>
    <w:multiLevelType w:val="multilevel"/>
    <w:tmpl w:val="0409001D"/>
    <w:name w:val="IM-Num-scheme01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9C54579"/>
    <w:multiLevelType w:val="singleLevel"/>
    <w:tmpl w:val="BDBA2FBC"/>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B0D7B5B"/>
    <w:multiLevelType w:val="multilevel"/>
    <w:tmpl w:val="66842F8C"/>
    <w:lvl w:ilvl="0">
      <w:start w:val="1"/>
      <w:numFmt w:val="decimal"/>
      <w:pStyle w:val="Outline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4517CC0"/>
    <w:multiLevelType w:val="hybridMultilevel"/>
    <w:tmpl w:val="68AA9DF0"/>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568A434B"/>
    <w:multiLevelType w:val="multilevel"/>
    <w:tmpl w:val="C71C1E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8F03284"/>
    <w:multiLevelType w:val="hybridMultilevel"/>
    <w:tmpl w:val="1422BE4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5BDD73D0"/>
    <w:multiLevelType w:val="singleLevel"/>
    <w:tmpl w:val="088A1390"/>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EA80A7D"/>
    <w:multiLevelType w:val="multilevel"/>
    <w:tmpl w:val="EFDC89EE"/>
    <w:lvl w:ilvl="0">
      <w:start w:val="1"/>
      <w:numFmt w:val="upperRoman"/>
      <w:pStyle w:val="IM-Outline-4"/>
      <w:lvlText w:val="%1."/>
      <w:lvlJc w:val="left"/>
      <w:pPr>
        <w:tabs>
          <w:tab w:val="num" w:pos="720"/>
        </w:tabs>
        <w:ind w:left="720" w:hanging="360"/>
      </w:pPr>
      <w:rPr>
        <w:rFonts w:hint="default"/>
      </w:rPr>
    </w:lvl>
    <w:lvl w:ilvl="1">
      <w:start w:val="1"/>
      <w:numFmt w:val="upperLetter"/>
      <w:lvlText w:val="%2."/>
      <w:lvlJc w:val="left"/>
      <w:pPr>
        <w:tabs>
          <w:tab w:val="num" w:pos="1440"/>
        </w:tabs>
        <w:ind w:left="1440" w:hanging="720"/>
      </w:pPr>
      <w:rPr>
        <w:rFonts w:hint="default"/>
      </w:rPr>
    </w:lvl>
    <w:lvl w:ilvl="2">
      <w:start w:val="1"/>
      <w:numFmt w:val="decimal"/>
      <w:pStyle w:val="IM-Outline-3"/>
      <w:lvlText w:val="%3."/>
      <w:lvlJc w:val="left"/>
      <w:pPr>
        <w:tabs>
          <w:tab w:val="num" w:pos="1440"/>
        </w:tabs>
        <w:ind w:left="2160" w:hanging="1080"/>
      </w:pPr>
      <w:rPr>
        <w:rFonts w:hint="default"/>
      </w:rPr>
    </w:lvl>
    <w:lvl w:ilvl="3">
      <w:start w:val="1"/>
      <w:numFmt w:val="lowerRoman"/>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5" w15:restartNumberingAfterBreak="0">
    <w:nsid w:val="69D73E18"/>
    <w:multiLevelType w:val="singleLevel"/>
    <w:tmpl w:val="56C43918"/>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FEC0228"/>
    <w:multiLevelType w:val="multilevel"/>
    <w:tmpl w:val="83ACEC30"/>
    <w:name w:val="IM-Num-scheme01"/>
    <w:lvl w:ilvl="0">
      <w:start w:val="1"/>
      <w:numFmt w:val="upperRoman"/>
      <w:pStyle w:val="Heading1"/>
      <w:lvlText w:val="%1."/>
      <w:lvlJc w:val="left"/>
      <w:pPr>
        <w:tabs>
          <w:tab w:val="num" w:pos="720"/>
        </w:tabs>
        <w:ind w:left="720" w:hanging="720"/>
      </w:pPr>
      <w:rPr>
        <w:rFonts w:hint="default"/>
      </w:rPr>
    </w:lvl>
    <w:lvl w:ilvl="1">
      <w:start w:val="1"/>
      <w:numFmt w:val="upperLetter"/>
      <w:pStyle w:val="Heading2"/>
      <w:lvlText w:val="%2."/>
      <w:lvlJc w:val="left"/>
      <w:pPr>
        <w:tabs>
          <w:tab w:val="num" w:pos="1440"/>
        </w:tabs>
        <w:ind w:left="1440" w:hanging="720"/>
      </w:pPr>
      <w:rPr>
        <w:rFonts w:hint="default"/>
      </w:rPr>
    </w:lvl>
    <w:lvl w:ilvl="2">
      <w:start w:val="1"/>
      <w:numFmt w:val="decimal"/>
      <w:pStyle w:val="Heading3"/>
      <w:lvlText w:val="%3."/>
      <w:lvlJc w:val="left"/>
      <w:pPr>
        <w:tabs>
          <w:tab w:val="num" w:pos="2160"/>
        </w:tabs>
        <w:ind w:left="2160" w:hanging="720"/>
      </w:pPr>
      <w:rPr>
        <w:rFonts w:hint="default"/>
      </w:rPr>
    </w:lvl>
    <w:lvl w:ilvl="3">
      <w:start w:val="1"/>
      <w:numFmt w:val="lowerRoman"/>
      <w:pStyle w:val="Heading4"/>
      <w:lvlText w:val="%4)"/>
      <w:lvlJc w:val="left"/>
      <w:pPr>
        <w:tabs>
          <w:tab w:val="num" w:pos="2880"/>
        </w:tabs>
        <w:ind w:left="2880" w:hanging="720"/>
      </w:pPr>
      <w:rPr>
        <w:rFonts w:hint="default"/>
      </w:rPr>
    </w:lvl>
    <w:lvl w:ilvl="4">
      <w:start w:val="1"/>
      <w:numFmt w:val="lowerLetter"/>
      <w:pStyle w:val="Heading5"/>
      <w:lvlText w:val="%5)"/>
      <w:lvlJc w:val="left"/>
      <w:pPr>
        <w:tabs>
          <w:tab w:val="num" w:pos="4050"/>
        </w:tabs>
        <w:ind w:left="4050" w:hanging="720"/>
      </w:pPr>
      <w:rPr>
        <w:rFonts w:hint="default"/>
      </w:rPr>
    </w:lvl>
    <w:lvl w:ilvl="5">
      <w:start w:val="1"/>
      <w:numFmt w:val="decimal"/>
      <w:pStyle w:val="Heading6"/>
      <w:lvlText w:val="%6)"/>
      <w:lvlJc w:val="left"/>
      <w:pPr>
        <w:tabs>
          <w:tab w:val="num" w:pos="4320"/>
        </w:tabs>
        <w:ind w:left="4320" w:hanging="720"/>
      </w:pPr>
      <w:rPr>
        <w:rFonts w:hint="default"/>
      </w:rPr>
    </w:lvl>
    <w:lvl w:ilvl="6">
      <w:start w:val="1"/>
      <w:numFmt w:val="decimal"/>
      <w:pStyle w:val="Heading7"/>
      <w:lvlText w:val="%7."/>
      <w:lvlJc w:val="left"/>
      <w:pPr>
        <w:tabs>
          <w:tab w:val="num" w:pos="5040"/>
        </w:tabs>
        <w:ind w:left="5040" w:hanging="720"/>
      </w:pPr>
      <w:rPr>
        <w:rFonts w:hint="default"/>
      </w:rPr>
    </w:lvl>
    <w:lvl w:ilvl="7">
      <w:start w:val="1"/>
      <w:numFmt w:val="lowerLetter"/>
      <w:pStyle w:val="Heading8"/>
      <w:lvlText w:val="%8."/>
      <w:lvlJc w:val="left"/>
      <w:pPr>
        <w:tabs>
          <w:tab w:val="num" w:pos="5760"/>
        </w:tabs>
        <w:ind w:left="5760" w:hanging="720"/>
      </w:pPr>
      <w:rPr>
        <w:rFonts w:hint="default"/>
      </w:rPr>
    </w:lvl>
    <w:lvl w:ilvl="8">
      <w:start w:val="1"/>
      <w:numFmt w:val="lowerRoman"/>
      <w:pStyle w:val="Heading9"/>
      <w:lvlText w:val="%9."/>
      <w:lvlJc w:val="left"/>
      <w:pPr>
        <w:tabs>
          <w:tab w:val="num" w:pos="6480"/>
        </w:tabs>
        <w:ind w:left="6480" w:hanging="720"/>
      </w:pPr>
      <w:rPr>
        <w:rFonts w:hint="default"/>
      </w:rPr>
    </w:lvl>
  </w:abstractNum>
  <w:abstractNum w:abstractNumId="37" w15:restartNumberingAfterBreak="0">
    <w:nsid w:val="7285232E"/>
    <w:multiLevelType w:val="hybridMultilevel"/>
    <w:tmpl w:val="908E3880"/>
    <w:lvl w:ilvl="0" w:tplc="000F0409">
      <w:start w:val="1"/>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8" w15:restartNumberingAfterBreak="0">
    <w:nsid w:val="747F092A"/>
    <w:multiLevelType w:val="multilevel"/>
    <w:tmpl w:val="F446D2FA"/>
    <w:numStyleLink w:val="StyleBulleted"/>
  </w:abstractNum>
  <w:abstractNum w:abstractNumId="39" w15:restartNumberingAfterBreak="0">
    <w:nsid w:val="74FD6901"/>
    <w:multiLevelType w:val="multilevel"/>
    <w:tmpl w:val="AE6AB0E2"/>
    <w:lvl w:ilvl="0">
      <w:start w:val="1"/>
      <w:numFmt w:val="upperRoman"/>
      <w:pStyle w:val="Outline4"/>
      <w:lvlText w:val="%1."/>
      <w:lvlJc w:val="left"/>
      <w:pPr>
        <w:tabs>
          <w:tab w:val="num" w:pos="720"/>
        </w:tabs>
        <w:ind w:left="720" w:hanging="360"/>
      </w:pPr>
      <w:rPr>
        <w:rFonts w:hint="default"/>
      </w:rPr>
    </w:lvl>
    <w:lvl w:ilvl="1">
      <w:start w:val="1"/>
      <w:numFmt w:val="upperLetter"/>
      <w:pStyle w:val="Outline2"/>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lowerRoman"/>
      <w:lvlText w:val="%3(%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0" w15:restartNumberingAfterBreak="0">
    <w:nsid w:val="754E046B"/>
    <w:multiLevelType w:val="hybridMultilevel"/>
    <w:tmpl w:val="3C66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F936F6"/>
    <w:multiLevelType w:val="multilevel"/>
    <w:tmpl w:val="F446D2FA"/>
    <w:numStyleLink w:val="StyleBulleted"/>
  </w:abstractNum>
  <w:num w:numId="1">
    <w:abstractNumId w:val="22"/>
  </w:num>
  <w:num w:numId="2">
    <w:abstractNumId w:val="41"/>
  </w:num>
  <w:num w:numId="3">
    <w:abstractNumId w:val="9"/>
  </w:num>
  <w:num w:numId="4">
    <w:abstractNumId w:val="5"/>
  </w:num>
  <w:num w:numId="5">
    <w:abstractNumId w:val="39"/>
  </w:num>
  <w:num w:numId="6">
    <w:abstractNumId w:val="12"/>
  </w:num>
  <w:num w:numId="7">
    <w:abstractNumId w:val="25"/>
  </w:num>
  <w:num w:numId="8">
    <w:abstractNumId w:val="34"/>
  </w:num>
  <w:num w:numId="9">
    <w:abstractNumId w:val="36"/>
  </w:num>
  <w:num w:numId="10">
    <w:abstractNumId w:val="20"/>
  </w:num>
  <w:num w:numId="11">
    <w:abstractNumId w:val="8"/>
    <w:lvlOverride w:ilvl="0">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num>
  <w:num w:numId="14">
    <w:abstractNumId w:val="13"/>
  </w:num>
  <w:num w:numId="15">
    <w:abstractNumId w:val="32"/>
  </w:num>
  <w:num w:numId="16">
    <w:abstractNumId w:val="36"/>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num>
  <w:num w:numId="18">
    <w:abstractNumId w:val="31"/>
  </w:num>
  <w:num w:numId="19">
    <w:abstractNumId w:val="38"/>
  </w:num>
  <w:num w:numId="20">
    <w:abstractNumId w:val="8"/>
  </w:num>
  <w:num w:numId="21">
    <w:abstractNumId w:val="7"/>
  </w:num>
  <w:num w:numId="22">
    <w:abstractNumId w:val="6"/>
  </w:num>
  <w:num w:numId="23">
    <w:abstractNumId w:val="4"/>
  </w:num>
  <w:num w:numId="24">
    <w:abstractNumId w:val="3"/>
  </w:num>
  <w:num w:numId="25">
    <w:abstractNumId w:val="2"/>
  </w:num>
  <w:num w:numId="26">
    <w:abstractNumId w:val="1"/>
  </w:num>
  <w:num w:numId="27">
    <w:abstractNumId w:val="0"/>
  </w:num>
  <w:num w:numId="28">
    <w:abstractNumId w:val="16"/>
  </w:num>
  <w:num w:numId="29">
    <w:abstractNumId w:val="35"/>
  </w:num>
  <w:num w:numId="30">
    <w:abstractNumId w:val="28"/>
  </w:num>
  <w:num w:numId="31">
    <w:abstractNumId w:val="33"/>
  </w:num>
  <w:num w:numId="32">
    <w:abstractNumId w:val="18"/>
  </w:num>
  <w:num w:numId="33">
    <w:abstractNumId w:val="15"/>
  </w:num>
  <w:num w:numId="34">
    <w:abstractNumId w:val="37"/>
  </w:num>
  <w:num w:numId="35">
    <w:abstractNumId w:val="30"/>
  </w:num>
  <w:num w:numId="36">
    <w:abstractNumId w:val="17"/>
  </w:num>
  <w:num w:numId="37">
    <w:abstractNumId w:val="14"/>
  </w:num>
  <w:num w:numId="38">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proofState w:spelling="clean" w:grammar="clean"/>
  <w:attachedTemplate r:id="rId1"/>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89E"/>
    <w:rsid w:val="00001E69"/>
    <w:rsid w:val="00010337"/>
    <w:rsid w:val="00013BB8"/>
    <w:rsid w:val="00015BA8"/>
    <w:rsid w:val="00021A43"/>
    <w:rsid w:val="0002322D"/>
    <w:rsid w:val="00024F15"/>
    <w:rsid w:val="00026092"/>
    <w:rsid w:val="00027BA4"/>
    <w:rsid w:val="00040275"/>
    <w:rsid w:val="00043358"/>
    <w:rsid w:val="000446AA"/>
    <w:rsid w:val="00046159"/>
    <w:rsid w:val="0005050A"/>
    <w:rsid w:val="00054EE8"/>
    <w:rsid w:val="00070F3B"/>
    <w:rsid w:val="00071391"/>
    <w:rsid w:val="00074CFE"/>
    <w:rsid w:val="0008127E"/>
    <w:rsid w:val="00090CBB"/>
    <w:rsid w:val="000911F0"/>
    <w:rsid w:val="00091242"/>
    <w:rsid w:val="00093D2C"/>
    <w:rsid w:val="00094B21"/>
    <w:rsid w:val="00097B0B"/>
    <w:rsid w:val="000B1208"/>
    <w:rsid w:val="000B1E80"/>
    <w:rsid w:val="000B29A0"/>
    <w:rsid w:val="000B5792"/>
    <w:rsid w:val="000C23B1"/>
    <w:rsid w:val="000C3D7F"/>
    <w:rsid w:val="000D15FA"/>
    <w:rsid w:val="000D181C"/>
    <w:rsid w:val="000D286A"/>
    <w:rsid w:val="000D4B28"/>
    <w:rsid w:val="000D56AC"/>
    <w:rsid w:val="000D5994"/>
    <w:rsid w:val="000F2DE3"/>
    <w:rsid w:val="000F344A"/>
    <w:rsid w:val="000F411F"/>
    <w:rsid w:val="000F6372"/>
    <w:rsid w:val="000F6464"/>
    <w:rsid w:val="001047B3"/>
    <w:rsid w:val="00113A89"/>
    <w:rsid w:val="0012067F"/>
    <w:rsid w:val="00131BA9"/>
    <w:rsid w:val="0014466F"/>
    <w:rsid w:val="001467F2"/>
    <w:rsid w:val="00154D2C"/>
    <w:rsid w:val="00160EA6"/>
    <w:rsid w:val="00163941"/>
    <w:rsid w:val="00165B8A"/>
    <w:rsid w:val="00172911"/>
    <w:rsid w:val="00173F6D"/>
    <w:rsid w:val="00177E35"/>
    <w:rsid w:val="0018002A"/>
    <w:rsid w:val="001801BD"/>
    <w:rsid w:val="00183CDC"/>
    <w:rsid w:val="00184FC7"/>
    <w:rsid w:val="00190CEC"/>
    <w:rsid w:val="0019386C"/>
    <w:rsid w:val="001A028B"/>
    <w:rsid w:val="001B17E6"/>
    <w:rsid w:val="001B3302"/>
    <w:rsid w:val="001B65B8"/>
    <w:rsid w:val="001C0875"/>
    <w:rsid w:val="001C112C"/>
    <w:rsid w:val="001C3355"/>
    <w:rsid w:val="001C3A77"/>
    <w:rsid w:val="001C55DB"/>
    <w:rsid w:val="001C7233"/>
    <w:rsid w:val="001D549B"/>
    <w:rsid w:val="001E0FEF"/>
    <w:rsid w:val="001E2FAB"/>
    <w:rsid w:val="001E4B5D"/>
    <w:rsid w:val="001E6999"/>
    <w:rsid w:val="001F4B4D"/>
    <w:rsid w:val="00200949"/>
    <w:rsid w:val="00201F1F"/>
    <w:rsid w:val="00206D28"/>
    <w:rsid w:val="0021298E"/>
    <w:rsid w:val="00212DC8"/>
    <w:rsid w:val="00212F63"/>
    <w:rsid w:val="00213D98"/>
    <w:rsid w:val="002161DF"/>
    <w:rsid w:val="0022489B"/>
    <w:rsid w:val="00234B87"/>
    <w:rsid w:val="002367AE"/>
    <w:rsid w:val="002368D9"/>
    <w:rsid w:val="00236CCC"/>
    <w:rsid w:val="00243304"/>
    <w:rsid w:val="002435AC"/>
    <w:rsid w:val="0024477F"/>
    <w:rsid w:val="002500BC"/>
    <w:rsid w:val="00252BD7"/>
    <w:rsid w:val="00253318"/>
    <w:rsid w:val="00253748"/>
    <w:rsid w:val="002568AA"/>
    <w:rsid w:val="00260F5E"/>
    <w:rsid w:val="00262CC9"/>
    <w:rsid w:val="00270E54"/>
    <w:rsid w:val="00277D15"/>
    <w:rsid w:val="00283101"/>
    <w:rsid w:val="002832E7"/>
    <w:rsid w:val="002875B8"/>
    <w:rsid w:val="00290118"/>
    <w:rsid w:val="00293DCB"/>
    <w:rsid w:val="00294B35"/>
    <w:rsid w:val="00295A39"/>
    <w:rsid w:val="00296C64"/>
    <w:rsid w:val="002A4E4F"/>
    <w:rsid w:val="002A5423"/>
    <w:rsid w:val="002A755E"/>
    <w:rsid w:val="002A7C48"/>
    <w:rsid w:val="002B1470"/>
    <w:rsid w:val="002B26AD"/>
    <w:rsid w:val="002B5EDE"/>
    <w:rsid w:val="002C3960"/>
    <w:rsid w:val="002C44C9"/>
    <w:rsid w:val="002C6B6C"/>
    <w:rsid w:val="002D074F"/>
    <w:rsid w:val="002D6F9D"/>
    <w:rsid w:val="002E2C46"/>
    <w:rsid w:val="002E602D"/>
    <w:rsid w:val="00303091"/>
    <w:rsid w:val="00303B73"/>
    <w:rsid w:val="00312B57"/>
    <w:rsid w:val="00314D6A"/>
    <w:rsid w:val="00315AFD"/>
    <w:rsid w:val="00317085"/>
    <w:rsid w:val="003205E9"/>
    <w:rsid w:val="0032450C"/>
    <w:rsid w:val="003354D0"/>
    <w:rsid w:val="00340065"/>
    <w:rsid w:val="003430DC"/>
    <w:rsid w:val="003440B4"/>
    <w:rsid w:val="0034691A"/>
    <w:rsid w:val="003471B7"/>
    <w:rsid w:val="00361D2A"/>
    <w:rsid w:val="00367FC4"/>
    <w:rsid w:val="00370750"/>
    <w:rsid w:val="00370895"/>
    <w:rsid w:val="003728C7"/>
    <w:rsid w:val="00374F49"/>
    <w:rsid w:val="00393918"/>
    <w:rsid w:val="003A000C"/>
    <w:rsid w:val="003A6B5A"/>
    <w:rsid w:val="003A74C9"/>
    <w:rsid w:val="003B105B"/>
    <w:rsid w:val="003B2743"/>
    <w:rsid w:val="003B67D7"/>
    <w:rsid w:val="003C0253"/>
    <w:rsid w:val="003C20D2"/>
    <w:rsid w:val="003C3CE6"/>
    <w:rsid w:val="003C5268"/>
    <w:rsid w:val="003C6831"/>
    <w:rsid w:val="003D0EC8"/>
    <w:rsid w:val="003E3B0C"/>
    <w:rsid w:val="003E4C3D"/>
    <w:rsid w:val="003F0BE1"/>
    <w:rsid w:val="003F231D"/>
    <w:rsid w:val="003F662B"/>
    <w:rsid w:val="00402BEB"/>
    <w:rsid w:val="0041217E"/>
    <w:rsid w:val="00412C2E"/>
    <w:rsid w:val="0041380B"/>
    <w:rsid w:val="004152D8"/>
    <w:rsid w:val="004238F7"/>
    <w:rsid w:val="004274B4"/>
    <w:rsid w:val="00427547"/>
    <w:rsid w:val="0043060E"/>
    <w:rsid w:val="00433152"/>
    <w:rsid w:val="00434B83"/>
    <w:rsid w:val="00437F83"/>
    <w:rsid w:val="0044353D"/>
    <w:rsid w:val="00447CB4"/>
    <w:rsid w:val="00452873"/>
    <w:rsid w:val="00460845"/>
    <w:rsid w:val="00462A2F"/>
    <w:rsid w:val="004705F7"/>
    <w:rsid w:val="00470F88"/>
    <w:rsid w:val="00471BBF"/>
    <w:rsid w:val="00473745"/>
    <w:rsid w:val="004761E4"/>
    <w:rsid w:val="0048070D"/>
    <w:rsid w:val="00482799"/>
    <w:rsid w:val="00483223"/>
    <w:rsid w:val="0048542F"/>
    <w:rsid w:val="004913DD"/>
    <w:rsid w:val="00491BFC"/>
    <w:rsid w:val="0049262F"/>
    <w:rsid w:val="00494BCD"/>
    <w:rsid w:val="004A0164"/>
    <w:rsid w:val="004A2072"/>
    <w:rsid w:val="004A4D04"/>
    <w:rsid w:val="004A5087"/>
    <w:rsid w:val="004A5BB0"/>
    <w:rsid w:val="004B2325"/>
    <w:rsid w:val="004B4ADC"/>
    <w:rsid w:val="004B5346"/>
    <w:rsid w:val="004C0728"/>
    <w:rsid w:val="004C0DF2"/>
    <w:rsid w:val="004C139E"/>
    <w:rsid w:val="004C1C9F"/>
    <w:rsid w:val="004C419B"/>
    <w:rsid w:val="004D0A13"/>
    <w:rsid w:val="004D0EB4"/>
    <w:rsid w:val="004D160A"/>
    <w:rsid w:val="004D3D52"/>
    <w:rsid w:val="004D4BD1"/>
    <w:rsid w:val="004D7943"/>
    <w:rsid w:val="004E032B"/>
    <w:rsid w:val="004E22C0"/>
    <w:rsid w:val="004E257E"/>
    <w:rsid w:val="004E629E"/>
    <w:rsid w:val="004F0878"/>
    <w:rsid w:val="004F4290"/>
    <w:rsid w:val="004F440E"/>
    <w:rsid w:val="004F62B0"/>
    <w:rsid w:val="005058FB"/>
    <w:rsid w:val="00507CA9"/>
    <w:rsid w:val="00510B2B"/>
    <w:rsid w:val="00511596"/>
    <w:rsid w:val="005133EF"/>
    <w:rsid w:val="00513AFE"/>
    <w:rsid w:val="005162E1"/>
    <w:rsid w:val="00520F88"/>
    <w:rsid w:val="0052104C"/>
    <w:rsid w:val="00523226"/>
    <w:rsid w:val="0052501A"/>
    <w:rsid w:val="00531B5A"/>
    <w:rsid w:val="005322EA"/>
    <w:rsid w:val="005328FD"/>
    <w:rsid w:val="00532ADA"/>
    <w:rsid w:val="00532BB1"/>
    <w:rsid w:val="0053430F"/>
    <w:rsid w:val="005373AD"/>
    <w:rsid w:val="00546F55"/>
    <w:rsid w:val="00550525"/>
    <w:rsid w:val="00550758"/>
    <w:rsid w:val="00551707"/>
    <w:rsid w:val="00552FFB"/>
    <w:rsid w:val="005534B2"/>
    <w:rsid w:val="0056545E"/>
    <w:rsid w:val="005726BD"/>
    <w:rsid w:val="0057275E"/>
    <w:rsid w:val="005734AD"/>
    <w:rsid w:val="0057727B"/>
    <w:rsid w:val="00577E27"/>
    <w:rsid w:val="00581298"/>
    <w:rsid w:val="0058246B"/>
    <w:rsid w:val="005836EC"/>
    <w:rsid w:val="00585A3F"/>
    <w:rsid w:val="00593AAE"/>
    <w:rsid w:val="00596A04"/>
    <w:rsid w:val="005A37F3"/>
    <w:rsid w:val="005B558C"/>
    <w:rsid w:val="005B7D99"/>
    <w:rsid w:val="005C0840"/>
    <w:rsid w:val="005C1029"/>
    <w:rsid w:val="005C24A5"/>
    <w:rsid w:val="005C290F"/>
    <w:rsid w:val="005C37E1"/>
    <w:rsid w:val="005E32C3"/>
    <w:rsid w:val="005E6464"/>
    <w:rsid w:val="005E7304"/>
    <w:rsid w:val="005F5BA9"/>
    <w:rsid w:val="005F6517"/>
    <w:rsid w:val="005F6CD3"/>
    <w:rsid w:val="00601528"/>
    <w:rsid w:val="0060228B"/>
    <w:rsid w:val="006062AC"/>
    <w:rsid w:val="00606F32"/>
    <w:rsid w:val="00610136"/>
    <w:rsid w:val="00615FE4"/>
    <w:rsid w:val="0062220E"/>
    <w:rsid w:val="00623ADB"/>
    <w:rsid w:val="006277BA"/>
    <w:rsid w:val="00633E3C"/>
    <w:rsid w:val="006407B2"/>
    <w:rsid w:val="006442AF"/>
    <w:rsid w:val="006501FF"/>
    <w:rsid w:val="006524AD"/>
    <w:rsid w:val="0066022A"/>
    <w:rsid w:val="00662819"/>
    <w:rsid w:val="00666608"/>
    <w:rsid w:val="006753CF"/>
    <w:rsid w:val="006776DF"/>
    <w:rsid w:val="00677E8B"/>
    <w:rsid w:val="006858AC"/>
    <w:rsid w:val="00685968"/>
    <w:rsid w:val="006867E3"/>
    <w:rsid w:val="00690CF7"/>
    <w:rsid w:val="00691BD5"/>
    <w:rsid w:val="00691EE0"/>
    <w:rsid w:val="0069223E"/>
    <w:rsid w:val="00695019"/>
    <w:rsid w:val="006A12FA"/>
    <w:rsid w:val="006A3E1F"/>
    <w:rsid w:val="006A522C"/>
    <w:rsid w:val="006A56FA"/>
    <w:rsid w:val="006A7052"/>
    <w:rsid w:val="006B126C"/>
    <w:rsid w:val="006B205E"/>
    <w:rsid w:val="006B679D"/>
    <w:rsid w:val="006D1B29"/>
    <w:rsid w:val="006D2BE8"/>
    <w:rsid w:val="006D3D52"/>
    <w:rsid w:val="006D3F30"/>
    <w:rsid w:val="006D41E3"/>
    <w:rsid w:val="006E5889"/>
    <w:rsid w:val="006E63C7"/>
    <w:rsid w:val="006F2CD6"/>
    <w:rsid w:val="006F3BC6"/>
    <w:rsid w:val="006F43B7"/>
    <w:rsid w:val="006F61B4"/>
    <w:rsid w:val="00701806"/>
    <w:rsid w:val="007037D2"/>
    <w:rsid w:val="00703D9C"/>
    <w:rsid w:val="00707C6C"/>
    <w:rsid w:val="007119FA"/>
    <w:rsid w:val="00713356"/>
    <w:rsid w:val="00723D89"/>
    <w:rsid w:val="007247FF"/>
    <w:rsid w:val="007250BB"/>
    <w:rsid w:val="00726014"/>
    <w:rsid w:val="00730407"/>
    <w:rsid w:val="00731119"/>
    <w:rsid w:val="00731262"/>
    <w:rsid w:val="00731EA9"/>
    <w:rsid w:val="007324FD"/>
    <w:rsid w:val="007341E0"/>
    <w:rsid w:val="00734548"/>
    <w:rsid w:val="00743C55"/>
    <w:rsid w:val="00744DB5"/>
    <w:rsid w:val="00747591"/>
    <w:rsid w:val="00764081"/>
    <w:rsid w:val="007811B9"/>
    <w:rsid w:val="0079436D"/>
    <w:rsid w:val="0079746C"/>
    <w:rsid w:val="007A2431"/>
    <w:rsid w:val="007B3D55"/>
    <w:rsid w:val="007C03EC"/>
    <w:rsid w:val="007C06E9"/>
    <w:rsid w:val="007C5F2E"/>
    <w:rsid w:val="007D32BE"/>
    <w:rsid w:val="007D537F"/>
    <w:rsid w:val="007E0FEC"/>
    <w:rsid w:val="007E486A"/>
    <w:rsid w:val="007E7928"/>
    <w:rsid w:val="007E7FD4"/>
    <w:rsid w:val="0080544B"/>
    <w:rsid w:val="00812C60"/>
    <w:rsid w:val="00813988"/>
    <w:rsid w:val="00813E40"/>
    <w:rsid w:val="00820251"/>
    <w:rsid w:val="008243D6"/>
    <w:rsid w:val="00825D2F"/>
    <w:rsid w:val="0083257C"/>
    <w:rsid w:val="00835025"/>
    <w:rsid w:val="008353AA"/>
    <w:rsid w:val="00836A01"/>
    <w:rsid w:val="008372A0"/>
    <w:rsid w:val="00845BF0"/>
    <w:rsid w:val="00846EB8"/>
    <w:rsid w:val="008478F3"/>
    <w:rsid w:val="00855327"/>
    <w:rsid w:val="008612DB"/>
    <w:rsid w:val="00867682"/>
    <w:rsid w:val="00870FD2"/>
    <w:rsid w:val="008733BE"/>
    <w:rsid w:val="00875269"/>
    <w:rsid w:val="00875454"/>
    <w:rsid w:val="0088025A"/>
    <w:rsid w:val="0088061B"/>
    <w:rsid w:val="008902F4"/>
    <w:rsid w:val="00891C34"/>
    <w:rsid w:val="00896AE2"/>
    <w:rsid w:val="00897EC4"/>
    <w:rsid w:val="008A0583"/>
    <w:rsid w:val="008A1B16"/>
    <w:rsid w:val="008B7338"/>
    <w:rsid w:val="008C047D"/>
    <w:rsid w:val="008C071D"/>
    <w:rsid w:val="008C2F60"/>
    <w:rsid w:val="008D3E1C"/>
    <w:rsid w:val="008D479E"/>
    <w:rsid w:val="008E0247"/>
    <w:rsid w:val="008E3105"/>
    <w:rsid w:val="008E7BA9"/>
    <w:rsid w:val="008F43A1"/>
    <w:rsid w:val="008F7918"/>
    <w:rsid w:val="009005D0"/>
    <w:rsid w:val="00900F2F"/>
    <w:rsid w:val="00901547"/>
    <w:rsid w:val="009024F9"/>
    <w:rsid w:val="00904692"/>
    <w:rsid w:val="009060E7"/>
    <w:rsid w:val="009121CD"/>
    <w:rsid w:val="00913CDA"/>
    <w:rsid w:val="0091774F"/>
    <w:rsid w:val="009209CD"/>
    <w:rsid w:val="009225AB"/>
    <w:rsid w:val="009237AE"/>
    <w:rsid w:val="00923E16"/>
    <w:rsid w:val="00924045"/>
    <w:rsid w:val="00924240"/>
    <w:rsid w:val="00925855"/>
    <w:rsid w:val="00943C01"/>
    <w:rsid w:val="00945F34"/>
    <w:rsid w:val="00955676"/>
    <w:rsid w:val="009560A4"/>
    <w:rsid w:val="009615F5"/>
    <w:rsid w:val="009637E0"/>
    <w:rsid w:val="00966F93"/>
    <w:rsid w:val="00976F2F"/>
    <w:rsid w:val="0097762F"/>
    <w:rsid w:val="00977D9E"/>
    <w:rsid w:val="00982292"/>
    <w:rsid w:val="00982393"/>
    <w:rsid w:val="00982C17"/>
    <w:rsid w:val="00986720"/>
    <w:rsid w:val="00987C46"/>
    <w:rsid w:val="00994FCA"/>
    <w:rsid w:val="009968A7"/>
    <w:rsid w:val="009A507B"/>
    <w:rsid w:val="009B10BE"/>
    <w:rsid w:val="009B596C"/>
    <w:rsid w:val="009B7A4B"/>
    <w:rsid w:val="009B7E63"/>
    <w:rsid w:val="009C48DA"/>
    <w:rsid w:val="009C5CBE"/>
    <w:rsid w:val="009C7616"/>
    <w:rsid w:val="009C7892"/>
    <w:rsid w:val="009D118C"/>
    <w:rsid w:val="009D6069"/>
    <w:rsid w:val="009E0582"/>
    <w:rsid w:val="009E31A8"/>
    <w:rsid w:val="009E5D0D"/>
    <w:rsid w:val="009F1633"/>
    <w:rsid w:val="00A01BF5"/>
    <w:rsid w:val="00A03669"/>
    <w:rsid w:val="00A036A9"/>
    <w:rsid w:val="00A05F22"/>
    <w:rsid w:val="00A12684"/>
    <w:rsid w:val="00A126AC"/>
    <w:rsid w:val="00A130C1"/>
    <w:rsid w:val="00A13DEA"/>
    <w:rsid w:val="00A22C02"/>
    <w:rsid w:val="00A26342"/>
    <w:rsid w:val="00A26391"/>
    <w:rsid w:val="00A26FF9"/>
    <w:rsid w:val="00A27E6C"/>
    <w:rsid w:val="00A37914"/>
    <w:rsid w:val="00A41B95"/>
    <w:rsid w:val="00A43B9F"/>
    <w:rsid w:val="00A4489E"/>
    <w:rsid w:val="00A46DF7"/>
    <w:rsid w:val="00A472DD"/>
    <w:rsid w:val="00A5438E"/>
    <w:rsid w:val="00A55219"/>
    <w:rsid w:val="00A629E4"/>
    <w:rsid w:val="00A6515B"/>
    <w:rsid w:val="00A73104"/>
    <w:rsid w:val="00A74D8E"/>
    <w:rsid w:val="00A7502C"/>
    <w:rsid w:val="00A7578D"/>
    <w:rsid w:val="00A83B06"/>
    <w:rsid w:val="00A864EF"/>
    <w:rsid w:val="00A92968"/>
    <w:rsid w:val="00A9430C"/>
    <w:rsid w:val="00A964A5"/>
    <w:rsid w:val="00A96AA5"/>
    <w:rsid w:val="00AA0354"/>
    <w:rsid w:val="00AA21C9"/>
    <w:rsid w:val="00AA486F"/>
    <w:rsid w:val="00AA537D"/>
    <w:rsid w:val="00AA5A06"/>
    <w:rsid w:val="00AA7DCB"/>
    <w:rsid w:val="00AB035C"/>
    <w:rsid w:val="00AB0370"/>
    <w:rsid w:val="00AB6A23"/>
    <w:rsid w:val="00AC26E1"/>
    <w:rsid w:val="00AC2715"/>
    <w:rsid w:val="00AD224C"/>
    <w:rsid w:val="00AE16D7"/>
    <w:rsid w:val="00AE1A81"/>
    <w:rsid w:val="00AE1B0B"/>
    <w:rsid w:val="00AE1EDA"/>
    <w:rsid w:val="00AE253E"/>
    <w:rsid w:val="00AE7BB2"/>
    <w:rsid w:val="00AF2A50"/>
    <w:rsid w:val="00AF4282"/>
    <w:rsid w:val="00AF7DBE"/>
    <w:rsid w:val="00AF7E1E"/>
    <w:rsid w:val="00B02571"/>
    <w:rsid w:val="00B0290D"/>
    <w:rsid w:val="00B05B51"/>
    <w:rsid w:val="00B0671F"/>
    <w:rsid w:val="00B10940"/>
    <w:rsid w:val="00B11514"/>
    <w:rsid w:val="00B12A3D"/>
    <w:rsid w:val="00B30063"/>
    <w:rsid w:val="00B3216B"/>
    <w:rsid w:val="00B3329F"/>
    <w:rsid w:val="00B35D4B"/>
    <w:rsid w:val="00B619F9"/>
    <w:rsid w:val="00B65A7E"/>
    <w:rsid w:val="00B7310B"/>
    <w:rsid w:val="00B75CD1"/>
    <w:rsid w:val="00B76342"/>
    <w:rsid w:val="00B770A2"/>
    <w:rsid w:val="00B8547F"/>
    <w:rsid w:val="00B86BC4"/>
    <w:rsid w:val="00B92122"/>
    <w:rsid w:val="00B961A0"/>
    <w:rsid w:val="00B96D90"/>
    <w:rsid w:val="00BA003A"/>
    <w:rsid w:val="00BA0A4C"/>
    <w:rsid w:val="00BA3005"/>
    <w:rsid w:val="00BA52D2"/>
    <w:rsid w:val="00BA6A7C"/>
    <w:rsid w:val="00BA71E9"/>
    <w:rsid w:val="00BB039A"/>
    <w:rsid w:val="00BB2782"/>
    <w:rsid w:val="00BB2A09"/>
    <w:rsid w:val="00BB3472"/>
    <w:rsid w:val="00BB6B0D"/>
    <w:rsid w:val="00BC4607"/>
    <w:rsid w:val="00BC5EE4"/>
    <w:rsid w:val="00BC75B6"/>
    <w:rsid w:val="00BC7B49"/>
    <w:rsid w:val="00BC7F5B"/>
    <w:rsid w:val="00BD2594"/>
    <w:rsid w:val="00BD4B95"/>
    <w:rsid w:val="00BD6A46"/>
    <w:rsid w:val="00BE197E"/>
    <w:rsid w:val="00BE5E49"/>
    <w:rsid w:val="00BE705F"/>
    <w:rsid w:val="00BF12AF"/>
    <w:rsid w:val="00BF3EC6"/>
    <w:rsid w:val="00BF651E"/>
    <w:rsid w:val="00C03756"/>
    <w:rsid w:val="00C039EB"/>
    <w:rsid w:val="00C07E1F"/>
    <w:rsid w:val="00C1650A"/>
    <w:rsid w:val="00C16EF6"/>
    <w:rsid w:val="00C1793E"/>
    <w:rsid w:val="00C22464"/>
    <w:rsid w:val="00C31FCF"/>
    <w:rsid w:val="00C415E3"/>
    <w:rsid w:val="00C4438C"/>
    <w:rsid w:val="00C44BBD"/>
    <w:rsid w:val="00C4543D"/>
    <w:rsid w:val="00C5143D"/>
    <w:rsid w:val="00C523E5"/>
    <w:rsid w:val="00C52A89"/>
    <w:rsid w:val="00C60CCC"/>
    <w:rsid w:val="00C65132"/>
    <w:rsid w:val="00C75B43"/>
    <w:rsid w:val="00C82B07"/>
    <w:rsid w:val="00C8744F"/>
    <w:rsid w:val="00C90636"/>
    <w:rsid w:val="00C90FEC"/>
    <w:rsid w:val="00C929A3"/>
    <w:rsid w:val="00C93666"/>
    <w:rsid w:val="00C9416A"/>
    <w:rsid w:val="00C9635A"/>
    <w:rsid w:val="00C96B9B"/>
    <w:rsid w:val="00CA2526"/>
    <w:rsid w:val="00CA2824"/>
    <w:rsid w:val="00CB0E44"/>
    <w:rsid w:val="00CC3FE1"/>
    <w:rsid w:val="00CC506B"/>
    <w:rsid w:val="00CC76B4"/>
    <w:rsid w:val="00CD4449"/>
    <w:rsid w:val="00CD54A4"/>
    <w:rsid w:val="00CD7801"/>
    <w:rsid w:val="00CD7B35"/>
    <w:rsid w:val="00CE2E3E"/>
    <w:rsid w:val="00CE361C"/>
    <w:rsid w:val="00CE77F8"/>
    <w:rsid w:val="00CF2D50"/>
    <w:rsid w:val="00D03643"/>
    <w:rsid w:val="00D07EAE"/>
    <w:rsid w:val="00D11BF7"/>
    <w:rsid w:val="00D12D02"/>
    <w:rsid w:val="00D15C4B"/>
    <w:rsid w:val="00D17415"/>
    <w:rsid w:val="00D17F10"/>
    <w:rsid w:val="00D20C27"/>
    <w:rsid w:val="00D20E96"/>
    <w:rsid w:val="00D2245B"/>
    <w:rsid w:val="00D30855"/>
    <w:rsid w:val="00D31539"/>
    <w:rsid w:val="00D32235"/>
    <w:rsid w:val="00D371CC"/>
    <w:rsid w:val="00D4144F"/>
    <w:rsid w:val="00D5042E"/>
    <w:rsid w:val="00D50446"/>
    <w:rsid w:val="00D52A0B"/>
    <w:rsid w:val="00D53465"/>
    <w:rsid w:val="00D5520F"/>
    <w:rsid w:val="00D55B1C"/>
    <w:rsid w:val="00D63745"/>
    <w:rsid w:val="00D63CD8"/>
    <w:rsid w:val="00D6632D"/>
    <w:rsid w:val="00D66A81"/>
    <w:rsid w:val="00D73BD8"/>
    <w:rsid w:val="00D7770D"/>
    <w:rsid w:val="00D81BFC"/>
    <w:rsid w:val="00D9031A"/>
    <w:rsid w:val="00D9151A"/>
    <w:rsid w:val="00D91C32"/>
    <w:rsid w:val="00D94820"/>
    <w:rsid w:val="00D96471"/>
    <w:rsid w:val="00D96C5F"/>
    <w:rsid w:val="00DA2B2B"/>
    <w:rsid w:val="00DA794E"/>
    <w:rsid w:val="00DC1874"/>
    <w:rsid w:val="00DC1CBB"/>
    <w:rsid w:val="00DD108A"/>
    <w:rsid w:val="00DD1DBA"/>
    <w:rsid w:val="00DD361F"/>
    <w:rsid w:val="00DD4EB3"/>
    <w:rsid w:val="00DD7925"/>
    <w:rsid w:val="00DE6E46"/>
    <w:rsid w:val="00DE7300"/>
    <w:rsid w:val="00DF4FAF"/>
    <w:rsid w:val="00DF51D1"/>
    <w:rsid w:val="00DF7D8B"/>
    <w:rsid w:val="00E0365F"/>
    <w:rsid w:val="00E0680B"/>
    <w:rsid w:val="00E11BF0"/>
    <w:rsid w:val="00E1629E"/>
    <w:rsid w:val="00E16E10"/>
    <w:rsid w:val="00E20EB0"/>
    <w:rsid w:val="00E306B1"/>
    <w:rsid w:val="00E31F01"/>
    <w:rsid w:val="00E343A0"/>
    <w:rsid w:val="00E36100"/>
    <w:rsid w:val="00E36710"/>
    <w:rsid w:val="00E41F10"/>
    <w:rsid w:val="00E41F3C"/>
    <w:rsid w:val="00E4409B"/>
    <w:rsid w:val="00E44726"/>
    <w:rsid w:val="00E44CF9"/>
    <w:rsid w:val="00E538B6"/>
    <w:rsid w:val="00E561E4"/>
    <w:rsid w:val="00E663B7"/>
    <w:rsid w:val="00E726E8"/>
    <w:rsid w:val="00E74CA8"/>
    <w:rsid w:val="00E753A6"/>
    <w:rsid w:val="00E76FE8"/>
    <w:rsid w:val="00E83C5A"/>
    <w:rsid w:val="00E855E8"/>
    <w:rsid w:val="00E87714"/>
    <w:rsid w:val="00E926BC"/>
    <w:rsid w:val="00E93043"/>
    <w:rsid w:val="00EA23C6"/>
    <w:rsid w:val="00EA32C8"/>
    <w:rsid w:val="00EA3925"/>
    <w:rsid w:val="00EA793F"/>
    <w:rsid w:val="00EB6ECE"/>
    <w:rsid w:val="00EB7807"/>
    <w:rsid w:val="00EC2CB0"/>
    <w:rsid w:val="00EC38D5"/>
    <w:rsid w:val="00ED02C6"/>
    <w:rsid w:val="00ED147E"/>
    <w:rsid w:val="00ED4A7A"/>
    <w:rsid w:val="00EE732D"/>
    <w:rsid w:val="00EE748C"/>
    <w:rsid w:val="00EF54F5"/>
    <w:rsid w:val="00F00027"/>
    <w:rsid w:val="00F01713"/>
    <w:rsid w:val="00F017E5"/>
    <w:rsid w:val="00F0493C"/>
    <w:rsid w:val="00F05977"/>
    <w:rsid w:val="00F07F36"/>
    <w:rsid w:val="00F13AED"/>
    <w:rsid w:val="00F1408F"/>
    <w:rsid w:val="00F1608A"/>
    <w:rsid w:val="00F166F8"/>
    <w:rsid w:val="00F2011D"/>
    <w:rsid w:val="00F2057B"/>
    <w:rsid w:val="00F20F16"/>
    <w:rsid w:val="00F235D4"/>
    <w:rsid w:val="00F236AF"/>
    <w:rsid w:val="00F2391C"/>
    <w:rsid w:val="00F36834"/>
    <w:rsid w:val="00F57B65"/>
    <w:rsid w:val="00F66FE0"/>
    <w:rsid w:val="00F74648"/>
    <w:rsid w:val="00F76573"/>
    <w:rsid w:val="00F810B5"/>
    <w:rsid w:val="00F86B0D"/>
    <w:rsid w:val="00F87268"/>
    <w:rsid w:val="00F93F42"/>
    <w:rsid w:val="00F949A5"/>
    <w:rsid w:val="00F94FF6"/>
    <w:rsid w:val="00FA2F1F"/>
    <w:rsid w:val="00FA66AD"/>
    <w:rsid w:val="00FB283F"/>
    <w:rsid w:val="00FB5F9D"/>
    <w:rsid w:val="00FB63B9"/>
    <w:rsid w:val="00FB7951"/>
    <w:rsid w:val="00FC1785"/>
    <w:rsid w:val="00FC1CF3"/>
    <w:rsid w:val="00FC3415"/>
    <w:rsid w:val="00FC4789"/>
    <w:rsid w:val="00FC5562"/>
    <w:rsid w:val="00FC69B3"/>
    <w:rsid w:val="00FD27E6"/>
    <w:rsid w:val="00FD5378"/>
    <w:rsid w:val="00FE2721"/>
    <w:rsid w:val="00FE3C7A"/>
    <w:rsid w:val="00FF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2018E4C9"/>
  <w15:chartTrackingRefBased/>
  <w15:docId w15:val="{C6B3C464-277B-4C51-8F4C-69940FA66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0FEC"/>
    <w:pPr>
      <w:spacing w:after="120"/>
    </w:pPr>
    <w:rPr>
      <w:sz w:val="24"/>
    </w:rPr>
  </w:style>
  <w:style w:type="paragraph" w:styleId="Heading1">
    <w:name w:val="heading 1"/>
    <w:aliases w:val="Heading 1 Char1,Heading 1 Char1 Char,Heading 1 Char1 Char Char,Heading 1 Char Char Char Char"/>
    <w:link w:val="Heading1Char"/>
    <w:qFormat/>
    <w:rsid w:val="007E0FEC"/>
    <w:pPr>
      <w:keepNext/>
      <w:numPr>
        <w:numId w:val="9"/>
      </w:numPr>
      <w:spacing w:before="240" w:after="60"/>
      <w:outlineLvl w:val="0"/>
    </w:pPr>
    <w:rPr>
      <w:b/>
      <w:kern w:val="28"/>
      <w:sz w:val="28"/>
    </w:rPr>
  </w:style>
  <w:style w:type="paragraph" w:styleId="Heading2">
    <w:name w:val="heading 2"/>
    <w:aliases w:val="Heading 2 Char1,Heading 2 Char Char Char Char,Heading 2 Char1 Char Char,Heading 2 Char1 Char1,Heading 2 Char Char Char,Heading 2 Char1 Char Char1,Heading 2 Char Char Char Char Char"/>
    <w:basedOn w:val="Heading1"/>
    <w:link w:val="Heading2Char"/>
    <w:qFormat/>
    <w:rsid w:val="007E0FEC"/>
    <w:pPr>
      <w:numPr>
        <w:ilvl w:val="1"/>
      </w:numPr>
      <w:outlineLvl w:val="1"/>
    </w:pPr>
    <w:rPr>
      <w:i/>
      <w:sz w:val="24"/>
      <w:lang w:val="x-none" w:eastAsia="x-none"/>
    </w:rPr>
  </w:style>
  <w:style w:type="paragraph" w:styleId="Heading3">
    <w:name w:val="heading 3"/>
    <w:basedOn w:val="Heading2"/>
    <w:link w:val="Heading3Char"/>
    <w:qFormat/>
    <w:rsid w:val="007E0FEC"/>
    <w:pPr>
      <w:numPr>
        <w:ilvl w:val="2"/>
      </w:numPr>
      <w:outlineLvl w:val="2"/>
    </w:pPr>
    <w:rPr>
      <w:b w:val="0"/>
      <w:i w:val="0"/>
    </w:rPr>
  </w:style>
  <w:style w:type="paragraph" w:styleId="Heading4">
    <w:name w:val="heading 4"/>
    <w:basedOn w:val="Heading3"/>
    <w:link w:val="Heading4Char"/>
    <w:qFormat/>
    <w:rsid w:val="007E0FEC"/>
    <w:pPr>
      <w:numPr>
        <w:ilvl w:val="3"/>
      </w:numPr>
      <w:outlineLvl w:val="3"/>
    </w:pPr>
  </w:style>
  <w:style w:type="paragraph" w:styleId="Heading5">
    <w:name w:val="heading 5"/>
    <w:basedOn w:val="Heading4"/>
    <w:link w:val="Heading5Char"/>
    <w:qFormat/>
    <w:rsid w:val="007E0FEC"/>
    <w:pPr>
      <w:keepLines/>
      <w:numPr>
        <w:ilvl w:val="4"/>
      </w:numPr>
      <w:spacing w:after="0"/>
      <w:outlineLvl w:val="4"/>
    </w:pPr>
  </w:style>
  <w:style w:type="paragraph" w:styleId="Heading6">
    <w:name w:val="heading 6"/>
    <w:basedOn w:val="Heading5"/>
    <w:next w:val="Heading5"/>
    <w:qFormat/>
    <w:rsid w:val="007E0FEC"/>
    <w:pPr>
      <w:numPr>
        <w:ilvl w:val="5"/>
      </w:numPr>
      <w:outlineLvl w:val="5"/>
    </w:pPr>
    <w:rPr>
      <w:szCs w:val="24"/>
    </w:rPr>
  </w:style>
  <w:style w:type="paragraph" w:styleId="Heading7">
    <w:name w:val="heading 7"/>
    <w:basedOn w:val="Heading6"/>
    <w:next w:val="Normal"/>
    <w:qFormat/>
    <w:rsid w:val="007E0FEC"/>
    <w:pPr>
      <w:numPr>
        <w:ilvl w:val="6"/>
      </w:numPr>
      <w:outlineLvl w:val="6"/>
    </w:pPr>
  </w:style>
  <w:style w:type="paragraph" w:styleId="Heading8">
    <w:name w:val="heading 8"/>
    <w:basedOn w:val="Heading7"/>
    <w:next w:val="Normal"/>
    <w:qFormat/>
    <w:rsid w:val="007E0FEC"/>
    <w:pPr>
      <w:numPr>
        <w:ilvl w:val="7"/>
      </w:numPr>
      <w:spacing w:after="60"/>
      <w:outlineLvl w:val="7"/>
    </w:pPr>
    <w:rPr>
      <w:i/>
      <w:iCs/>
    </w:rPr>
  </w:style>
  <w:style w:type="paragraph" w:styleId="Heading9">
    <w:name w:val="heading 9"/>
    <w:basedOn w:val="Heading8"/>
    <w:next w:val="Normal"/>
    <w:qFormat/>
    <w:rsid w:val="007E0FEC"/>
    <w:pPr>
      <w:numPr>
        <w:ilvl w:val="8"/>
      </w:numPr>
      <w:outlineLvl w:val="8"/>
    </w:pPr>
    <w:rPr>
      <w:rFonts w:ascii="Arial" w:hAnsi="Arial" w:cs="Arial"/>
      <w:sz w:val="22"/>
      <w:szCs w:val="22"/>
    </w:rPr>
  </w:style>
  <w:style w:type="character" w:default="1" w:styleId="DefaultParagraphFont">
    <w:name w:val="Default Paragraph Font"/>
    <w:uiPriority w:val="1"/>
    <w:semiHidden/>
    <w:unhideWhenUsed/>
    <w:rsid w:val="007E0F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0FEC"/>
  </w:style>
  <w:style w:type="paragraph" w:styleId="List">
    <w:name w:val="List"/>
    <w:basedOn w:val="Normal"/>
    <w:rsid w:val="007E0FEC"/>
    <w:pPr>
      <w:ind w:left="360" w:hanging="360"/>
    </w:pPr>
  </w:style>
  <w:style w:type="numbering" w:customStyle="1" w:styleId="StyleBulleted">
    <w:name w:val="Style Bulleted"/>
    <w:basedOn w:val="NoList"/>
    <w:rsid w:val="007E0FEC"/>
    <w:pPr>
      <w:numPr>
        <w:numId w:val="1"/>
      </w:numPr>
    </w:pPr>
  </w:style>
  <w:style w:type="paragraph" w:customStyle="1" w:styleId="Special">
    <w:name w:val="Special"/>
    <w:basedOn w:val="Normal"/>
    <w:next w:val="Normal"/>
    <w:autoRedefine/>
    <w:rsid w:val="007E0FEC"/>
    <w:pPr>
      <w:tabs>
        <w:tab w:val="left" w:pos="1440"/>
      </w:tabs>
      <w:ind w:left="720" w:hanging="720"/>
    </w:pPr>
    <w:rPr>
      <w:rFonts w:ascii="Arial" w:hAnsi="Arial"/>
    </w:rPr>
  </w:style>
  <w:style w:type="paragraph" w:styleId="List2">
    <w:name w:val="List 2"/>
    <w:basedOn w:val="Normal"/>
    <w:rsid w:val="007E0FEC"/>
    <w:pPr>
      <w:ind w:left="720" w:hanging="360"/>
    </w:pPr>
  </w:style>
  <w:style w:type="paragraph" w:styleId="ListContinue">
    <w:name w:val="List Continue"/>
    <w:basedOn w:val="Normal"/>
    <w:rsid w:val="007E0FEC"/>
    <w:pPr>
      <w:ind w:left="360"/>
    </w:pPr>
  </w:style>
  <w:style w:type="paragraph" w:customStyle="1" w:styleId="Outline1">
    <w:name w:val="Outline 1"/>
    <w:basedOn w:val="Normal"/>
    <w:rsid w:val="007E0FEC"/>
    <w:pPr>
      <w:outlineLvl w:val="0"/>
    </w:pPr>
  </w:style>
  <w:style w:type="paragraph" w:customStyle="1" w:styleId="Outline2">
    <w:name w:val="Outline 2"/>
    <w:basedOn w:val="Outline1"/>
    <w:rsid w:val="007E0FEC"/>
    <w:pPr>
      <w:numPr>
        <w:ilvl w:val="1"/>
        <w:numId w:val="5"/>
      </w:numPr>
      <w:tabs>
        <w:tab w:val="left" w:pos="720"/>
      </w:tabs>
      <w:outlineLvl w:val="1"/>
    </w:pPr>
  </w:style>
  <w:style w:type="paragraph" w:customStyle="1" w:styleId="IM-Outline-1">
    <w:name w:val="IM-Outline-1"/>
    <w:basedOn w:val="Outline1"/>
    <w:rsid w:val="007E0FEC"/>
    <w:pPr>
      <w:numPr>
        <w:numId w:val="7"/>
      </w:numPr>
    </w:pPr>
  </w:style>
  <w:style w:type="paragraph" w:customStyle="1" w:styleId="Outline4">
    <w:name w:val="Outline 4"/>
    <w:basedOn w:val="Normal"/>
    <w:rsid w:val="007E0FEC"/>
    <w:pPr>
      <w:numPr>
        <w:numId w:val="5"/>
      </w:numPr>
    </w:pPr>
  </w:style>
  <w:style w:type="paragraph" w:customStyle="1" w:styleId="IM-Outline-2">
    <w:name w:val="IM-Outline-2"/>
    <w:basedOn w:val="IM-Outline-1"/>
    <w:autoRedefine/>
    <w:rsid w:val="007E0FEC"/>
    <w:pPr>
      <w:numPr>
        <w:numId w:val="6"/>
      </w:numPr>
      <w:tabs>
        <w:tab w:val="clear" w:pos="720"/>
        <w:tab w:val="num" w:pos="1440"/>
      </w:tabs>
      <w:ind w:left="1440"/>
      <w:outlineLvl w:val="1"/>
    </w:pPr>
  </w:style>
  <w:style w:type="paragraph" w:customStyle="1" w:styleId="IM-Outline-3">
    <w:name w:val="IM-Outline-3"/>
    <w:basedOn w:val="Normal"/>
    <w:autoRedefine/>
    <w:rsid w:val="007E0FEC"/>
    <w:pPr>
      <w:numPr>
        <w:ilvl w:val="2"/>
        <w:numId w:val="8"/>
      </w:numPr>
      <w:outlineLvl w:val="0"/>
    </w:pPr>
  </w:style>
  <w:style w:type="paragraph" w:customStyle="1" w:styleId="CodeListing">
    <w:name w:val="Code Listing"/>
    <w:basedOn w:val="Normal"/>
    <w:next w:val="Normal"/>
    <w:link w:val="CodeListingChar"/>
    <w:autoRedefine/>
    <w:rsid w:val="007E0FEC"/>
    <w:pPr>
      <w:pBdr>
        <w:left w:val="single" w:sz="6" w:space="1" w:color="auto"/>
      </w:pBdr>
      <w:suppressAutoHyphens/>
      <w:spacing w:before="120"/>
      <w:ind w:right="-720"/>
    </w:pPr>
    <w:rPr>
      <w:rFonts w:ascii="Courier" w:hAnsi="Courier"/>
      <w:spacing w:val="-10"/>
      <w:sz w:val="22"/>
    </w:rPr>
  </w:style>
  <w:style w:type="paragraph" w:customStyle="1" w:styleId="ProductionDirective">
    <w:name w:val="Production Directive"/>
    <w:basedOn w:val="Normal"/>
    <w:next w:val="Normal"/>
    <w:rsid w:val="007E0FEC"/>
    <w:pPr>
      <w:pBdr>
        <w:left w:val="single" w:sz="36" w:space="6" w:color="0000FF"/>
      </w:pBdr>
    </w:pPr>
    <w:rPr>
      <w:color w:val="0000FF"/>
    </w:rPr>
  </w:style>
  <w:style w:type="paragraph" w:customStyle="1" w:styleId="TA">
    <w:name w:val="TA"/>
    <w:basedOn w:val="BodyText"/>
    <w:next w:val="BodyText"/>
    <w:rsid w:val="007E0FEC"/>
    <w:pPr>
      <w:ind w:firstLine="0"/>
    </w:pPr>
  </w:style>
  <w:style w:type="paragraph" w:styleId="BodyText">
    <w:name w:val="Body Text"/>
    <w:basedOn w:val="Normal"/>
    <w:link w:val="BodyTextChar"/>
    <w:rsid w:val="007E0FEC"/>
    <w:pPr>
      <w:ind w:firstLine="720"/>
    </w:pPr>
    <w:rPr>
      <w:lang w:val="x-none" w:eastAsia="x-none"/>
    </w:rPr>
  </w:style>
  <w:style w:type="paragraph" w:customStyle="1" w:styleId="AuthorQuery">
    <w:name w:val="Author Query"/>
    <w:basedOn w:val="Normal"/>
    <w:next w:val="Normal"/>
    <w:rsid w:val="007E0FEC"/>
    <w:pPr>
      <w:pBdr>
        <w:right w:val="single" w:sz="36" w:space="12" w:color="FF0000"/>
      </w:pBdr>
      <w:ind w:left="720"/>
    </w:pPr>
    <w:rPr>
      <w:color w:val="FF0000"/>
    </w:rPr>
  </w:style>
  <w:style w:type="paragraph" w:styleId="Caption">
    <w:name w:val="caption"/>
    <w:basedOn w:val="Normal"/>
    <w:next w:val="Normal"/>
    <w:qFormat/>
    <w:rsid w:val="007E0FEC"/>
    <w:pPr>
      <w:spacing w:before="120"/>
    </w:pPr>
    <w:rPr>
      <w:b/>
    </w:rPr>
  </w:style>
  <w:style w:type="paragraph" w:customStyle="1" w:styleId="IM-Outline-4">
    <w:name w:val="IM-Outline-4"/>
    <w:basedOn w:val="IM-Outline-3"/>
    <w:rsid w:val="007E0FEC"/>
    <w:pPr>
      <w:numPr>
        <w:ilvl w:val="0"/>
      </w:numPr>
    </w:pPr>
  </w:style>
  <w:style w:type="paragraph" w:customStyle="1" w:styleId="IM-Special">
    <w:name w:val="IM-Special"/>
    <w:basedOn w:val="Normal"/>
    <w:link w:val="IM-SpecialChar"/>
    <w:rsid w:val="007E0FEC"/>
    <w:pPr>
      <w:ind w:left="360"/>
    </w:pPr>
    <w:rPr>
      <w:i/>
      <w:szCs w:val="24"/>
    </w:rPr>
  </w:style>
  <w:style w:type="paragraph" w:styleId="BalloonText">
    <w:name w:val="Balloon Text"/>
    <w:basedOn w:val="Normal"/>
    <w:rsid w:val="007E0FEC"/>
    <w:rPr>
      <w:rFonts w:ascii="Tahoma" w:hAnsi="Tahoma" w:cs="Tahoma"/>
      <w:sz w:val="16"/>
      <w:szCs w:val="16"/>
    </w:rPr>
  </w:style>
  <w:style w:type="character" w:styleId="CommentReference">
    <w:name w:val="annotation reference"/>
    <w:rsid w:val="007E0FEC"/>
    <w:rPr>
      <w:sz w:val="16"/>
      <w:szCs w:val="16"/>
    </w:rPr>
  </w:style>
  <w:style w:type="paragraph" w:styleId="CommentText">
    <w:name w:val="annotation text"/>
    <w:basedOn w:val="Normal"/>
    <w:rsid w:val="007E0FEC"/>
    <w:rPr>
      <w:sz w:val="20"/>
    </w:rPr>
  </w:style>
  <w:style w:type="paragraph" w:styleId="CommentSubject">
    <w:name w:val="annotation subject"/>
    <w:basedOn w:val="CommentText"/>
    <w:next w:val="CommentText"/>
    <w:rsid w:val="007E0FEC"/>
    <w:rPr>
      <w:b/>
      <w:bCs/>
    </w:rPr>
  </w:style>
  <w:style w:type="paragraph" w:styleId="DocumentMap">
    <w:name w:val="Document Map"/>
    <w:basedOn w:val="Normal"/>
    <w:rsid w:val="007E0FEC"/>
    <w:pPr>
      <w:shd w:val="clear" w:color="auto" w:fill="000080"/>
    </w:pPr>
    <w:rPr>
      <w:rFonts w:ascii="Tahoma" w:hAnsi="Tahoma" w:cs="Tahoma"/>
    </w:rPr>
  </w:style>
  <w:style w:type="character" w:styleId="EndnoteReference">
    <w:name w:val="endnote reference"/>
    <w:rsid w:val="007E0FEC"/>
    <w:rPr>
      <w:vertAlign w:val="superscript"/>
    </w:rPr>
  </w:style>
  <w:style w:type="paragraph" w:styleId="EndnoteText">
    <w:name w:val="endnote text"/>
    <w:basedOn w:val="Normal"/>
    <w:rsid w:val="007E0FEC"/>
    <w:rPr>
      <w:sz w:val="20"/>
    </w:rPr>
  </w:style>
  <w:style w:type="character" w:styleId="FootnoteReference">
    <w:name w:val="footnote reference"/>
    <w:rsid w:val="007E0FEC"/>
    <w:rPr>
      <w:vertAlign w:val="superscript"/>
    </w:rPr>
  </w:style>
  <w:style w:type="paragraph" w:styleId="FootnoteText">
    <w:name w:val="footnote text"/>
    <w:basedOn w:val="Normal"/>
    <w:rsid w:val="007E0FEC"/>
    <w:rPr>
      <w:sz w:val="20"/>
    </w:rPr>
  </w:style>
  <w:style w:type="paragraph" w:styleId="Index1">
    <w:name w:val="index 1"/>
    <w:basedOn w:val="Normal"/>
    <w:next w:val="Normal"/>
    <w:autoRedefine/>
    <w:rsid w:val="007E0FEC"/>
    <w:pPr>
      <w:ind w:left="240" w:hanging="240"/>
    </w:pPr>
  </w:style>
  <w:style w:type="paragraph" w:styleId="Index2">
    <w:name w:val="index 2"/>
    <w:basedOn w:val="Normal"/>
    <w:next w:val="Normal"/>
    <w:autoRedefine/>
    <w:rsid w:val="007E0FEC"/>
    <w:pPr>
      <w:ind w:left="480" w:hanging="240"/>
    </w:pPr>
  </w:style>
  <w:style w:type="paragraph" w:styleId="Index3">
    <w:name w:val="index 3"/>
    <w:basedOn w:val="Normal"/>
    <w:next w:val="Normal"/>
    <w:autoRedefine/>
    <w:rsid w:val="007E0FEC"/>
    <w:pPr>
      <w:ind w:left="720" w:hanging="240"/>
    </w:pPr>
  </w:style>
  <w:style w:type="paragraph" w:styleId="Index4">
    <w:name w:val="index 4"/>
    <w:basedOn w:val="Normal"/>
    <w:next w:val="Normal"/>
    <w:autoRedefine/>
    <w:rsid w:val="007E0FEC"/>
    <w:pPr>
      <w:ind w:left="960" w:hanging="240"/>
    </w:pPr>
  </w:style>
  <w:style w:type="paragraph" w:styleId="Index5">
    <w:name w:val="index 5"/>
    <w:basedOn w:val="Normal"/>
    <w:next w:val="Normal"/>
    <w:autoRedefine/>
    <w:rsid w:val="007E0FEC"/>
    <w:pPr>
      <w:ind w:left="1200" w:hanging="240"/>
    </w:pPr>
  </w:style>
  <w:style w:type="paragraph" w:styleId="Index6">
    <w:name w:val="index 6"/>
    <w:basedOn w:val="Normal"/>
    <w:next w:val="Normal"/>
    <w:autoRedefine/>
    <w:rsid w:val="007E0FEC"/>
    <w:pPr>
      <w:ind w:left="1440" w:hanging="240"/>
    </w:pPr>
  </w:style>
  <w:style w:type="paragraph" w:styleId="Index7">
    <w:name w:val="index 7"/>
    <w:basedOn w:val="Normal"/>
    <w:next w:val="Normal"/>
    <w:autoRedefine/>
    <w:rsid w:val="007E0FEC"/>
    <w:pPr>
      <w:ind w:left="1680" w:hanging="240"/>
    </w:pPr>
  </w:style>
  <w:style w:type="paragraph" w:styleId="Index8">
    <w:name w:val="index 8"/>
    <w:basedOn w:val="Normal"/>
    <w:next w:val="Normal"/>
    <w:autoRedefine/>
    <w:rsid w:val="007E0FEC"/>
    <w:pPr>
      <w:ind w:left="1920" w:hanging="240"/>
    </w:pPr>
  </w:style>
  <w:style w:type="paragraph" w:styleId="Index9">
    <w:name w:val="index 9"/>
    <w:basedOn w:val="Normal"/>
    <w:next w:val="Normal"/>
    <w:autoRedefine/>
    <w:rsid w:val="007E0FEC"/>
    <w:pPr>
      <w:ind w:left="2160" w:hanging="240"/>
    </w:pPr>
  </w:style>
  <w:style w:type="paragraph" w:styleId="IndexHeading">
    <w:name w:val="index heading"/>
    <w:basedOn w:val="Normal"/>
    <w:next w:val="Index1"/>
    <w:rsid w:val="007E0FEC"/>
    <w:rPr>
      <w:rFonts w:ascii="Arial" w:hAnsi="Arial" w:cs="Arial"/>
      <w:b/>
      <w:bCs/>
    </w:rPr>
  </w:style>
  <w:style w:type="paragraph" w:styleId="MacroText">
    <w:name w:val="macro"/>
    <w:rsid w:val="007E0FEC"/>
    <w:pPr>
      <w:tabs>
        <w:tab w:val="left" w:pos="480"/>
        <w:tab w:val="left" w:pos="960"/>
        <w:tab w:val="left" w:pos="1440"/>
        <w:tab w:val="left" w:pos="1920"/>
        <w:tab w:val="left" w:pos="2400"/>
        <w:tab w:val="left" w:pos="2880"/>
        <w:tab w:val="left" w:pos="3360"/>
        <w:tab w:val="left" w:pos="3840"/>
        <w:tab w:val="left" w:pos="4320"/>
      </w:tabs>
      <w:spacing w:after="120" w:line="360" w:lineRule="auto"/>
    </w:pPr>
    <w:rPr>
      <w:rFonts w:ascii="Courier New" w:hAnsi="Courier New" w:cs="Courier New"/>
    </w:rPr>
  </w:style>
  <w:style w:type="paragraph" w:styleId="TableofAuthorities">
    <w:name w:val="table of authorities"/>
    <w:basedOn w:val="Normal"/>
    <w:next w:val="Normal"/>
    <w:rsid w:val="007E0FEC"/>
    <w:pPr>
      <w:ind w:left="240" w:hanging="240"/>
    </w:pPr>
  </w:style>
  <w:style w:type="paragraph" w:styleId="TableofFigures">
    <w:name w:val="table of figures"/>
    <w:basedOn w:val="Normal"/>
    <w:next w:val="Normal"/>
    <w:rsid w:val="007E0FEC"/>
    <w:pPr>
      <w:ind w:left="480" w:hanging="480"/>
    </w:pPr>
  </w:style>
  <w:style w:type="paragraph" w:styleId="TOAHeading">
    <w:name w:val="toa heading"/>
    <w:basedOn w:val="Normal"/>
    <w:next w:val="Normal"/>
    <w:rsid w:val="007E0FEC"/>
    <w:pPr>
      <w:spacing w:before="120"/>
    </w:pPr>
    <w:rPr>
      <w:rFonts w:ascii="Arial" w:hAnsi="Arial" w:cs="Arial"/>
      <w:b/>
      <w:bCs/>
      <w:szCs w:val="24"/>
    </w:rPr>
  </w:style>
  <w:style w:type="paragraph" w:styleId="TOC1">
    <w:name w:val="toc 1"/>
    <w:basedOn w:val="Normal"/>
    <w:next w:val="Normal"/>
    <w:autoRedefine/>
    <w:rsid w:val="007E0FEC"/>
  </w:style>
  <w:style w:type="paragraph" w:styleId="TOC2">
    <w:name w:val="toc 2"/>
    <w:basedOn w:val="Normal"/>
    <w:next w:val="Normal"/>
    <w:autoRedefine/>
    <w:rsid w:val="007E0FEC"/>
    <w:pPr>
      <w:ind w:left="240"/>
    </w:pPr>
  </w:style>
  <w:style w:type="paragraph" w:styleId="TOC3">
    <w:name w:val="toc 3"/>
    <w:basedOn w:val="Normal"/>
    <w:next w:val="Normal"/>
    <w:autoRedefine/>
    <w:rsid w:val="007E0FEC"/>
    <w:pPr>
      <w:ind w:left="480"/>
    </w:pPr>
  </w:style>
  <w:style w:type="paragraph" w:styleId="TOC4">
    <w:name w:val="toc 4"/>
    <w:basedOn w:val="Normal"/>
    <w:next w:val="Normal"/>
    <w:autoRedefine/>
    <w:rsid w:val="007E0FEC"/>
    <w:pPr>
      <w:ind w:left="720"/>
    </w:pPr>
  </w:style>
  <w:style w:type="paragraph" w:styleId="TOC5">
    <w:name w:val="toc 5"/>
    <w:basedOn w:val="Normal"/>
    <w:next w:val="Normal"/>
    <w:autoRedefine/>
    <w:rsid w:val="007E0FEC"/>
    <w:pPr>
      <w:ind w:left="960"/>
    </w:pPr>
  </w:style>
  <w:style w:type="paragraph" w:styleId="TOC6">
    <w:name w:val="toc 6"/>
    <w:basedOn w:val="Normal"/>
    <w:next w:val="Normal"/>
    <w:autoRedefine/>
    <w:rsid w:val="007E0FEC"/>
    <w:pPr>
      <w:ind w:left="1200"/>
    </w:pPr>
  </w:style>
  <w:style w:type="paragraph" w:styleId="TOC7">
    <w:name w:val="toc 7"/>
    <w:basedOn w:val="Normal"/>
    <w:next w:val="Normal"/>
    <w:autoRedefine/>
    <w:rsid w:val="007E0FEC"/>
    <w:pPr>
      <w:ind w:left="1440"/>
    </w:pPr>
  </w:style>
  <w:style w:type="paragraph" w:styleId="TOC8">
    <w:name w:val="toc 8"/>
    <w:basedOn w:val="Normal"/>
    <w:next w:val="Normal"/>
    <w:autoRedefine/>
    <w:rsid w:val="007E0FEC"/>
    <w:pPr>
      <w:ind w:left="1680"/>
    </w:pPr>
  </w:style>
  <w:style w:type="paragraph" w:styleId="TOC9">
    <w:name w:val="toc 9"/>
    <w:basedOn w:val="Normal"/>
    <w:next w:val="Normal"/>
    <w:autoRedefine/>
    <w:rsid w:val="007E0FEC"/>
    <w:pPr>
      <w:ind w:left="1920"/>
    </w:pPr>
  </w:style>
  <w:style w:type="paragraph" w:styleId="Header">
    <w:name w:val="header"/>
    <w:basedOn w:val="Normal"/>
    <w:link w:val="HeaderChar"/>
    <w:rsid w:val="007E0FEC"/>
    <w:pPr>
      <w:tabs>
        <w:tab w:val="center" w:pos="4320"/>
        <w:tab w:val="right" w:pos="8640"/>
      </w:tabs>
    </w:pPr>
    <w:rPr>
      <w:b/>
      <w:sz w:val="28"/>
    </w:rPr>
  </w:style>
  <w:style w:type="paragraph" w:customStyle="1" w:styleId="SpecialTitle">
    <w:name w:val="Special Title"/>
    <w:basedOn w:val="Special"/>
    <w:next w:val="IM-Special"/>
    <w:autoRedefine/>
    <w:rsid w:val="007E0FEC"/>
    <w:pPr>
      <w:spacing w:before="120" w:after="0"/>
      <w:ind w:left="432" w:firstLine="0"/>
    </w:pPr>
    <w:rPr>
      <w:rFonts w:ascii="Times New Roman" w:hAnsi="Times New Roman"/>
      <w:b/>
      <w:i/>
      <w:lang w:bidi="he-IL"/>
    </w:rPr>
  </w:style>
  <w:style w:type="paragraph" w:customStyle="1" w:styleId="IM-SpecialTitle">
    <w:name w:val="IM-Special Title"/>
    <w:basedOn w:val="IM-Special"/>
    <w:next w:val="IM-Special"/>
    <w:link w:val="IM-SpecialTitleChar"/>
    <w:rsid w:val="007E0FEC"/>
    <w:pPr>
      <w:spacing w:before="240"/>
    </w:pPr>
    <w:rPr>
      <w:b/>
    </w:rPr>
  </w:style>
  <w:style w:type="character" w:customStyle="1" w:styleId="IM-SpecialChar">
    <w:name w:val="IM-Special Char"/>
    <w:link w:val="IM-Special"/>
    <w:rsid w:val="007E0FEC"/>
    <w:rPr>
      <w:i/>
      <w:sz w:val="24"/>
      <w:szCs w:val="24"/>
    </w:rPr>
  </w:style>
  <w:style w:type="character" w:customStyle="1" w:styleId="IM-SpecialTitleChar">
    <w:name w:val="IM-Special Title Char"/>
    <w:link w:val="IM-SpecialTitle"/>
    <w:rsid w:val="007E0FEC"/>
    <w:rPr>
      <w:b/>
      <w:i/>
      <w:sz w:val="24"/>
      <w:szCs w:val="24"/>
    </w:rPr>
  </w:style>
  <w:style w:type="character" w:customStyle="1" w:styleId="CodeListingChar">
    <w:name w:val="Code Listing Char"/>
    <w:link w:val="CodeListing"/>
    <w:rsid w:val="007E0FEC"/>
    <w:rPr>
      <w:rFonts w:ascii="Courier" w:hAnsi="Courier"/>
      <w:spacing w:val="-10"/>
      <w:sz w:val="22"/>
    </w:rPr>
  </w:style>
  <w:style w:type="paragraph" w:customStyle="1" w:styleId="ListBulleted">
    <w:name w:val="List Bulleted"/>
    <w:basedOn w:val="Normal"/>
    <w:autoRedefine/>
    <w:rsid w:val="007E0FEC"/>
    <w:pPr>
      <w:numPr>
        <w:numId w:val="10"/>
      </w:numPr>
    </w:pPr>
    <w:rPr>
      <w:rFonts w:ascii="Times" w:eastAsia="Times" w:hAnsi="Times"/>
    </w:rPr>
  </w:style>
  <w:style w:type="paragraph" w:styleId="ListNumber">
    <w:name w:val="List Number"/>
    <w:basedOn w:val="Normal"/>
    <w:rsid w:val="007E0FEC"/>
    <w:pPr>
      <w:numPr>
        <w:numId w:val="11"/>
      </w:numPr>
    </w:pPr>
  </w:style>
  <w:style w:type="character" w:styleId="LineNumber">
    <w:name w:val="line number"/>
    <w:basedOn w:val="DefaultParagraphFont"/>
    <w:rsid w:val="007E0FEC"/>
  </w:style>
  <w:style w:type="paragraph" w:customStyle="1" w:styleId="Outline5">
    <w:name w:val="Outline 5"/>
    <w:basedOn w:val="Outline1"/>
    <w:link w:val="Outline5Char"/>
    <w:autoRedefine/>
    <w:rsid w:val="007E0FEC"/>
    <w:pPr>
      <w:numPr>
        <w:numId w:val="38"/>
      </w:numPr>
      <w:ind w:left="360" w:hanging="360"/>
      <w:outlineLvl w:val="9"/>
    </w:pPr>
    <w:rPr>
      <w:rFonts w:ascii="Times" w:eastAsia="Times" w:hAnsi="Times"/>
    </w:rPr>
  </w:style>
  <w:style w:type="character" w:customStyle="1" w:styleId="Outline5Char">
    <w:name w:val="Outline 5 Char"/>
    <w:link w:val="Outline5"/>
    <w:rsid w:val="007E0FEC"/>
    <w:rPr>
      <w:rFonts w:ascii="Times" w:eastAsia="Times" w:hAnsi="Times"/>
      <w:sz w:val="24"/>
    </w:rPr>
  </w:style>
  <w:style w:type="paragraph" w:styleId="ListBullet4">
    <w:name w:val="List Bullet 4"/>
    <w:basedOn w:val="Normal"/>
    <w:autoRedefine/>
    <w:rsid w:val="007E0FEC"/>
    <w:pPr>
      <w:numPr>
        <w:numId w:val="4"/>
      </w:numPr>
    </w:pPr>
  </w:style>
  <w:style w:type="paragraph" w:styleId="ListBullet">
    <w:name w:val="List Bullet"/>
    <w:basedOn w:val="Normal"/>
    <w:autoRedefine/>
    <w:rsid w:val="007E0FEC"/>
    <w:pPr>
      <w:numPr>
        <w:numId w:val="3"/>
      </w:numPr>
    </w:pPr>
  </w:style>
  <w:style w:type="paragraph" w:styleId="Footer">
    <w:name w:val="footer"/>
    <w:basedOn w:val="Normal"/>
    <w:rsid w:val="007E0FEC"/>
    <w:pPr>
      <w:tabs>
        <w:tab w:val="center" w:pos="4320"/>
        <w:tab w:val="right" w:pos="8640"/>
      </w:tabs>
    </w:pPr>
  </w:style>
  <w:style w:type="character" w:styleId="PageNumber">
    <w:name w:val="page number"/>
    <w:basedOn w:val="DefaultParagraphFont"/>
    <w:rsid w:val="007E0FEC"/>
  </w:style>
  <w:style w:type="paragraph" w:styleId="NormalIndent">
    <w:name w:val="Normal Indent"/>
    <w:basedOn w:val="Normal"/>
    <w:rsid w:val="007E0FEC"/>
    <w:pPr>
      <w:ind w:left="720"/>
    </w:pPr>
  </w:style>
  <w:style w:type="character" w:customStyle="1" w:styleId="Heading3Char">
    <w:name w:val="Heading 3 Char"/>
    <w:link w:val="Heading3"/>
    <w:rsid w:val="007E0FEC"/>
    <w:rPr>
      <w:kern w:val="28"/>
      <w:sz w:val="24"/>
      <w:lang w:val="x-none" w:eastAsia="x-none"/>
    </w:rPr>
  </w:style>
  <w:style w:type="character" w:customStyle="1" w:styleId="BodyTextChar">
    <w:name w:val="Body Text Char"/>
    <w:link w:val="BodyText"/>
    <w:rsid w:val="007E0FEC"/>
    <w:rPr>
      <w:sz w:val="24"/>
      <w:lang w:val="x-none" w:eastAsia="x-none"/>
    </w:rPr>
  </w:style>
  <w:style w:type="character" w:customStyle="1" w:styleId="Heading4Char">
    <w:name w:val="Heading 4 Char"/>
    <w:link w:val="Heading4"/>
    <w:rsid w:val="007E0FEC"/>
    <w:rPr>
      <w:kern w:val="28"/>
      <w:sz w:val="24"/>
      <w:lang w:val="x-none" w:eastAsia="x-none"/>
    </w:rPr>
  </w:style>
  <w:style w:type="character" w:styleId="Hyperlink">
    <w:name w:val="Hyperlink"/>
    <w:rsid w:val="007E0FEC"/>
    <w:rPr>
      <w:color w:val="0000FF"/>
      <w:u w:val="single"/>
    </w:rPr>
  </w:style>
  <w:style w:type="character" w:customStyle="1" w:styleId="Heading2Char">
    <w:name w:val="Heading 2 Char"/>
    <w:aliases w:val="Heading 2 Char1 Char,Heading 2 Char Char Char Char Char1,Heading 2 Char1 Char Char Char,Heading 2 Char1 Char1 Char,Heading 2 Char Char Char Char1,Heading 2 Char1 Char Char1 Char,Heading 2 Char Char Char Char Char Char"/>
    <w:link w:val="Heading2"/>
    <w:rsid w:val="007E0FEC"/>
    <w:rPr>
      <w:b/>
      <w:i/>
      <w:kern w:val="28"/>
      <w:sz w:val="24"/>
      <w:lang w:val="x-none" w:eastAsia="x-none"/>
    </w:rPr>
  </w:style>
  <w:style w:type="character" w:customStyle="1" w:styleId="Heading1Char">
    <w:name w:val="Heading 1 Char"/>
    <w:aliases w:val="Heading 1 Char1 Char1,Heading 1 Char1 Char Char1,Heading 1 Char1 Char Char Char,Heading 1 Char Char Char Char Char"/>
    <w:link w:val="Heading1"/>
    <w:rsid w:val="007E0FEC"/>
    <w:rPr>
      <w:b/>
      <w:kern w:val="28"/>
      <w:sz w:val="28"/>
    </w:rPr>
  </w:style>
  <w:style w:type="character" w:styleId="FollowedHyperlink">
    <w:name w:val="FollowedHyperlink"/>
    <w:rsid w:val="007E0FEC"/>
    <w:rPr>
      <w:color w:val="800080"/>
      <w:u w:val="single"/>
    </w:rPr>
  </w:style>
  <w:style w:type="paragraph" w:styleId="Subtitle">
    <w:name w:val="Subtitle"/>
    <w:basedOn w:val="Normal"/>
    <w:next w:val="Normal"/>
    <w:link w:val="SubtitleChar"/>
    <w:qFormat/>
    <w:rsid w:val="007E0FEC"/>
    <w:pPr>
      <w:spacing w:after="60"/>
      <w:jc w:val="center"/>
      <w:outlineLvl w:val="1"/>
    </w:pPr>
    <w:rPr>
      <w:rFonts w:ascii="Cambria" w:hAnsi="Cambria"/>
      <w:szCs w:val="24"/>
      <w:lang w:val="x-none" w:eastAsia="x-none"/>
    </w:rPr>
  </w:style>
  <w:style w:type="character" w:customStyle="1" w:styleId="SubtitleChar">
    <w:name w:val="Subtitle Char"/>
    <w:link w:val="Subtitle"/>
    <w:rsid w:val="007E0FEC"/>
    <w:rPr>
      <w:rFonts w:ascii="Cambria" w:hAnsi="Cambria"/>
      <w:sz w:val="24"/>
      <w:szCs w:val="24"/>
      <w:lang w:val="x-none" w:eastAsia="x-none"/>
    </w:rPr>
  </w:style>
  <w:style w:type="paragraph" w:styleId="NoSpacing">
    <w:name w:val="No Spacing"/>
    <w:uiPriority w:val="1"/>
    <w:qFormat/>
    <w:rsid w:val="007E0FEC"/>
    <w:rPr>
      <w:sz w:val="24"/>
    </w:rPr>
  </w:style>
  <w:style w:type="character" w:styleId="SubtleReference">
    <w:name w:val="Subtle Reference"/>
    <w:uiPriority w:val="31"/>
    <w:qFormat/>
    <w:rsid w:val="007E0FEC"/>
    <w:rPr>
      <w:smallCaps/>
      <w:color w:val="C0504D"/>
      <w:u w:val="single"/>
    </w:rPr>
  </w:style>
  <w:style w:type="character" w:styleId="IntenseReference">
    <w:name w:val="Intense Reference"/>
    <w:uiPriority w:val="32"/>
    <w:qFormat/>
    <w:rsid w:val="007E0FEC"/>
    <w:rPr>
      <w:b/>
      <w:bCs/>
      <w:smallCaps/>
      <w:color w:val="C0504D"/>
      <w:spacing w:val="5"/>
      <w:u w:val="single"/>
    </w:rPr>
  </w:style>
  <w:style w:type="character" w:styleId="IntenseEmphasis">
    <w:name w:val="Intense Emphasis"/>
    <w:uiPriority w:val="21"/>
    <w:qFormat/>
    <w:rsid w:val="007E0FEC"/>
    <w:rPr>
      <w:b/>
      <w:bCs/>
      <w:i/>
      <w:iCs/>
      <w:color w:val="4F81BD"/>
    </w:rPr>
  </w:style>
  <w:style w:type="paragraph" w:styleId="ListParagraph">
    <w:name w:val="List Paragraph"/>
    <w:basedOn w:val="Normal"/>
    <w:uiPriority w:val="34"/>
    <w:qFormat/>
    <w:rsid w:val="007E0FEC"/>
    <w:pPr>
      <w:ind w:left="720"/>
    </w:pPr>
  </w:style>
  <w:style w:type="paragraph" w:customStyle="1" w:styleId="Default">
    <w:name w:val="Default"/>
    <w:rsid w:val="00BB2A09"/>
    <w:pPr>
      <w:autoSpaceDE w:val="0"/>
      <w:autoSpaceDN w:val="0"/>
      <w:adjustRightInd w:val="0"/>
    </w:pPr>
    <w:rPr>
      <w:rFonts w:ascii="Palatino LT Std" w:hAnsi="Palatino LT Std" w:cs="Palatino LT Std"/>
      <w:color w:val="000000"/>
      <w:sz w:val="24"/>
      <w:szCs w:val="24"/>
    </w:rPr>
  </w:style>
  <w:style w:type="character" w:customStyle="1" w:styleId="Heading5Char">
    <w:name w:val="Heading 5 Char"/>
    <w:link w:val="Heading5"/>
    <w:rsid w:val="00AB035C"/>
    <w:rPr>
      <w:kern w:val="28"/>
      <w:sz w:val="24"/>
      <w:lang w:val="x-none" w:eastAsia="x-none"/>
    </w:rPr>
  </w:style>
  <w:style w:type="character" w:customStyle="1" w:styleId="HeaderChar">
    <w:name w:val="Header Char"/>
    <w:link w:val="Header"/>
    <w:rsid w:val="006A7052"/>
    <w:rPr>
      <w:b/>
      <w:sz w:val="28"/>
    </w:rPr>
  </w:style>
  <w:style w:type="character" w:customStyle="1" w:styleId="A11">
    <w:name w:val="A11"/>
    <w:uiPriority w:val="99"/>
    <w:rsid w:val="00B0290D"/>
    <w:rPr>
      <w:rFonts w:ascii="Avenir LT Pro 55 Roman" w:hAnsi="Avenir LT Pro 55 Roman" w:cs="Avenir LT Pro 55 Roman"/>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150145">
      <w:bodyDiv w:val="1"/>
      <w:marLeft w:val="0"/>
      <w:marRight w:val="0"/>
      <w:marTop w:val="0"/>
      <w:marBottom w:val="0"/>
      <w:divBdr>
        <w:top w:val="none" w:sz="0" w:space="0" w:color="auto"/>
        <w:left w:val="none" w:sz="0" w:space="0" w:color="auto"/>
        <w:bottom w:val="none" w:sz="0" w:space="0" w:color="auto"/>
        <w:right w:val="none" w:sz="0" w:space="0" w:color="auto"/>
      </w:divBdr>
      <w:divsChild>
        <w:div w:id="1661273216">
          <w:marLeft w:val="0"/>
          <w:marRight w:val="0"/>
          <w:marTop w:val="0"/>
          <w:marBottom w:val="0"/>
          <w:divBdr>
            <w:top w:val="none" w:sz="0" w:space="0" w:color="auto"/>
            <w:left w:val="none" w:sz="0" w:space="0" w:color="auto"/>
            <w:bottom w:val="none" w:sz="0" w:space="0" w:color="auto"/>
            <w:right w:val="none" w:sz="0" w:space="0" w:color="auto"/>
          </w:divBdr>
        </w:div>
      </w:divsChild>
    </w:div>
    <w:div w:id="835220433">
      <w:bodyDiv w:val="1"/>
      <w:marLeft w:val="0"/>
      <w:marRight w:val="0"/>
      <w:marTop w:val="0"/>
      <w:marBottom w:val="0"/>
      <w:divBdr>
        <w:top w:val="none" w:sz="0" w:space="0" w:color="auto"/>
        <w:left w:val="none" w:sz="0" w:space="0" w:color="auto"/>
        <w:bottom w:val="none" w:sz="0" w:space="0" w:color="auto"/>
        <w:right w:val="none" w:sz="0" w:space="0" w:color="auto"/>
      </w:divBdr>
    </w:div>
    <w:div w:id="1272787482">
      <w:bodyDiv w:val="1"/>
      <w:marLeft w:val="0"/>
      <w:marRight w:val="0"/>
      <w:marTop w:val="0"/>
      <w:marBottom w:val="0"/>
      <w:divBdr>
        <w:top w:val="none" w:sz="0" w:space="0" w:color="auto"/>
        <w:left w:val="none" w:sz="0" w:space="0" w:color="auto"/>
        <w:bottom w:val="none" w:sz="0" w:space="0" w:color="auto"/>
        <w:right w:val="none" w:sz="0" w:space="0" w:color="auto"/>
      </w:divBdr>
    </w:div>
    <w:div w:id="1289123623">
      <w:bodyDiv w:val="1"/>
      <w:marLeft w:val="0"/>
      <w:marRight w:val="0"/>
      <w:marTop w:val="0"/>
      <w:marBottom w:val="0"/>
      <w:divBdr>
        <w:top w:val="none" w:sz="0" w:space="0" w:color="auto"/>
        <w:left w:val="none" w:sz="0" w:space="0" w:color="auto"/>
        <w:bottom w:val="none" w:sz="0" w:space="0" w:color="auto"/>
        <w:right w:val="none" w:sz="0" w:space="0" w:color="auto"/>
      </w:divBdr>
    </w:div>
    <w:div w:id="143289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eh\AppData\Roaming\Microsoft\Templates\I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F076C-0E93-40E2-A9ED-79CA5BF74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IM-template.dotx</Template>
  <TotalTime>1278</TotalTime>
  <Pages>30</Pages>
  <Words>7250</Words>
  <Characters>41330</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Survey of Operating Systems 2nd Edition</vt:lpstr>
    </vt:vector>
  </TitlesOfParts>
  <Company/>
  <LinksUpToDate>false</LinksUpToDate>
  <CharactersWithSpaces>48484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Survey of Operating Systems 2nd Edition</dc:title>
  <dc:subject>Chapter 1</dc:subject>
  <dc:creator>Holcombe</dc:creator>
  <cp:keywords/>
  <cp:lastModifiedBy>Jane Holcombe</cp:lastModifiedBy>
  <cp:revision>332</cp:revision>
  <cp:lastPrinted>1900-01-01T07:00:00Z</cp:lastPrinted>
  <dcterms:created xsi:type="dcterms:W3CDTF">2018-08-17T23:50:00Z</dcterms:created>
  <dcterms:modified xsi:type="dcterms:W3CDTF">2019-03-23T03:58:00Z</dcterms:modified>
</cp:coreProperties>
</file>