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7BA118" w14:textId="77777777" w:rsidR="006B6C58" w:rsidRPr="000A142B" w:rsidRDefault="006B6C58" w:rsidP="002F78A8">
      <w:pPr>
        <w:pStyle w:val="Karlan-Title"/>
        <w:rPr>
          <w:rFonts w:ascii="Times New Roman" w:hAnsi="Times New Roman"/>
          <w:sz w:val="40"/>
          <w:szCs w:val="28"/>
        </w:rPr>
      </w:pPr>
      <w:r w:rsidRPr="000A142B">
        <w:rPr>
          <w:rFonts w:ascii="Times New Roman" w:hAnsi="Times New Roman"/>
          <w:sz w:val="40"/>
          <w:szCs w:val="28"/>
        </w:rPr>
        <w:t>CHAPTER 2</w:t>
      </w:r>
    </w:p>
    <w:p w14:paraId="66DFC84B" w14:textId="77777777" w:rsidR="006B6C58" w:rsidRPr="000A142B" w:rsidRDefault="006B6C58" w:rsidP="002F78A8">
      <w:pPr>
        <w:pStyle w:val="Karlan-Title"/>
        <w:rPr>
          <w:rFonts w:ascii="Times New Roman" w:hAnsi="Times New Roman"/>
          <w:sz w:val="40"/>
          <w:szCs w:val="28"/>
        </w:rPr>
      </w:pPr>
      <w:r w:rsidRPr="000A142B">
        <w:rPr>
          <w:rFonts w:ascii="Times New Roman" w:hAnsi="Times New Roman"/>
          <w:sz w:val="40"/>
          <w:szCs w:val="28"/>
        </w:rPr>
        <w:t>SPECIALIZATION AND EXCHANGE</w:t>
      </w:r>
    </w:p>
    <w:p w14:paraId="3213D664" w14:textId="77777777" w:rsidR="006B6C58" w:rsidRPr="000A142B" w:rsidRDefault="006B6C58" w:rsidP="006B6C58">
      <w:pPr>
        <w:jc w:val="right"/>
        <w:rPr>
          <w:b/>
          <w:sz w:val="28"/>
        </w:rPr>
      </w:pPr>
    </w:p>
    <w:p w14:paraId="6E60B526" w14:textId="77777777" w:rsidR="001F675B" w:rsidRPr="000A142B" w:rsidRDefault="001F675B" w:rsidP="006B6C58">
      <w:pPr>
        <w:rPr>
          <w:sz w:val="28"/>
          <w:u w:val="single"/>
        </w:rPr>
      </w:pPr>
    </w:p>
    <w:p w14:paraId="0D426957" w14:textId="77777777" w:rsidR="006B6C58" w:rsidRPr="000A142B" w:rsidRDefault="006B6C58" w:rsidP="002F78A8">
      <w:pPr>
        <w:pStyle w:val="Karlan-Header"/>
        <w:rPr>
          <w:rFonts w:ascii="Times New Roman" w:hAnsi="Times New Roman"/>
          <w:b/>
          <w:bCs/>
          <w:sz w:val="32"/>
          <w:szCs w:val="28"/>
        </w:rPr>
      </w:pPr>
      <w:r w:rsidRPr="000A142B">
        <w:rPr>
          <w:rFonts w:ascii="Times New Roman" w:hAnsi="Times New Roman"/>
          <w:b/>
          <w:bCs/>
          <w:sz w:val="32"/>
          <w:szCs w:val="28"/>
        </w:rPr>
        <w:t>Solutions to End-of-Chapter Questions and Problems</w:t>
      </w:r>
    </w:p>
    <w:p w14:paraId="47CFDFC2" w14:textId="77777777" w:rsidR="006B6C58" w:rsidRPr="000A142B" w:rsidRDefault="006B6C58" w:rsidP="004556F1">
      <w:pPr>
        <w:tabs>
          <w:tab w:val="left" w:pos="360"/>
        </w:tabs>
        <w:rPr>
          <w:b/>
          <w:sz w:val="28"/>
        </w:rPr>
      </w:pPr>
    </w:p>
    <w:p w14:paraId="0CC7F550" w14:textId="77777777" w:rsidR="00BB5044" w:rsidRPr="000A142B" w:rsidRDefault="004556F1" w:rsidP="002F78A8">
      <w:pPr>
        <w:pStyle w:val="Karlan-Header2"/>
        <w:rPr>
          <w:rFonts w:ascii="Times New Roman" w:hAnsi="Times New Roman"/>
          <w:sz w:val="28"/>
          <w:szCs w:val="28"/>
        </w:rPr>
      </w:pPr>
      <w:r w:rsidRPr="000A142B">
        <w:rPr>
          <w:rFonts w:ascii="Times New Roman" w:hAnsi="Times New Roman"/>
          <w:sz w:val="28"/>
          <w:szCs w:val="28"/>
        </w:rPr>
        <w:t>Review Questions</w:t>
      </w:r>
    </w:p>
    <w:p w14:paraId="6E1ABDC0" w14:textId="77777777" w:rsidR="00BB5044" w:rsidRPr="000A142B" w:rsidRDefault="00BB5044" w:rsidP="004556F1">
      <w:pPr>
        <w:tabs>
          <w:tab w:val="left" w:pos="360"/>
        </w:tabs>
        <w:rPr>
          <w:b/>
        </w:rPr>
      </w:pPr>
    </w:p>
    <w:p w14:paraId="12EE57BA" w14:textId="77777777" w:rsidR="00D556FE" w:rsidRPr="000A142B" w:rsidRDefault="004556F1" w:rsidP="000A142B">
      <w:pPr>
        <w:tabs>
          <w:tab w:val="left" w:pos="360"/>
        </w:tabs>
        <w:ind w:left="360" w:hanging="360"/>
        <w:rPr>
          <w:b/>
        </w:rPr>
      </w:pPr>
      <w:r w:rsidRPr="000A142B">
        <w:t>1.</w:t>
      </w:r>
      <w:r w:rsidRPr="000A142B">
        <w:tab/>
      </w:r>
      <w:r w:rsidR="00D556FE" w:rsidRPr="000A142B">
        <w:t>You’ve been put in charge of a bake sale for a local charity, at which you are planning to sell cookies and cupcakes. Wh</w:t>
      </w:r>
      <w:r w:rsidRPr="000A142B">
        <w:t>at would a production possibili</w:t>
      </w:r>
      <w:r w:rsidR="00D556FE" w:rsidRPr="000A142B">
        <w:t xml:space="preserve">ties graph of this situation show?  </w:t>
      </w:r>
      <w:r w:rsidR="00D556FE" w:rsidRPr="000A142B">
        <w:rPr>
          <w:b/>
        </w:rPr>
        <w:t>[LO 2.1]</w:t>
      </w:r>
    </w:p>
    <w:p w14:paraId="5CA8407A" w14:textId="77777777" w:rsidR="004556F1" w:rsidRPr="000A142B" w:rsidRDefault="004556F1" w:rsidP="004556F1">
      <w:pPr>
        <w:tabs>
          <w:tab w:val="left" w:pos="360"/>
        </w:tabs>
      </w:pPr>
    </w:p>
    <w:p w14:paraId="3DBE7438" w14:textId="77777777" w:rsidR="00BB5044" w:rsidRPr="000A142B" w:rsidRDefault="00D556FE" w:rsidP="004556F1">
      <w:pPr>
        <w:tabs>
          <w:tab w:val="left" w:pos="360"/>
        </w:tabs>
        <w:ind w:left="360"/>
      </w:pPr>
      <w:r w:rsidRPr="000A142B">
        <w:rPr>
          <w:b/>
        </w:rPr>
        <w:t>Answer:</w:t>
      </w:r>
      <w:r w:rsidRPr="000A142B">
        <w:t xml:space="preserve"> </w:t>
      </w:r>
      <w:r w:rsidR="00BB5044" w:rsidRPr="000A142B">
        <w:t>On one axis, the production possibilities graph would show the total number of cookies you could bake if you spent all of your time and resources baking cookies. The other axis would show the total amount of cupcakes you could bake if you spent all of your time and resources baking cupcakes.  The two endpoints would be connected by a downward</w:t>
      </w:r>
      <w:r w:rsidR="009531BF" w:rsidRPr="000A142B">
        <w:t>-</w:t>
      </w:r>
      <w:r w:rsidR="00BB5044" w:rsidRPr="000A142B">
        <w:t>sloping line.  The slope of this line would represent the tradeoff (opportunity cost) you face between baking cookies and baking cupcakes.  If you bake more cupcakes, you must bake fewer cookies.</w:t>
      </w:r>
      <w:r w:rsidR="00461C92" w:rsidRPr="000A142B">
        <w:t xml:space="preserve"> The production possibilities graph would show all of the combinations of cookies and cupcakes you could produce with your time and resources.</w:t>
      </w:r>
    </w:p>
    <w:p w14:paraId="4E7D5166" w14:textId="784A9553" w:rsidR="001854B3" w:rsidRDefault="001854B3" w:rsidP="004556F1">
      <w:pPr>
        <w:tabs>
          <w:tab w:val="left" w:pos="360"/>
        </w:tabs>
      </w:pPr>
    </w:p>
    <w:p w14:paraId="604F9506" w14:textId="77777777" w:rsidR="00361226" w:rsidRPr="000A142B" w:rsidRDefault="00361226" w:rsidP="004556F1">
      <w:pPr>
        <w:tabs>
          <w:tab w:val="left" w:pos="360"/>
        </w:tabs>
      </w:pPr>
    </w:p>
    <w:p w14:paraId="38A893B7" w14:textId="396E8F80" w:rsidR="00D556FE" w:rsidRPr="000A142B" w:rsidRDefault="004556F1" w:rsidP="000A142B">
      <w:pPr>
        <w:tabs>
          <w:tab w:val="left" w:pos="360"/>
        </w:tabs>
        <w:ind w:left="360" w:hanging="360"/>
      </w:pPr>
      <w:r w:rsidRPr="000A142B">
        <w:t xml:space="preserve">2. </w:t>
      </w:r>
      <w:r w:rsidRPr="000A142B">
        <w:tab/>
      </w:r>
      <w:r w:rsidR="002F78A8" w:rsidRPr="000A142B">
        <w:t>You manage two employees at a pet salon. Your employees perform two tasks, giving flea baths and grooming animals. If you constructed a single production possibilities frontier for flea baths and grooming that combined both of your employees’ work efforts, would you expect the production possibilities frontier to be linear (a straight line)? Explain why or why not</w:t>
      </w:r>
      <w:r w:rsidR="00D556FE" w:rsidRPr="000A142B">
        <w:t xml:space="preserve">.  </w:t>
      </w:r>
      <w:r w:rsidR="00D556FE" w:rsidRPr="000A142B">
        <w:rPr>
          <w:b/>
        </w:rPr>
        <w:t>[LO 2.1]</w:t>
      </w:r>
    </w:p>
    <w:p w14:paraId="3637AF45" w14:textId="77777777" w:rsidR="004556F1" w:rsidRPr="000A142B" w:rsidRDefault="004556F1" w:rsidP="004556F1">
      <w:pPr>
        <w:tabs>
          <w:tab w:val="left" w:pos="360"/>
        </w:tabs>
      </w:pPr>
    </w:p>
    <w:p w14:paraId="114BB11A" w14:textId="1E53407A" w:rsidR="001854B3" w:rsidRPr="000A142B" w:rsidRDefault="00D556FE" w:rsidP="004556F1">
      <w:pPr>
        <w:tabs>
          <w:tab w:val="left" w:pos="360"/>
        </w:tabs>
        <w:ind w:left="360"/>
      </w:pPr>
      <w:r w:rsidRPr="000A142B">
        <w:rPr>
          <w:b/>
        </w:rPr>
        <w:t>Answer:</w:t>
      </w:r>
      <w:r w:rsidRPr="000A142B">
        <w:t xml:space="preserve"> </w:t>
      </w:r>
      <w:r w:rsidR="002F78A8" w:rsidRPr="000A142B">
        <w:t>You would not expect a production possibilities frontier that combined both of your employees' work efforts to be linear. Each worker would likely differ in her relative skills at grooming and giving flea baths and would therefore differ in the opportunity cost for performing each task.</w:t>
      </w:r>
    </w:p>
    <w:p w14:paraId="1FD5ED6B" w14:textId="23C8C30A" w:rsidR="00BB5044" w:rsidRDefault="00BB5044" w:rsidP="004556F1">
      <w:pPr>
        <w:tabs>
          <w:tab w:val="left" w:pos="360"/>
        </w:tabs>
      </w:pPr>
    </w:p>
    <w:p w14:paraId="67EF0C81" w14:textId="77777777" w:rsidR="000A142B" w:rsidRPr="000A142B" w:rsidRDefault="000A142B" w:rsidP="004556F1">
      <w:pPr>
        <w:tabs>
          <w:tab w:val="left" w:pos="360"/>
        </w:tabs>
      </w:pPr>
    </w:p>
    <w:p w14:paraId="101C5101" w14:textId="0CE2B8A1" w:rsidR="00E82F5B" w:rsidRPr="000A142B" w:rsidRDefault="009531BF" w:rsidP="000A142B">
      <w:pPr>
        <w:tabs>
          <w:tab w:val="left" w:pos="360"/>
        </w:tabs>
        <w:ind w:left="360" w:hanging="360"/>
      </w:pPr>
      <w:r w:rsidRPr="000A142B">
        <w:t>3.</w:t>
      </w:r>
      <w:r w:rsidR="004556F1" w:rsidRPr="000A142B">
        <w:tab/>
      </w:r>
      <w:r w:rsidR="002F78A8" w:rsidRPr="000A142B">
        <w:t xml:space="preserve">You and another volunteer are in charge of a bake sale for a local charity, at which you are planning to sell cookies and cupcakes. </w:t>
      </w:r>
      <w:r w:rsidR="00E82F5B" w:rsidRPr="000A142B">
        <w:rPr>
          <w:b/>
        </w:rPr>
        <w:t>[LO 2.2]</w:t>
      </w:r>
    </w:p>
    <w:p w14:paraId="67FF6DBE" w14:textId="77777777" w:rsidR="00E82F5B" w:rsidRPr="000A142B" w:rsidRDefault="00E82F5B" w:rsidP="004556F1">
      <w:pPr>
        <w:tabs>
          <w:tab w:val="left" w:pos="360"/>
        </w:tabs>
      </w:pPr>
    </w:p>
    <w:p w14:paraId="6D01D379" w14:textId="3CDA1C8C" w:rsidR="00D556FE" w:rsidRPr="000A142B" w:rsidRDefault="000A142B" w:rsidP="000A142B">
      <w:pPr>
        <w:tabs>
          <w:tab w:val="left" w:pos="360"/>
        </w:tabs>
        <w:ind w:left="720" w:hanging="720"/>
      </w:pPr>
      <w:r>
        <w:tab/>
      </w:r>
      <w:r w:rsidR="00E82F5B" w:rsidRPr="000A142B">
        <w:t xml:space="preserve">a. </w:t>
      </w:r>
      <w:r>
        <w:tab/>
      </w:r>
      <w:r w:rsidR="002F78A8" w:rsidRPr="000A142B">
        <w:t xml:space="preserve">What would it mean for one of you to have an absolute advantage at baking cookies or cupcakes? Could one of you have an absolute advantage at baking both items? </w:t>
      </w:r>
    </w:p>
    <w:p w14:paraId="4AB6F5C5" w14:textId="77777777" w:rsidR="00E82F5B" w:rsidRPr="000A142B" w:rsidRDefault="00E82F5B" w:rsidP="004556F1">
      <w:pPr>
        <w:tabs>
          <w:tab w:val="left" w:pos="360"/>
        </w:tabs>
      </w:pPr>
    </w:p>
    <w:p w14:paraId="70D1A179" w14:textId="2E09625F" w:rsidR="00E82F5B" w:rsidRPr="000A142B" w:rsidRDefault="000A142B" w:rsidP="000A142B">
      <w:pPr>
        <w:tabs>
          <w:tab w:val="left" w:pos="360"/>
        </w:tabs>
        <w:ind w:left="720" w:hanging="720"/>
      </w:pPr>
      <w:r>
        <w:tab/>
      </w:r>
      <w:r w:rsidR="00E82F5B" w:rsidRPr="000A142B">
        <w:t xml:space="preserve">b. </w:t>
      </w:r>
      <w:r>
        <w:tab/>
      </w:r>
      <w:r w:rsidR="00E82F5B" w:rsidRPr="000A142B">
        <w:t>What would it mean for you or the other volunteer to have a comparative advantage at baking cookies or cupcakes? Could one of you have a comparative advantage at baking both items?</w:t>
      </w:r>
    </w:p>
    <w:p w14:paraId="7A1AAC3C" w14:textId="77777777" w:rsidR="004556F1" w:rsidRPr="000A142B" w:rsidRDefault="004556F1" w:rsidP="004556F1">
      <w:pPr>
        <w:tabs>
          <w:tab w:val="left" w:pos="360"/>
        </w:tabs>
      </w:pPr>
    </w:p>
    <w:p w14:paraId="5C8DA4E6" w14:textId="77777777" w:rsidR="00E82F5B" w:rsidRPr="000A142B" w:rsidRDefault="00D556FE" w:rsidP="004556F1">
      <w:pPr>
        <w:tabs>
          <w:tab w:val="left" w:pos="360"/>
        </w:tabs>
        <w:ind w:left="360"/>
      </w:pPr>
      <w:r w:rsidRPr="000A142B">
        <w:rPr>
          <w:b/>
        </w:rPr>
        <w:lastRenderedPageBreak/>
        <w:t>Answer:</w:t>
      </w:r>
      <w:r w:rsidR="009531BF" w:rsidRPr="000A142B">
        <w:t xml:space="preserve"> </w:t>
      </w:r>
    </w:p>
    <w:p w14:paraId="6C4E6D8F" w14:textId="390FB273" w:rsidR="009531BF" w:rsidRPr="000A142B" w:rsidRDefault="00E82F5B" w:rsidP="000A142B">
      <w:pPr>
        <w:tabs>
          <w:tab w:val="left" w:pos="360"/>
        </w:tabs>
        <w:ind w:left="720" w:hanging="360"/>
      </w:pPr>
      <w:r w:rsidRPr="000A142B">
        <w:t xml:space="preserve">a. </w:t>
      </w:r>
      <w:r w:rsidR="000A142B">
        <w:tab/>
      </w:r>
      <w:r w:rsidR="002F78A8" w:rsidRPr="000A142B">
        <w:t>If you have an absolute advantage in the production of cupcakes (or cookies), it means that you can produce more cupcakes (or cookies) in total with the same amount of resources than the other volunteer. Absolute advantage is about having greater productivity. You could have an absolute advantage in baking both cupcakes and cookies if you are more productive in both goods than the other volunteer.</w:t>
      </w:r>
    </w:p>
    <w:p w14:paraId="024321BA" w14:textId="77777777" w:rsidR="00E82F5B" w:rsidRPr="000A142B" w:rsidRDefault="00E82F5B" w:rsidP="00E82F5B">
      <w:pPr>
        <w:tabs>
          <w:tab w:val="left" w:pos="360"/>
        </w:tabs>
      </w:pPr>
    </w:p>
    <w:p w14:paraId="04C2FB8B" w14:textId="755F1AA2" w:rsidR="009531BF" w:rsidRPr="000A142B" w:rsidRDefault="00E82F5B" w:rsidP="000A142B">
      <w:pPr>
        <w:tabs>
          <w:tab w:val="left" w:pos="360"/>
        </w:tabs>
        <w:ind w:left="720" w:hanging="720"/>
      </w:pPr>
      <w:r w:rsidRPr="000A142B">
        <w:tab/>
        <w:t>b.</w:t>
      </w:r>
      <w:r w:rsidRPr="000A142B">
        <w:tab/>
      </w:r>
      <w:r w:rsidR="002F78A8" w:rsidRPr="000A142B">
        <w:t>If you had a comparative advantage in baking cookies, it would mean that you have a lower opportunity cost (you give up fewer cupcakes for each cookie you bake) than the other volunteer. It is not possible for you to have a comparative advantage in baking both goods. If you have a comparative advantage in baking cookies, the other volunteer will have a comparative advantage in baking cupcakes.</w:t>
      </w:r>
    </w:p>
    <w:p w14:paraId="4738AC1B" w14:textId="2A3DBABF" w:rsidR="009531BF" w:rsidRDefault="009531BF" w:rsidP="004556F1">
      <w:pPr>
        <w:tabs>
          <w:tab w:val="left" w:pos="360"/>
        </w:tabs>
        <w:rPr>
          <w:b/>
        </w:rPr>
      </w:pPr>
    </w:p>
    <w:p w14:paraId="1D320A7B" w14:textId="77777777" w:rsidR="000A142B" w:rsidRPr="000A142B" w:rsidRDefault="000A142B" w:rsidP="004556F1">
      <w:pPr>
        <w:tabs>
          <w:tab w:val="left" w:pos="360"/>
        </w:tabs>
        <w:rPr>
          <w:b/>
        </w:rPr>
      </w:pPr>
    </w:p>
    <w:p w14:paraId="642F72E1" w14:textId="14DE8255" w:rsidR="00D556FE" w:rsidRPr="000A142B" w:rsidRDefault="00E82F5B" w:rsidP="000A142B">
      <w:pPr>
        <w:tabs>
          <w:tab w:val="left" w:pos="360"/>
        </w:tabs>
        <w:ind w:left="360" w:hanging="360"/>
      </w:pPr>
      <w:r w:rsidRPr="000A142B">
        <w:t>4</w:t>
      </w:r>
      <w:r w:rsidR="004556F1" w:rsidRPr="000A142B">
        <w:t>.</w:t>
      </w:r>
      <w:r w:rsidR="004556F1" w:rsidRPr="000A142B">
        <w:tab/>
      </w:r>
      <w:r w:rsidR="002F78A8" w:rsidRPr="000A142B">
        <w:t xml:space="preserve">You and another volunteer are in charge of a bake sale for a local charity, at which you are planning to sell cookies and cupcakes. Suppose you have a comparative advantage at baking cookies, and the other volunteer has a comparative advantage at baking cupcakes. Make a proposal to the volunteer about how to split up the baking. Explain how you can both gain from specializing, and why. </w:t>
      </w:r>
      <w:r w:rsidR="00D556FE" w:rsidRPr="000A142B">
        <w:rPr>
          <w:b/>
        </w:rPr>
        <w:t>[LO 2.3]</w:t>
      </w:r>
    </w:p>
    <w:p w14:paraId="0B57113C" w14:textId="77777777" w:rsidR="004556F1" w:rsidRPr="000A142B" w:rsidRDefault="004556F1" w:rsidP="004556F1">
      <w:pPr>
        <w:tabs>
          <w:tab w:val="left" w:pos="360"/>
        </w:tabs>
      </w:pPr>
    </w:p>
    <w:p w14:paraId="263CE910" w14:textId="1B77947C" w:rsidR="009531BF" w:rsidRPr="000A142B" w:rsidRDefault="00D556FE" w:rsidP="004556F1">
      <w:pPr>
        <w:tabs>
          <w:tab w:val="left" w:pos="360"/>
        </w:tabs>
        <w:ind w:left="360"/>
      </w:pPr>
      <w:r w:rsidRPr="000A142B">
        <w:rPr>
          <w:b/>
        </w:rPr>
        <w:t>Answer:</w:t>
      </w:r>
      <w:r w:rsidRPr="000A142B">
        <w:t xml:space="preserve"> </w:t>
      </w:r>
      <w:r w:rsidR="002F78A8" w:rsidRPr="000A142B">
        <w:t>If you have a comparative advantage in baking cookies and the other volunteer has a comparative advantage in baking cupcakes, then you should specialize in baking cookies and the other volunteer should specialize in baking cupcakes. If you spend all of your time baking cookies and the other volunteer spends all of his time baking cupcakes, you will wind up with more cookies and cupcakes between you than you would have if you each spent half of your time baking each good.</w:t>
      </w:r>
    </w:p>
    <w:p w14:paraId="09C5E27B" w14:textId="58BFA1B4" w:rsidR="009531BF" w:rsidRDefault="009531BF" w:rsidP="004556F1">
      <w:pPr>
        <w:tabs>
          <w:tab w:val="left" w:pos="360"/>
        </w:tabs>
      </w:pPr>
    </w:p>
    <w:p w14:paraId="4AAB655C" w14:textId="77777777" w:rsidR="000A142B" w:rsidRPr="000A142B" w:rsidRDefault="000A142B" w:rsidP="004556F1">
      <w:pPr>
        <w:tabs>
          <w:tab w:val="left" w:pos="360"/>
        </w:tabs>
      </w:pPr>
    </w:p>
    <w:p w14:paraId="078E5018" w14:textId="62864122" w:rsidR="00D556FE" w:rsidRPr="000A142B" w:rsidRDefault="00E82F5B" w:rsidP="000A142B">
      <w:pPr>
        <w:tabs>
          <w:tab w:val="left" w:pos="360"/>
        </w:tabs>
        <w:ind w:left="360" w:hanging="360"/>
      </w:pPr>
      <w:r w:rsidRPr="000A142B">
        <w:t>5</w:t>
      </w:r>
      <w:r w:rsidR="004556F1" w:rsidRPr="000A142B">
        <w:t>.</w:t>
      </w:r>
      <w:r w:rsidR="004556F1" w:rsidRPr="000A142B">
        <w:tab/>
      </w:r>
      <w:r w:rsidR="002F78A8" w:rsidRPr="000A142B">
        <w:t xml:space="preserve">At the flower shop, where you manage two employees, your employees perform two tasks: caring for the displays of cut flowers and making flower arrangements to fill customer orders. Explain how you would approach organizing your employees and assigning them tasks. </w:t>
      </w:r>
      <w:r w:rsidR="00D556FE" w:rsidRPr="000A142B">
        <w:rPr>
          <w:b/>
        </w:rPr>
        <w:t>[LO 2.3]</w:t>
      </w:r>
    </w:p>
    <w:p w14:paraId="79A3602A" w14:textId="77777777" w:rsidR="004556F1" w:rsidRPr="000A142B" w:rsidRDefault="004556F1" w:rsidP="004556F1">
      <w:pPr>
        <w:tabs>
          <w:tab w:val="left" w:pos="360"/>
        </w:tabs>
      </w:pPr>
    </w:p>
    <w:p w14:paraId="0A0AC66A" w14:textId="6B105A6F" w:rsidR="009531BF" w:rsidRPr="000A142B" w:rsidRDefault="00D556FE" w:rsidP="002F78A8">
      <w:pPr>
        <w:tabs>
          <w:tab w:val="left" w:pos="360"/>
        </w:tabs>
        <w:ind w:left="360"/>
      </w:pPr>
      <w:r w:rsidRPr="000A142B">
        <w:rPr>
          <w:b/>
        </w:rPr>
        <w:t>Answer:</w:t>
      </w:r>
      <w:r w:rsidRPr="000A142B">
        <w:t xml:space="preserve"> </w:t>
      </w:r>
      <w:r w:rsidR="002F78A8" w:rsidRPr="000A142B">
        <w:t>You would have your employees specialize in the task for which they have the lowest opportunity cost. The worker who has the lower opportunity cost of caring for the displays should switch to filling customer orders only if there are orders left to complete after all the cut flowers have been cared for (water changed, old blooms removed, etc.). You would assign making floral arrangements to fill customer orders to the worker who has the comparative advantage in that task. This worker should fill customer orders and switch to caring for the cut flower displays only if there is such work left to complete after customer orders have been filled.</w:t>
      </w:r>
    </w:p>
    <w:p w14:paraId="6D6A3641" w14:textId="2C5C54A3" w:rsidR="002F78A8" w:rsidRDefault="002F78A8" w:rsidP="002F78A8">
      <w:pPr>
        <w:tabs>
          <w:tab w:val="left" w:pos="360"/>
        </w:tabs>
        <w:ind w:left="360"/>
      </w:pPr>
    </w:p>
    <w:p w14:paraId="6D27BF5D" w14:textId="77777777" w:rsidR="000A142B" w:rsidRPr="000A142B" w:rsidRDefault="000A142B" w:rsidP="002F78A8">
      <w:pPr>
        <w:tabs>
          <w:tab w:val="left" w:pos="360"/>
        </w:tabs>
        <w:ind w:left="360"/>
      </w:pPr>
    </w:p>
    <w:p w14:paraId="5A6A9331" w14:textId="1332F93E" w:rsidR="00D556FE" w:rsidRPr="000A142B" w:rsidRDefault="00E82F5B" w:rsidP="000A142B">
      <w:pPr>
        <w:tabs>
          <w:tab w:val="left" w:pos="360"/>
        </w:tabs>
        <w:ind w:left="360" w:hanging="360"/>
      </w:pPr>
      <w:r w:rsidRPr="000A142B">
        <w:rPr>
          <w:color w:val="000000" w:themeColor="text1"/>
        </w:rPr>
        <w:t>6</w:t>
      </w:r>
      <w:r w:rsidR="004556F1" w:rsidRPr="000A142B">
        <w:rPr>
          <w:color w:val="000000" w:themeColor="text1"/>
        </w:rPr>
        <w:t>.</w:t>
      </w:r>
      <w:r w:rsidR="004556F1" w:rsidRPr="000A142B">
        <w:tab/>
      </w:r>
      <w:r w:rsidR="00D556FE" w:rsidRPr="000A142B">
        <w:t xml:space="preserve">Suppose two countries produce the same two goods and have identical production possibilities frontiers. Do you expect these countries to trade? Explain why or why not.  </w:t>
      </w:r>
      <w:r w:rsidR="00D556FE" w:rsidRPr="000A142B">
        <w:rPr>
          <w:b/>
        </w:rPr>
        <w:t>[LO 2.4]</w:t>
      </w:r>
    </w:p>
    <w:p w14:paraId="459DB1F7" w14:textId="77777777" w:rsidR="004556F1" w:rsidRPr="000A142B" w:rsidRDefault="004556F1" w:rsidP="004556F1">
      <w:pPr>
        <w:tabs>
          <w:tab w:val="left" w:pos="360"/>
        </w:tabs>
      </w:pPr>
    </w:p>
    <w:p w14:paraId="4DC1318A" w14:textId="77777777" w:rsidR="009531BF" w:rsidRPr="000A142B" w:rsidRDefault="00D556FE" w:rsidP="004556F1">
      <w:pPr>
        <w:tabs>
          <w:tab w:val="left" w:pos="360"/>
        </w:tabs>
        <w:ind w:left="360"/>
      </w:pPr>
      <w:r w:rsidRPr="000A142B">
        <w:rPr>
          <w:b/>
        </w:rPr>
        <w:t>Answer:</w:t>
      </w:r>
      <w:r w:rsidRPr="000A142B">
        <w:t xml:space="preserve"> </w:t>
      </w:r>
      <w:r w:rsidR="009531BF" w:rsidRPr="000A142B">
        <w:t xml:space="preserve">We would not expect countries with the same production possibilities frontiers to trade. Identical production possibilities frontiers would indicate that the two countries faced the same opportunity costs. The basis for gains from trade is specializing according to differing opportunity costs. </w:t>
      </w:r>
    </w:p>
    <w:p w14:paraId="079648B0" w14:textId="28E53DEF" w:rsidR="004E5E7A" w:rsidRDefault="004E5E7A" w:rsidP="004556F1">
      <w:pPr>
        <w:tabs>
          <w:tab w:val="left" w:pos="360"/>
        </w:tabs>
        <w:ind w:left="360"/>
      </w:pPr>
    </w:p>
    <w:p w14:paraId="7D85CA12" w14:textId="77777777" w:rsidR="000A142B" w:rsidRPr="000A142B" w:rsidRDefault="000A142B" w:rsidP="004556F1">
      <w:pPr>
        <w:tabs>
          <w:tab w:val="left" w:pos="360"/>
        </w:tabs>
        <w:ind w:left="360"/>
      </w:pPr>
    </w:p>
    <w:p w14:paraId="2B6F3B57" w14:textId="335624A1" w:rsidR="00D556FE" w:rsidRPr="000A142B" w:rsidRDefault="00E82F5B" w:rsidP="000A142B">
      <w:pPr>
        <w:tabs>
          <w:tab w:val="left" w:pos="360"/>
        </w:tabs>
        <w:ind w:left="360" w:hanging="360"/>
      </w:pPr>
      <w:r w:rsidRPr="000A142B">
        <w:t>7</w:t>
      </w:r>
      <w:r w:rsidR="004556F1" w:rsidRPr="000A142B">
        <w:t>.</w:t>
      </w:r>
      <w:r w:rsidR="004556F1" w:rsidRPr="000A142B">
        <w:tab/>
      </w:r>
      <w:r w:rsidR="002F78A8" w:rsidRPr="000A142B">
        <w:t xml:space="preserve">Brazil is the largest coffee producer in the world, and coffee is one of Brazil’s major export goods. Suppose that in 20 years, Brazil no longer produces much coffee and imports most of its coffee instead. Explain why Brazil might change its trade pattern over time. </w:t>
      </w:r>
      <w:r w:rsidR="00D556FE" w:rsidRPr="000A142B">
        <w:rPr>
          <w:b/>
        </w:rPr>
        <w:t>[LO 2.4]</w:t>
      </w:r>
    </w:p>
    <w:p w14:paraId="6544434F" w14:textId="77777777" w:rsidR="004556F1" w:rsidRPr="000A142B" w:rsidRDefault="004556F1" w:rsidP="004556F1">
      <w:pPr>
        <w:tabs>
          <w:tab w:val="left" w:pos="360"/>
        </w:tabs>
      </w:pPr>
    </w:p>
    <w:p w14:paraId="02D5E479" w14:textId="23F2268C" w:rsidR="00446AE8" w:rsidRPr="000A142B" w:rsidRDefault="00D556FE" w:rsidP="002F78A8">
      <w:pPr>
        <w:tabs>
          <w:tab w:val="left" w:pos="360"/>
        </w:tabs>
        <w:ind w:left="360"/>
      </w:pPr>
      <w:r w:rsidRPr="000A142B">
        <w:rPr>
          <w:b/>
        </w:rPr>
        <w:t>Answer:</w:t>
      </w:r>
      <w:r w:rsidRPr="000A142B">
        <w:t xml:space="preserve"> </w:t>
      </w:r>
      <w:r w:rsidR="002F78A8" w:rsidRPr="000A142B">
        <w:t>Brazil would change from exporting to importing coffee if its comparative advantage changes. Over time, Brazil could lose its comparative advantage in coffee if its opportunity costs for growing coffee increase. If this were the case, we would expect Brazil to gain a comparative advantage elsewhere.</w:t>
      </w:r>
    </w:p>
    <w:p w14:paraId="1BBD8B66" w14:textId="77777777" w:rsidR="002F78A8" w:rsidRPr="000A142B" w:rsidRDefault="002F78A8" w:rsidP="002F78A8">
      <w:pPr>
        <w:tabs>
          <w:tab w:val="left" w:pos="360"/>
        </w:tabs>
        <w:ind w:left="360"/>
      </w:pPr>
    </w:p>
    <w:p w14:paraId="3332196E" w14:textId="10A602FD" w:rsidR="007E3099" w:rsidRPr="000A142B" w:rsidRDefault="007E3099">
      <w:pPr>
        <w:rPr>
          <w:b/>
        </w:rPr>
      </w:pPr>
    </w:p>
    <w:p w14:paraId="62AA9EDE" w14:textId="2D586547" w:rsidR="009531BF" w:rsidRPr="000A142B" w:rsidRDefault="004556F1" w:rsidP="002F78A8">
      <w:pPr>
        <w:pStyle w:val="Karlan-Header2"/>
        <w:rPr>
          <w:rFonts w:ascii="Times New Roman" w:hAnsi="Times New Roman"/>
          <w:sz w:val="28"/>
          <w:szCs w:val="28"/>
        </w:rPr>
      </w:pPr>
      <w:r w:rsidRPr="000A142B">
        <w:rPr>
          <w:rFonts w:ascii="Times New Roman" w:hAnsi="Times New Roman"/>
          <w:sz w:val="28"/>
          <w:szCs w:val="28"/>
        </w:rPr>
        <w:t>Problems and Applications</w:t>
      </w:r>
    </w:p>
    <w:p w14:paraId="469D8B3C" w14:textId="77777777" w:rsidR="004556F1" w:rsidRPr="000A142B" w:rsidRDefault="004556F1" w:rsidP="004556F1">
      <w:pPr>
        <w:tabs>
          <w:tab w:val="left" w:pos="360"/>
        </w:tabs>
      </w:pPr>
    </w:p>
    <w:p w14:paraId="24F34C73" w14:textId="476CA5F6" w:rsidR="00D556FE" w:rsidRPr="000A142B" w:rsidRDefault="004556F1" w:rsidP="000A142B">
      <w:pPr>
        <w:tabs>
          <w:tab w:val="left" w:pos="360"/>
        </w:tabs>
        <w:ind w:left="360" w:hanging="360"/>
        <w:rPr>
          <w:b/>
        </w:rPr>
      </w:pPr>
      <w:r w:rsidRPr="000A142B">
        <w:t>1.</w:t>
      </w:r>
      <w:r w:rsidRPr="000A142B">
        <w:tab/>
      </w:r>
      <w:r w:rsidR="00D556FE" w:rsidRPr="000A142B">
        <w:t>Your friend Sam</w:t>
      </w:r>
      <w:r w:rsidR="00AE2D5B" w:rsidRPr="000A142B">
        <w:t xml:space="preserve"> owns a catering business and</w:t>
      </w:r>
      <w:r w:rsidR="00D556FE" w:rsidRPr="000A142B">
        <w:t xml:space="preserve"> has been asked to prepare appetizers for a univ</w:t>
      </w:r>
      <w:r w:rsidR="004E5E7A" w:rsidRPr="000A142B">
        <w:t>ersity reception during homecom</w:t>
      </w:r>
      <w:r w:rsidR="00D556FE" w:rsidRPr="000A142B">
        <w:t xml:space="preserve">ing weekend. She has an unlimited amount of ingredients but only </w:t>
      </w:r>
      <w:r w:rsidR="002A743A" w:rsidRPr="000A142B">
        <w:t>six</w:t>
      </w:r>
      <w:r w:rsidR="00D556FE" w:rsidRPr="000A142B">
        <w:t xml:space="preserve"> hours to prepare them. Sam can make 300 mini-sandwiches or 150 servings of melon slices topped with smoked salmon and a dab of sauce per hour.  </w:t>
      </w:r>
      <w:r w:rsidR="00D556FE" w:rsidRPr="000A142B">
        <w:rPr>
          <w:b/>
        </w:rPr>
        <w:t>[LO 2.1]</w:t>
      </w:r>
    </w:p>
    <w:p w14:paraId="24C88E7A" w14:textId="4BCD4D7F" w:rsidR="004E5E7A" w:rsidRPr="000A142B" w:rsidRDefault="000A142B" w:rsidP="004556F1">
      <w:pPr>
        <w:tabs>
          <w:tab w:val="left" w:pos="360"/>
        </w:tabs>
      </w:pPr>
      <w:r>
        <w:tab/>
      </w:r>
      <w:r w:rsidR="004E5E7A" w:rsidRPr="000A142B">
        <w:t>a.</w:t>
      </w:r>
      <w:r w:rsidR="004E5E7A" w:rsidRPr="000A142B">
        <w:tab/>
      </w:r>
      <w:r w:rsidR="00D556FE" w:rsidRPr="000A142B">
        <w:t xml:space="preserve">Draw Sam’s production possibilities frontier. </w:t>
      </w:r>
    </w:p>
    <w:p w14:paraId="3D0EA8BA" w14:textId="2A6EC460" w:rsidR="004E5E7A" w:rsidRDefault="000A142B" w:rsidP="000A142B">
      <w:pPr>
        <w:tabs>
          <w:tab w:val="left" w:pos="360"/>
        </w:tabs>
        <w:ind w:left="720" w:hanging="720"/>
      </w:pPr>
      <w:r>
        <w:tab/>
      </w:r>
      <w:r w:rsidR="004E5E7A" w:rsidRPr="000A142B">
        <w:t>b.</w:t>
      </w:r>
      <w:r w:rsidR="004E5E7A" w:rsidRPr="000A142B">
        <w:tab/>
      </w:r>
      <w:r w:rsidR="00D556FE" w:rsidRPr="000A142B">
        <w:t xml:space="preserve">Now suppose that the university decides to postpone the reception until after the big game, </w:t>
      </w:r>
      <w:r w:rsidR="002A743A" w:rsidRPr="000A142B">
        <w:t>so</w:t>
      </w:r>
      <w:r w:rsidR="00D556FE" w:rsidRPr="000A142B">
        <w:t xml:space="preserve"> Sam has an extra </w:t>
      </w:r>
      <w:r w:rsidR="002A743A" w:rsidRPr="000A142B">
        <w:t>four</w:t>
      </w:r>
      <w:r w:rsidR="00D556FE" w:rsidRPr="000A142B">
        <w:t xml:space="preserve"> hours to prepare. Redraw her production possibilities frontier to show the impact of</w:t>
      </w:r>
      <w:r w:rsidR="004E5E7A" w:rsidRPr="000A142B">
        <w:t xml:space="preserve"> this increase in resources.</w:t>
      </w:r>
    </w:p>
    <w:p w14:paraId="76705942" w14:textId="77777777" w:rsidR="000A142B" w:rsidRPr="000A142B" w:rsidRDefault="000A142B" w:rsidP="000A142B">
      <w:pPr>
        <w:tabs>
          <w:tab w:val="left" w:pos="360"/>
        </w:tabs>
      </w:pPr>
    </w:p>
    <w:p w14:paraId="766BA934" w14:textId="482ABBAD" w:rsidR="00D556FE" w:rsidRPr="000A142B" w:rsidRDefault="000A142B" w:rsidP="000A142B">
      <w:pPr>
        <w:tabs>
          <w:tab w:val="left" w:pos="360"/>
        </w:tabs>
        <w:ind w:left="720" w:hanging="720"/>
      </w:pPr>
      <w:r>
        <w:tab/>
      </w:r>
      <w:r w:rsidR="00D556FE" w:rsidRPr="000A142B">
        <w:t xml:space="preserve">c. </w:t>
      </w:r>
      <w:r w:rsidR="004E5E7A" w:rsidRPr="000A142B">
        <w:tab/>
      </w:r>
      <w:r w:rsidR="00D556FE" w:rsidRPr="000A142B">
        <w:t>Now, in ad</w:t>
      </w:r>
      <w:r w:rsidR="004E5E7A" w:rsidRPr="000A142B">
        <w:t>dition to the extra time to pre</w:t>
      </w:r>
      <w:r w:rsidR="00D556FE" w:rsidRPr="000A142B">
        <w:t>pare, suppose Sam’s friend Chris helps by preparing the melon slices. Sam can now make 300 mini-sandwiches or 300 melon appetizer</w:t>
      </w:r>
      <w:r w:rsidR="004E5E7A" w:rsidRPr="000A142B">
        <w:t>s per hour. Redraw Sam’s produc</w:t>
      </w:r>
      <w:r w:rsidR="00D556FE" w:rsidRPr="000A142B">
        <w:t>tion possibilities frontier to show the impact of increased productivity in making melon appetizers.</w:t>
      </w:r>
    </w:p>
    <w:p w14:paraId="1B473497" w14:textId="77777777" w:rsidR="00D556FE" w:rsidRPr="000A142B" w:rsidRDefault="00D556FE" w:rsidP="004556F1">
      <w:pPr>
        <w:tabs>
          <w:tab w:val="left" w:pos="360"/>
        </w:tabs>
      </w:pPr>
    </w:p>
    <w:p w14:paraId="15B952B5" w14:textId="77777777" w:rsidR="00A77244" w:rsidRPr="000A142B" w:rsidRDefault="004E5E7A" w:rsidP="004556F1">
      <w:pPr>
        <w:tabs>
          <w:tab w:val="left" w:pos="360"/>
        </w:tabs>
        <w:rPr>
          <w:noProof/>
        </w:rPr>
      </w:pPr>
      <w:r w:rsidRPr="000A142B">
        <w:tab/>
      </w:r>
      <w:r w:rsidR="00D556FE" w:rsidRPr="000A142B">
        <w:rPr>
          <w:b/>
        </w:rPr>
        <w:t>Answer:</w:t>
      </w:r>
      <w:r w:rsidR="00A77244" w:rsidRPr="000A142B">
        <w:rPr>
          <w:noProof/>
        </w:rPr>
        <w:t xml:space="preserve"> </w:t>
      </w:r>
    </w:p>
    <w:p w14:paraId="01A6B908" w14:textId="166FD035" w:rsidR="00A8046A" w:rsidRPr="000A142B" w:rsidRDefault="00A8046A" w:rsidP="004556F1">
      <w:pPr>
        <w:tabs>
          <w:tab w:val="left" w:pos="360"/>
        </w:tabs>
        <w:rPr>
          <w:noProof/>
        </w:rPr>
      </w:pPr>
      <w:r w:rsidRPr="000A142B">
        <w:rPr>
          <w:noProof/>
        </w:rPr>
        <w:lastRenderedPageBreak/>
        <w:tab/>
      </w:r>
      <w:r w:rsidR="00240B8A" w:rsidRPr="000A142B">
        <w:rPr>
          <w:noProof/>
        </w:rPr>
        <w:drawing>
          <wp:inline distT="0" distB="0" distL="0" distR="0" wp14:anchorId="5A9343CA" wp14:editId="7CC1A251">
            <wp:extent cx="3429000" cy="3412593"/>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429000" cy="3412593"/>
                    </a:xfrm>
                    <a:prstGeom prst="rect">
                      <a:avLst/>
                    </a:prstGeom>
                  </pic:spPr>
                </pic:pic>
              </a:graphicData>
            </a:graphic>
          </wp:inline>
        </w:drawing>
      </w:r>
    </w:p>
    <w:p w14:paraId="7415221F" w14:textId="77777777" w:rsidR="00D556FE" w:rsidRPr="000A142B" w:rsidRDefault="00A77244" w:rsidP="004556F1">
      <w:pPr>
        <w:tabs>
          <w:tab w:val="left" w:pos="360"/>
        </w:tabs>
        <w:rPr>
          <w:b/>
        </w:rPr>
      </w:pPr>
      <w:r w:rsidRPr="000A142B">
        <w:rPr>
          <w:noProof/>
        </w:rPr>
        <w:tab/>
      </w:r>
    </w:p>
    <w:p w14:paraId="69CB04A2" w14:textId="77777777" w:rsidR="004E5E7A" w:rsidRPr="000A142B" w:rsidRDefault="004E5E7A" w:rsidP="000A142B">
      <w:pPr>
        <w:tabs>
          <w:tab w:val="left" w:pos="360"/>
          <w:tab w:val="left" w:pos="720"/>
        </w:tabs>
        <w:ind w:left="720" w:hanging="360"/>
      </w:pPr>
      <w:r w:rsidRPr="000A142B">
        <w:t>a.</w:t>
      </w:r>
      <w:r w:rsidRPr="000A142B">
        <w:tab/>
      </w:r>
      <w:r w:rsidR="00EA1346" w:rsidRPr="000A142B">
        <w:t>300 mini-sandwiches/</w:t>
      </w:r>
      <w:proofErr w:type="spellStart"/>
      <w:r w:rsidR="00EA1346" w:rsidRPr="000A142B">
        <w:t>hr</w:t>
      </w:r>
      <w:proofErr w:type="spellEnd"/>
      <w:r w:rsidR="00EA1346" w:rsidRPr="000A142B">
        <w:t xml:space="preserve"> = 1,800 mini-sandwiches in 6 hou</w:t>
      </w:r>
      <w:r w:rsidR="006F03AB" w:rsidRPr="000A142B">
        <w:t xml:space="preserve">rs. This is the endpoint on the </w:t>
      </w:r>
      <w:r w:rsidR="00EA1346" w:rsidRPr="000A142B">
        <w:t>Y-axis. 150 melon appetizers/</w:t>
      </w:r>
      <w:proofErr w:type="spellStart"/>
      <w:r w:rsidR="00EA1346" w:rsidRPr="000A142B">
        <w:t>hr</w:t>
      </w:r>
      <w:proofErr w:type="spellEnd"/>
      <w:r w:rsidR="00EA1346" w:rsidRPr="000A142B">
        <w:t xml:space="preserve"> = 900 melon appetizers in 6 hours. This is the endpoint on the X-axi</w:t>
      </w:r>
      <w:r w:rsidRPr="000A142B">
        <w:t>s.</w:t>
      </w:r>
    </w:p>
    <w:p w14:paraId="2E27A297" w14:textId="77777777" w:rsidR="00AE2D5B" w:rsidRPr="000A142B" w:rsidRDefault="00AE2D5B" w:rsidP="006F03AB">
      <w:pPr>
        <w:tabs>
          <w:tab w:val="left" w:pos="360"/>
        </w:tabs>
        <w:ind w:left="360"/>
      </w:pPr>
    </w:p>
    <w:p w14:paraId="2C7DAC85" w14:textId="77777777" w:rsidR="004E5E7A" w:rsidRPr="000A142B" w:rsidRDefault="004E5E7A" w:rsidP="000A142B">
      <w:pPr>
        <w:tabs>
          <w:tab w:val="left" w:pos="360"/>
        </w:tabs>
        <w:ind w:left="720" w:hanging="360"/>
      </w:pPr>
      <w:r w:rsidRPr="000A142B">
        <w:t xml:space="preserve">b. </w:t>
      </w:r>
      <w:r w:rsidRPr="000A142B">
        <w:tab/>
      </w:r>
      <w:r w:rsidR="00EA1346" w:rsidRPr="000A142B">
        <w:t>300 mini-sandwiches/</w:t>
      </w:r>
      <w:proofErr w:type="spellStart"/>
      <w:r w:rsidR="00EA1346" w:rsidRPr="000A142B">
        <w:t>hr</w:t>
      </w:r>
      <w:proofErr w:type="spellEnd"/>
      <w:r w:rsidR="00EA1346" w:rsidRPr="000A142B">
        <w:t xml:space="preserve"> = 3,000 mini-sandwiches in 10 hours. This is the endpoint on the Y-axis. 150 melon appetizers/</w:t>
      </w:r>
      <w:proofErr w:type="spellStart"/>
      <w:r w:rsidR="00EA1346" w:rsidRPr="000A142B">
        <w:t>hr</w:t>
      </w:r>
      <w:proofErr w:type="spellEnd"/>
      <w:r w:rsidR="00EA1346" w:rsidRPr="000A142B">
        <w:t xml:space="preserve"> = 1,500 melon appetizers in 10 hours. This is the endpoi</w:t>
      </w:r>
      <w:r w:rsidRPr="000A142B">
        <w:t>nt on the X-axis.</w:t>
      </w:r>
    </w:p>
    <w:p w14:paraId="419534A0" w14:textId="77777777" w:rsidR="00AE2D5B" w:rsidRPr="000A142B" w:rsidRDefault="00AE2D5B" w:rsidP="006F03AB">
      <w:pPr>
        <w:tabs>
          <w:tab w:val="left" w:pos="360"/>
        </w:tabs>
        <w:ind w:left="360"/>
      </w:pPr>
    </w:p>
    <w:p w14:paraId="6C5032D8" w14:textId="27C2935C" w:rsidR="00EA1346" w:rsidRPr="000A142B" w:rsidRDefault="004E5E7A" w:rsidP="000A142B">
      <w:pPr>
        <w:tabs>
          <w:tab w:val="left" w:pos="360"/>
        </w:tabs>
        <w:ind w:left="720" w:hanging="360"/>
      </w:pPr>
      <w:r w:rsidRPr="000A142B">
        <w:t>c.</w:t>
      </w:r>
      <w:r w:rsidR="00EA1346" w:rsidRPr="000A142B">
        <w:t xml:space="preserve"> </w:t>
      </w:r>
      <w:r w:rsidRPr="000A142B">
        <w:tab/>
      </w:r>
      <w:r w:rsidR="00EA1346" w:rsidRPr="000A142B">
        <w:t>300 mini-sandwiches/</w:t>
      </w:r>
      <w:proofErr w:type="spellStart"/>
      <w:r w:rsidR="00EA1346" w:rsidRPr="000A142B">
        <w:t>hr</w:t>
      </w:r>
      <w:proofErr w:type="spellEnd"/>
      <w:r w:rsidR="00EA1346" w:rsidRPr="000A142B">
        <w:t xml:space="preserve"> = 3,000 mini-sandwiches in 10 hours. This is the endpoint on the Y-axis. 300 melon appetizers/hour = 3,000 melon appetizers in 10 hours. This is the endpoint on the X-axis.</w:t>
      </w:r>
    </w:p>
    <w:p w14:paraId="5BBB8213" w14:textId="0FB227C1" w:rsidR="00FB71FF" w:rsidRDefault="00FB71FF" w:rsidP="004556F1">
      <w:pPr>
        <w:tabs>
          <w:tab w:val="left" w:pos="360"/>
        </w:tabs>
      </w:pPr>
    </w:p>
    <w:p w14:paraId="40ABE304" w14:textId="77777777" w:rsidR="000A142B" w:rsidRPr="000A142B" w:rsidRDefault="000A142B" w:rsidP="004556F1">
      <w:pPr>
        <w:tabs>
          <w:tab w:val="left" w:pos="360"/>
        </w:tabs>
      </w:pPr>
    </w:p>
    <w:p w14:paraId="437A0B9D" w14:textId="5CE6F4A6" w:rsidR="00D556FE" w:rsidRPr="000A142B" w:rsidRDefault="00A77244" w:rsidP="000A142B">
      <w:pPr>
        <w:tabs>
          <w:tab w:val="left" w:pos="360"/>
        </w:tabs>
        <w:ind w:left="360" w:hanging="360"/>
        <w:rPr>
          <w:b/>
        </w:rPr>
      </w:pPr>
      <w:r w:rsidRPr="000A142B">
        <w:t>2.</w:t>
      </w:r>
      <w:r w:rsidRPr="000A142B">
        <w:tab/>
      </w:r>
      <w:r w:rsidR="00D556FE" w:rsidRPr="000A142B">
        <w:t>Your friend Sam</w:t>
      </w:r>
      <w:r w:rsidRPr="000A142B">
        <w:t xml:space="preserve"> has been asked to prepare appe</w:t>
      </w:r>
      <w:r w:rsidR="00D556FE" w:rsidRPr="000A142B">
        <w:t xml:space="preserve">tizers for the university reception. She has an unlimited amount of ingredients and </w:t>
      </w:r>
      <w:r w:rsidR="002A743A" w:rsidRPr="000A142B">
        <w:t>six</w:t>
      </w:r>
      <w:r w:rsidR="00D556FE" w:rsidRPr="000A142B">
        <w:t xml:space="preserve"> hours in which to prepare them. Sam can make </w:t>
      </w:r>
      <w:r w:rsidR="00820D9A" w:rsidRPr="000A142B">
        <w:t>4</w:t>
      </w:r>
      <w:r w:rsidR="00D556FE" w:rsidRPr="000A142B">
        <w:t xml:space="preserve">00 mini-sandwiches or </w:t>
      </w:r>
      <w:r w:rsidR="00820D9A" w:rsidRPr="000A142B">
        <w:t>20</w:t>
      </w:r>
      <w:r w:rsidR="00D556FE" w:rsidRPr="000A142B">
        <w:t xml:space="preserve">0 servings of melon slices topped with smoked salmon and a dab of sauce per hour. </w:t>
      </w:r>
      <w:r w:rsidRPr="000A142B">
        <w:t xml:space="preserve"> </w:t>
      </w:r>
      <w:r w:rsidR="00D556FE" w:rsidRPr="000A142B">
        <w:rPr>
          <w:b/>
        </w:rPr>
        <w:t>[LO 2.1]</w:t>
      </w:r>
    </w:p>
    <w:p w14:paraId="3C1C516A" w14:textId="429B3A21" w:rsidR="00A77244" w:rsidRDefault="000A142B" w:rsidP="004556F1">
      <w:pPr>
        <w:tabs>
          <w:tab w:val="left" w:pos="360"/>
        </w:tabs>
      </w:pPr>
      <w:r>
        <w:tab/>
      </w:r>
      <w:r w:rsidR="00A77244" w:rsidRPr="000A142B">
        <w:t>a.</w:t>
      </w:r>
      <w:r w:rsidR="00A77244" w:rsidRPr="000A142B">
        <w:tab/>
      </w:r>
      <w:r w:rsidR="00D556FE" w:rsidRPr="000A142B">
        <w:t>What is Sam’s opportunity cost o</w:t>
      </w:r>
      <w:r w:rsidR="00A77244" w:rsidRPr="000A142B">
        <w:t>f making one mini-sandwich?</w:t>
      </w:r>
    </w:p>
    <w:p w14:paraId="5811E638" w14:textId="77777777" w:rsidR="000A142B" w:rsidRPr="000A142B" w:rsidRDefault="000A142B" w:rsidP="004556F1">
      <w:pPr>
        <w:tabs>
          <w:tab w:val="left" w:pos="360"/>
        </w:tabs>
      </w:pPr>
    </w:p>
    <w:p w14:paraId="256C1F02" w14:textId="41B9D134" w:rsidR="00A77244" w:rsidRDefault="000A142B" w:rsidP="004556F1">
      <w:pPr>
        <w:tabs>
          <w:tab w:val="left" w:pos="360"/>
        </w:tabs>
      </w:pPr>
      <w:r>
        <w:tab/>
      </w:r>
      <w:r w:rsidR="00D556FE" w:rsidRPr="000A142B">
        <w:t xml:space="preserve">b. </w:t>
      </w:r>
      <w:r w:rsidR="00A77244" w:rsidRPr="000A142B">
        <w:tab/>
      </w:r>
      <w:r w:rsidR="00D556FE" w:rsidRPr="000A142B">
        <w:t>Wha</w:t>
      </w:r>
      <w:r w:rsidR="002A743A" w:rsidRPr="000A142B">
        <w:t>t is Sam’s opportunity cost of m</w:t>
      </w:r>
      <w:r w:rsidR="00D556FE" w:rsidRPr="000A142B">
        <w:t>aking one melon appetizer?</w:t>
      </w:r>
    </w:p>
    <w:p w14:paraId="109B9016" w14:textId="77777777" w:rsidR="000A142B" w:rsidRPr="000A142B" w:rsidRDefault="000A142B" w:rsidP="004556F1">
      <w:pPr>
        <w:tabs>
          <w:tab w:val="left" w:pos="360"/>
        </w:tabs>
      </w:pPr>
    </w:p>
    <w:p w14:paraId="3FEE5EDA" w14:textId="3AF34774" w:rsidR="00A77244" w:rsidRDefault="000A142B" w:rsidP="000A142B">
      <w:pPr>
        <w:tabs>
          <w:tab w:val="left" w:pos="360"/>
        </w:tabs>
        <w:ind w:left="720" w:hanging="720"/>
      </w:pPr>
      <w:r>
        <w:tab/>
      </w:r>
      <w:r w:rsidR="00A77244" w:rsidRPr="000A142B">
        <w:t>c.</w:t>
      </w:r>
      <w:r w:rsidR="00A77244" w:rsidRPr="000A142B">
        <w:tab/>
      </w:r>
      <w:r w:rsidR="00D556FE" w:rsidRPr="000A142B">
        <w:t xml:space="preserve">Suppose the reception has been postponed, </w:t>
      </w:r>
      <w:r w:rsidR="002A743A" w:rsidRPr="000A142B">
        <w:t xml:space="preserve">so </w:t>
      </w:r>
      <w:r w:rsidR="00D556FE" w:rsidRPr="000A142B">
        <w:t xml:space="preserve">Sam has an extra </w:t>
      </w:r>
      <w:r w:rsidR="002A743A" w:rsidRPr="000A142B">
        <w:t>four</w:t>
      </w:r>
      <w:r w:rsidR="00D556FE" w:rsidRPr="000A142B">
        <w:t xml:space="preserve"> hours to prepare. What is the opportunity cost of making one </w:t>
      </w:r>
      <w:proofErr w:type="gramStart"/>
      <w:r w:rsidR="00D556FE" w:rsidRPr="000A142B">
        <w:t>mini-sandwich</w:t>
      </w:r>
      <w:proofErr w:type="gramEnd"/>
      <w:r w:rsidR="00D556FE" w:rsidRPr="000A142B">
        <w:t xml:space="preserve"> now?</w:t>
      </w:r>
    </w:p>
    <w:p w14:paraId="2208EE1B" w14:textId="77777777" w:rsidR="000A142B" w:rsidRPr="000A142B" w:rsidRDefault="000A142B" w:rsidP="000A142B">
      <w:pPr>
        <w:tabs>
          <w:tab w:val="left" w:pos="360"/>
        </w:tabs>
        <w:ind w:left="720" w:hanging="720"/>
      </w:pPr>
    </w:p>
    <w:p w14:paraId="36B9A3D8" w14:textId="4BA347CB" w:rsidR="00A77244" w:rsidRDefault="000A142B" w:rsidP="000A142B">
      <w:pPr>
        <w:tabs>
          <w:tab w:val="left" w:pos="360"/>
        </w:tabs>
        <w:ind w:left="720" w:hanging="720"/>
      </w:pPr>
      <w:r>
        <w:tab/>
      </w:r>
      <w:r w:rsidR="00A77244" w:rsidRPr="000A142B">
        <w:t>d.</w:t>
      </w:r>
      <w:r w:rsidR="00A77244" w:rsidRPr="000A142B">
        <w:tab/>
      </w:r>
      <w:r w:rsidR="00D556FE" w:rsidRPr="000A142B">
        <w:t xml:space="preserve">Suppose the reception has been postponed, </w:t>
      </w:r>
      <w:r w:rsidR="002A743A" w:rsidRPr="000A142B">
        <w:t>so</w:t>
      </w:r>
      <w:r w:rsidR="00D556FE" w:rsidRPr="000A142B">
        <w:t xml:space="preserve"> Sam has an extra </w:t>
      </w:r>
      <w:r w:rsidR="002A743A" w:rsidRPr="000A142B">
        <w:t>four</w:t>
      </w:r>
      <w:r w:rsidR="00D556FE" w:rsidRPr="000A142B">
        <w:t xml:space="preserve"> hours to prepare. What is the opportunity cost of making one melon appetizer n</w:t>
      </w:r>
      <w:r w:rsidR="00A77244" w:rsidRPr="000A142B">
        <w:t>ow?</w:t>
      </w:r>
    </w:p>
    <w:p w14:paraId="5206033F" w14:textId="77777777" w:rsidR="000A142B" w:rsidRPr="000A142B" w:rsidRDefault="000A142B" w:rsidP="000A142B">
      <w:pPr>
        <w:tabs>
          <w:tab w:val="left" w:pos="360"/>
        </w:tabs>
        <w:ind w:left="720" w:hanging="720"/>
      </w:pPr>
    </w:p>
    <w:p w14:paraId="0ACF565C" w14:textId="4BB7732F" w:rsidR="00A77244" w:rsidRDefault="000A142B" w:rsidP="000A142B">
      <w:pPr>
        <w:tabs>
          <w:tab w:val="left" w:pos="360"/>
        </w:tabs>
        <w:ind w:left="720" w:hanging="720"/>
      </w:pPr>
      <w:r>
        <w:tab/>
      </w:r>
      <w:r w:rsidR="00A77244" w:rsidRPr="000A142B">
        <w:t>e.</w:t>
      </w:r>
      <w:r w:rsidR="00A77244" w:rsidRPr="000A142B">
        <w:tab/>
      </w:r>
      <w:r w:rsidR="00D556FE" w:rsidRPr="000A142B">
        <w:t xml:space="preserve">Suppose Sam’s friend Chris helps by preparing the melon slices, increasing Sam’s productivity to </w:t>
      </w:r>
      <w:r w:rsidR="00820D9A" w:rsidRPr="000A142B">
        <w:t>4</w:t>
      </w:r>
      <w:r w:rsidR="00D556FE" w:rsidRPr="000A142B">
        <w:t xml:space="preserve">00 mini-sandwiches or </w:t>
      </w:r>
      <w:r w:rsidR="00820D9A" w:rsidRPr="000A142B">
        <w:t>4</w:t>
      </w:r>
      <w:r w:rsidR="00D556FE" w:rsidRPr="000A142B">
        <w:t xml:space="preserve">00 melon appetizers per hour. What is the opportunity cost of making one </w:t>
      </w:r>
      <w:proofErr w:type="gramStart"/>
      <w:r w:rsidR="00D556FE" w:rsidRPr="000A142B">
        <w:t>mini-sandwich</w:t>
      </w:r>
      <w:proofErr w:type="gramEnd"/>
      <w:r w:rsidR="00D556FE" w:rsidRPr="000A142B">
        <w:t xml:space="preserve"> now?</w:t>
      </w:r>
    </w:p>
    <w:p w14:paraId="57CAB01C" w14:textId="77777777" w:rsidR="000A142B" w:rsidRPr="000A142B" w:rsidRDefault="000A142B" w:rsidP="000A142B">
      <w:pPr>
        <w:tabs>
          <w:tab w:val="left" w:pos="360"/>
        </w:tabs>
        <w:ind w:left="720" w:hanging="720"/>
      </w:pPr>
    </w:p>
    <w:p w14:paraId="4F30C670" w14:textId="3EA10720" w:rsidR="00D556FE" w:rsidRPr="000A142B" w:rsidRDefault="000A142B" w:rsidP="000A142B">
      <w:pPr>
        <w:tabs>
          <w:tab w:val="left" w:pos="360"/>
        </w:tabs>
        <w:ind w:left="720" w:hanging="720"/>
      </w:pPr>
      <w:r>
        <w:tab/>
      </w:r>
      <w:r w:rsidR="00A77244" w:rsidRPr="000A142B">
        <w:t>f.</w:t>
      </w:r>
      <w:r w:rsidR="00A77244" w:rsidRPr="000A142B">
        <w:tab/>
      </w:r>
      <w:r w:rsidR="00D556FE" w:rsidRPr="000A142B">
        <w:t xml:space="preserve">Suppose Sam’s friend Chris helps by pre-paring the melon slices, increasing Sam’s productivity to </w:t>
      </w:r>
      <w:r w:rsidR="00820D9A" w:rsidRPr="000A142B">
        <w:t>4</w:t>
      </w:r>
      <w:r w:rsidR="00D556FE" w:rsidRPr="000A142B">
        <w:t xml:space="preserve">00 mini-sandwiches or </w:t>
      </w:r>
      <w:r w:rsidR="00820D9A" w:rsidRPr="000A142B">
        <w:t>4</w:t>
      </w:r>
      <w:r w:rsidR="00D556FE" w:rsidRPr="000A142B">
        <w:t>00 melon appetizers per hour. What is the opport</w:t>
      </w:r>
      <w:r w:rsidR="00A77244" w:rsidRPr="000A142B">
        <w:t xml:space="preserve">unity cost of making one melon </w:t>
      </w:r>
      <w:r w:rsidR="00D556FE" w:rsidRPr="000A142B">
        <w:t>appetizer now?</w:t>
      </w:r>
    </w:p>
    <w:p w14:paraId="1D398750" w14:textId="77777777" w:rsidR="00D556FE" w:rsidRPr="000A142B" w:rsidRDefault="00D556FE" w:rsidP="004556F1">
      <w:pPr>
        <w:tabs>
          <w:tab w:val="left" w:pos="360"/>
        </w:tabs>
      </w:pPr>
    </w:p>
    <w:p w14:paraId="5BBF611C" w14:textId="77777777" w:rsidR="00D75C12" w:rsidRDefault="00D556FE" w:rsidP="00A77244">
      <w:pPr>
        <w:tabs>
          <w:tab w:val="left" w:pos="360"/>
          <w:tab w:val="left" w:pos="720"/>
        </w:tabs>
        <w:ind w:left="360"/>
        <w:rPr>
          <w:color w:val="000000"/>
        </w:rPr>
      </w:pPr>
      <w:r w:rsidRPr="000A142B">
        <w:rPr>
          <w:b/>
        </w:rPr>
        <w:t>Answer:</w:t>
      </w:r>
      <w:r w:rsidRPr="000A142B">
        <w:t xml:space="preserve"> </w:t>
      </w:r>
      <w:r w:rsidR="00EA1346" w:rsidRPr="000A142B">
        <w:rPr>
          <w:color w:val="000000"/>
        </w:rPr>
        <w:t xml:space="preserve">The opportunity cost is the value of what you </w:t>
      </w:r>
      <w:proofErr w:type="gramStart"/>
      <w:r w:rsidR="00EA1346" w:rsidRPr="000A142B">
        <w:rPr>
          <w:color w:val="000000"/>
        </w:rPr>
        <w:t>have to</w:t>
      </w:r>
      <w:proofErr w:type="gramEnd"/>
      <w:r w:rsidR="00EA1346" w:rsidRPr="000A142B">
        <w:rPr>
          <w:color w:val="000000"/>
        </w:rPr>
        <w:t xml:space="preserve"> give up in order </w:t>
      </w:r>
      <w:r w:rsidR="00A77244" w:rsidRPr="000A142B">
        <w:rPr>
          <w:color w:val="000000"/>
        </w:rPr>
        <w:t xml:space="preserve">to </w:t>
      </w:r>
      <w:r w:rsidR="00EA1346" w:rsidRPr="000A142B">
        <w:rPr>
          <w:color w:val="000000"/>
        </w:rPr>
        <w:t>get something. It is the value of your next-best alternative.</w:t>
      </w:r>
    </w:p>
    <w:p w14:paraId="29386E90" w14:textId="7666AB1D" w:rsidR="00820D9A" w:rsidRPr="000A142B" w:rsidRDefault="00EA1346" w:rsidP="00A77244">
      <w:pPr>
        <w:tabs>
          <w:tab w:val="left" w:pos="360"/>
          <w:tab w:val="left" w:pos="720"/>
        </w:tabs>
        <w:ind w:left="360"/>
        <w:rPr>
          <w:color w:val="000000"/>
        </w:rPr>
      </w:pPr>
      <w:r w:rsidRPr="000A142B">
        <w:rPr>
          <w:color w:val="000000"/>
        </w:rPr>
        <w:br/>
        <w:t>a.</w:t>
      </w:r>
      <w:r w:rsidR="00A77244" w:rsidRPr="000A142B">
        <w:rPr>
          <w:color w:val="000000"/>
        </w:rPr>
        <w:tab/>
      </w:r>
      <w:r w:rsidRPr="000A142B">
        <w:rPr>
          <w:color w:val="000000"/>
        </w:rPr>
        <w:t xml:space="preserve">To make 1 more </w:t>
      </w:r>
      <w:proofErr w:type="gramStart"/>
      <w:r w:rsidRPr="000A142B">
        <w:rPr>
          <w:color w:val="000000"/>
        </w:rPr>
        <w:t>mini-sandwich</w:t>
      </w:r>
      <w:proofErr w:type="gramEnd"/>
      <w:r w:rsidRPr="000A142B">
        <w:rPr>
          <w:color w:val="000000"/>
        </w:rPr>
        <w:t xml:space="preserve"> you have to give up 1/2 melon appetizer.</w:t>
      </w:r>
      <w:r w:rsidRPr="000A142B">
        <w:rPr>
          <w:color w:val="000000"/>
        </w:rPr>
        <w:br/>
      </w:r>
    </w:p>
    <w:p w14:paraId="26E971D5" w14:textId="77777777" w:rsidR="00820D9A" w:rsidRPr="000A142B" w:rsidRDefault="00EA1346" w:rsidP="00A77244">
      <w:pPr>
        <w:tabs>
          <w:tab w:val="left" w:pos="360"/>
          <w:tab w:val="left" w:pos="720"/>
        </w:tabs>
        <w:ind w:left="360"/>
        <w:rPr>
          <w:color w:val="000000"/>
        </w:rPr>
      </w:pPr>
      <w:r w:rsidRPr="000A142B">
        <w:rPr>
          <w:color w:val="000000"/>
        </w:rPr>
        <w:t xml:space="preserve">b. </w:t>
      </w:r>
      <w:r w:rsidR="00A77244" w:rsidRPr="000A142B">
        <w:rPr>
          <w:color w:val="000000"/>
        </w:rPr>
        <w:tab/>
      </w:r>
      <w:r w:rsidRPr="000A142B">
        <w:rPr>
          <w:color w:val="000000"/>
        </w:rPr>
        <w:t>To make 1 more melon appetizer you have to give up 2 mini-sandwiches.</w:t>
      </w:r>
      <w:r w:rsidRPr="000A142B">
        <w:rPr>
          <w:color w:val="000000"/>
        </w:rPr>
        <w:br/>
      </w:r>
    </w:p>
    <w:p w14:paraId="4F8AB6D9" w14:textId="77777777" w:rsidR="00820D9A" w:rsidRPr="000A142B" w:rsidRDefault="00EA1346" w:rsidP="000A142B">
      <w:pPr>
        <w:tabs>
          <w:tab w:val="left" w:pos="360"/>
          <w:tab w:val="left" w:pos="720"/>
        </w:tabs>
        <w:ind w:left="720" w:hanging="360"/>
        <w:rPr>
          <w:color w:val="000000"/>
        </w:rPr>
      </w:pPr>
      <w:r w:rsidRPr="000A142B">
        <w:rPr>
          <w:color w:val="000000"/>
        </w:rPr>
        <w:t xml:space="preserve">c. </w:t>
      </w:r>
      <w:r w:rsidR="00A77244" w:rsidRPr="000A142B">
        <w:rPr>
          <w:color w:val="000000"/>
        </w:rPr>
        <w:tab/>
      </w:r>
      <w:r w:rsidRPr="000A142B">
        <w:rPr>
          <w:color w:val="000000"/>
        </w:rPr>
        <w:t>To make 1 more mini-sandwich you still have to give up 1/2 melon appetizer. The opportunity cost has not changed.</w:t>
      </w:r>
      <w:r w:rsidRPr="000A142B">
        <w:rPr>
          <w:color w:val="000000"/>
        </w:rPr>
        <w:br/>
      </w:r>
    </w:p>
    <w:p w14:paraId="5FF040B8" w14:textId="77777777" w:rsidR="00820D9A" w:rsidRPr="000A142B" w:rsidRDefault="00EA1346" w:rsidP="00A77244">
      <w:pPr>
        <w:tabs>
          <w:tab w:val="left" w:pos="360"/>
          <w:tab w:val="left" w:pos="720"/>
        </w:tabs>
        <w:ind w:left="360"/>
        <w:rPr>
          <w:color w:val="000000"/>
        </w:rPr>
      </w:pPr>
      <w:r w:rsidRPr="000A142B">
        <w:rPr>
          <w:color w:val="000000"/>
        </w:rPr>
        <w:t xml:space="preserve">d. </w:t>
      </w:r>
      <w:r w:rsidR="00A77244" w:rsidRPr="000A142B">
        <w:rPr>
          <w:color w:val="000000"/>
        </w:rPr>
        <w:tab/>
      </w:r>
      <w:r w:rsidRPr="000A142B">
        <w:rPr>
          <w:color w:val="000000"/>
        </w:rPr>
        <w:t>To make 1 more melon appetizer you still have to give up 2 mini-sandwiches.</w:t>
      </w:r>
      <w:r w:rsidRPr="000A142B">
        <w:rPr>
          <w:color w:val="000000"/>
        </w:rPr>
        <w:br/>
      </w:r>
    </w:p>
    <w:p w14:paraId="6EF0E284" w14:textId="77777777" w:rsidR="00820D9A" w:rsidRPr="000A142B" w:rsidRDefault="00EA1346" w:rsidP="000A142B">
      <w:pPr>
        <w:tabs>
          <w:tab w:val="left" w:pos="360"/>
          <w:tab w:val="left" w:pos="720"/>
        </w:tabs>
        <w:ind w:left="720" w:hanging="360"/>
        <w:rPr>
          <w:color w:val="000000"/>
        </w:rPr>
      </w:pPr>
      <w:r w:rsidRPr="000A142B">
        <w:rPr>
          <w:color w:val="000000"/>
        </w:rPr>
        <w:t xml:space="preserve">e. </w:t>
      </w:r>
      <w:r w:rsidR="00A77244" w:rsidRPr="000A142B">
        <w:rPr>
          <w:color w:val="000000"/>
        </w:rPr>
        <w:tab/>
      </w:r>
      <w:r w:rsidRPr="000A142B">
        <w:rPr>
          <w:color w:val="000000"/>
        </w:rPr>
        <w:t>To make 1 more mini-sandwich you have to give up 1 melon appetizer. The opportunity cost has changed.</w:t>
      </w:r>
      <w:r w:rsidRPr="000A142B">
        <w:rPr>
          <w:color w:val="000000"/>
        </w:rPr>
        <w:br/>
      </w:r>
    </w:p>
    <w:p w14:paraId="4308CC9F" w14:textId="2A2ECE3A" w:rsidR="00EA1346" w:rsidRPr="000A142B" w:rsidRDefault="00EA1346" w:rsidP="00A77244">
      <w:pPr>
        <w:tabs>
          <w:tab w:val="left" w:pos="360"/>
          <w:tab w:val="left" w:pos="720"/>
        </w:tabs>
        <w:ind w:left="360"/>
        <w:rPr>
          <w:color w:val="000000"/>
        </w:rPr>
      </w:pPr>
      <w:r w:rsidRPr="000A142B">
        <w:rPr>
          <w:color w:val="000000"/>
        </w:rPr>
        <w:t xml:space="preserve">f. </w:t>
      </w:r>
      <w:r w:rsidR="00A77244" w:rsidRPr="000A142B">
        <w:rPr>
          <w:color w:val="000000"/>
        </w:rPr>
        <w:tab/>
      </w:r>
      <w:r w:rsidRPr="000A142B">
        <w:rPr>
          <w:color w:val="000000"/>
        </w:rPr>
        <w:t>To make 1 more melon appetizer you have to give up 1 mini-sandwich.</w:t>
      </w:r>
    </w:p>
    <w:p w14:paraId="439ED152" w14:textId="48949B0A" w:rsidR="00FB71FF" w:rsidRDefault="00FB71FF" w:rsidP="004556F1">
      <w:pPr>
        <w:tabs>
          <w:tab w:val="left" w:pos="360"/>
        </w:tabs>
      </w:pPr>
    </w:p>
    <w:p w14:paraId="080CA57A" w14:textId="77777777" w:rsidR="00D115D5" w:rsidRPr="000A142B" w:rsidRDefault="00D115D5" w:rsidP="004556F1">
      <w:pPr>
        <w:tabs>
          <w:tab w:val="left" w:pos="360"/>
        </w:tabs>
      </w:pPr>
    </w:p>
    <w:p w14:paraId="3ED0FD4C" w14:textId="77777777" w:rsidR="00A77244" w:rsidRPr="000A142B" w:rsidRDefault="00A77244" w:rsidP="000A142B">
      <w:pPr>
        <w:tabs>
          <w:tab w:val="left" w:pos="360"/>
        </w:tabs>
        <w:ind w:left="360" w:hanging="360"/>
      </w:pPr>
      <w:r w:rsidRPr="000A142B">
        <w:t>3.</w:t>
      </w:r>
      <w:r w:rsidRPr="000A142B">
        <w:tab/>
      </w:r>
      <w:r w:rsidR="00D556FE" w:rsidRPr="000A142B">
        <w:t xml:space="preserve">Suppose that Canada produces two goods: lumber and fish. It has 18 million workers, each of whom can cut 10 feet of lumber or catch 20 fish each day. </w:t>
      </w:r>
      <w:r w:rsidRPr="000A142B">
        <w:t xml:space="preserve"> </w:t>
      </w:r>
      <w:r w:rsidR="00D556FE" w:rsidRPr="000A142B">
        <w:rPr>
          <w:b/>
        </w:rPr>
        <w:t>[LO 2.1]</w:t>
      </w:r>
    </w:p>
    <w:p w14:paraId="72922386" w14:textId="13A79767" w:rsidR="00A77244" w:rsidRDefault="000A142B" w:rsidP="004556F1">
      <w:pPr>
        <w:tabs>
          <w:tab w:val="left" w:pos="360"/>
        </w:tabs>
      </w:pPr>
      <w:r>
        <w:tab/>
      </w:r>
      <w:r w:rsidR="00D556FE" w:rsidRPr="000A142B">
        <w:t xml:space="preserve">a. </w:t>
      </w:r>
      <w:r w:rsidR="00A77244" w:rsidRPr="000A142B">
        <w:tab/>
      </w:r>
      <w:r w:rsidR="00D556FE" w:rsidRPr="000A142B">
        <w:t>What is the maximum amount of lumber</w:t>
      </w:r>
      <w:r w:rsidR="00A77244" w:rsidRPr="000A142B">
        <w:t xml:space="preserve"> Canada could produce in a day?</w:t>
      </w:r>
    </w:p>
    <w:p w14:paraId="1F67FAC0" w14:textId="77777777" w:rsidR="000A142B" w:rsidRPr="000A142B" w:rsidRDefault="000A142B" w:rsidP="004556F1">
      <w:pPr>
        <w:tabs>
          <w:tab w:val="left" w:pos="360"/>
        </w:tabs>
      </w:pPr>
    </w:p>
    <w:p w14:paraId="6B69C07E" w14:textId="730B514B" w:rsidR="00A77244" w:rsidRDefault="000A142B" w:rsidP="004556F1">
      <w:pPr>
        <w:tabs>
          <w:tab w:val="left" w:pos="360"/>
        </w:tabs>
      </w:pPr>
      <w:r>
        <w:tab/>
      </w:r>
      <w:r w:rsidR="00D556FE" w:rsidRPr="000A142B">
        <w:t xml:space="preserve">b. </w:t>
      </w:r>
      <w:r w:rsidR="00A77244" w:rsidRPr="000A142B">
        <w:tab/>
      </w:r>
      <w:r w:rsidR="00D556FE" w:rsidRPr="000A142B">
        <w:t>What is the maximum amount of fish it could produce in a day?</w:t>
      </w:r>
    </w:p>
    <w:p w14:paraId="143A9745" w14:textId="77777777" w:rsidR="000A142B" w:rsidRPr="000A142B" w:rsidRDefault="000A142B" w:rsidP="004556F1">
      <w:pPr>
        <w:tabs>
          <w:tab w:val="left" w:pos="360"/>
        </w:tabs>
      </w:pPr>
    </w:p>
    <w:p w14:paraId="530A8281" w14:textId="26C9F0A2" w:rsidR="00A77244" w:rsidRDefault="000A142B" w:rsidP="004556F1">
      <w:pPr>
        <w:tabs>
          <w:tab w:val="left" w:pos="360"/>
        </w:tabs>
      </w:pPr>
      <w:r>
        <w:tab/>
      </w:r>
      <w:r w:rsidR="00D556FE" w:rsidRPr="000A142B">
        <w:t xml:space="preserve">c. </w:t>
      </w:r>
      <w:r w:rsidR="00A77244" w:rsidRPr="000A142B">
        <w:tab/>
      </w:r>
      <w:r w:rsidR="002A743A" w:rsidRPr="000A142B">
        <w:t>Draw Canada’s</w:t>
      </w:r>
      <w:r w:rsidR="00D556FE" w:rsidRPr="000A142B">
        <w:t xml:space="preserve"> production possibilities frontier.</w:t>
      </w:r>
      <w:r w:rsidR="00866E32" w:rsidRPr="000A142B">
        <w:t xml:space="preserve"> </w:t>
      </w:r>
    </w:p>
    <w:p w14:paraId="2C214407" w14:textId="77777777" w:rsidR="000A142B" w:rsidRPr="000A142B" w:rsidRDefault="000A142B" w:rsidP="004556F1">
      <w:pPr>
        <w:tabs>
          <w:tab w:val="left" w:pos="360"/>
        </w:tabs>
      </w:pPr>
    </w:p>
    <w:p w14:paraId="553D7BE2" w14:textId="2D64EB67" w:rsidR="00D556FE" w:rsidRPr="000A142B" w:rsidRDefault="000A142B" w:rsidP="000A142B">
      <w:pPr>
        <w:tabs>
          <w:tab w:val="left" w:pos="360"/>
        </w:tabs>
        <w:ind w:left="720" w:hanging="720"/>
      </w:pPr>
      <w:r>
        <w:tab/>
      </w:r>
      <w:r w:rsidR="00A77244" w:rsidRPr="000A142B">
        <w:t>d.</w:t>
      </w:r>
      <w:r w:rsidR="00A77244" w:rsidRPr="000A142B">
        <w:tab/>
      </w:r>
      <w:r w:rsidR="00866E32" w:rsidRPr="000A142B">
        <w:t xml:space="preserve">Use your </w:t>
      </w:r>
      <w:r w:rsidR="002A743A" w:rsidRPr="000A142B">
        <w:t>graph</w:t>
      </w:r>
      <w:r w:rsidR="00866E32" w:rsidRPr="000A142B">
        <w:t xml:space="preserve"> to determine how many fish can be caught if 60 million feet of lumber are cut.</w:t>
      </w:r>
    </w:p>
    <w:p w14:paraId="32C671F5" w14:textId="77777777" w:rsidR="00D556FE" w:rsidRPr="000A142B" w:rsidRDefault="00D556FE" w:rsidP="004556F1">
      <w:pPr>
        <w:tabs>
          <w:tab w:val="left" w:pos="360"/>
        </w:tabs>
      </w:pPr>
    </w:p>
    <w:p w14:paraId="020E8A37" w14:textId="77777777" w:rsidR="00E3312C" w:rsidRPr="000A142B" w:rsidRDefault="00E3312C" w:rsidP="004556F1">
      <w:pPr>
        <w:tabs>
          <w:tab w:val="left" w:pos="360"/>
        </w:tabs>
        <w:rPr>
          <w:b/>
        </w:rPr>
      </w:pPr>
      <w:r w:rsidRPr="000A142B">
        <w:tab/>
      </w:r>
      <w:r w:rsidRPr="000A142B">
        <w:rPr>
          <w:b/>
        </w:rPr>
        <w:t>Answer:</w:t>
      </w:r>
    </w:p>
    <w:p w14:paraId="02D91B07" w14:textId="6E9BE8C4" w:rsidR="00052CA1" w:rsidRPr="000A142B" w:rsidRDefault="00E3312C" w:rsidP="000A142B">
      <w:pPr>
        <w:tabs>
          <w:tab w:val="left" w:pos="360"/>
        </w:tabs>
        <w:ind w:left="720" w:hanging="360"/>
      </w:pPr>
      <w:r w:rsidRPr="000A142B">
        <w:t>a.</w:t>
      </w:r>
      <w:r w:rsidRPr="000A142B">
        <w:tab/>
      </w:r>
      <w:r w:rsidR="00052CA1" w:rsidRPr="000A142B">
        <w:t xml:space="preserve">The maximum amount of lumber Canada could produce in a day is 10 feet </w:t>
      </w:r>
      <w:r w:rsidR="00720F79" w:rsidRPr="000A142B">
        <w:t>x</w:t>
      </w:r>
      <w:r w:rsidR="00052CA1" w:rsidRPr="000A142B">
        <w:t xml:space="preserve"> 18 million workers = </w:t>
      </w:r>
      <w:r w:rsidR="00052CA1" w:rsidRPr="000A142B">
        <w:rPr>
          <w:i/>
        </w:rPr>
        <w:t>180 million</w:t>
      </w:r>
      <w:r w:rsidR="00052CA1" w:rsidRPr="000A142B">
        <w:t xml:space="preserve"> feet.</w:t>
      </w:r>
    </w:p>
    <w:p w14:paraId="597C07C6" w14:textId="77777777" w:rsidR="00240B8A" w:rsidRPr="000A142B" w:rsidRDefault="00052CA1" w:rsidP="00E3312C">
      <w:pPr>
        <w:tabs>
          <w:tab w:val="left" w:pos="360"/>
        </w:tabs>
        <w:ind w:left="360" w:hanging="360"/>
      </w:pPr>
      <w:r w:rsidRPr="000A142B">
        <w:tab/>
      </w:r>
    </w:p>
    <w:p w14:paraId="5DEE941D" w14:textId="5845ABF3" w:rsidR="00052CA1" w:rsidRPr="000A142B" w:rsidRDefault="00240B8A" w:rsidP="000A142B">
      <w:pPr>
        <w:tabs>
          <w:tab w:val="left" w:pos="360"/>
        </w:tabs>
        <w:ind w:left="720" w:hanging="720"/>
      </w:pPr>
      <w:r w:rsidRPr="000A142B">
        <w:tab/>
      </w:r>
      <w:r w:rsidR="00E3312C" w:rsidRPr="000A142B">
        <w:t>b.</w:t>
      </w:r>
      <w:r w:rsidR="00E3312C" w:rsidRPr="000A142B">
        <w:tab/>
      </w:r>
      <w:r w:rsidR="00052CA1" w:rsidRPr="000A142B">
        <w:t xml:space="preserve">The maximum amount of fish Canada could produce in a day is 20 fish </w:t>
      </w:r>
      <w:r w:rsidR="00720F79" w:rsidRPr="000A142B">
        <w:t>x</w:t>
      </w:r>
      <w:r w:rsidR="00052CA1" w:rsidRPr="000A142B">
        <w:t xml:space="preserve"> 18 million workers = </w:t>
      </w:r>
      <w:r w:rsidR="00052CA1" w:rsidRPr="000A142B">
        <w:rPr>
          <w:i/>
        </w:rPr>
        <w:t>360 million</w:t>
      </w:r>
      <w:r w:rsidR="00052CA1" w:rsidRPr="000A142B">
        <w:t xml:space="preserve"> fish. </w:t>
      </w:r>
    </w:p>
    <w:p w14:paraId="03E26F7C" w14:textId="77777777" w:rsidR="00240B8A" w:rsidRPr="000A142B" w:rsidRDefault="00052CA1" w:rsidP="00E3312C">
      <w:pPr>
        <w:tabs>
          <w:tab w:val="left" w:pos="360"/>
        </w:tabs>
        <w:ind w:left="360" w:hanging="360"/>
      </w:pPr>
      <w:r w:rsidRPr="000A142B">
        <w:tab/>
      </w:r>
    </w:p>
    <w:p w14:paraId="24B512B2" w14:textId="4606139A" w:rsidR="00052CA1" w:rsidRPr="000A142B" w:rsidRDefault="00240B8A" w:rsidP="00E3312C">
      <w:pPr>
        <w:tabs>
          <w:tab w:val="left" w:pos="360"/>
        </w:tabs>
        <w:ind w:left="360" w:hanging="360"/>
      </w:pPr>
      <w:r w:rsidRPr="000A142B">
        <w:tab/>
      </w:r>
      <w:r w:rsidR="00E3312C" w:rsidRPr="000A142B">
        <w:t>c.</w:t>
      </w:r>
      <w:r w:rsidR="00E3312C" w:rsidRPr="000A142B">
        <w:tab/>
      </w:r>
      <w:r w:rsidR="007F4196" w:rsidRPr="000A142B">
        <w:t xml:space="preserve">The two endpoints of the </w:t>
      </w:r>
      <w:r w:rsidRPr="000A142B">
        <w:t>PPF are (0,180) and (360,0), as shown in the graph below.</w:t>
      </w:r>
    </w:p>
    <w:p w14:paraId="2A1AF159" w14:textId="77777777" w:rsidR="00240B8A" w:rsidRPr="000A142B" w:rsidRDefault="00240B8A" w:rsidP="00E3312C">
      <w:pPr>
        <w:tabs>
          <w:tab w:val="left" w:pos="360"/>
        </w:tabs>
        <w:ind w:left="360" w:hanging="360"/>
      </w:pPr>
    </w:p>
    <w:p w14:paraId="65F0EE22" w14:textId="120A6AC5" w:rsidR="007F4196" w:rsidRPr="000A142B" w:rsidRDefault="007F4196" w:rsidP="00E3312C">
      <w:pPr>
        <w:tabs>
          <w:tab w:val="left" w:pos="360"/>
        </w:tabs>
        <w:ind w:left="360" w:hanging="360"/>
      </w:pPr>
      <w:r w:rsidRPr="000A142B">
        <w:tab/>
      </w:r>
      <w:r w:rsidRPr="000A142B">
        <w:tab/>
      </w:r>
      <w:r w:rsidR="00240B8A" w:rsidRPr="000A142B">
        <w:rPr>
          <w:noProof/>
        </w:rPr>
        <w:drawing>
          <wp:inline distT="0" distB="0" distL="0" distR="0" wp14:anchorId="34AECB9A" wp14:editId="67F683C0">
            <wp:extent cx="2677868" cy="2794000"/>
            <wp:effectExtent l="0" t="0" r="8255"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694408" cy="2811258"/>
                    </a:xfrm>
                    <a:prstGeom prst="rect">
                      <a:avLst/>
                    </a:prstGeom>
                  </pic:spPr>
                </pic:pic>
              </a:graphicData>
            </a:graphic>
          </wp:inline>
        </w:drawing>
      </w:r>
    </w:p>
    <w:p w14:paraId="144CC9F4" w14:textId="13C68F3B" w:rsidR="00E3312C" w:rsidRPr="000A142B" w:rsidRDefault="00052CA1" w:rsidP="000A142B">
      <w:pPr>
        <w:tabs>
          <w:tab w:val="left" w:pos="360"/>
        </w:tabs>
        <w:ind w:left="720" w:hanging="720"/>
      </w:pPr>
      <w:r w:rsidRPr="000A142B">
        <w:tab/>
      </w:r>
      <w:r w:rsidR="00E3312C" w:rsidRPr="000A142B">
        <w:t>d.</w:t>
      </w:r>
      <w:r w:rsidRPr="000A142B">
        <w:tab/>
      </w:r>
      <w:r w:rsidR="007F4196" w:rsidRPr="000A142B">
        <w:t>The opportunity cost of producing 1 foot of lumber is 2 fish.  Therefore, the opportunity cost of producing 60 million feet of lumber is 120 million fish.  If Canada produces 60 million feet of lumber, then it can only produce 360 - 120, or 240 million fish.</w:t>
      </w:r>
    </w:p>
    <w:p w14:paraId="1F1A5D50" w14:textId="133B9DD5" w:rsidR="007F4196" w:rsidRDefault="007F4196" w:rsidP="004556F1">
      <w:pPr>
        <w:tabs>
          <w:tab w:val="left" w:pos="360"/>
        </w:tabs>
      </w:pPr>
    </w:p>
    <w:p w14:paraId="7122AD52" w14:textId="77777777" w:rsidR="000A142B" w:rsidRPr="000A142B" w:rsidRDefault="000A142B" w:rsidP="004556F1">
      <w:pPr>
        <w:tabs>
          <w:tab w:val="left" w:pos="360"/>
        </w:tabs>
      </w:pPr>
    </w:p>
    <w:p w14:paraId="60EC5973" w14:textId="55FF7C6D" w:rsidR="00E3312C" w:rsidRDefault="00720F79" w:rsidP="000A142B">
      <w:pPr>
        <w:tabs>
          <w:tab w:val="left" w:pos="360"/>
        </w:tabs>
        <w:ind w:left="360" w:hanging="360"/>
        <w:rPr>
          <w:b/>
        </w:rPr>
      </w:pPr>
      <w:r w:rsidRPr="000A142B">
        <w:t>4</w:t>
      </w:r>
      <w:r w:rsidR="00E3312C" w:rsidRPr="000A142B">
        <w:t>.</w:t>
      </w:r>
      <w:r w:rsidR="00E3312C" w:rsidRPr="000A142B">
        <w:tab/>
      </w:r>
      <w:r w:rsidR="00EA6122" w:rsidRPr="000A142B">
        <w:t xml:space="preserve">The graph in Figure 2P-1 </w:t>
      </w:r>
      <w:r w:rsidR="006721E6" w:rsidRPr="000A142B">
        <w:t>shows Tanya’s weekly production possib</w:t>
      </w:r>
      <w:r w:rsidR="00E3312C" w:rsidRPr="000A142B">
        <w:t>ilities frontier for doing home</w:t>
      </w:r>
      <w:r w:rsidR="006721E6" w:rsidRPr="000A142B">
        <w:t>work (writing papers and do</w:t>
      </w:r>
      <w:r w:rsidR="00E3312C" w:rsidRPr="000A142B">
        <w:t xml:space="preserve">ing problem sets).  </w:t>
      </w:r>
      <w:r w:rsidR="00E3312C" w:rsidRPr="000A142B">
        <w:rPr>
          <w:b/>
        </w:rPr>
        <w:t>[LO 2.1]</w:t>
      </w:r>
    </w:p>
    <w:p w14:paraId="455549BF" w14:textId="67781CD6" w:rsidR="00D115D5" w:rsidRDefault="00D115D5" w:rsidP="000A142B">
      <w:pPr>
        <w:tabs>
          <w:tab w:val="left" w:pos="360"/>
        </w:tabs>
        <w:ind w:left="360" w:hanging="360"/>
      </w:pPr>
    </w:p>
    <w:p w14:paraId="05F72AC4" w14:textId="5444CBA8" w:rsidR="00D115D5" w:rsidRPr="000A142B" w:rsidRDefault="00D115D5" w:rsidP="000A142B">
      <w:pPr>
        <w:tabs>
          <w:tab w:val="left" w:pos="360"/>
        </w:tabs>
        <w:ind w:left="360" w:hanging="360"/>
      </w:pPr>
      <w:r>
        <w:tab/>
      </w:r>
      <w:r>
        <w:tab/>
      </w:r>
      <w:r>
        <w:tab/>
      </w:r>
      <w:r>
        <w:rPr>
          <w:noProof/>
        </w:rPr>
        <w:drawing>
          <wp:inline distT="0" distB="0" distL="0" distR="0" wp14:anchorId="6E45CF4F" wp14:editId="75CC6EE8">
            <wp:extent cx="1778000" cy="189053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800197" cy="1914134"/>
                    </a:xfrm>
                    <a:prstGeom prst="rect">
                      <a:avLst/>
                    </a:prstGeom>
                  </pic:spPr>
                </pic:pic>
              </a:graphicData>
            </a:graphic>
          </wp:inline>
        </w:drawing>
      </w:r>
    </w:p>
    <w:p w14:paraId="66307960" w14:textId="322C4952" w:rsidR="00E3312C" w:rsidRDefault="000A142B" w:rsidP="004556F1">
      <w:pPr>
        <w:tabs>
          <w:tab w:val="left" w:pos="360"/>
        </w:tabs>
      </w:pPr>
      <w:r>
        <w:tab/>
      </w:r>
      <w:r w:rsidR="006721E6" w:rsidRPr="000A142B">
        <w:t xml:space="preserve">a. </w:t>
      </w:r>
      <w:r w:rsidR="00E3312C" w:rsidRPr="000A142B">
        <w:tab/>
      </w:r>
      <w:r w:rsidR="006721E6" w:rsidRPr="000A142B">
        <w:t>What is the slope of th</w:t>
      </w:r>
      <w:r w:rsidR="00E3312C" w:rsidRPr="000A142B">
        <w:t>e production possibilities frontier?</w:t>
      </w:r>
    </w:p>
    <w:p w14:paraId="6805931F" w14:textId="77777777" w:rsidR="000A142B" w:rsidRPr="000A142B" w:rsidRDefault="000A142B" w:rsidP="004556F1">
      <w:pPr>
        <w:tabs>
          <w:tab w:val="left" w:pos="360"/>
        </w:tabs>
      </w:pPr>
    </w:p>
    <w:p w14:paraId="6CAD4797" w14:textId="38E9FF47" w:rsidR="00E3312C" w:rsidRDefault="000A142B" w:rsidP="004556F1">
      <w:pPr>
        <w:tabs>
          <w:tab w:val="left" w:pos="360"/>
        </w:tabs>
      </w:pPr>
      <w:r>
        <w:tab/>
      </w:r>
      <w:r w:rsidR="006721E6" w:rsidRPr="000A142B">
        <w:t xml:space="preserve">b. </w:t>
      </w:r>
      <w:r w:rsidR="00E3312C" w:rsidRPr="000A142B">
        <w:tab/>
      </w:r>
      <w:r w:rsidR="006721E6" w:rsidRPr="000A142B">
        <w:t>What is the opportunity cost of doing one problem set?</w:t>
      </w:r>
    </w:p>
    <w:p w14:paraId="03F319AB" w14:textId="77777777" w:rsidR="000A142B" w:rsidRPr="000A142B" w:rsidRDefault="000A142B" w:rsidP="004556F1">
      <w:pPr>
        <w:tabs>
          <w:tab w:val="left" w:pos="360"/>
        </w:tabs>
      </w:pPr>
    </w:p>
    <w:p w14:paraId="4EA06563" w14:textId="2D44598D" w:rsidR="00EA1346" w:rsidRPr="000A142B" w:rsidRDefault="000A142B" w:rsidP="004556F1">
      <w:pPr>
        <w:tabs>
          <w:tab w:val="left" w:pos="360"/>
        </w:tabs>
      </w:pPr>
      <w:r>
        <w:tab/>
      </w:r>
      <w:r w:rsidR="006721E6" w:rsidRPr="000A142B">
        <w:t xml:space="preserve">c. </w:t>
      </w:r>
      <w:r w:rsidR="00E3312C" w:rsidRPr="000A142B">
        <w:tab/>
      </w:r>
      <w:r w:rsidR="006721E6" w:rsidRPr="000A142B">
        <w:t>What is the opportunity cost of writing one paper?</w:t>
      </w:r>
    </w:p>
    <w:p w14:paraId="7A5E78C7" w14:textId="77777777" w:rsidR="00E3312C" w:rsidRPr="000A142B" w:rsidRDefault="00E3312C" w:rsidP="004556F1">
      <w:pPr>
        <w:tabs>
          <w:tab w:val="left" w:pos="360"/>
        </w:tabs>
      </w:pPr>
    </w:p>
    <w:p w14:paraId="154C6720" w14:textId="77777777" w:rsidR="000722FE" w:rsidRPr="000A142B" w:rsidRDefault="00E3312C" w:rsidP="004556F1">
      <w:pPr>
        <w:tabs>
          <w:tab w:val="left" w:pos="360"/>
        </w:tabs>
        <w:rPr>
          <w:b/>
        </w:rPr>
      </w:pPr>
      <w:r w:rsidRPr="000A142B">
        <w:tab/>
      </w:r>
      <w:r w:rsidR="000722FE" w:rsidRPr="000A142B">
        <w:rPr>
          <w:b/>
        </w:rPr>
        <w:t>Answer:</w:t>
      </w:r>
    </w:p>
    <w:p w14:paraId="722AC5CC" w14:textId="77777777" w:rsidR="00240B8A" w:rsidRPr="000A142B" w:rsidRDefault="00E3312C" w:rsidP="00E3312C">
      <w:pPr>
        <w:tabs>
          <w:tab w:val="left" w:pos="360"/>
        </w:tabs>
        <w:ind w:left="360"/>
        <w:rPr>
          <w:color w:val="000000"/>
        </w:rPr>
      </w:pPr>
      <w:r w:rsidRPr="000A142B">
        <w:rPr>
          <w:color w:val="000000"/>
        </w:rPr>
        <w:t>a.</w:t>
      </w:r>
      <w:r w:rsidR="00EA1346" w:rsidRPr="000A142B">
        <w:rPr>
          <w:color w:val="000000"/>
        </w:rPr>
        <w:t xml:space="preserve"> </w:t>
      </w:r>
      <w:r w:rsidRPr="000A142B">
        <w:rPr>
          <w:color w:val="000000"/>
        </w:rPr>
        <w:tab/>
      </w:r>
      <w:r w:rsidR="00EA1346" w:rsidRPr="000A142B">
        <w:rPr>
          <w:color w:val="000000"/>
        </w:rPr>
        <w:t>The slope of the production possibilities frontier is -</w:t>
      </w:r>
      <w:r w:rsidR="00EA6122" w:rsidRPr="000A142B">
        <w:rPr>
          <w:color w:val="000000"/>
        </w:rPr>
        <w:t>(6/2) = -</w:t>
      </w:r>
      <w:r w:rsidR="00EA1346" w:rsidRPr="000A142B">
        <w:rPr>
          <w:color w:val="000000"/>
        </w:rPr>
        <w:t>3.</w:t>
      </w:r>
      <w:r w:rsidR="00EA1346" w:rsidRPr="000A142B">
        <w:rPr>
          <w:color w:val="000000"/>
        </w:rPr>
        <w:br/>
      </w:r>
    </w:p>
    <w:p w14:paraId="621A4E3C" w14:textId="77777777" w:rsidR="000A142B" w:rsidRDefault="00E3312C" w:rsidP="00E3312C">
      <w:pPr>
        <w:tabs>
          <w:tab w:val="left" w:pos="360"/>
        </w:tabs>
        <w:ind w:left="360"/>
        <w:rPr>
          <w:color w:val="000000"/>
        </w:rPr>
      </w:pPr>
      <w:r w:rsidRPr="000A142B">
        <w:rPr>
          <w:color w:val="000000"/>
        </w:rPr>
        <w:t>b.</w:t>
      </w:r>
      <w:r w:rsidRPr="000A142B">
        <w:rPr>
          <w:color w:val="000000"/>
        </w:rPr>
        <w:tab/>
      </w:r>
      <w:r w:rsidR="00EA1346" w:rsidRPr="000A142B">
        <w:rPr>
          <w:color w:val="000000"/>
        </w:rPr>
        <w:t>The opportunity cost of doing one problem set is (2 papers/6 problems sets) = 1/3 paper.</w:t>
      </w:r>
    </w:p>
    <w:p w14:paraId="2F1D01C8" w14:textId="202C648E" w:rsidR="00EA1346" w:rsidRPr="000A142B" w:rsidRDefault="00EA1346" w:rsidP="00E3312C">
      <w:pPr>
        <w:tabs>
          <w:tab w:val="left" w:pos="360"/>
        </w:tabs>
        <w:ind w:left="360"/>
        <w:rPr>
          <w:color w:val="000000"/>
        </w:rPr>
      </w:pPr>
      <w:r w:rsidRPr="000A142B">
        <w:rPr>
          <w:color w:val="000000"/>
        </w:rPr>
        <w:lastRenderedPageBreak/>
        <w:br/>
      </w:r>
      <w:r w:rsidR="00E3312C" w:rsidRPr="000A142B">
        <w:rPr>
          <w:color w:val="000000"/>
        </w:rPr>
        <w:t>c.</w:t>
      </w:r>
      <w:r w:rsidR="00E3312C" w:rsidRPr="000A142B">
        <w:rPr>
          <w:color w:val="000000"/>
        </w:rPr>
        <w:tab/>
      </w:r>
      <w:r w:rsidRPr="000A142B">
        <w:rPr>
          <w:color w:val="000000"/>
        </w:rPr>
        <w:t>The opportunity cost of writing one paper is (6 problems sets/2 papers) = 3 problems sets</w:t>
      </w:r>
      <w:r w:rsidR="00EA6122" w:rsidRPr="000A142B">
        <w:rPr>
          <w:color w:val="000000"/>
        </w:rPr>
        <w:t>.</w:t>
      </w:r>
      <w:r w:rsidRPr="000A142B">
        <w:rPr>
          <w:color w:val="000000"/>
        </w:rPr>
        <w:t xml:space="preserve"> </w:t>
      </w:r>
    </w:p>
    <w:p w14:paraId="06DA1041" w14:textId="26384BE9" w:rsidR="00FB71FF" w:rsidRDefault="00FB71FF" w:rsidP="004556F1">
      <w:pPr>
        <w:tabs>
          <w:tab w:val="left" w:pos="360"/>
        </w:tabs>
        <w:rPr>
          <w:b/>
        </w:rPr>
      </w:pPr>
    </w:p>
    <w:p w14:paraId="58C4E3A3" w14:textId="77777777" w:rsidR="000A142B" w:rsidRPr="000A142B" w:rsidRDefault="000A142B" w:rsidP="004556F1">
      <w:pPr>
        <w:tabs>
          <w:tab w:val="left" w:pos="360"/>
        </w:tabs>
        <w:rPr>
          <w:b/>
        </w:rPr>
      </w:pPr>
    </w:p>
    <w:p w14:paraId="76AE42BC" w14:textId="165D0C35" w:rsidR="00EA6122" w:rsidRDefault="00720F79" w:rsidP="000A142B">
      <w:pPr>
        <w:tabs>
          <w:tab w:val="left" w:pos="360"/>
        </w:tabs>
        <w:ind w:left="360" w:hanging="360"/>
      </w:pPr>
      <w:r w:rsidRPr="000A142B">
        <w:t>5</w:t>
      </w:r>
      <w:r w:rsidR="00FB71FF" w:rsidRPr="000A142B">
        <w:t xml:space="preserve">. </w:t>
      </w:r>
      <w:r w:rsidR="00FB71FF" w:rsidRPr="000A142B">
        <w:tab/>
      </w:r>
      <w:r w:rsidR="006721E6" w:rsidRPr="000A142B">
        <w:t>Use the product</w:t>
      </w:r>
      <w:r w:rsidR="00EA6122" w:rsidRPr="000A142B">
        <w:t>ion possibilities frontier in Figure 2P-2</w:t>
      </w:r>
      <w:r w:rsidR="006721E6" w:rsidRPr="000A142B">
        <w:t xml:space="preserve"> to answer the following questions. </w:t>
      </w:r>
      <w:r w:rsidR="006721E6" w:rsidRPr="000A142B">
        <w:rPr>
          <w:b/>
        </w:rPr>
        <w:t>[LO 2.1]</w:t>
      </w:r>
      <w:r w:rsidR="006721E6" w:rsidRPr="000A142B">
        <w:t xml:space="preserve"> </w:t>
      </w:r>
    </w:p>
    <w:p w14:paraId="0AAA018F" w14:textId="210D9946" w:rsidR="00D115D5" w:rsidRDefault="00D115D5" w:rsidP="000A142B">
      <w:pPr>
        <w:tabs>
          <w:tab w:val="left" w:pos="360"/>
        </w:tabs>
        <w:ind w:left="360" w:hanging="360"/>
      </w:pPr>
    </w:p>
    <w:p w14:paraId="21BDDEEF" w14:textId="4B3C4F5B" w:rsidR="00D115D5" w:rsidRPr="000A142B" w:rsidRDefault="00D115D5" w:rsidP="000A142B">
      <w:pPr>
        <w:tabs>
          <w:tab w:val="left" w:pos="360"/>
        </w:tabs>
        <w:ind w:left="360" w:hanging="360"/>
      </w:pPr>
      <w:r>
        <w:tab/>
      </w:r>
      <w:r>
        <w:tab/>
      </w:r>
      <w:r>
        <w:rPr>
          <w:noProof/>
        </w:rPr>
        <w:drawing>
          <wp:inline distT="0" distB="0" distL="0" distR="0" wp14:anchorId="63BD2328" wp14:editId="331A60E1">
            <wp:extent cx="2311400" cy="2125133"/>
            <wp:effectExtent l="0" t="0" r="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328149" cy="2140532"/>
                    </a:xfrm>
                    <a:prstGeom prst="rect">
                      <a:avLst/>
                    </a:prstGeom>
                  </pic:spPr>
                </pic:pic>
              </a:graphicData>
            </a:graphic>
          </wp:inline>
        </w:drawing>
      </w:r>
    </w:p>
    <w:p w14:paraId="16431E2F" w14:textId="2A0D7F30" w:rsidR="00EA6122" w:rsidRDefault="000A142B" w:rsidP="004556F1">
      <w:pPr>
        <w:tabs>
          <w:tab w:val="left" w:pos="360"/>
        </w:tabs>
      </w:pPr>
      <w:r>
        <w:tab/>
      </w:r>
      <w:r w:rsidR="00EA6122" w:rsidRPr="000A142B">
        <w:t>a.</w:t>
      </w:r>
      <w:r w:rsidR="00EA6122" w:rsidRPr="000A142B">
        <w:tab/>
      </w:r>
      <w:r w:rsidR="006721E6" w:rsidRPr="000A142B">
        <w:t>What is the slope of the PPF between point A and point B?</w:t>
      </w:r>
    </w:p>
    <w:p w14:paraId="62D50B6F" w14:textId="77777777" w:rsidR="000A142B" w:rsidRPr="000A142B" w:rsidRDefault="000A142B" w:rsidP="004556F1">
      <w:pPr>
        <w:tabs>
          <w:tab w:val="left" w:pos="360"/>
        </w:tabs>
      </w:pPr>
    </w:p>
    <w:p w14:paraId="27E9BC87" w14:textId="2224879A" w:rsidR="00EA6122" w:rsidRDefault="000A142B" w:rsidP="004556F1">
      <w:pPr>
        <w:tabs>
          <w:tab w:val="left" w:pos="360"/>
        </w:tabs>
      </w:pPr>
      <w:r>
        <w:tab/>
      </w:r>
      <w:r w:rsidR="006721E6" w:rsidRPr="000A142B">
        <w:t xml:space="preserve">b. </w:t>
      </w:r>
      <w:r w:rsidR="00EA6122" w:rsidRPr="000A142B">
        <w:tab/>
      </w:r>
      <w:r w:rsidR="006721E6" w:rsidRPr="000A142B">
        <w:t xml:space="preserve">What is the slope of the PPF between point B and point C? </w:t>
      </w:r>
    </w:p>
    <w:p w14:paraId="6E72F676" w14:textId="77777777" w:rsidR="000A142B" w:rsidRPr="000A142B" w:rsidRDefault="000A142B" w:rsidP="004556F1">
      <w:pPr>
        <w:tabs>
          <w:tab w:val="left" w:pos="360"/>
        </w:tabs>
      </w:pPr>
    </w:p>
    <w:p w14:paraId="4CF25D82" w14:textId="4B65ECB3" w:rsidR="00EA6122" w:rsidRDefault="000A142B" w:rsidP="000A142B">
      <w:pPr>
        <w:tabs>
          <w:tab w:val="left" w:pos="360"/>
        </w:tabs>
        <w:ind w:left="720" w:hanging="720"/>
      </w:pPr>
      <w:r>
        <w:tab/>
      </w:r>
      <w:r w:rsidR="006721E6" w:rsidRPr="000A142B">
        <w:t xml:space="preserve">c. </w:t>
      </w:r>
      <w:r w:rsidR="00EA6122" w:rsidRPr="000A142B">
        <w:tab/>
      </w:r>
      <w:r w:rsidR="006721E6" w:rsidRPr="000A142B">
        <w:t>Is the</w:t>
      </w:r>
      <w:r w:rsidR="00EA6122" w:rsidRPr="000A142B">
        <w:t xml:space="preserve"> opportunity cost of producing </w:t>
      </w:r>
      <w:r w:rsidR="006721E6" w:rsidRPr="000A142B">
        <w:t>hammers higher between points A a</w:t>
      </w:r>
      <w:r w:rsidR="00EA6122" w:rsidRPr="000A142B">
        <w:t>nd B or between points B and C?</w:t>
      </w:r>
    </w:p>
    <w:p w14:paraId="20367528" w14:textId="77777777" w:rsidR="000A142B" w:rsidRPr="000A142B" w:rsidRDefault="000A142B" w:rsidP="000A142B">
      <w:pPr>
        <w:tabs>
          <w:tab w:val="left" w:pos="360"/>
        </w:tabs>
        <w:ind w:left="720" w:hanging="720"/>
      </w:pPr>
    </w:p>
    <w:p w14:paraId="08FA3599" w14:textId="6439491C" w:rsidR="00EA1346" w:rsidRPr="000A142B" w:rsidRDefault="000A142B" w:rsidP="000A142B">
      <w:pPr>
        <w:tabs>
          <w:tab w:val="left" w:pos="360"/>
        </w:tabs>
        <w:ind w:left="720" w:hanging="720"/>
      </w:pPr>
      <w:r>
        <w:tab/>
      </w:r>
      <w:r w:rsidR="006721E6" w:rsidRPr="000A142B">
        <w:t xml:space="preserve">d. </w:t>
      </w:r>
      <w:r w:rsidR="00EA6122" w:rsidRPr="000A142B">
        <w:tab/>
      </w:r>
      <w:r w:rsidR="006721E6" w:rsidRPr="000A142B">
        <w:t>Is th</w:t>
      </w:r>
      <w:r w:rsidR="00EA6122" w:rsidRPr="000A142B">
        <w:t>e opportunity cost of producing</w:t>
      </w:r>
      <w:r w:rsidR="006721E6" w:rsidRPr="000A142B">
        <w:t xml:space="preserve"> screwdrivers higher between points A and B or between points B and C?</w:t>
      </w:r>
    </w:p>
    <w:p w14:paraId="01E6DB3E" w14:textId="77777777" w:rsidR="00EA6122" w:rsidRPr="000A142B" w:rsidRDefault="00EA6122" w:rsidP="004556F1">
      <w:pPr>
        <w:tabs>
          <w:tab w:val="left" w:pos="360"/>
        </w:tabs>
      </w:pPr>
    </w:p>
    <w:p w14:paraId="107596E5" w14:textId="77777777" w:rsidR="006721E6" w:rsidRPr="000A142B" w:rsidRDefault="00EA6122" w:rsidP="004556F1">
      <w:pPr>
        <w:tabs>
          <w:tab w:val="left" w:pos="360"/>
        </w:tabs>
        <w:rPr>
          <w:b/>
        </w:rPr>
      </w:pPr>
      <w:r w:rsidRPr="000A142B">
        <w:tab/>
      </w:r>
      <w:r w:rsidRPr="000A142B">
        <w:rPr>
          <w:b/>
        </w:rPr>
        <w:t>Answer</w:t>
      </w:r>
      <w:r w:rsidR="006721E6" w:rsidRPr="000A142B">
        <w:rPr>
          <w:b/>
        </w:rPr>
        <w:t xml:space="preserve">: </w:t>
      </w:r>
    </w:p>
    <w:p w14:paraId="51BA56A5" w14:textId="77777777" w:rsidR="00667376" w:rsidRPr="000A142B" w:rsidRDefault="00EA6122" w:rsidP="00A742AE">
      <w:pPr>
        <w:tabs>
          <w:tab w:val="left" w:pos="360"/>
        </w:tabs>
        <w:ind w:left="720" w:hanging="360"/>
        <w:rPr>
          <w:color w:val="000000"/>
        </w:rPr>
      </w:pPr>
      <w:r w:rsidRPr="000A142B">
        <w:rPr>
          <w:color w:val="000000"/>
        </w:rPr>
        <w:t>a.</w:t>
      </w:r>
      <w:r w:rsidRPr="000A142B">
        <w:rPr>
          <w:color w:val="000000"/>
        </w:rPr>
        <w:tab/>
      </w:r>
      <w:r w:rsidR="00EA1346" w:rsidRPr="000A142B">
        <w:rPr>
          <w:color w:val="000000"/>
        </w:rPr>
        <w:t>The slope of the production possibilities frontier between Point A and Point B is -(5/1) = -5.</w:t>
      </w:r>
      <w:r w:rsidR="00EA1346" w:rsidRPr="000A142B">
        <w:rPr>
          <w:color w:val="000000"/>
        </w:rPr>
        <w:br/>
      </w:r>
    </w:p>
    <w:p w14:paraId="71550400" w14:textId="77777777" w:rsidR="00667376" w:rsidRPr="000A142B" w:rsidRDefault="00EA6122" w:rsidP="00A742AE">
      <w:pPr>
        <w:tabs>
          <w:tab w:val="left" w:pos="360"/>
        </w:tabs>
        <w:ind w:left="720" w:hanging="360"/>
        <w:rPr>
          <w:color w:val="000000"/>
        </w:rPr>
      </w:pPr>
      <w:r w:rsidRPr="000A142B">
        <w:rPr>
          <w:color w:val="000000"/>
        </w:rPr>
        <w:t>b.</w:t>
      </w:r>
      <w:r w:rsidRPr="000A142B">
        <w:rPr>
          <w:color w:val="000000"/>
        </w:rPr>
        <w:tab/>
      </w:r>
      <w:r w:rsidR="00EA1346" w:rsidRPr="000A142B">
        <w:rPr>
          <w:color w:val="000000"/>
        </w:rPr>
        <w:t>The slope of the production possibilities frontier between Point B and Point C is -(10/1) = -10.</w:t>
      </w:r>
      <w:r w:rsidR="00EA1346" w:rsidRPr="000A142B">
        <w:rPr>
          <w:color w:val="000000"/>
        </w:rPr>
        <w:br/>
      </w:r>
    </w:p>
    <w:p w14:paraId="5D948416" w14:textId="6587619E" w:rsidR="008D7FF9" w:rsidRPr="000A142B" w:rsidRDefault="00EA6122" w:rsidP="00A742AE">
      <w:pPr>
        <w:tabs>
          <w:tab w:val="left" w:pos="360"/>
        </w:tabs>
        <w:ind w:left="720" w:hanging="360"/>
        <w:rPr>
          <w:color w:val="000000"/>
        </w:rPr>
      </w:pPr>
      <w:r w:rsidRPr="000A142B">
        <w:rPr>
          <w:color w:val="000000"/>
        </w:rPr>
        <w:t>c.</w:t>
      </w:r>
      <w:r w:rsidRPr="000A142B">
        <w:rPr>
          <w:color w:val="000000"/>
        </w:rPr>
        <w:tab/>
      </w:r>
      <w:r w:rsidR="00EA1346" w:rsidRPr="000A142B">
        <w:rPr>
          <w:color w:val="000000"/>
        </w:rPr>
        <w:t xml:space="preserve">The opportunity cost of producing hammers </w:t>
      </w:r>
      <w:r w:rsidR="008D7FF9" w:rsidRPr="000A142B">
        <w:rPr>
          <w:color w:val="000000"/>
        </w:rPr>
        <w:t>is lower between points A and B (5 hammers) than between points B and C (10 hammers).</w:t>
      </w:r>
    </w:p>
    <w:p w14:paraId="15B8E0B7" w14:textId="77777777" w:rsidR="00667376" w:rsidRPr="000A142B" w:rsidRDefault="00667376" w:rsidP="00EA6122">
      <w:pPr>
        <w:tabs>
          <w:tab w:val="left" w:pos="360"/>
        </w:tabs>
        <w:ind w:left="360"/>
        <w:rPr>
          <w:color w:val="000000"/>
        </w:rPr>
      </w:pPr>
    </w:p>
    <w:p w14:paraId="0A2A799B" w14:textId="4BF62D6D" w:rsidR="00EA1346" w:rsidRPr="000A142B" w:rsidRDefault="00EA6122" w:rsidP="00A742AE">
      <w:pPr>
        <w:tabs>
          <w:tab w:val="left" w:pos="360"/>
        </w:tabs>
        <w:ind w:left="720" w:hanging="360"/>
        <w:rPr>
          <w:color w:val="000000"/>
        </w:rPr>
      </w:pPr>
      <w:r w:rsidRPr="000A142B">
        <w:rPr>
          <w:color w:val="000000"/>
        </w:rPr>
        <w:t>d.</w:t>
      </w:r>
      <w:r w:rsidRPr="000A142B">
        <w:rPr>
          <w:color w:val="000000"/>
        </w:rPr>
        <w:tab/>
      </w:r>
      <w:r w:rsidR="00EA1346" w:rsidRPr="000A142B">
        <w:rPr>
          <w:color w:val="000000"/>
        </w:rPr>
        <w:t>The opportunity cost of producing screwdrivers is higher between points A and B (1/5 screwdriver) than between points B and C (1/10 screwdriver).</w:t>
      </w:r>
    </w:p>
    <w:p w14:paraId="1A87F272" w14:textId="612AA027" w:rsidR="00446AE8" w:rsidRDefault="00FB71FF" w:rsidP="004556F1">
      <w:pPr>
        <w:tabs>
          <w:tab w:val="left" w:pos="360"/>
        </w:tabs>
      </w:pPr>
      <w:r w:rsidRPr="000A142B">
        <w:tab/>
      </w:r>
    </w:p>
    <w:p w14:paraId="3B4EF599" w14:textId="77777777" w:rsidR="00A742AE" w:rsidRPr="000A142B" w:rsidRDefault="00A742AE" w:rsidP="004556F1">
      <w:pPr>
        <w:tabs>
          <w:tab w:val="left" w:pos="360"/>
        </w:tabs>
      </w:pPr>
    </w:p>
    <w:p w14:paraId="6C6CCFA9" w14:textId="77777777" w:rsidR="006721E6" w:rsidRPr="000A142B" w:rsidRDefault="00720F79" w:rsidP="00A742AE">
      <w:pPr>
        <w:tabs>
          <w:tab w:val="left" w:pos="360"/>
        </w:tabs>
        <w:ind w:left="360" w:hanging="360"/>
      </w:pPr>
      <w:r w:rsidRPr="000A142B">
        <w:t>6</w:t>
      </w:r>
      <w:r w:rsidR="00EA6122" w:rsidRPr="000A142B">
        <w:t>.</w:t>
      </w:r>
      <w:r w:rsidR="00EA6122" w:rsidRPr="000A142B">
        <w:tab/>
        <w:t>For each point on the PPF in Figure 2P-3</w:t>
      </w:r>
      <w:r w:rsidR="006721E6" w:rsidRPr="000A142B">
        <w:t>, note whether the point is</w:t>
      </w:r>
      <w:r w:rsidR="00EA6122" w:rsidRPr="000A142B">
        <w:t xml:space="preserve"> attainable and efficient, attainable and inefficient, or unattainable.  </w:t>
      </w:r>
      <w:r w:rsidR="00EA6122" w:rsidRPr="000A142B">
        <w:rPr>
          <w:b/>
        </w:rPr>
        <w:t>[LO 2.1]</w:t>
      </w:r>
      <w:r w:rsidR="00EA6122" w:rsidRPr="000A142B">
        <w:t xml:space="preserve"> </w:t>
      </w:r>
    </w:p>
    <w:p w14:paraId="256774D7" w14:textId="16037687" w:rsidR="00EA6122" w:rsidRDefault="00EA6122" w:rsidP="004556F1">
      <w:pPr>
        <w:tabs>
          <w:tab w:val="left" w:pos="360"/>
        </w:tabs>
      </w:pPr>
    </w:p>
    <w:p w14:paraId="1DE6C3E8" w14:textId="1A5670AF" w:rsidR="00ED5AD3" w:rsidRPr="000A142B" w:rsidRDefault="00ED5AD3" w:rsidP="004556F1">
      <w:pPr>
        <w:tabs>
          <w:tab w:val="left" w:pos="360"/>
        </w:tabs>
      </w:pPr>
      <w:r>
        <w:lastRenderedPageBreak/>
        <w:tab/>
      </w:r>
      <w:r>
        <w:tab/>
      </w:r>
      <w:r>
        <w:rPr>
          <w:noProof/>
        </w:rPr>
        <w:drawing>
          <wp:inline distT="0" distB="0" distL="0" distR="0" wp14:anchorId="012DAA3E" wp14:editId="1BD1817E">
            <wp:extent cx="2399791" cy="2190750"/>
            <wp:effectExtent l="0" t="0" r="63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410529" cy="2200552"/>
                    </a:xfrm>
                    <a:prstGeom prst="rect">
                      <a:avLst/>
                    </a:prstGeom>
                  </pic:spPr>
                </pic:pic>
              </a:graphicData>
            </a:graphic>
          </wp:inline>
        </w:drawing>
      </w:r>
    </w:p>
    <w:p w14:paraId="0CFA2C0F" w14:textId="081054C5" w:rsidR="00702BD6" w:rsidRDefault="006721E6" w:rsidP="00EA6122">
      <w:pPr>
        <w:tabs>
          <w:tab w:val="left" w:pos="360"/>
        </w:tabs>
        <w:ind w:left="360"/>
        <w:rPr>
          <w:color w:val="000000"/>
        </w:rPr>
      </w:pPr>
      <w:r w:rsidRPr="000A142B">
        <w:rPr>
          <w:b/>
        </w:rPr>
        <w:t>Answer:</w:t>
      </w:r>
      <w:r w:rsidRPr="000A142B">
        <w:t xml:space="preserve"> </w:t>
      </w:r>
      <w:r w:rsidR="00702BD6" w:rsidRPr="000A142B">
        <w:rPr>
          <w:color w:val="000000"/>
        </w:rPr>
        <w:t>Points that lie on the frontier are called efficient,</w:t>
      </w:r>
      <w:r w:rsidR="00EA6122" w:rsidRPr="000A142B">
        <w:rPr>
          <w:color w:val="000000"/>
        </w:rPr>
        <w:t xml:space="preserve"> </w:t>
      </w:r>
      <w:r w:rsidR="00702BD6" w:rsidRPr="000A142B">
        <w:rPr>
          <w:color w:val="000000"/>
        </w:rPr>
        <w:t>because they squeeze the most output possible from all available resources. Points within (inside) the frontier are inefficient because they do not use all available resources. Points outside the frontier are unattainable with current resources.</w:t>
      </w:r>
    </w:p>
    <w:p w14:paraId="7590C5E1" w14:textId="77777777" w:rsidR="00D115D5" w:rsidRPr="000A142B" w:rsidRDefault="00D115D5" w:rsidP="00EA6122">
      <w:pPr>
        <w:tabs>
          <w:tab w:val="left" w:pos="360"/>
        </w:tabs>
        <w:ind w:left="360"/>
        <w:rPr>
          <w:color w:val="000000"/>
        </w:rPr>
      </w:pPr>
    </w:p>
    <w:p w14:paraId="7478E7A7" w14:textId="0EEF7CBF" w:rsidR="00EA6122" w:rsidRPr="00D115D5" w:rsidRDefault="00EA6122" w:rsidP="00D115D5">
      <w:pPr>
        <w:pStyle w:val="ListParagraph"/>
        <w:numPr>
          <w:ilvl w:val="0"/>
          <w:numId w:val="6"/>
        </w:numPr>
        <w:tabs>
          <w:tab w:val="left" w:pos="360"/>
        </w:tabs>
        <w:rPr>
          <w:color w:val="000000"/>
        </w:rPr>
      </w:pPr>
      <w:r w:rsidRPr="00D115D5">
        <w:rPr>
          <w:color w:val="000000"/>
        </w:rPr>
        <w:t>Attainable and efficient</w:t>
      </w:r>
    </w:p>
    <w:p w14:paraId="16B3E89D" w14:textId="77777777" w:rsidR="00D115D5" w:rsidRPr="00D115D5" w:rsidRDefault="00D115D5" w:rsidP="00D115D5">
      <w:pPr>
        <w:pStyle w:val="ListParagraph"/>
        <w:tabs>
          <w:tab w:val="left" w:pos="360"/>
        </w:tabs>
        <w:rPr>
          <w:color w:val="000000"/>
        </w:rPr>
      </w:pPr>
    </w:p>
    <w:p w14:paraId="5D5BF850" w14:textId="56447405" w:rsidR="00EA6122" w:rsidRPr="00D115D5" w:rsidRDefault="00EA6122" w:rsidP="00D115D5">
      <w:pPr>
        <w:pStyle w:val="ListParagraph"/>
        <w:numPr>
          <w:ilvl w:val="0"/>
          <w:numId w:val="6"/>
        </w:numPr>
        <w:tabs>
          <w:tab w:val="left" w:pos="360"/>
        </w:tabs>
        <w:rPr>
          <w:color w:val="000000"/>
        </w:rPr>
      </w:pPr>
      <w:r w:rsidRPr="00D115D5">
        <w:rPr>
          <w:color w:val="000000"/>
        </w:rPr>
        <w:t>Unattainable</w:t>
      </w:r>
    </w:p>
    <w:p w14:paraId="43F2D78F" w14:textId="77777777" w:rsidR="00D115D5" w:rsidRPr="00D115D5" w:rsidRDefault="00D115D5" w:rsidP="00D115D5">
      <w:pPr>
        <w:tabs>
          <w:tab w:val="left" w:pos="360"/>
        </w:tabs>
        <w:rPr>
          <w:color w:val="000000"/>
        </w:rPr>
      </w:pPr>
    </w:p>
    <w:p w14:paraId="2C51FEA3" w14:textId="6382F8B9" w:rsidR="00EA6122" w:rsidRPr="00ED5AD3" w:rsidRDefault="00EA6122" w:rsidP="00ED5AD3">
      <w:pPr>
        <w:pStyle w:val="ListParagraph"/>
        <w:numPr>
          <w:ilvl w:val="0"/>
          <w:numId w:val="6"/>
        </w:numPr>
        <w:tabs>
          <w:tab w:val="left" w:pos="360"/>
        </w:tabs>
        <w:rPr>
          <w:color w:val="000000"/>
        </w:rPr>
      </w:pPr>
      <w:r w:rsidRPr="00ED5AD3">
        <w:rPr>
          <w:color w:val="000000"/>
        </w:rPr>
        <w:t>Attainable and inefficient</w:t>
      </w:r>
    </w:p>
    <w:p w14:paraId="2E252ED9" w14:textId="77777777" w:rsidR="00ED5AD3" w:rsidRPr="00ED5AD3" w:rsidRDefault="00ED5AD3" w:rsidP="00ED5AD3">
      <w:pPr>
        <w:tabs>
          <w:tab w:val="left" w:pos="360"/>
        </w:tabs>
        <w:rPr>
          <w:color w:val="000000"/>
        </w:rPr>
      </w:pPr>
    </w:p>
    <w:p w14:paraId="60A28A6E" w14:textId="64F0E1B9" w:rsidR="00EA6122" w:rsidRPr="000A142B" w:rsidRDefault="00EA6122" w:rsidP="00EA6122">
      <w:pPr>
        <w:tabs>
          <w:tab w:val="left" w:pos="360"/>
        </w:tabs>
        <w:ind w:left="360"/>
        <w:rPr>
          <w:color w:val="000000"/>
        </w:rPr>
      </w:pPr>
      <w:r w:rsidRPr="000A142B">
        <w:rPr>
          <w:color w:val="000000"/>
        </w:rPr>
        <w:t>d.</w:t>
      </w:r>
      <w:r w:rsidRPr="000A142B">
        <w:rPr>
          <w:color w:val="000000"/>
        </w:rPr>
        <w:tab/>
        <w:t>Attainable and efficient.</w:t>
      </w:r>
    </w:p>
    <w:p w14:paraId="56A58848" w14:textId="5F30CAF8" w:rsidR="001D4D43" w:rsidRDefault="001D4D43" w:rsidP="004556F1">
      <w:pPr>
        <w:tabs>
          <w:tab w:val="left" w:pos="360"/>
        </w:tabs>
      </w:pPr>
    </w:p>
    <w:p w14:paraId="6DE76482" w14:textId="77777777" w:rsidR="00A742AE" w:rsidRPr="000A142B" w:rsidRDefault="00A742AE" w:rsidP="004556F1">
      <w:pPr>
        <w:tabs>
          <w:tab w:val="left" w:pos="360"/>
        </w:tabs>
      </w:pPr>
    </w:p>
    <w:p w14:paraId="276A28B2" w14:textId="7FDC2CAD" w:rsidR="00EA6122" w:rsidRPr="000A142B" w:rsidRDefault="00720F79" w:rsidP="00A742AE">
      <w:pPr>
        <w:tabs>
          <w:tab w:val="left" w:pos="360"/>
        </w:tabs>
        <w:ind w:left="360" w:hanging="360"/>
      </w:pPr>
      <w:r w:rsidRPr="000A142B">
        <w:t>7</w:t>
      </w:r>
      <w:r w:rsidR="006721E6" w:rsidRPr="000A142B">
        <w:t>.</w:t>
      </w:r>
      <w:r w:rsidR="00A742AE">
        <w:tab/>
      </w:r>
      <w:r w:rsidR="006721E6" w:rsidRPr="000A142B">
        <w:t>For each point on the PPF in Figure 2P-4</w:t>
      </w:r>
      <w:r w:rsidR="00EA6122" w:rsidRPr="000A142B">
        <w:t xml:space="preserve">, note whether the point is attainable and efficient, attainable and inefficient, or unattainable.  </w:t>
      </w:r>
      <w:r w:rsidR="00EA6122" w:rsidRPr="000A142B">
        <w:rPr>
          <w:b/>
        </w:rPr>
        <w:t>[LO 2.1]</w:t>
      </w:r>
    </w:p>
    <w:p w14:paraId="2EA7F5C7" w14:textId="101B92B3" w:rsidR="00EA6122" w:rsidRDefault="00EA6122" w:rsidP="004556F1">
      <w:pPr>
        <w:tabs>
          <w:tab w:val="left" w:pos="360"/>
        </w:tabs>
      </w:pPr>
    </w:p>
    <w:p w14:paraId="0CD79AD9" w14:textId="0EB5FA90" w:rsidR="00ED5AD3" w:rsidRPr="000A142B" w:rsidRDefault="00ED5AD3" w:rsidP="004556F1">
      <w:pPr>
        <w:tabs>
          <w:tab w:val="left" w:pos="360"/>
        </w:tabs>
      </w:pPr>
      <w:r>
        <w:tab/>
      </w:r>
      <w:r>
        <w:tab/>
      </w:r>
      <w:r>
        <w:rPr>
          <w:noProof/>
        </w:rPr>
        <w:drawing>
          <wp:inline distT="0" distB="0" distL="0" distR="0" wp14:anchorId="1B948CA4" wp14:editId="10860070">
            <wp:extent cx="2235200" cy="2201075"/>
            <wp:effectExtent l="0" t="0" r="0"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250109" cy="2215756"/>
                    </a:xfrm>
                    <a:prstGeom prst="rect">
                      <a:avLst/>
                    </a:prstGeom>
                  </pic:spPr>
                </pic:pic>
              </a:graphicData>
            </a:graphic>
          </wp:inline>
        </w:drawing>
      </w:r>
    </w:p>
    <w:p w14:paraId="7C8CA736" w14:textId="644AC232" w:rsidR="00702BD6" w:rsidRDefault="006721E6" w:rsidP="00EA6122">
      <w:pPr>
        <w:tabs>
          <w:tab w:val="left" w:pos="360"/>
        </w:tabs>
        <w:ind w:left="360"/>
        <w:rPr>
          <w:color w:val="000000"/>
        </w:rPr>
      </w:pPr>
      <w:r w:rsidRPr="000A142B">
        <w:rPr>
          <w:b/>
        </w:rPr>
        <w:t>Answer:</w:t>
      </w:r>
      <w:r w:rsidRPr="000A142B">
        <w:t xml:space="preserve"> </w:t>
      </w:r>
      <w:r w:rsidR="00702BD6" w:rsidRPr="000A142B">
        <w:rPr>
          <w:color w:val="000000"/>
        </w:rPr>
        <w:t>Points that lie on the frontier are called efficient,</w:t>
      </w:r>
      <w:r w:rsidR="00737BCC" w:rsidRPr="000A142B">
        <w:rPr>
          <w:color w:val="000000"/>
        </w:rPr>
        <w:t xml:space="preserve"> </w:t>
      </w:r>
      <w:r w:rsidR="00702BD6" w:rsidRPr="000A142B">
        <w:rPr>
          <w:color w:val="000000"/>
        </w:rPr>
        <w:t>because they squeeze the most output possible from all available resources. Points within (inside) the frontier are inefficient because they do not use all available resources. Points outside the frontier are unattainable with current resources.</w:t>
      </w:r>
    </w:p>
    <w:p w14:paraId="2308E077" w14:textId="77777777" w:rsidR="00D115D5" w:rsidRPr="000A142B" w:rsidRDefault="00D115D5" w:rsidP="00EA6122">
      <w:pPr>
        <w:tabs>
          <w:tab w:val="left" w:pos="360"/>
        </w:tabs>
        <w:ind w:left="360"/>
        <w:rPr>
          <w:color w:val="000000"/>
        </w:rPr>
      </w:pPr>
    </w:p>
    <w:p w14:paraId="3AF7AD3E" w14:textId="08C594C2" w:rsidR="00EA6122" w:rsidRPr="00D115D5" w:rsidRDefault="00EA6122" w:rsidP="00D115D5">
      <w:pPr>
        <w:pStyle w:val="ListParagraph"/>
        <w:numPr>
          <w:ilvl w:val="0"/>
          <w:numId w:val="7"/>
        </w:numPr>
        <w:tabs>
          <w:tab w:val="left" w:pos="360"/>
        </w:tabs>
        <w:rPr>
          <w:color w:val="000000"/>
        </w:rPr>
      </w:pPr>
      <w:r w:rsidRPr="00D115D5">
        <w:rPr>
          <w:color w:val="000000"/>
        </w:rPr>
        <w:t>Attainable and efficient</w:t>
      </w:r>
    </w:p>
    <w:p w14:paraId="31A1018F" w14:textId="77777777" w:rsidR="00D115D5" w:rsidRPr="00D115D5" w:rsidRDefault="00D115D5" w:rsidP="00D115D5">
      <w:pPr>
        <w:pStyle w:val="ListParagraph"/>
        <w:tabs>
          <w:tab w:val="left" w:pos="360"/>
        </w:tabs>
        <w:rPr>
          <w:color w:val="000000"/>
        </w:rPr>
      </w:pPr>
    </w:p>
    <w:p w14:paraId="4ABDE948" w14:textId="2324BC74" w:rsidR="00EA6122" w:rsidRPr="00D115D5" w:rsidRDefault="00EA6122" w:rsidP="00D115D5">
      <w:pPr>
        <w:pStyle w:val="ListParagraph"/>
        <w:numPr>
          <w:ilvl w:val="0"/>
          <w:numId w:val="7"/>
        </w:numPr>
        <w:tabs>
          <w:tab w:val="left" w:pos="360"/>
        </w:tabs>
        <w:rPr>
          <w:color w:val="000000"/>
        </w:rPr>
      </w:pPr>
      <w:r w:rsidRPr="00D115D5">
        <w:rPr>
          <w:color w:val="000000"/>
        </w:rPr>
        <w:t>Attainable and efficient</w:t>
      </w:r>
    </w:p>
    <w:p w14:paraId="479E68BC" w14:textId="77777777" w:rsidR="00D115D5" w:rsidRPr="00D115D5" w:rsidRDefault="00D115D5" w:rsidP="00D115D5">
      <w:pPr>
        <w:tabs>
          <w:tab w:val="left" w:pos="360"/>
        </w:tabs>
        <w:rPr>
          <w:color w:val="000000"/>
        </w:rPr>
      </w:pPr>
    </w:p>
    <w:p w14:paraId="72AB4D1D" w14:textId="799E734A" w:rsidR="00EA6122" w:rsidRPr="00D115D5" w:rsidRDefault="00EA6122" w:rsidP="00D115D5">
      <w:pPr>
        <w:pStyle w:val="ListParagraph"/>
        <w:numPr>
          <w:ilvl w:val="0"/>
          <w:numId w:val="7"/>
        </w:numPr>
        <w:tabs>
          <w:tab w:val="left" w:pos="360"/>
        </w:tabs>
        <w:rPr>
          <w:color w:val="000000"/>
        </w:rPr>
      </w:pPr>
      <w:r w:rsidRPr="00D115D5">
        <w:rPr>
          <w:color w:val="000000"/>
        </w:rPr>
        <w:t>Attainable and efficient</w:t>
      </w:r>
    </w:p>
    <w:p w14:paraId="4B543C69" w14:textId="77777777" w:rsidR="00D115D5" w:rsidRPr="00D115D5" w:rsidRDefault="00D115D5" w:rsidP="00D115D5">
      <w:pPr>
        <w:tabs>
          <w:tab w:val="left" w:pos="360"/>
        </w:tabs>
        <w:rPr>
          <w:color w:val="000000"/>
        </w:rPr>
      </w:pPr>
    </w:p>
    <w:p w14:paraId="30BA4932" w14:textId="5BCD6B8E" w:rsidR="00EA6122" w:rsidRPr="00D115D5" w:rsidRDefault="00EA6122" w:rsidP="00D115D5">
      <w:pPr>
        <w:pStyle w:val="ListParagraph"/>
        <w:numPr>
          <w:ilvl w:val="0"/>
          <w:numId w:val="7"/>
        </w:numPr>
        <w:tabs>
          <w:tab w:val="left" w:pos="360"/>
        </w:tabs>
        <w:rPr>
          <w:color w:val="000000"/>
        </w:rPr>
      </w:pPr>
      <w:r w:rsidRPr="00D115D5">
        <w:rPr>
          <w:color w:val="000000"/>
        </w:rPr>
        <w:t>Attainable and inefficient</w:t>
      </w:r>
    </w:p>
    <w:p w14:paraId="5AC1E725" w14:textId="77777777" w:rsidR="00D115D5" w:rsidRPr="00D115D5" w:rsidRDefault="00D115D5" w:rsidP="00D115D5">
      <w:pPr>
        <w:tabs>
          <w:tab w:val="left" w:pos="360"/>
        </w:tabs>
        <w:rPr>
          <w:color w:val="000000"/>
        </w:rPr>
      </w:pPr>
    </w:p>
    <w:p w14:paraId="7596E026" w14:textId="3E4B2803" w:rsidR="00EA6122" w:rsidRPr="000A142B" w:rsidRDefault="00EA6122" w:rsidP="00EA6122">
      <w:pPr>
        <w:tabs>
          <w:tab w:val="left" w:pos="360"/>
        </w:tabs>
        <w:ind w:left="360"/>
        <w:rPr>
          <w:color w:val="000000"/>
        </w:rPr>
      </w:pPr>
      <w:r w:rsidRPr="000A142B">
        <w:rPr>
          <w:color w:val="000000"/>
        </w:rPr>
        <w:t>e.</w:t>
      </w:r>
      <w:r w:rsidRPr="000A142B">
        <w:rPr>
          <w:color w:val="000000"/>
        </w:rPr>
        <w:tab/>
        <w:t>Unattainable</w:t>
      </w:r>
    </w:p>
    <w:p w14:paraId="3821FB9B" w14:textId="269DEFFD" w:rsidR="00446AE8" w:rsidRDefault="00446AE8" w:rsidP="004556F1">
      <w:pPr>
        <w:tabs>
          <w:tab w:val="left" w:pos="360"/>
        </w:tabs>
      </w:pPr>
    </w:p>
    <w:p w14:paraId="140C94CE" w14:textId="77777777" w:rsidR="00A742AE" w:rsidRPr="000A142B" w:rsidRDefault="00A742AE" w:rsidP="004556F1">
      <w:pPr>
        <w:tabs>
          <w:tab w:val="left" w:pos="360"/>
        </w:tabs>
      </w:pPr>
    </w:p>
    <w:p w14:paraId="0ABE2F12" w14:textId="77777777" w:rsidR="006721E6" w:rsidRPr="000A142B" w:rsidRDefault="00EA6122" w:rsidP="00A742AE">
      <w:pPr>
        <w:tabs>
          <w:tab w:val="left" w:pos="360"/>
        </w:tabs>
        <w:ind w:left="360" w:hanging="360"/>
        <w:rPr>
          <w:b/>
        </w:rPr>
      </w:pPr>
      <w:r w:rsidRPr="000A142B">
        <w:t>8.</w:t>
      </w:r>
      <w:r w:rsidRPr="000A142B">
        <w:tab/>
      </w:r>
      <w:r w:rsidR="006721E6" w:rsidRPr="000A142B">
        <w:t>The Red Cross and WIC (Women, Infants, and Children program</w:t>
      </w:r>
      <w:r w:rsidRPr="000A142B">
        <w:t>)</w:t>
      </w:r>
      <w:r w:rsidR="006721E6" w:rsidRPr="000A142B">
        <w:t xml:space="preserve"> both provide emergency food packages and first-aid kits to New</w:t>
      </w:r>
      <w:r w:rsidRPr="000A142B">
        <w:t xml:space="preserve"> York City home-less shelters. Table 2P-1 shows their weekly pro</w:t>
      </w:r>
      <w:r w:rsidR="006721E6" w:rsidRPr="000A142B">
        <w:t>duction possibilities in providing emergency goods to NYC homeless shelters. NYC homeless shelters need a total of 20 first-aid kits per week. Currently, they get 10 kits from the Red Cross and 10 k</w:t>
      </w:r>
      <w:r w:rsidRPr="000A142B">
        <w:t>its from WIC. With their remain</w:t>
      </w:r>
      <w:r w:rsidR="006721E6" w:rsidRPr="000A142B">
        <w:t xml:space="preserve">ing resources, how many food packages can each organization provide to NYC homeless shelters?  </w:t>
      </w:r>
      <w:r w:rsidR="006721E6" w:rsidRPr="000A142B">
        <w:rPr>
          <w:b/>
        </w:rPr>
        <w:t>[LO 2.1]</w:t>
      </w:r>
    </w:p>
    <w:p w14:paraId="42A9A5F7" w14:textId="10D9769D" w:rsidR="00D115D5" w:rsidRDefault="00D115D5" w:rsidP="004556F1">
      <w:pPr>
        <w:tabs>
          <w:tab w:val="left" w:pos="360"/>
        </w:tabs>
      </w:pPr>
      <w:r>
        <w:tab/>
      </w:r>
      <w:r>
        <w:tab/>
      </w:r>
      <w:r>
        <w:rPr>
          <w:noProof/>
        </w:rPr>
        <w:drawing>
          <wp:inline distT="0" distB="0" distL="0" distR="0" wp14:anchorId="1BAAA291" wp14:editId="7B0AA252">
            <wp:extent cx="2552700" cy="95395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624313" cy="980713"/>
                    </a:xfrm>
                    <a:prstGeom prst="rect">
                      <a:avLst/>
                    </a:prstGeom>
                  </pic:spPr>
                </pic:pic>
              </a:graphicData>
            </a:graphic>
          </wp:inline>
        </w:drawing>
      </w:r>
    </w:p>
    <w:p w14:paraId="01A8258D" w14:textId="77777777" w:rsidR="00D115D5" w:rsidRPr="000A142B" w:rsidRDefault="00D115D5" w:rsidP="004556F1">
      <w:pPr>
        <w:tabs>
          <w:tab w:val="left" w:pos="360"/>
        </w:tabs>
      </w:pPr>
    </w:p>
    <w:p w14:paraId="62AC030B" w14:textId="051AB0D2" w:rsidR="00E37AC5" w:rsidRPr="000A142B" w:rsidRDefault="006721E6" w:rsidP="00712C4C">
      <w:pPr>
        <w:tabs>
          <w:tab w:val="left" w:pos="360"/>
        </w:tabs>
        <w:ind w:left="360"/>
        <w:rPr>
          <w:color w:val="000000"/>
        </w:rPr>
      </w:pPr>
      <w:r w:rsidRPr="000A142B">
        <w:rPr>
          <w:b/>
        </w:rPr>
        <w:t>Answer:</w:t>
      </w:r>
      <w:r w:rsidR="00EA6122" w:rsidRPr="000A142B">
        <w:rPr>
          <w:color w:val="000000"/>
          <w:sz w:val="18"/>
          <w:szCs w:val="18"/>
        </w:rPr>
        <w:t xml:space="preserve"> </w:t>
      </w:r>
      <w:r w:rsidR="00EA6122" w:rsidRPr="000A142B">
        <w:rPr>
          <w:color w:val="000000"/>
        </w:rPr>
        <w:t>From the table, we find that the Red Cross can produce 300 food packages OR 50 first-aid kits OR some comb</w:t>
      </w:r>
      <w:r w:rsidR="00712C4C" w:rsidRPr="000A142B">
        <w:rPr>
          <w:color w:val="000000"/>
        </w:rPr>
        <w:t>ination in-between (for example,</w:t>
      </w:r>
      <w:r w:rsidR="00EA6122" w:rsidRPr="000A142B">
        <w:rPr>
          <w:color w:val="000000"/>
        </w:rPr>
        <w:t xml:space="preserve"> 150 food packages and 25 first-aid kits.) The opportunity cost of providing one first-aid kit is 6 food packages. The requirement of 10 kits from the Red Cross comes at a cost of 60 food packages (6 food packages per first-aid kit times 10). Out of the 300 food packages possible from</w:t>
      </w:r>
      <w:r w:rsidR="00E37AC5" w:rsidRPr="000A142B">
        <w:rPr>
          <w:color w:val="000000"/>
        </w:rPr>
        <w:t xml:space="preserve"> the Red Cross 60 must be given </w:t>
      </w:r>
      <w:r w:rsidR="00EA6122" w:rsidRPr="000A142B">
        <w:rPr>
          <w:color w:val="000000"/>
        </w:rPr>
        <w:t xml:space="preserve">up, leaving </w:t>
      </w:r>
      <w:r w:rsidR="00EA6122" w:rsidRPr="000A142B">
        <w:rPr>
          <w:i/>
          <w:color w:val="000000"/>
        </w:rPr>
        <w:t>240</w:t>
      </w:r>
      <w:r w:rsidR="00EA6122" w:rsidRPr="000A142B">
        <w:rPr>
          <w:color w:val="000000"/>
        </w:rPr>
        <w:t xml:space="preserve"> (300 </w:t>
      </w:r>
      <w:r w:rsidR="00D115D5">
        <w:rPr>
          <w:color w:val="000000"/>
        </w:rPr>
        <w:t>–</w:t>
      </w:r>
      <w:r w:rsidR="00712C4C" w:rsidRPr="000A142B">
        <w:rPr>
          <w:color w:val="000000"/>
        </w:rPr>
        <w:t xml:space="preserve"> 60) food packages available. </w:t>
      </w:r>
    </w:p>
    <w:p w14:paraId="4D987E7F" w14:textId="77777777" w:rsidR="00E37AC5" w:rsidRPr="000A142B" w:rsidRDefault="00E37AC5" w:rsidP="00712C4C">
      <w:pPr>
        <w:tabs>
          <w:tab w:val="left" w:pos="360"/>
        </w:tabs>
        <w:ind w:left="360"/>
        <w:rPr>
          <w:color w:val="000000"/>
        </w:rPr>
      </w:pPr>
    </w:p>
    <w:p w14:paraId="226D7904" w14:textId="4B105973" w:rsidR="00135C43" w:rsidRDefault="00EA6122" w:rsidP="00712C4C">
      <w:pPr>
        <w:tabs>
          <w:tab w:val="left" w:pos="360"/>
        </w:tabs>
        <w:ind w:left="360"/>
      </w:pPr>
      <w:r w:rsidRPr="000A142B">
        <w:rPr>
          <w:color w:val="000000"/>
        </w:rPr>
        <w:t>Likewise, the WIC can produce 200 food packages OR 20 first-aid kits OR some combination in-between. The opportunity cost for this organization of providing one first-aid kit is 10 food packages. The requirement of 10 first-aid kits from the WIC means giving up 100 food packages. Out of the 200 food pac</w:t>
      </w:r>
      <w:r w:rsidR="00712C4C" w:rsidRPr="000A142B">
        <w:rPr>
          <w:color w:val="000000"/>
        </w:rPr>
        <w:t xml:space="preserve">kages possible, </w:t>
      </w:r>
      <w:r w:rsidR="00712C4C" w:rsidRPr="000A142B">
        <w:rPr>
          <w:i/>
          <w:color w:val="000000"/>
        </w:rPr>
        <w:t>100</w:t>
      </w:r>
      <w:r w:rsidR="00712C4C" w:rsidRPr="000A142B">
        <w:rPr>
          <w:color w:val="000000"/>
        </w:rPr>
        <w:t xml:space="preserve"> (200 </w:t>
      </w:r>
      <w:r w:rsidR="00D115D5">
        <w:rPr>
          <w:color w:val="000000"/>
        </w:rPr>
        <w:t>–</w:t>
      </w:r>
      <w:r w:rsidR="00712C4C" w:rsidRPr="000A142B">
        <w:rPr>
          <w:color w:val="000000"/>
        </w:rPr>
        <w:t xml:space="preserve"> 100)</w:t>
      </w:r>
      <w:r w:rsidRPr="000A142B">
        <w:rPr>
          <w:color w:val="000000"/>
        </w:rPr>
        <w:t> are still available.</w:t>
      </w:r>
      <w:r w:rsidR="006721E6" w:rsidRPr="000A142B">
        <w:t xml:space="preserve"> </w:t>
      </w:r>
    </w:p>
    <w:p w14:paraId="4D447B8D" w14:textId="5744A3D7" w:rsidR="00F13880" w:rsidRDefault="00F13880" w:rsidP="00712C4C">
      <w:pPr>
        <w:tabs>
          <w:tab w:val="left" w:pos="360"/>
        </w:tabs>
        <w:ind w:left="360"/>
      </w:pPr>
    </w:p>
    <w:p w14:paraId="7F4E6437" w14:textId="77777777" w:rsidR="00F13880" w:rsidRPr="000A142B" w:rsidRDefault="00F13880" w:rsidP="00712C4C">
      <w:pPr>
        <w:tabs>
          <w:tab w:val="left" w:pos="360"/>
        </w:tabs>
        <w:ind w:left="360"/>
        <w:rPr>
          <w:b/>
        </w:rPr>
      </w:pPr>
    </w:p>
    <w:p w14:paraId="0A0BF3D6" w14:textId="656F81E6" w:rsidR="00B95112" w:rsidRPr="000A142B" w:rsidRDefault="000D5248" w:rsidP="00A742AE">
      <w:pPr>
        <w:tabs>
          <w:tab w:val="left" w:pos="360"/>
        </w:tabs>
        <w:ind w:left="360" w:hanging="360"/>
      </w:pPr>
      <w:r w:rsidRPr="000A142B">
        <w:t>9</w:t>
      </w:r>
      <w:r w:rsidR="00446AE8" w:rsidRPr="000A142B">
        <w:t xml:space="preserve">. </w:t>
      </w:r>
      <w:r w:rsidR="00B95112" w:rsidRPr="000A142B">
        <w:tab/>
        <w:t>S</w:t>
      </w:r>
      <w:r w:rsidR="006721E6" w:rsidRPr="000A142B">
        <w:t>uppose that three volunteers are preparing cookies and cupcakes for a bake sale. Diana can make 2</w:t>
      </w:r>
      <w:r w:rsidR="00600B23" w:rsidRPr="000A142B">
        <w:t>6</w:t>
      </w:r>
      <w:r w:rsidR="006721E6" w:rsidRPr="000A142B">
        <w:t xml:space="preserve"> cookies or 1</w:t>
      </w:r>
      <w:r w:rsidR="00600B23" w:rsidRPr="000A142B">
        <w:t>9</w:t>
      </w:r>
      <w:r w:rsidR="006721E6" w:rsidRPr="000A142B">
        <w:t xml:space="preserve"> cupcakes per hour; Andy can make 2</w:t>
      </w:r>
      <w:r w:rsidR="00600B23" w:rsidRPr="000A142B">
        <w:t>4</w:t>
      </w:r>
      <w:r w:rsidR="006721E6" w:rsidRPr="000A142B">
        <w:t xml:space="preserve"> cookies or 1</w:t>
      </w:r>
      <w:r w:rsidR="00600B23" w:rsidRPr="000A142B">
        <w:t>8</w:t>
      </w:r>
      <w:r w:rsidR="006721E6" w:rsidRPr="000A142B">
        <w:t xml:space="preserve"> cupcakes; and Sam can ma</w:t>
      </w:r>
      <w:r w:rsidR="00B95112" w:rsidRPr="000A142B">
        <w:t xml:space="preserve">ke </w:t>
      </w:r>
      <w:r w:rsidR="00600B23" w:rsidRPr="000A142B">
        <w:t>9</w:t>
      </w:r>
      <w:r w:rsidR="00B95112" w:rsidRPr="000A142B">
        <w:t xml:space="preserve"> cookies or 1</w:t>
      </w:r>
      <w:r w:rsidR="00600B23" w:rsidRPr="000A142B">
        <w:t>3</w:t>
      </w:r>
      <w:r w:rsidR="00B95112" w:rsidRPr="000A142B">
        <w:t xml:space="preserve"> cupcakes.  </w:t>
      </w:r>
      <w:r w:rsidR="00B95112" w:rsidRPr="000A142B">
        <w:rPr>
          <w:b/>
        </w:rPr>
        <w:t>[</w:t>
      </w:r>
      <w:r w:rsidR="006721E6" w:rsidRPr="000A142B">
        <w:rPr>
          <w:b/>
        </w:rPr>
        <w:t>LO 2.2]</w:t>
      </w:r>
      <w:r w:rsidR="006721E6" w:rsidRPr="000A142B">
        <w:t xml:space="preserve"> </w:t>
      </w:r>
    </w:p>
    <w:p w14:paraId="0795FC43" w14:textId="41B56FCA" w:rsidR="00B95112" w:rsidRPr="000A142B" w:rsidRDefault="00A742AE" w:rsidP="004556F1">
      <w:pPr>
        <w:tabs>
          <w:tab w:val="left" w:pos="360"/>
        </w:tabs>
      </w:pPr>
      <w:r>
        <w:tab/>
      </w:r>
      <w:r w:rsidR="006721E6" w:rsidRPr="000A142B">
        <w:t xml:space="preserve">a. </w:t>
      </w:r>
      <w:r w:rsidR="00B95112" w:rsidRPr="000A142B">
        <w:tab/>
      </w:r>
      <w:r w:rsidR="006721E6" w:rsidRPr="000A142B">
        <w:t>Who has the absolute advantage at making cookies?</w:t>
      </w:r>
    </w:p>
    <w:p w14:paraId="1FFB4D90" w14:textId="688E60C3" w:rsidR="006721E6" w:rsidRPr="000A142B" w:rsidRDefault="00A742AE" w:rsidP="004556F1">
      <w:pPr>
        <w:tabs>
          <w:tab w:val="left" w:pos="360"/>
        </w:tabs>
      </w:pPr>
      <w:r>
        <w:tab/>
      </w:r>
      <w:r w:rsidR="006721E6" w:rsidRPr="000A142B">
        <w:t xml:space="preserve">b. </w:t>
      </w:r>
      <w:r w:rsidR="00B95112" w:rsidRPr="000A142B">
        <w:tab/>
      </w:r>
      <w:r w:rsidR="00A23149" w:rsidRPr="000A142B">
        <w:t>Who has the absolute advantage at</w:t>
      </w:r>
      <w:r w:rsidR="006721E6" w:rsidRPr="000A142B">
        <w:t xml:space="preserve"> making cupcakes?</w:t>
      </w:r>
    </w:p>
    <w:p w14:paraId="06DB6223" w14:textId="77777777" w:rsidR="006721E6" w:rsidRPr="000A142B" w:rsidRDefault="006721E6" w:rsidP="004556F1">
      <w:pPr>
        <w:tabs>
          <w:tab w:val="left" w:pos="360"/>
        </w:tabs>
      </w:pPr>
    </w:p>
    <w:p w14:paraId="33D243C6" w14:textId="77777777" w:rsidR="00A23149" w:rsidRPr="000A142B" w:rsidRDefault="006721E6" w:rsidP="00B95112">
      <w:pPr>
        <w:tabs>
          <w:tab w:val="left" w:pos="360"/>
        </w:tabs>
        <w:ind w:left="360"/>
        <w:rPr>
          <w:color w:val="000000"/>
        </w:rPr>
      </w:pPr>
      <w:r w:rsidRPr="000A142B">
        <w:rPr>
          <w:b/>
        </w:rPr>
        <w:t>Answer:</w:t>
      </w:r>
      <w:r w:rsidRPr="000A142B">
        <w:t xml:space="preserve"> </w:t>
      </w:r>
      <w:r w:rsidR="00E77C82" w:rsidRPr="000A142B">
        <w:rPr>
          <w:color w:val="000000"/>
        </w:rPr>
        <w:t xml:space="preserve">If a producer can generate more output than others with a given amount of resources, that producer has an absolute advantage. When a producer can make a good at a </w:t>
      </w:r>
      <w:r w:rsidR="00E77C82" w:rsidRPr="000A142B">
        <w:rPr>
          <w:color w:val="000000"/>
        </w:rPr>
        <w:lastRenderedPageBreak/>
        <w:t>lower opportunity cost than other producers, we say it has a comparative advantage at producing that good.</w:t>
      </w:r>
      <w:r w:rsidR="00E77C82" w:rsidRPr="000A142B">
        <w:rPr>
          <w:color w:val="000000"/>
        </w:rPr>
        <w:br/>
      </w:r>
    </w:p>
    <w:p w14:paraId="0E6683FF" w14:textId="247EC1CC" w:rsidR="007E3099" w:rsidRPr="000A142B" w:rsidRDefault="00B95112" w:rsidP="00A742AE">
      <w:pPr>
        <w:tabs>
          <w:tab w:val="left" w:pos="360"/>
        </w:tabs>
        <w:ind w:left="720" w:hanging="360"/>
        <w:rPr>
          <w:color w:val="000000"/>
        </w:rPr>
      </w:pPr>
      <w:r w:rsidRPr="000A142B">
        <w:rPr>
          <w:color w:val="000000"/>
        </w:rPr>
        <w:t>a.</w:t>
      </w:r>
      <w:r w:rsidRPr="000A142B">
        <w:rPr>
          <w:color w:val="000000"/>
        </w:rPr>
        <w:tab/>
      </w:r>
      <w:r w:rsidR="00E77C82" w:rsidRPr="000A142B">
        <w:rPr>
          <w:color w:val="000000"/>
        </w:rPr>
        <w:t>Of the three workers, Diana has the absolute advantage at making cookies. She can make the most cookies (2</w:t>
      </w:r>
      <w:r w:rsidR="00600B23" w:rsidRPr="000A142B">
        <w:rPr>
          <w:color w:val="000000"/>
        </w:rPr>
        <w:t>6</w:t>
      </w:r>
      <w:r w:rsidR="00E77C82" w:rsidRPr="000A142B">
        <w:rPr>
          <w:color w:val="000000"/>
        </w:rPr>
        <w:t>) in an hour compared with Andy (2</w:t>
      </w:r>
      <w:r w:rsidR="00600B23" w:rsidRPr="000A142B">
        <w:rPr>
          <w:color w:val="000000"/>
        </w:rPr>
        <w:t>4) and Sam (9</w:t>
      </w:r>
      <w:r w:rsidR="00E77C82" w:rsidRPr="000A142B">
        <w:rPr>
          <w:color w:val="000000"/>
        </w:rPr>
        <w:t>).</w:t>
      </w:r>
    </w:p>
    <w:p w14:paraId="2DDD71CC" w14:textId="77777777" w:rsidR="00A23149" w:rsidRPr="000A142B" w:rsidRDefault="00A23149" w:rsidP="00B95112">
      <w:pPr>
        <w:tabs>
          <w:tab w:val="left" w:pos="360"/>
        </w:tabs>
        <w:ind w:left="360"/>
        <w:rPr>
          <w:color w:val="000000"/>
        </w:rPr>
      </w:pPr>
    </w:p>
    <w:p w14:paraId="29507D82" w14:textId="03AD25AD" w:rsidR="00E77C82" w:rsidRPr="000A142B" w:rsidRDefault="00B95112" w:rsidP="00A742AE">
      <w:pPr>
        <w:tabs>
          <w:tab w:val="left" w:pos="360"/>
        </w:tabs>
        <w:ind w:left="720" w:hanging="360"/>
        <w:rPr>
          <w:color w:val="000000"/>
        </w:rPr>
      </w:pPr>
      <w:r w:rsidRPr="000A142B">
        <w:rPr>
          <w:color w:val="000000"/>
        </w:rPr>
        <w:t>b.</w:t>
      </w:r>
      <w:r w:rsidRPr="000A142B">
        <w:rPr>
          <w:color w:val="000000"/>
        </w:rPr>
        <w:tab/>
      </w:r>
      <w:r w:rsidR="00E77C82" w:rsidRPr="000A142B">
        <w:rPr>
          <w:color w:val="000000"/>
        </w:rPr>
        <w:t>Diana also has the absolute advantage at baking cupcakes. She can bake 1</w:t>
      </w:r>
      <w:r w:rsidR="00600B23" w:rsidRPr="000A142B">
        <w:rPr>
          <w:color w:val="000000"/>
        </w:rPr>
        <w:t>9</w:t>
      </w:r>
      <w:r w:rsidR="00E77C82" w:rsidRPr="000A142B">
        <w:rPr>
          <w:color w:val="000000"/>
        </w:rPr>
        <w:t xml:space="preserve"> cupcakes in an hour, whereas Andy can only bake 1</w:t>
      </w:r>
      <w:r w:rsidR="00600B23" w:rsidRPr="000A142B">
        <w:rPr>
          <w:color w:val="000000"/>
        </w:rPr>
        <w:t>8</w:t>
      </w:r>
      <w:r w:rsidR="00E77C82" w:rsidRPr="000A142B">
        <w:rPr>
          <w:color w:val="000000"/>
        </w:rPr>
        <w:t xml:space="preserve"> and Sam can only bake 1</w:t>
      </w:r>
      <w:r w:rsidR="00600B23" w:rsidRPr="000A142B">
        <w:rPr>
          <w:color w:val="000000"/>
        </w:rPr>
        <w:t>3</w:t>
      </w:r>
      <w:r w:rsidR="00E77C82" w:rsidRPr="000A142B">
        <w:rPr>
          <w:color w:val="000000"/>
        </w:rPr>
        <w:t xml:space="preserve">. </w:t>
      </w:r>
    </w:p>
    <w:p w14:paraId="0FEB9ED3" w14:textId="0F006773" w:rsidR="00446AE8" w:rsidRDefault="00446AE8" w:rsidP="004556F1">
      <w:pPr>
        <w:tabs>
          <w:tab w:val="left" w:pos="360"/>
        </w:tabs>
      </w:pPr>
    </w:p>
    <w:p w14:paraId="1D8D6F9C" w14:textId="77777777" w:rsidR="00D115D5" w:rsidRPr="000A142B" w:rsidRDefault="00D115D5" w:rsidP="004556F1">
      <w:pPr>
        <w:tabs>
          <w:tab w:val="left" w:pos="360"/>
        </w:tabs>
      </w:pPr>
    </w:p>
    <w:p w14:paraId="5D38B9C6" w14:textId="7D678E82" w:rsidR="00B95112" w:rsidRDefault="000D5248" w:rsidP="00A742AE">
      <w:pPr>
        <w:tabs>
          <w:tab w:val="left" w:pos="360"/>
        </w:tabs>
        <w:ind w:left="360" w:hanging="360"/>
        <w:rPr>
          <w:b/>
        </w:rPr>
      </w:pPr>
      <w:r w:rsidRPr="000A142B">
        <w:t>10</w:t>
      </w:r>
      <w:r w:rsidR="00B95112" w:rsidRPr="000A142B">
        <w:t>.</w:t>
      </w:r>
      <w:r w:rsidR="00A742AE">
        <w:tab/>
      </w:r>
      <w:r w:rsidR="006721E6" w:rsidRPr="000A142B">
        <w:t xml:space="preserve">Paula and Carlo are coworkers. Their production possibilities frontiers for counseling clients </w:t>
      </w:r>
      <w:r w:rsidR="00B95112" w:rsidRPr="000A142B">
        <w:t xml:space="preserve">and writing memos are given in Figure 2P-5.  </w:t>
      </w:r>
      <w:r w:rsidR="00B95112" w:rsidRPr="000A142B">
        <w:rPr>
          <w:b/>
        </w:rPr>
        <w:t>[LO 2.2]</w:t>
      </w:r>
    </w:p>
    <w:p w14:paraId="08D30D3D" w14:textId="23AF81F4" w:rsidR="00F13880" w:rsidRDefault="00F13880" w:rsidP="00A742AE">
      <w:pPr>
        <w:tabs>
          <w:tab w:val="left" w:pos="360"/>
        </w:tabs>
        <w:ind w:left="360" w:hanging="360"/>
        <w:rPr>
          <w:b/>
        </w:rPr>
      </w:pPr>
    </w:p>
    <w:p w14:paraId="1F19283D" w14:textId="481183D3" w:rsidR="00F13880" w:rsidRPr="000A142B" w:rsidRDefault="00F13880" w:rsidP="00A742AE">
      <w:pPr>
        <w:tabs>
          <w:tab w:val="left" w:pos="360"/>
        </w:tabs>
        <w:ind w:left="360" w:hanging="360"/>
      </w:pPr>
      <w:r>
        <w:rPr>
          <w:b/>
        </w:rPr>
        <w:tab/>
      </w:r>
      <w:r>
        <w:rPr>
          <w:noProof/>
        </w:rPr>
        <w:drawing>
          <wp:inline distT="0" distB="0" distL="0" distR="0" wp14:anchorId="42ABB88C" wp14:editId="50D3B9E3">
            <wp:extent cx="2781300" cy="26098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781300" cy="2609850"/>
                    </a:xfrm>
                    <a:prstGeom prst="rect">
                      <a:avLst/>
                    </a:prstGeom>
                  </pic:spPr>
                </pic:pic>
              </a:graphicData>
            </a:graphic>
          </wp:inline>
        </w:drawing>
      </w:r>
      <w:r>
        <w:rPr>
          <w:noProof/>
        </w:rPr>
        <w:drawing>
          <wp:inline distT="0" distB="0" distL="0" distR="0" wp14:anchorId="62FB1A34" wp14:editId="562933F3">
            <wp:extent cx="2705100" cy="26479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705100" cy="2647950"/>
                    </a:xfrm>
                    <a:prstGeom prst="rect">
                      <a:avLst/>
                    </a:prstGeom>
                  </pic:spPr>
                </pic:pic>
              </a:graphicData>
            </a:graphic>
          </wp:inline>
        </w:drawing>
      </w:r>
    </w:p>
    <w:p w14:paraId="643BD8D0" w14:textId="66ED85C6" w:rsidR="00B95112" w:rsidRPr="000A142B" w:rsidRDefault="00A742AE" w:rsidP="004556F1">
      <w:pPr>
        <w:tabs>
          <w:tab w:val="left" w:pos="360"/>
        </w:tabs>
      </w:pPr>
      <w:r>
        <w:tab/>
      </w:r>
      <w:r w:rsidR="006721E6" w:rsidRPr="000A142B">
        <w:t xml:space="preserve">a. </w:t>
      </w:r>
      <w:r w:rsidR="00B95112" w:rsidRPr="000A142B">
        <w:tab/>
      </w:r>
      <w:r w:rsidR="006721E6" w:rsidRPr="000A142B">
        <w:t>Which worker has an absolute advantage in counseling clients?</w:t>
      </w:r>
    </w:p>
    <w:p w14:paraId="66F99560" w14:textId="4131EB27" w:rsidR="00B95112" w:rsidRPr="000A142B" w:rsidRDefault="00A742AE" w:rsidP="004556F1">
      <w:pPr>
        <w:tabs>
          <w:tab w:val="left" w:pos="360"/>
        </w:tabs>
      </w:pPr>
      <w:r>
        <w:tab/>
      </w:r>
      <w:r w:rsidR="006721E6" w:rsidRPr="000A142B">
        <w:t xml:space="preserve">b. </w:t>
      </w:r>
      <w:r w:rsidR="00B95112" w:rsidRPr="000A142B">
        <w:tab/>
      </w:r>
      <w:r w:rsidR="00A23149" w:rsidRPr="000A142B">
        <w:t>Which worker has a comparative advantage in counseling clients?</w:t>
      </w:r>
    </w:p>
    <w:p w14:paraId="0FE480B5" w14:textId="33170911" w:rsidR="00B95112" w:rsidRPr="000A142B" w:rsidRDefault="00A742AE" w:rsidP="004556F1">
      <w:pPr>
        <w:tabs>
          <w:tab w:val="left" w:pos="360"/>
        </w:tabs>
      </w:pPr>
      <w:r>
        <w:tab/>
      </w:r>
      <w:r w:rsidR="006721E6" w:rsidRPr="000A142B">
        <w:t xml:space="preserve">c. </w:t>
      </w:r>
      <w:r w:rsidR="00B95112" w:rsidRPr="000A142B">
        <w:tab/>
      </w:r>
      <w:r w:rsidR="00A23149" w:rsidRPr="000A142B">
        <w:t>Which worker has an absolute advantage in writing memos?</w:t>
      </w:r>
    </w:p>
    <w:p w14:paraId="4C2A6AC2" w14:textId="15C3991C" w:rsidR="006721E6" w:rsidRPr="000A142B" w:rsidRDefault="00A742AE" w:rsidP="004556F1">
      <w:pPr>
        <w:tabs>
          <w:tab w:val="left" w:pos="360"/>
        </w:tabs>
      </w:pPr>
      <w:r>
        <w:tab/>
      </w:r>
      <w:r w:rsidR="006721E6" w:rsidRPr="000A142B">
        <w:t xml:space="preserve">d. </w:t>
      </w:r>
      <w:r w:rsidR="00B95112" w:rsidRPr="000A142B">
        <w:tab/>
      </w:r>
      <w:r w:rsidR="006721E6" w:rsidRPr="000A142B">
        <w:t>Which worker has a comparative advantage in writing memos?</w:t>
      </w:r>
    </w:p>
    <w:p w14:paraId="124E6780" w14:textId="77777777" w:rsidR="00B95112" w:rsidRPr="000A142B" w:rsidRDefault="00B95112" w:rsidP="004556F1">
      <w:pPr>
        <w:tabs>
          <w:tab w:val="left" w:pos="360"/>
        </w:tabs>
      </w:pPr>
    </w:p>
    <w:p w14:paraId="13A36245" w14:textId="77777777" w:rsidR="00A23149" w:rsidRPr="000A142B" w:rsidRDefault="006721E6" w:rsidP="00B95112">
      <w:pPr>
        <w:tabs>
          <w:tab w:val="left" w:pos="360"/>
        </w:tabs>
        <w:ind w:left="360"/>
        <w:rPr>
          <w:color w:val="000000"/>
        </w:rPr>
      </w:pPr>
      <w:r w:rsidRPr="000A142B">
        <w:rPr>
          <w:b/>
        </w:rPr>
        <w:t>Answer:</w:t>
      </w:r>
      <w:r w:rsidRPr="000A142B">
        <w:t xml:space="preserve"> </w:t>
      </w:r>
      <w:r w:rsidR="006F1939" w:rsidRPr="000A142B">
        <w:rPr>
          <w:color w:val="000000"/>
        </w:rPr>
        <w:t>Absolute advantage is the ability to produce more of a good or service than others can with a given amount of resources. Comparative advantage is the ability to produce a good or service at a lower opportunity cost than others.</w:t>
      </w:r>
      <w:r w:rsidR="00E77C82" w:rsidRPr="000A142B">
        <w:rPr>
          <w:color w:val="000000"/>
        </w:rPr>
        <w:br/>
      </w:r>
    </w:p>
    <w:p w14:paraId="7E325A64" w14:textId="7DFDB2C6" w:rsidR="007E3099" w:rsidRPr="000A142B" w:rsidRDefault="00B95112" w:rsidP="00F13880">
      <w:pPr>
        <w:tabs>
          <w:tab w:val="left" w:pos="360"/>
        </w:tabs>
        <w:ind w:left="720" w:hanging="360"/>
        <w:rPr>
          <w:color w:val="000000"/>
        </w:rPr>
      </w:pPr>
      <w:r w:rsidRPr="000A142B">
        <w:rPr>
          <w:color w:val="000000"/>
        </w:rPr>
        <w:t>a.</w:t>
      </w:r>
      <w:r w:rsidRPr="000A142B">
        <w:rPr>
          <w:color w:val="000000"/>
        </w:rPr>
        <w:tab/>
      </w:r>
      <w:r w:rsidR="00E77C82" w:rsidRPr="000A142B">
        <w:rPr>
          <w:bCs/>
          <w:color w:val="000000"/>
        </w:rPr>
        <w:t>Paula</w:t>
      </w:r>
      <w:r w:rsidR="00E77C82" w:rsidRPr="000A142B">
        <w:rPr>
          <w:color w:val="000000"/>
        </w:rPr>
        <w:t xml:space="preserve"> has the absolute advantage in counseling clients because she can produce more of this service than Carlo can with a given amount of resources.</w:t>
      </w:r>
    </w:p>
    <w:p w14:paraId="08C0619A" w14:textId="77777777" w:rsidR="00A23149" w:rsidRPr="000A142B" w:rsidRDefault="00A23149" w:rsidP="00B95112">
      <w:pPr>
        <w:tabs>
          <w:tab w:val="left" w:pos="360"/>
        </w:tabs>
        <w:ind w:left="360"/>
        <w:rPr>
          <w:color w:val="000000"/>
        </w:rPr>
      </w:pPr>
    </w:p>
    <w:p w14:paraId="0A465BCC" w14:textId="747FC803" w:rsidR="007E3099" w:rsidRPr="000A142B" w:rsidRDefault="00B95112" w:rsidP="00F13880">
      <w:pPr>
        <w:tabs>
          <w:tab w:val="left" w:pos="360"/>
        </w:tabs>
        <w:ind w:left="720" w:hanging="360"/>
        <w:rPr>
          <w:color w:val="000000"/>
        </w:rPr>
      </w:pPr>
      <w:r w:rsidRPr="000A142B">
        <w:rPr>
          <w:color w:val="000000"/>
        </w:rPr>
        <w:t>b.</w:t>
      </w:r>
      <w:r w:rsidRPr="000A142B">
        <w:rPr>
          <w:color w:val="000000"/>
        </w:rPr>
        <w:tab/>
      </w:r>
      <w:r w:rsidR="00A23149" w:rsidRPr="000A142B">
        <w:rPr>
          <w:bCs/>
          <w:color w:val="000000"/>
        </w:rPr>
        <w:t>Paula</w:t>
      </w:r>
      <w:r w:rsidR="00A23149" w:rsidRPr="000A142B">
        <w:rPr>
          <w:color w:val="000000"/>
        </w:rPr>
        <w:t xml:space="preserve"> has the comparative advantage in counseling clients because her opportunity cost of counseling a client is 0.25 memos compared to Carlo's opportunity cost of 0.33 memos. </w:t>
      </w:r>
    </w:p>
    <w:p w14:paraId="576CF43C" w14:textId="77777777" w:rsidR="00A23149" w:rsidRPr="000A142B" w:rsidRDefault="00A23149" w:rsidP="00B95112">
      <w:pPr>
        <w:tabs>
          <w:tab w:val="left" w:pos="360"/>
        </w:tabs>
        <w:ind w:left="360"/>
        <w:rPr>
          <w:color w:val="000000"/>
        </w:rPr>
      </w:pPr>
    </w:p>
    <w:p w14:paraId="09E290D8" w14:textId="745985CE" w:rsidR="00A23149" w:rsidRPr="000A142B" w:rsidRDefault="00B95112" w:rsidP="00F13880">
      <w:pPr>
        <w:tabs>
          <w:tab w:val="left" w:pos="360"/>
        </w:tabs>
        <w:ind w:left="720" w:hanging="360"/>
        <w:rPr>
          <w:color w:val="000000"/>
        </w:rPr>
      </w:pPr>
      <w:r w:rsidRPr="000A142B">
        <w:rPr>
          <w:color w:val="000000"/>
        </w:rPr>
        <w:lastRenderedPageBreak/>
        <w:t>c.</w:t>
      </w:r>
      <w:r w:rsidRPr="000A142B">
        <w:rPr>
          <w:color w:val="000000"/>
        </w:rPr>
        <w:tab/>
      </w:r>
      <w:r w:rsidR="00A23149" w:rsidRPr="000A142B">
        <w:rPr>
          <w:bCs/>
          <w:color w:val="000000"/>
        </w:rPr>
        <w:t>Paula</w:t>
      </w:r>
      <w:r w:rsidR="00A23149" w:rsidRPr="000A142B">
        <w:rPr>
          <w:color w:val="000000"/>
        </w:rPr>
        <w:t xml:space="preserve"> has the absolute advantage in writing memos because she can write more of them than Carlo can with a given amount of resources.</w:t>
      </w:r>
      <w:r w:rsidR="00E77C82" w:rsidRPr="000A142B">
        <w:rPr>
          <w:color w:val="000000"/>
        </w:rPr>
        <w:br/>
      </w:r>
    </w:p>
    <w:p w14:paraId="64E556DD" w14:textId="53DB6949" w:rsidR="00E77C82" w:rsidRPr="000A142B" w:rsidRDefault="00B95112" w:rsidP="00F13880">
      <w:pPr>
        <w:tabs>
          <w:tab w:val="left" w:pos="360"/>
        </w:tabs>
        <w:ind w:left="720" w:hanging="360"/>
        <w:rPr>
          <w:color w:val="000000"/>
        </w:rPr>
      </w:pPr>
      <w:r w:rsidRPr="000A142B">
        <w:rPr>
          <w:color w:val="000000"/>
        </w:rPr>
        <w:t>d.</w:t>
      </w:r>
      <w:r w:rsidRPr="000A142B">
        <w:rPr>
          <w:color w:val="000000"/>
        </w:rPr>
        <w:tab/>
      </w:r>
      <w:r w:rsidR="00E77C82" w:rsidRPr="000A142B">
        <w:rPr>
          <w:bCs/>
          <w:color w:val="000000"/>
        </w:rPr>
        <w:t>Carlo</w:t>
      </w:r>
      <w:r w:rsidR="00E77C82" w:rsidRPr="000A142B">
        <w:rPr>
          <w:color w:val="000000"/>
        </w:rPr>
        <w:t xml:space="preserve"> has the comparative advantage in writing memos because his opportunity cost of writing a memo is 3 counseled clients compared to Paula's opportunity cost of 4 counseled clients. </w:t>
      </w:r>
    </w:p>
    <w:p w14:paraId="4D42536C" w14:textId="0BD5890A" w:rsidR="00E77C82" w:rsidRDefault="00E77C82" w:rsidP="004556F1">
      <w:pPr>
        <w:tabs>
          <w:tab w:val="left" w:pos="360"/>
        </w:tabs>
      </w:pPr>
    </w:p>
    <w:p w14:paraId="19F6EB26" w14:textId="77777777" w:rsidR="00A742AE" w:rsidRPr="000A142B" w:rsidRDefault="00A742AE" w:rsidP="004556F1">
      <w:pPr>
        <w:tabs>
          <w:tab w:val="left" w:pos="360"/>
        </w:tabs>
      </w:pPr>
    </w:p>
    <w:p w14:paraId="52A92302" w14:textId="77777777" w:rsidR="00A742AE" w:rsidRDefault="000D5248" w:rsidP="004556F1">
      <w:pPr>
        <w:tabs>
          <w:tab w:val="left" w:pos="360"/>
        </w:tabs>
      </w:pPr>
      <w:r w:rsidRPr="000A142B">
        <w:t>11</w:t>
      </w:r>
      <w:r w:rsidR="00446AE8" w:rsidRPr="000A142B">
        <w:t xml:space="preserve">. </w:t>
      </w:r>
      <w:r w:rsidR="006721E6" w:rsidRPr="000A142B">
        <w:t xml:space="preserve">Two students are assigned to work together on a project that requires both writing and an oral </w:t>
      </w:r>
    </w:p>
    <w:p w14:paraId="048728BC" w14:textId="475E9343" w:rsidR="00B95112" w:rsidRPr="000A142B" w:rsidRDefault="006721E6" w:rsidP="00A742AE">
      <w:pPr>
        <w:tabs>
          <w:tab w:val="left" w:pos="360"/>
        </w:tabs>
        <w:ind w:left="360"/>
      </w:pPr>
      <w:r w:rsidRPr="000A142B">
        <w:t xml:space="preserve">presentation. Steve can write 1 page or prepare </w:t>
      </w:r>
      <w:r w:rsidR="005301CF" w:rsidRPr="000A142B">
        <w:t>4</w:t>
      </w:r>
      <w:r w:rsidRPr="000A142B">
        <w:t xml:space="preserve"> minutes of a presentation each day. Anna can write </w:t>
      </w:r>
      <w:r w:rsidR="005301CF" w:rsidRPr="000A142B">
        <w:t>3</w:t>
      </w:r>
      <w:r w:rsidRPr="000A142B">
        <w:t xml:space="preserve"> pages or prepare </w:t>
      </w:r>
      <w:r w:rsidR="005301CF" w:rsidRPr="000A142B">
        <w:t>2</w:t>
      </w:r>
      <w:r w:rsidRPr="000A142B">
        <w:t xml:space="preserve"> minute</w:t>
      </w:r>
      <w:r w:rsidR="005301CF" w:rsidRPr="000A142B">
        <w:t>s</w:t>
      </w:r>
      <w:r w:rsidRPr="000A142B">
        <w:t xml:space="preserve"> of a presentation each day.  </w:t>
      </w:r>
      <w:r w:rsidRPr="000A142B">
        <w:rPr>
          <w:b/>
        </w:rPr>
        <w:t>[LO 2.2]</w:t>
      </w:r>
    </w:p>
    <w:p w14:paraId="5032673F" w14:textId="124447CF" w:rsidR="00B95112" w:rsidRPr="000A142B" w:rsidRDefault="00A742AE" w:rsidP="004556F1">
      <w:pPr>
        <w:tabs>
          <w:tab w:val="left" w:pos="360"/>
        </w:tabs>
      </w:pPr>
      <w:r>
        <w:tab/>
      </w:r>
      <w:r w:rsidR="00B95112" w:rsidRPr="000A142B">
        <w:t>a.</w:t>
      </w:r>
      <w:r w:rsidR="00B95112" w:rsidRPr="000A142B">
        <w:tab/>
      </w:r>
      <w:r w:rsidR="006721E6" w:rsidRPr="000A142B">
        <w:t>Who has a comparative advantage at writing?</w:t>
      </w:r>
    </w:p>
    <w:p w14:paraId="38AFC982" w14:textId="60839B33" w:rsidR="006721E6" w:rsidRPr="000A142B" w:rsidRDefault="00A742AE" w:rsidP="00A742AE">
      <w:pPr>
        <w:tabs>
          <w:tab w:val="left" w:pos="360"/>
        </w:tabs>
        <w:ind w:left="720" w:hanging="720"/>
      </w:pPr>
      <w:r>
        <w:tab/>
      </w:r>
      <w:r w:rsidR="006721E6" w:rsidRPr="000A142B">
        <w:t xml:space="preserve">b. </w:t>
      </w:r>
      <w:r w:rsidR="00B95112" w:rsidRPr="000A142B">
        <w:tab/>
      </w:r>
      <w:r w:rsidR="006721E6" w:rsidRPr="000A142B">
        <w:t>Suppose that Steve goes to a writing tutor and learns some tricks that enable him to write 3 pages each day. Now wh</w:t>
      </w:r>
      <w:r w:rsidR="00B95112" w:rsidRPr="000A142B">
        <w:t>o has a com</w:t>
      </w:r>
      <w:r w:rsidR="006721E6" w:rsidRPr="000A142B">
        <w:t>parative advantage at writing?</w:t>
      </w:r>
    </w:p>
    <w:p w14:paraId="4AD2501A" w14:textId="77777777" w:rsidR="006721E6" w:rsidRPr="000A142B" w:rsidRDefault="006721E6" w:rsidP="004556F1">
      <w:pPr>
        <w:tabs>
          <w:tab w:val="left" w:pos="360"/>
        </w:tabs>
      </w:pPr>
    </w:p>
    <w:p w14:paraId="7BF271E7" w14:textId="77777777" w:rsidR="005301CF" w:rsidRPr="000A142B" w:rsidRDefault="006721E6" w:rsidP="00B95112">
      <w:pPr>
        <w:tabs>
          <w:tab w:val="left" w:pos="360"/>
        </w:tabs>
        <w:ind w:left="360"/>
        <w:rPr>
          <w:color w:val="000000"/>
        </w:rPr>
      </w:pPr>
      <w:r w:rsidRPr="000A142B">
        <w:rPr>
          <w:b/>
        </w:rPr>
        <w:t>Answer:</w:t>
      </w:r>
      <w:r w:rsidRPr="000A142B">
        <w:t xml:space="preserve"> </w:t>
      </w:r>
      <w:r w:rsidR="00E77C82" w:rsidRPr="000A142B">
        <w:rPr>
          <w:color w:val="000000"/>
        </w:rPr>
        <w:t>Absolute advantage is the ability to produce more of a good or service than others can with a given amount of resources. Comparative advantage is the ability to produce a good or service at a lower opportunity cost than others.</w:t>
      </w:r>
      <w:r w:rsidR="00E77C82" w:rsidRPr="000A142B">
        <w:rPr>
          <w:color w:val="000000"/>
        </w:rPr>
        <w:br/>
      </w:r>
    </w:p>
    <w:p w14:paraId="75EBDD4F" w14:textId="77777777" w:rsidR="005301CF" w:rsidRPr="000A142B" w:rsidRDefault="00B95112" w:rsidP="00A742AE">
      <w:pPr>
        <w:tabs>
          <w:tab w:val="left" w:pos="360"/>
        </w:tabs>
        <w:ind w:left="720" w:hanging="360"/>
        <w:rPr>
          <w:color w:val="000000"/>
        </w:rPr>
      </w:pPr>
      <w:r w:rsidRPr="000A142B">
        <w:rPr>
          <w:color w:val="000000"/>
        </w:rPr>
        <w:t>a.</w:t>
      </w:r>
      <w:r w:rsidR="00E77C82" w:rsidRPr="000A142B">
        <w:rPr>
          <w:color w:val="000000"/>
        </w:rPr>
        <w:t xml:space="preserve"> </w:t>
      </w:r>
      <w:r w:rsidRPr="000A142B">
        <w:rPr>
          <w:color w:val="000000"/>
        </w:rPr>
        <w:tab/>
        <w:t>Anna</w:t>
      </w:r>
      <w:r w:rsidR="00E77C82" w:rsidRPr="000A142B">
        <w:rPr>
          <w:color w:val="000000"/>
        </w:rPr>
        <w:t xml:space="preserve"> has a comparative advantage at writing because </w:t>
      </w:r>
      <w:r w:rsidRPr="000A142B">
        <w:rPr>
          <w:color w:val="000000"/>
        </w:rPr>
        <w:t>s</w:t>
      </w:r>
      <w:r w:rsidR="00E77C82" w:rsidRPr="000A142B">
        <w:rPr>
          <w:color w:val="000000"/>
        </w:rPr>
        <w:t xml:space="preserve">he has the lower opportunity cost. </w:t>
      </w:r>
      <w:r w:rsidRPr="000A142B">
        <w:rPr>
          <w:color w:val="000000"/>
        </w:rPr>
        <w:t>She</w:t>
      </w:r>
      <w:r w:rsidR="00E77C82" w:rsidRPr="000A142B">
        <w:rPr>
          <w:color w:val="000000"/>
        </w:rPr>
        <w:t xml:space="preserve"> gives up 0.</w:t>
      </w:r>
      <w:r w:rsidR="005301CF" w:rsidRPr="000A142B">
        <w:rPr>
          <w:color w:val="000000"/>
        </w:rPr>
        <w:t>67</w:t>
      </w:r>
      <w:r w:rsidR="00E77C82" w:rsidRPr="000A142B">
        <w:rPr>
          <w:color w:val="000000"/>
        </w:rPr>
        <w:t xml:space="preserve"> minutes of presentation for each page </w:t>
      </w:r>
      <w:r w:rsidRPr="000A142B">
        <w:rPr>
          <w:color w:val="000000"/>
        </w:rPr>
        <w:t>s</w:t>
      </w:r>
      <w:r w:rsidR="00E77C82" w:rsidRPr="000A142B">
        <w:rPr>
          <w:color w:val="000000"/>
        </w:rPr>
        <w:t xml:space="preserve">he writes, whereas </w:t>
      </w:r>
      <w:r w:rsidRPr="000A142B">
        <w:rPr>
          <w:color w:val="000000"/>
        </w:rPr>
        <w:t>Steve</w:t>
      </w:r>
      <w:r w:rsidR="00E77C82" w:rsidRPr="000A142B">
        <w:rPr>
          <w:color w:val="000000"/>
        </w:rPr>
        <w:t xml:space="preserve"> gives up </w:t>
      </w:r>
      <w:r w:rsidR="005301CF" w:rsidRPr="000A142B">
        <w:rPr>
          <w:color w:val="000000"/>
        </w:rPr>
        <w:t xml:space="preserve">4 minutes of presentation </w:t>
      </w:r>
      <w:r w:rsidR="00E77C82" w:rsidRPr="000A142B">
        <w:rPr>
          <w:color w:val="000000"/>
        </w:rPr>
        <w:t>for each page he writes.</w:t>
      </w:r>
      <w:r w:rsidR="00E77C82" w:rsidRPr="000A142B">
        <w:rPr>
          <w:color w:val="000000"/>
        </w:rPr>
        <w:br/>
      </w:r>
    </w:p>
    <w:p w14:paraId="0157C10D" w14:textId="749611BD" w:rsidR="00E77C82" w:rsidRPr="000A142B" w:rsidRDefault="00B95112" w:rsidP="00A742AE">
      <w:pPr>
        <w:tabs>
          <w:tab w:val="left" w:pos="360"/>
        </w:tabs>
        <w:ind w:left="720" w:hanging="360"/>
        <w:rPr>
          <w:color w:val="000000"/>
        </w:rPr>
      </w:pPr>
      <w:r w:rsidRPr="000A142B">
        <w:rPr>
          <w:color w:val="000000"/>
        </w:rPr>
        <w:t>b.</w:t>
      </w:r>
      <w:r w:rsidRPr="000A142B">
        <w:rPr>
          <w:color w:val="000000"/>
        </w:rPr>
        <w:tab/>
      </w:r>
      <w:r w:rsidR="00E77C82" w:rsidRPr="000A142B">
        <w:rPr>
          <w:color w:val="000000"/>
        </w:rPr>
        <w:t xml:space="preserve">If </w:t>
      </w:r>
      <w:r w:rsidRPr="000A142B">
        <w:rPr>
          <w:color w:val="000000"/>
        </w:rPr>
        <w:t>Steve</w:t>
      </w:r>
      <w:r w:rsidR="00E77C82" w:rsidRPr="000A142B">
        <w:rPr>
          <w:color w:val="000000"/>
        </w:rPr>
        <w:t xml:space="preserve"> goes to a writing tutor and increases his productivity in writing, his opportunity costs change. If </w:t>
      </w:r>
      <w:r w:rsidRPr="000A142B">
        <w:rPr>
          <w:color w:val="000000"/>
        </w:rPr>
        <w:t>Steve</w:t>
      </w:r>
      <w:r w:rsidR="00E77C82" w:rsidRPr="000A142B">
        <w:rPr>
          <w:color w:val="000000"/>
        </w:rPr>
        <w:t xml:space="preserve"> is now able to write </w:t>
      </w:r>
      <w:r w:rsidR="005301CF" w:rsidRPr="000A142B">
        <w:rPr>
          <w:color w:val="000000"/>
        </w:rPr>
        <w:t>4</w:t>
      </w:r>
      <w:r w:rsidR="00E77C82" w:rsidRPr="000A142B">
        <w:rPr>
          <w:color w:val="000000"/>
        </w:rPr>
        <w:t xml:space="preserve"> pages a day, it means his opportunity cost for each page he writes is now 1 minute of pres</w:t>
      </w:r>
      <w:r w:rsidRPr="000A142B">
        <w:rPr>
          <w:color w:val="000000"/>
        </w:rPr>
        <w:t>entation. </w:t>
      </w:r>
      <w:r w:rsidR="00E77C82" w:rsidRPr="000A142B">
        <w:rPr>
          <w:color w:val="000000"/>
        </w:rPr>
        <w:t xml:space="preserve">However, </w:t>
      </w:r>
      <w:r w:rsidRPr="000A142B">
        <w:rPr>
          <w:color w:val="000000"/>
        </w:rPr>
        <w:t>Anna</w:t>
      </w:r>
      <w:r w:rsidR="00E77C82" w:rsidRPr="000A142B">
        <w:rPr>
          <w:color w:val="000000"/>
        </w:rPr>
        <w:t xml:space="preserve"> still has a comparative advantage at writing because </w:t>
      </w:r>
      <w:r w:rsidRPr="000A142B">
        <w:rPr>
          <w:color w:val="000000"/>
        </w:rPr>
        <w:t>s</w:t>
      </w:r>
      <w:r w:rsidR="00E77C82" w:rsidRPr="000A142B">
        <w:rPr>
          <w:color w:val="000000"/>
        </w:rPr>
        <w:t>he still only gives up 0.</w:t>
      </w:r>
      <w:r w:rsidR="005301CF" w:rsidRPr="000A142B">
        <w:rPr>
          <w:color w:val="000000"/>
        </w:rPr>
        <w:t>67</w:t>
      </w:r>
      <w:r w:rsidR="00E77C82" w:rsidRPr="000A142B">
        <w:rPr>
          <w:color w:val="000000"/>
        </w:rPr>
        <w:t xml:space="preserve"> minutes of presentation for each page he writes.</w:t>
      </w:r>
    </w:p>
    <w:p w14:paraId="1E95CDC4" w14:textId="33E5ECEA" w:rsidR="00E77C82" w:rsidRDefault="00E77C82" w:rsidP="004556F1">
      <w:pPr>
        <w:tabs>
          <w:tab w:val="left" w:pos="360"/>
        </w:tabs>
      </w:pPr>
    </w:p>
    <w:p w14:paraId="16BE8A60" w14:textId="77777777" w:rsidR="00A742AE" w:rsidRPr="000A142B" w:rsidRDefault="00A742AE" w:rsidP="004556F1">
      <w:pPr>
        <w:tabs>
          <w:tab w:val="left" w:pos="360"/>
        </w:tabs>
      </w:pPr>
    </w:p>
    <w:p w14:paraId="37478F98" w14:textId="77777777" w:rsidR="00A742AE" w:rsidRDefault="00CB4DDE" w:rsidP="004556F1">
      <w:pPr>
        <w:tabs>
          <w:tab w:val="left" w:pos="360"/>
        </w:tabs>
      </w:pPr>
      <w:r w:rsidRPr="000A142B">
        <w:t>1</w:t>
      </w:r>
      <w:r w:rsidR="000D5248" w:rsidRPr="000A142B">
        <w:t>2</w:t>
      </w:r>
      <w:r w:rsidR="00340AF1" w:rsidRPr="000A142B">
        <w:t xml:space="preserve">. </w:t>
      </w:r>
      <w:r w:rsidR="006721E6" w:rsidRPr="000A142B">
        <w:t xml:space="preserve">Suppose that the manager of a restaurant has two new employees, Rahul and Henriette, and is </w:t>
      </w:r>
    </w:p>
    <w:p w14:paraId="495CD500" w14:textId="4DAA7F9D" w:rsidR="00B95112" w:rsidRPr="000A142B" w:rsidRDefault="00A742AE" w:rsidP="00A742AE">
      <w:pPr>
        <w:tabs>
          <w:tab w:val="left" w:pos="360"/>
        </w:tabs>
        <w:ind w:left="360"/>
      </w:pPr>
      <w:r>
        <w:t>t</w:t>
      </w:r>
      <w:r w:rsidR="006721E6" w:rsidRPr="000A142B">
        <w:t xml:space="preserve">rying to decide which one to assign to which task. Rahul can chop 20 pounds of vegetables or wash 100 dishes per hour. Henriette can chop 30 pounds of vegetables or wash 120 dishes.  </w:t>
      </w:r>
      <w:r w:rsidR="006721E6" w:rsidRPr="000A142B">
        <w:rPr>
          <w:b/>
        </w:rPr>
        <w:t>[LO 2.3]</w:t>
      </w:r>
    </w:p>
    <w:p w14:paraId="09644C60" w14:textId="20EE98B5" w:rsidR="00B95112" w:rsidRPr="000A142B" w:rsidRDefault="00A742AE" w:rsidP="004556F1">
      <w:pPr>
        <w:tabs>
          <w:tab w:val="left" w:pos="360"/>
        </w:tabs>
      </w:pPr>
      <w:r>
        <w:tab/>
      </w:r>
      <w:r w:rsidR="00B95112" w:rsidRPr="000A142B">
        <w:t>a.</w:t>
      </w:r>
      <w:r w:rsidR="00B95112" w:rsidRPr="000A142B">
        <w:tab/>
      </w:r>
      <w:r w:rsidR="006721E6" w:rsidRPr="000A142B">
        <w:t xml:space="preserve">Who should </w:t>
      </w:r>
      <w:r w:rsidR="00B95112" w:rsidRPr="000A142B">
        <w:t>be assigned to chop vegetables?</w:t>
      </w:r>
    </w:p>
    <w:p w14:paraId="67D2BD83" w14:textId="7C651617" w:rsidR="006721E6" w:rsidRPr="000A142B" w:rsidRDefault="00A742AE" w:rsidP="004556F1">
      <w:pPr>
        <w:tabs>
          <w:tab w:val="left" w:pos="360"/>
        </w:tabs>
      </w:pPr>
      <w:r>
        <w:tab/>
      </w:r>
      <w:r w:rsidR="00B95112" w:rsidRPr="000A142B">
        <w:t>b.</w:t>
      </w:r>
      <w:r w:rsidR="00B95112" w:rsidRPr="000A142B">
        <w:tab/>
      </w:r>
      <w:r w:rsidR="006721E6" w:rsidRPr="000A142B">
        <w:t>Who should be assigned to wash dishes?</w:t>
      </w:r>
    </w:p>
    <w:p w14:paraId="1ABD451A" w14:textId="77777777" w:rsidR="006721E6" w:rsidRPr="000A142B" w:rsidRDefault="006721E6" w:rsidP="004556F1">
      <w:pPr>
        <w:tabs>
          <w:tab w:val="left" w:pos="360"/>
        </w:tabs>
      </w:pPr>
    </w:p>
    <w:p w14:paraId="77E3EEC7" w14:textId="77777777" w:rsidR="005E745A" w:rsidRPr="000A142B" w:rsidRDefault="006721E6" w:rsidP="00340AF1">
      <w:pPr>
        <w:tabs>
          <w:tab w:val="left" w:pos="360"/>
        </w:tabs>
        <w:ind w:left="360"/>
        <w:rPr>
          <w:color w:val="000000"/>
        </w:rPr>
      </w:pPr>
      <w:r w:rsidRPr="000A142B">
        <w:rPr>
          <w:b/>
        </w:rPr>
        <w:t xml:space="preserve">Answer: </w:t>
      </w:r>
      <w:r w:rsidR="00E77C82" w:rsidRPr="000A142B">
        <w:rPr>
          <w:color w:val="000000"/>
        </w:rPr>
        <w:t>Comparative advantage is the ability to produce a good or service at a lower opportunity cost than others.</w:t>
      </w:r>
      <w:r w:rsidR="00E77C82" w:rsidRPr="000A142B">
        <w:rPr>
          <w:color w:val="000000"/>
        </w:rPr>
        <w:br/>
      </w:r>
    </w:p>
    <w:p w14:paraId="4C7DE4CD" w14:textId="77777777" w:rsidR="005E745A" w:rsidRPr="000A142B" w:rsidRDefault="00340AF1" w:rsidP="00A742AE">
      <w:pPr>
        <w:tabs>
          <w:tab w:val="left" w:pos="360"/>
        </w:tabs>
        <w:ind w:left="720" w:hanging="360"/>
        <w:rPr>
          <w:color w:val="000000"/>
        </w:rPr>
      </w:pPr>
      <w:r w:rsidRPr="000A142B">
        <w:rPr>
          <w:color w:val="000000"/>
        </w:rPr>
        <w:t>a.</w:t>
      </w:r>
      <w:r w:rsidRPr="000A142B">
        <w:rPr>
          <w:color w:val="000000"/>
        </w:rPr>
        <w:tab/>
        <w:t>Henriette</w:t>
      </w:r>
      <w:r w:rsidR="00E77C82" w:rsidRPr="000A142B">
        <w:rPr>
          <w:color w:val="000000"/>
        </w:rPr>
        <w:t xml:space="preserve"> should chop vegetables, as she has the lower opportunity cost for chopping vegetables. </w:t>
      </w:r>
      <w:r w:rsidRPr="000A142B">
        <w:rPr>
          <w:color w:val="000000"/>
        </w:rPr>
        <w:t>Henriette’s</w:t>
      </w:r>
      <w:r w:rsidR="00E77C82" w:rsidRPr="000A142B">
        <w:rPr>
          <w:color w:val="000000"/>
        </w:rPr>
        <w:t xml:space="preserve"> opportunity cost for chopping 1 vegetable is a loss of 4 dishes washed, whereas </w:t>
      </w:r>
      <w:r w:rsidRPr="000A142B">
        <w:rPr>
          <w:color w:val="000000"/>
        </w:rPr>
        <w:t>Rahul’s</w:t>
      </w:r>
      <w:r w:rsidR="00E77C82" w:rsidRPr="000A142B">
        <w:rPr>
          <w:color w:val="000000"/>
        </w:rPr>
        <w:t xml:space="preserve"> opportunity cost for chopping 1 vegetable is a loss of 5 dishes washed.</w:t>
      </w:r>
      <w:r w:rsidR="00E77C82" w:rsidRPr="000A142B">
        <w:rPr>
          <w:color w:val="000000"/>
        </w:rPr>
        <w:br/>
      </w:r>
    </w:p>
    <w:p w14:paraId="6A10A93F" w14:textId="14BF6D0F" w:rsidR="00304F5D" w:rsidRPr="000A142B" w:rsidRDefault="00340AF1" w:rsidP="00A742AE">
      <w:pPr>
        <w:tabs>
          <w:tab w:val="left" w:pos="360"/>
        </w:tabs>
        <w:ind w:left="720" w:hanging="360"/>
        <w:rPr>
          <w:color w:val="000000"/>
        </w:rPr>
      </w:pPr>
      <w:r w:rsidRPr="000A142B">
        <w:rPr>
          <w:color w:val="000000"/>
        </w:rPr>
        <w:lastRenderedPageBreak/>
        <w:t>b.</w:t>
      </w:r>
      <w:r w:rsidRPr="000A142B">
        <w:rPr>
          <w:color w:val="000000"/>
        </w:rPr>
        <w:tab/>
        <w:t>Rahul</w:t>
      </w:r>
      <w:r w:rsidR="00E77C82" w:rsidRPr="000A142B">
        <w:rPr>
          <w:color w:val="000000"/>
        </w:rPr>
        <w:t xml:space="preserve"> should be assigned to wash dishes, as she has the lowest opportunity cost for washing dishes. </w:t>
      </w:r>
      <w:r w:rsidRPr="000A142B">
        <w:rPr>
          <w:color w:val="000000"/>
        </w:rPr>
        <w:t>Rahul’s</w:t>
      </w:r>
      <w:r w:rsidR="00E77C82" w:rsidRPr="000A142B">
        <w:rPr>
          <w:color w:val="000000"/>
        </w:rPr>
        <w:t xml:space="preserve"> opportunity cost for washing 1 dish is a loss of 0.2 vegetables chopped, whereas </w:t>
      </w:r>
      <w:r w:rsidRPr="000A142B">
        <w:rPr>
          <w:color w:val="000000"/>
        </w:rPr>
        <w:t>Henriette’s</w:t>
      </w:r>
      <w:r w:rsidR="00E77C82" w:rsidRPr="000A142B">
        <w:rPr>
          <w:color w:val="000000"/>
        </w:rPr>
        <w:t xml:space="preserve"> opportunity cost for washing 1 dish is a loss 0.25 vegetables chopped.</w:t>
      </w:r>
    </w:p>
    <w:p w14:paraId="1C39B593" w14:textId="251FF455" w:rsidR="002B338A" w:rsidRDefault="002B338A" w:rsidP="004556F1">
      <w:pPr>
        <w:tabs>
          <w:tab w:val="left" w:pos="360"/>
        </w:tabs>
      </w:pPr>
    </w:p>
    <w:p w14:paraId="55ED346C" w14:textId="77777777" w:rsidR="00F13880" w:rsidRPr="000A142B" w:rsidRDefault="00F13880" w:rsidP="004556F1">
      <w:pPr>
        <w:tabs>
          <w:tab w:val="left" w:pos="360"/>
        </w:tabs>
      </w:pPr>
    </w:p>
    <w:p w14:paraId="6CF77A27" w14:textId="5D78E443" w:rsidR="00340AF1" w:rsidRDefault="00CB4DDE" w:rsidP="00A742AE">
      <w:pPr>
        <w:tabs>
          <w:tab w:val="left" w:pos="360"/>
        </w:tabs>
        <w:ind w:left="360" w:hanging="360"/>
      </w:pPr>
      <w:r w:rsidRPr="000A142B">
        <w:t>1</w:t>
      </w:r>
      <w:r w:rsidR="000D5248" w:rsidRPr="000A142B">
        <w:t>3</w:t>
      </w:r>
      <w:r w:rsidR="00340AF1" w:rsidRPr="000A142B">
        <w:t>.</w:t>
      </w:r>
      <w:r w:rsidR="00340AF1" w:rsidRPr="000A142B">
        <w:tab/>
      </w:r>
      <w:r w:rsidR="006721E6" w:rsidRPr="000A142B">
        <w:t xml:space="preserve">The Dominican </w:t>
      </w:r>
      <w:r w:rsidR="00340AF1" w:rsidRPr="000A142B">
        <w:t>Republic and Nicaragua both pro</w:t>
      </w:r>
      <w:r w:rsidR="006721E6" w:rsidRPr="000A142B">
        <w:t>duce coffee and rum. The Dominican Republic can produce 20</w:t>
      </w:r>
      <w:r w:rsidR="00D00138" w:rsidRPr="000A142B">
        <w:t xml:space="preserve">,000 </w:t>
      </w:r>
      <w:r w:rsidR="006721E6" w:rsidRPr="000A142B">
        <w:t>tons of coffee per year or 10</w:t>
      </w:r>
      <w:r w:rsidR="00D00138" w:rsidRPr="000A142B">
        <w:t>,000</w:t>
      </w:r>
      <w:r w:rsidR="006721E6" w:rsidRPr="000A142B">
        <w:t xml:space="preserve"> barrels of rum. Nicaragua can produce 30</w:t>
      </w:r>
      <w:r w:rsidR="00D00138" w:rsidRPr="000A142B">
        <w:t>,000</w:t>
      </w:r>
      <w:r w:rsidR="006721E6" w:rsidRPr="000A142B">
        <w:t xml:space="preserve"> tons of coffee per year or 5</w:t>
      </w:r>
      <w:r w:rsidR="00D00138" w:rsidRPr="000A142B">
        <w:t>,000</w:t>
      </w:r>
      <w:r w:rsidR="006721E6" w:rsidRPr="000A142B">
        <w:t xml:space="preserve"> barrels of rum.  </w:t>
      </w:r>
      <w:r w:rsidR="006721E6" w:rsidRPr="000A142B">
        <w:rPr>
          <w:b/>
        </w:rPr>
        <w:t>[LO 2.3]</w:t>
      </w:r>
      <w:r w:rsidR="006721E6" w:rsidRPr="000A142B">
        <w:t xml:space="preserve"> </w:t>
      </w:r>
    </w:p>
    <w:p w14:paraId="01D9BEC7" w14:textId="77777777" w:rsidR="00A742AE" w:rsidRPr="000A142B" w:rsidRDefault="00A742AE" w:rsidP="00A742AE">
      <w:pPr>
        <w:tabs>
          <w:tab w:val="left" w:pos="360"/>
        </w:tabs>
        <w:ind w:left="360" w:hanging="360"/>
      </w:pPr>
    </w:p>
    <w:p w14:paraId="6D161B62" w14:textId="18C9D907" w:rsidR="00340AF1" w:rsidRDefault="00A742AE" w:rsidP="00A742AE">
      <w:pPr>
        <w:tabs>
          <w:tab w:val="left" w:pos="360"/>
        </w:tabs>
        <w:ind w:left="720" w:hanging="720"/>
      </w:pPr>
      <w:r>
        <w:tab/>
      </w:r>
      <w:r w:rsidR="006721E6" w:rsidRPr="000A142B">
        <w:t xml:space="preserve">a. </w:t>
      </w:r>
      <w:r w:rsidR="00340AF1" w:rsidRPr="000A142B">
        <w:tab/>
      </w:r>
      <w:r w:rsidR="006721E6" w:rsidRPr="000A142B">
        <w:t xml:space="preserve">Suppose </w:t>
      </w:r>
      <w:r w:rsidR="00340AF1" w:rsidRPr="000A142B">
        <w:t>the Dominican Republic and Nica</w:t>
      </w:r>
      <w:r w:rsidR="006721E6" w:rsidRPr="000A142B">
        <w:t xml:space="preserve">ragua sign a trade agreement in which each country would specialize in the production of either coffee or rum. Which country should specialize in </w:t>
      </w:r>
      <w:r w:rsidR="002A743A" w:rsidRPr="000A142B">
        <w:t xml:space="preserve">producing </w:t>
      </w:r>
      <w:r w:rsidR="006721E6" w:rsidRPr="000A142B">
        <w:t xml:space="preserve">coffee? Which country should </w:t>
      </w:r>
      <w:r w:rsidR="00340AF1" w:rsidRPr="000A142B">
        <w:t>specialize in producing rum?</w:t>
      </w:r>
    </w:p>
    <w:p w14:paraId="12979D44" w14:textId="77777777" w:rsidR="00A742AE" w:rsidRPr="000A142B" w:rsidRDefault="00A742AE" w:rsidP="00A742AE">
      <w:pPr>
        <w:tabs>
          <w:tab w:val="left" w:pos="360"/>
        </w:tabs>
        <w:ind w:left="720" w:hanging="720"/>
      </w:pPr>
    </w:p>
    <w:p w14:paraId="04256A21" w14:textId="185BE76C" w:rsidR="000D5248" w:rsidRPr="000A142B" w:rsidRDefault="00A742AE" w:rsidP="004556F1">
      <w:pPr>
        <w:tabs>
          <w:tab w:val="left" w:pos="360"/>
        </w:tabs>
      </w:pPr>
      <w:r>
        <w:tab/>
      </w:r>
      <w:r w:rsidR="006721E6" w:rsidRPr="000A142B">
        <w:t xml:space="preserve">b. </w:t>
      </w:r>
      <w:r w:rsidR="00340AF1" w:rsidRPr="000A142B">
        <w:tab/>
      </w:r>
      <w:r w:rsidR="006721E6" w:rsidRPr="000A142B">
        <w:t>What are the minimum and maximum prices at which these countries will trade coffee?</w:t>
      </w:r>
    </w:p>
    <w:p w14:paraId="2A651A47" w14:textId="77777777" w:rsidR="00340AF1" w:rsidRPr="000A142B" w:rsidRDefault="000D5248" w:rsidP="00340AF1">
      <w:pPr>
        <w:tabs>
          <w:tab w:val="left" w:pos="360"/>
        </w:tabs>
        <w:ind w:left="360"/>
        <w:rPr>
          <w:b/>
        </w:rPr>
      </w:pPr>
      <w:r w:rsidRPr="000A142B">
        <w:br/>
      </w:r>
      <w:r w:rsidR="00340AF1" w:rsidRPr="000A142B">
        <w:rPr>
          <w:b/>
        </w:rPr>
        <w:t>Answer:</w:t>
      </w:r>
      <w:r w:rsidR="006721E6" w:rsidRPr="000A142B">
        <w:rPr>
          <w:b/>
        </w:rPr>
        <w:t xml:space="preserve"> </w:t>
      </w:r>
    </w:p>
    <w:p w14:paraId="299EC087" w14:textId="4A4CD029" w:rsidR="00F13880" w:rsidRDefault="00B835A1" w:rsidP="00F13880">
      <w:pPr>
        <w:pStyle w:val="ListParagraph"/>
        <w:numPr>
          <w:ilvl w:val="0"/>
          <w:numId w:val="8"/>
        </w:numPr>
        <w:tabs>
          <w:tab w:val="left" w:pos="360"/>
        </w:tabs>
      </w:pPr>
      <w:r w:rsidRPr="000A142B">
        <w:t xml:space="preserve">If the Dominican Republic and Nicaragua sign a trade agreement in which each country would specialize in production, coffee and rum will be produced according to which country has a comparative advantage in the production of each good. Comparing their opportunity costs for producing coffee, we see that Nicaragua has a lower opportunity cost for producing coffee (1/6 of a barrel of rum, versus the Dominican Republic's opportunity cost of 1/2 barrel of rum). Nicaragua, therefore, should specialize in coffee. </w:t>
      </w:r>
    </w:p>
    <w:p w14:paraId="4A14F3F7" w14:textId="77777777" w:rsidR="00F13880" w:rsidRDefault="00F13880" w:rsidP="00F13880">
      <w:pPr>
        <w:pStyle w:val="ListParagraph"/>
        <w:tabs>
          <w:tab w:val="left" w:pos="360"/>
        </w:tabs>
      </w:pPr>
    </w:p>
    <w:p w14:paraId="0EC79119" w14:textId="2B968FBC" w:rsidR="005E745A" w:rsidRPr="00F13880" w:rsidRDefault="00B835A1" w:rsidP="00F13880">
      <w:pPr>
        <w:pStyle w:val="ListParagraph"/>
        <w:tabs>
          <w:tab w:val="left" w:pos="360"/>
        </w:tabs>
        <w:rPr>
          <w:color w:val="000000"/>
        </w:rPr>
      </w:pPr>
      <w:r w:rsidRPr="000A142B">
        <w:t>Comparing their opportunity costs for producing rum, we see that the Dominican Republic has a lower opportunity cost for producing rum (2 tons of coffee, versus 6 tons for Nicaragua). The Dominican Republic, therefore, should specialize in rum.</w:t>
      </w:r>
      <w:r w:rsidR="000D5248" w:rsidRPr="000A142B">
        <w:br/>
      </w:r>
    </w:p>
    <w:p w14:paraId="03ADE8AB" w14:textId="19162BD9" w:rsidR="007D495A" w:rsidRPr="000A142B" w:rsidRDefault="007D495A" w:rsidP="00A742AE">
      <w:pPr>
        <w:tabs>
          <w:tab w:val="left" w:pos="360"/>
        </w:tabs>
        <w:ind w:left="720" w:hanging="360"/>
        <w:rPr>
          <w:color w:val="000000"/>
        </w:rPr>
      </w:pPr>
      <w:r w:rsidRPr="000A142B">
        <w:rPr>
          <w:color w:val="000000"/>
        </w:rPr>
        <w:t xml:space="preserve">b. </w:t>
      </w:r>
      <w:r w:rsidR="00340AF1" w:rsidRPr="000A142B">
        <w:rPr>
          <w:color w:val="000000"/>
        </w:rPr>
        <w:tab/>
      </w:r>
      <w:r w:rsidR="00B835A1" w:rsidRPr="000A142B">
        <w:t>The minimum price at which these countries will trade coffee is 1/6 (0.167) of a barrel of rum per ton of coffee and the maximum price is 1/2 (0.500) of a barrel of rum per ton of coffee. The price of coffee will end up between the opportunity costs for the two countries. Nicaragua specializes in coffee because it has the lower opportunity cost (1/6 as compared to 1/2). It will not sell coffee for less than its opportunity cost. The Dominican Republic will not pay more than its opportunity cost (1/2) because if the price of coffee was higher than 1/2 of a barrel of rum, then it would be better off producing the coffee itself.</w:t>
      </w:r>
    </w:p>
    <w:p w14:paraId="41C3978D" w14:textId="19788301" w:rsidR="001F627C" w:rsidRDefault="001F627C" w:rsidP="004556F1">
      <w:pPr>
        <w:tabs>
          <w:tab w:val="left" w:pos="360"/>
        </w:tabs>
      </w:pPr>
    </w:p>
    <w:p w14:paraId="3F46855F" w14:textId="77777777" w:rsidR="00A742AE" w:rsidRPr="000A142B" w:rsidRDefault="00A742AE" w:rsidP="004556F1">
      <w:pPr>
        <w:tabs>
          <w:tab w:val="left" w:pos="360"/>
        </w:tabs>
      </w:pPr>
    </w:p>
    <w:p w14:paraId="0D739F36" w14:textId="77777777" w:rsidR="00A742AE" w:rsidRDefault="000D5248" w:rsidP="004556F1">
      <w:pPr>
        <w:tabs>
          <w:tab w:val="left" w:pos="360"/>
        </w:tabs>
      </w:pPr>
      <w:r w:rsidRPr="000A142B">
        <w:t>14</w:t>
      </w:r>
      <w:r w:rsidR="005321B3" w:rsidRPr="000A142B">
        <w:t xml:space="preserve">. </w:t>
      </w:r>
      <w:r w:rsidR="006721E6" w:rsidRPr="000A142B">
        <w:t xml:space="preserve">Eleanor and her little </w:t>
      </w:r>
      <w:r w:rsidR="00D00138" w:rsidRPr="000A142B">
        <w:t>brother Josh</w:t>
      </w:r>
      <w:r w:rsidR="006721E6" w:rsidRPr="000A142B">
        <w:t xml:space="preserve"> are responsible for tw</w:t>
      </w:r>
      <w:r w:rsidR="00340AF1" w:rsidRPr="000A142B">
        <w:t>o chores on their family’s farm:</w:t>
      </w:r>
      <w:r w:rsidR="006721E6" w:rsidRPr="000A142B">
        <w:t xml:space="preserve"> </w:t>
      </w:r>
    </w:p>
    <w:p w14:paraId="0799D53E" w14:textId="20E02E50" w:rsidR="00340AF1" w:rsidRDefault="006721E6" w:rsidP="00A742AE">
      <w:pPr>
        <w:tabs>
          <w:tab w:val="left" w:pos="360"/>
        </w:tabs>
        <w:ind w:left="360"/>
        <w:rPr>
          <w:b/>
        </w:rPr>
      </w:pPr>
      <w:r w:rsidRPr="000A142B">
        <w:t>gathering eggs and collecting milk. Eleanor can gather 9 dozen eggs or collect 3 gallons of milk per week. Jo</w:t>
      </w:r>
      <w:r w:rsidR="00D00138" w:rsidRPr="000A142B">
        <w:t>sh</w:t>
      </w:r>
      <w:r w:rsidRPr="000A142B">
        <w:t xml:space="preserve"> can gather 2 dozen eggs or collect 2 gallons of milk per week.  </w:t>
      </w:r>
      <w:r w:rsidRPr="000A142B">
        <w:rPr>
          <w:b/>
        </w:rPr>
        <w:t xml:space="preserve">[LO 2.3] </w:t>
      </w:r>
    </w:p>
    <w:p w14:paraId="535D75E6" w14:textId="77777777" w:rsidR="00F13880" w:rsidRPr="000A142B" w:rsidRDefault="00F13880" w:rsidP="00A742AE">
      <w:pPr>
        <w:tabs>
          <w:tab w:val="left" w:pos="360"/>
        </w:tabs>
        <w:ind w:left="360"/>
        <w:rPr>
          <w:b/>
        </w:rPr>
      </w:pPr>
    </w:p>
    <w:p w14:paraId="339656E8" w14:textId="6B4ACAEB" w:rsidR="00340AF1" w:rsidRDefault="006721E6" w:rsidP="00D115D5">
      <w:pPr>
        <w:pStyle w:val="ListParagraph"/>
        <w:numPr>
          <w:ilvl w:val="0"/>
          <w:numId w:val="5"/>
        </w:numPr>
        <w:tabs>
          <w:tab w:val="left" w:pos="360"/>
        </w:tabs>
      </w:pPr>
      <w:r w:rsidRPr="000A142B">
        <w:t>The family wants 2 gallons of milk per week and as many eggs as the si</w:t>
      </w:r>
      <w:r w:rsidR="00D00138" w:rsidRPr="000A142B">
        <w:t>blings</w:t>
      </w:r>
      <w:r w:rsidRPr="000A142B">
        <w:t xml:space="preserve"> can gather. Currently, Eleanor and Jo</w:t>
      </w:r>
      <w:r w:rsidR="00D00138" w:rsidRPr="000A142B">
        <w:t>sh</w:t>
      </w:r>
      <w:r w:rsidRPr="000A142B">
        <w:t xml:space="preserve"> collect one gallon of milk each and as many eggs as they can. How </w:t>
      </w:r>
      <w:r w:rsidR="00340AF1" w:rsidRPr="000A142B">
        <w:t>many dozens of eggs does the family have per week?</w:t>
      </w:r>
    </w:p>
    <w:p w14:paraId="053C09A6" w14:textId="77777777" w:rsidR="00A742AE" w:rsidRPr="000A142B" w:rsidRDefault="00A742AE" w:rsidP="00A742AE">
      <w:pPr>
        <w:pStyle w:val="ListParagraph"/>
        <w:tabs>
          <w:tab w:val="left" w:pos="360"/>
        </w:tabs>
      </w:pPr>
    </w:p>
    <w:p w14:paraId="2990E2A4" w14:textId="302E0711" w:rsidR="00340AF1" w:rsidRDefault="006721E6" w:rsidP="00D115D5">
      <w:pPr>
        <w:pStyle w:val="ListParagraph"/>
        <w:numPr>
          <w:ilvl w:val="0"/>
          <w:numId w:val="5"/>
        </w:numPr>
        <w:tabs>
          <w:tab w:val="left" w:pos="360"/>
        </w:tabs>
      </w:pPr>
      <w:r w:rsidRPr="000A142B">
        <w:lastRenderedPageBreak/>
        <w:t>If the si</w:t>
      </w:r>
      <w:r w:rsidR="00D00138" w:rsidRPr="000A142B">
        <w:t>blings were to</w:t>
      </w:r>
      <w:r w:rsidRPr="000A142B">
        <w:t xml:space="preserve"> specialize, which should </w:t>
      </w:r>
      <w:r w:rsidR="002A743A" w:rsidRPr="000A142B">
        <w:t>collect</w:t>
      </w:r>
      <w:r w:rsidRPr="000A142B">
        <w:t xml:space="preserve"> the milk? </w:t>
      </w:r>
    </w:p>
    <w:p w14:paraId="57108793" w14:textId="77777777" w:rsidR="00A742AE" w:rsidRPr="000A142B" w:rsidRDefault="00A742AE" w:rsidP="00A742AE">
      <w:pPr>
        <w:tabs>
          <w:tab w:val="left" w:pos="360"/>
        </w:tabs>
      </w:pPr>
    </w:p>
    <w:p w14:paraId="365377AF" w14:textId="42470142" w:rsidR="006721E6" w:rsidRPr="000A142B" w:rsidRDefault="00A742AE" w:rsidP="00A742AE">
      <w:pPr>
        <w:tabs>
          <w:tab w:val="left" w:pos="360"/>
        </w:tabs>
        <w:ind w:left="720" w:hanging="720"/>
      </w:pPr>
      <w:r>
        <w:tab/>
      </w:r>
      <w:r w:rsidR="006721E6" w:rsidRPr="000A142B">
        <w:t xml:space="preserve">c. </w:t>
      </w:r>
      <w:r w:rsidR="00340AF1" w:rsidRPr="000A142B">
        <w:tab/>
      </w:r>
      <w:r w:rsidR="006721E6" w:rsidRPr="000A142B">
        <w:t xml:space="preserve">If the </w:t>
      </w:r>
      <w:r w:rsidR="00D00138" w:rsidRPr="000A142B">
        <w:t>siblings were to</w:t>
      </w:r>
      <w:r w:rsidR="006721E6" w:rsidRPr="000A142B">
        <w:t xml:space="preserve"> specialize, how many dozens of eggs would the family have per week?</w:t>
      </w:r>
    </w:p>
    <w:p w14:paraId="3B2340B4" w14:textId="77777777" w:rsidR="006721E6" w:rsidRPr="000A142B" w:rsidRDefault="006721E6" w:rsidP="004556F1">
      <w:pPr>
        <w:tabs>
          <w:tab w:val="left" w:pos="360"/>
        </w:tabs>
      </w:pPr>
    </w:p>
    <w:p w14:paraId="3780B7A2" w14:textId="77777777" w:rsidR="00D00138" w:rsidRPr="000A142B" w:rsidRDefault="006721E6" w:rsidP="00340AF1">
      <w:pPr>
        <w:tabs>
          <w:tab w:val="left" w:pos="360"/>
        </w:tabs>
        <w:ind w:left="360"/>
        <w:rPr>
          <w:color w:val="000000"/>
        </w:rPr>
      </w:pPr>
      <w:r w:rsidRPr="000A142B">
        <w:rPr>
          <w:b/>
        </w:rPr>
        <w:t>Answer:</w:t>
      </w:r>
      <w:r w:rsidRPr="000A142B">
        <w:t xml:space="preserve"> </w:t>
      </w:r>
      <w:r w:rsidR="002B338A" w:rsidRPr="000A142B">
        <w:rPr>
          <w:color w:val="000000"/>
        </w:rPr>
        <w:t>Comparative advantage is the ability to produce a good or service at a lower opportunity cost than others.</w:t>
      </w:r>
      <w:r w:rsidR="002B338A" w:rsidRPr="000A142B">
        <w:rPr>
          <w:color w:val="000000"/>
        </w:rPr>
        <w:br/>
      </w:r>
    </w:p>
    <w:p w14:paraId="1C022455" w14:textId="56A22EFA" w:rsidR="00D00138" w:rsidRPr="000A142B" w:rsidRDefault="00340AF1" w:rsidP="00A742AE">
      <w:pPr>
        <w:tabs>
          <w:tab w:val="left" w:pos="360"/>
        </w:tabs>
        <w:ind w:left="720" w:hanging="360"/>
        <w:rPr>
          <w:color w:val="000000"/>
        </w:rPr>
      </w:pPr>
      <w:r w:rsidRPr="000A142B">
        <w:rPr>
          <w:color w:val="000000"/>
        </w:rPr>
        <w:t>a.</w:t>
      </w:r>
      <w:r w:rsidR="002B338A" w:rsidRPr="000A142B">
        <w:rPr>
          <w:color w:val="000000"/>
        </w:rPr>
        <w:t xml:space="preserve"> </w:t>
      </w:r>
      <w:r w:rsidRPr="000A142B">
        <w:rPr>
          <w:color w:val="000000"/>
        </w:rPr>
        <w:tab/>
      </w:r>
      <w:r w:rsidR="002B338A" w:rsidRPr="000A142B">
        <w:rPr>
          <w:color w:val="000000"/>
        </w:rPr>
        <w:t xml:space="preserve">Eleanor’s opportunity cost for </w:t>
      </w:r>
      <w:r w:rsidR="00A8046A" w:rsidRPr="000A142B">
        <w:rPr>
          <w:color w:val="000000"/>
        </w:rPr>
        <w:t>collecting</w:t>
      </w:r>
      <w:r w:rsidR="002B338A" w:rsidRPr="000A142B">
        <w:rPr>
          <w:color w:val="000000"/>
        </w:rPr>
        <w:t xml:space="preserve"> a gallon of milk is 3 </w:t>
      </w:r>
      <w:r w:rsidRPr="000A142B">
        <w:rPr>
          <w:color w:val="000000"/>
        </w:rPr>
        <w:t>dozen eggs</w:t>
      </w:r>
      <w:r w:rsidR="002B338A" w:rsidRPr="000A142B">
        <w:rPr>
          <w:color w:val="000000"/>
        </w:rPr>
        <w:t>. Therefore Eleanor will gather 9</w:t>
      </w:r>
      <w:r w:rsidR="00D00138" w:rsidRPr="000A142B">
        <w:rPr>
          <w:color w:val="000000"/>
        </w:rPr>
        <w:t xml:space="preserve"> ‒ </w:t>
      </w:r>
      <w:r w:rsidR="002B338A" w:rsidRPr="000A142B">
        <w:rPr>
          <w:color w:val="000000"/>
        </w:rPr>
        <w:t xml:space="preserve">3 = 6 </w:t>
      </w:r>
      <w:r w:rsidRPr="000A142B">
        <w:rPr>
          <w:color w:val="000000"/>
        </w:rPr>
        <w:t>dozen eggs</w:t>
      </w:r>
      <w:r w:rsidR="00D00138" w:rsidRPr="000A142B">
        <w:rPr>
          <w:color w:val="000000"/>
        </w:rPr>
        <w:t>. Josh</w:t>
      </w:r>
      <w:r w:rsidR="002B338A" w:rsidRPr="000A142B">
        <w:rPr>
          <w:color w:val="000000"/>
        </w:rPr>
        <w:t xml:space="preserve">’s opportunity cost for </w:t>
      </w:r>
      <w:r w:rsidR="00A8046A" w:rsidRPr="000A142B">
        <w:rPr>
          <w:color w:val="000000"/>
        </w:rPr>
        <w:t>collecting</w:t>
      </w:r>
      <w:r w:rsidR="002B338A" w:rsidRPr="000A142B">
        <w:rPr>
          <w:color w:val="000000"/>
        </w:rPr>
        <w:t xml:space="preserve"> a gallon of milk is 1 </w:t>
      </w:r>
      <w:r w:rsidRPr="000A142B">
        <w:rPr>
          <w:color w:val="000000"/>
        </w:rPr>
        <w:t>dozen eggs</w:t>
      </w:r>
      <w:r w:rsidR="002B338A" w:rsidRPr="000A142B">
        <w:rPr>
          <w:color w:val="000000"/>
        </w:rPr>
        <w:t>. Therefore, Jo</w:t>
      </w:r>
      <w:r w:rsidR="00D00138" w:rsidRPr="000A142B">
        <w:rPr>
          <w:color w:val="000000"/>
        </w:rPr>
        <w:t>sh</w:t>
      </w:r>
      <w:r w:rsidR="002B338A" w:rsidRPr="000A142B">
        <w:rPr>
          <w:color w:val="000000"/>
        </w:rPr>
        <w:t xml:space="preserve"> will gather </w:t>
      </w:r>
      <w:r w:rsidR="00D00138" w:rsidRPr="000A142B">
        <w:rPr>
          <w:color w:val="000000"/>
        </w:rPr>
        <w:t>2 ‒ 1</w:t>
      </w:r>
      <w:r w:rsidR="002B338A" w:rsidRPr="000A142B">
        <w:rPr>
          <w:color w:val="000000"/>
        </w:rPr>
        <w:t xml:space="preserve"> = 1 </w:t>
      </w:r>
      <w:r w:rsidRPr="000A142B">
        <w:rPr>
          <w:color w:val="000000"/>
        </w:rPr>
        <w:t>dozen eggs</w:t>
      </w:r>
      <w:r w:rsidR="002B338A" w:rsidRPr="000A142B">
        <w:rPr>
          <w:color w:val="000000"/>
        </w:rPr>
        <w:t>. Together the si</w:t>
      </w:r>
      <w:r w:rsidR="00D00138" w:rsidRPr="000A142B">
        <w:rPr>
          <w:color w:val="000000"/>
        </w:rPr>
        <w:t>blings</w:t>
      </w:r>
      <w:r w:rsidR="002B338A" w:rsidRPr="000A142B">
        <w:rPr>
          <w:color w:val="000000"/>
        </w:rPr>
        <w:t xml:space="preserve"> will gather 7 </w:t>
      </w:r>
      <w:r w:rsidR="00484C9F" w:rsidRPr="000A142B">
        <w:rPr>
          <w:color w:val="000000"/>
        </w:rPr>
        <w:t>dozen eggs</w:t>
      </w:r>
      <w:r w:rsidR="002B338A" w:rsidRPr="000A142B">
        <w:rPr>
          <w:color w:val="000000"/>
        </w:rPr>
        <w:t>.</w:t>
      </w:r>
      <w:r w:rsidR="002B338A" w:rsidRPr="000A142B">
        <w:rPr>
          <w:color w:val="000000"/>
        </w:rPr>
        <w:br/>
      </w:r>
    </w:p>
    <w:p w14:paraId="2A5F7008" w14:textId="457036DE" w:rsidR="00D00138" w:rsidRPr="000A142B" w:rsidRDefault="00340AF1" w:rsidP="00340AF1">
      <w:pPr>
        <w:tabs>
          <w:tab w:val="left" w:pos="360"/>
        </w:tabs>
        <w:ind w:left="360"/>
        <w:rPr>
          <w:color w:val="000000"/>
        </w:rPr>
      </w:pPr>
      <w:r w:rsidRPr="000A142B">
        <w:rPr>
          <w:color w:val="000000"/>
        </w:rPr>
        <w:t>b.</w:t>
      </w:r>
      <w:r w:rsidRPr="000A142B">
        <w:rPr>
          <w:color w:val="000000"/>
        </w:rPr>
        <w:tab/>
      </w:r>
      <w:r w:rsidR="002B338A" w:rsidRPr="000A142B">
        <w:rPr>
          <w:color w:val="000000"/>
        </w:rPr>
        <w:t>Jo</w:t>
      </w:r>
      <w:r w:rsidR="00D00138" w:rsidRPr="000A142B">
        <w:rPr>
          <w:color w:val="000000"/>
        </w:rPr>
        <w:t>sh</w:t>
      </w:r>
      <w:r w:rsidR="002B338A" w:rsidRPr="000A142B">
        <w:rPr>
          <w:color w:val="000000"/>
        </w:rPr>
        <w:t xml:space="preserve"> should specialize in </w:t>
      </w:r>
      <w:r w:rsidR="00A8046A" w:rsidRPr="000A142B">
        <w:rPr>
          <w:color w:val="000000"/>
        </w:rPr>
        <w:t>collecting</w:t>
      </w:r>
      <w:r w:rsidR="00D00138" w:rsidRPr="000A142B">
        <w:rPr>
          <w:color w:val="000000"/>
        </w:rPr>
        <w:t xml:space="preserve"> milk because </w:t>
      </w:r>
      <w:r w:rsidR="002B338A" w:rsidRPr="000A142B">
        <w:rPr>
          <w:color w:val="000000"/>
        </w:rPr>
        <w:t>he has the lower opportunity cost.</w:t>
      </w:r>
      <w:r w:rsidR="002B338A" w:rsidRPr="000A142B">
        <w:rPr>
          <w:color w:val="000000"/>
        </w:rPr>
        <w:br/>
      </w:r>
    </w:p>
    <w:p w14:paraId="527601D8" w14:textId="2386707E" w:rsidR="001F627C" w:rsidRPr="000A142B" w:rsidRDefault="00340AF1" w:rsidP="00A742AE">
      <w:pPr>
        <w:tabs>
          <w:tab w:val="left" w:pos="360"/>
        </w:tabs>
        <w:ind w:left="720" w:hanging="360"/>
        <w:rPr>
          <w:b/>
        </w:rPr>
      </w:pPr>
      <w:r w:rsidRPr="000A142B">
        <w:rPr>
          <w:color w:val="000000"/>
        </w:rPr>
        <w:t>c.</w:t>
      </w:r>
      <w:r w:rsidRPr="000A142B">
        <w:rPr>
          <w:color w:val="000000"/>
        </w:rPr>
        <w:tab/>
      </w:r>
      <w:r w:rsidR="002B338A" w:rsidRPr="000A142B">
        <w:rPr>
          <w:color w:val="000000"/>
        </w:rPr>
        <w:t>If they specialize, Jo</w:t>
      </w:r>
      <w:r w:rsidR="00D00138" w:rsidRPr="000A142B">
        <w:rPr>
          <w:color w:val="000000"/>
        </w:rPr>
        <w:t>sh</w:t>
      </w:r>
      <w:r w:rsidR="002B338A" w:rsidRPr="000A142B">
        <w:rPr>
          <w:color w:val="000000"/>
        </w:rPr>
        <w:t xml:space="preserve"> will </w:t>
      </w:r>
      <w:r w:rsidR="00A8046A" w:rsidRPr="000A142B">
        <w:rPr>
          <w:color w:val="000000"/>
        </w:rPr>
        <w:t>collect</w:t>
      </w:r>
      <w:r w:rsidR="002B338A" w:rsidRPr="000A142B">
        <w:rPr>
          <w:color w:val="000000"/>
        </w:rPr>
        <w:t xml:space="preserve"> both gallons of milk and no </w:t>
      </w:r>
      <w:r w:rsidR="00A8046A" w:rsidRPr="000A142B">
        <w:rPr>
          <w:color w:val="000000"/>
        </w:rPr>
        <w:t>eggs</w:t>
      </w:r>
      <w:r w:rsidR="002B338A" w:rsidRPr="000A142B">
        <w:rPr>
          <w:color w:val="000000"/>
        </w:rPr>
        <w:t xml:space="preserve">. Eleanor will </w:t>
      </w:r>
      <w:r w:rsidR="00A8046A" w:rsidRPr="000A142B">
        <w:rPr>
          <w:color w:val="000000"/>
        </w:rPr>
        <w:t>collect</w:t>
      </w:r>
      <w:r w:rsidR="002B338A" w:rsidRPr="000A142B">
        <w:rPr>
          <w:color w:val="000000"/>
        </w:rPr>
        <w:t xml:space="preserve"> 9 </w:t>
      </w:r>
      <w:r w:rsidR="00A8046A" w:rsidRPr="000A142B">
        <w:rPr>
          <w:color w:val="000000"/>
        </w:rPr>
        <w:t>dozen eggs</w:t>
      </w:r>
      <w:r w:rsidR="002B338A" w:rsidRPr="000A142B">
        <w:rPr>
          <w:color w:val="000000"/>
        </w:rPr>
        <w:t xml:space="preserve"> and no milk. The family will now have 9 </w:t>
      </w:r>
      <w:r w:rsidR="00A8046A" w:rsidRPr="000A142B">
        <w:rPr>
          <w:color w:val="000000"/>
        </w:rPr>
        <w:t>dozen eggs</w:t>
      </w:r>
      <w:r w:rsidR="002B338A" w:rsidRPr="000A142B">
        <w:rPr>
          <w:color w:val="000000"/>
        </w:rPr>
        <w:t xml:space="preserve"> with their 2 gallons of milk, more than they were able to have before the si</w:t>
      </w:r>
      <w:r w:rsidR="00D00138" w:rsidRPr="000A142B">
        <w:rPr>
          <w:color w:val="000000"/>
        </w:rPr>
        <w:t>blings</w:t>
      </w:r>
      <w:r w:rsidR="002B338A" w:rsidRPr="000A142B">
        <w:rPr>
          <w:color w:val="000000"/>
        </w:rPr>
        <w:t xml:space="preserve"> specialized.</w:t>
      </w:r>
    </w:p>
    <w:p w14:paraId="1431AE1D" w14:textId="3ED60B9F" w:rsidR="006721E6" w:rsidRDefault="006721E6" w:rsidP="004556F1">
      <w:pPr>
        <w:tabs>
          <w:tab w:val="left" w:pos="360"/>
        </w:tabs>
      </w:pPr>
    </w:p>
    <w:p w14:paraId="34889DC4" w14:textId="77777777" w:rsidR="00A742AE" w:rsidRPr="000A142B" w:rsidRDefault="00A742AE" w:rsidP="004556F1">
      <w:pPr>
        <w:tabs>
          <w:tab w:val="left" w:pos="360"/>
        </w:tabs>
      </w:pPr>
    </w:p>
    <w:p w14:paraId="50F13E90" w14:textId="4380D34B" w:rsidR="00A8046A" w:rsidRDefault="001F627C" w:rsidP="00A742AE">
      <w:pPr>
        <w:tabs>
          <w:tab w:val="left" w:pos="360"/>
        </w:tabs>
        <w:ind w:left="360" w:hanging="360"/>
        <w:rPr>
          <w:b/>
        </w:rPr>
      </w:pPr>
      <w:r w:rsidRPr="000A142B">
        <w:t>1</w:t>
      </w:r>
      <w:r w:rsidR="000D5248" w:rsidRPr="000A142B">
        <w:t>5</w:t>
      </w:r>
      <w:r w:rsidR="00A8046A" w:rsidRPr="000A142B">
        <w:t>.</w:t>
      </w:r>
      <w:r w:rsidR="00A8046A" w:rsidRPr="000A142B">
        <w:tab/>
      </w:r>
      <w:r w:rsidR="006721E6" w:rsidRPr="000A142B">
        <w:t>Suppose Russia and Sweden each produce</w:t>
      </w:r>
      <w:r w:rsidR="002A743A" w:rsidRPr="000A142B">
        <w:t>s</w:t>
      </w:r>
      <w:r w:rsidR="006721E6" w:rsidRPr="000A142B">
        <w:t xml:space="preserve"> only paper and cars. Russia can produce 8 tons of paper or 4 million cars each year. Sweden can produce 25 tons of paper or 5 million cars each year.</w:t>
      </w:r>
      <w:r w:rsidR="00A8046A" w:rsidRPr="000A142B">
        <w:t xml:space="preserve"> </w:t>
      </w:r>
      <w:r w:rsidR="006721E6" w:rsidRPr="000A142B">
        <w:t xml:space="preserve"> </w:t>
      </w:r>
      <w:r w:rsidR="006721E6" w:rsidRPr="000A142B">
        <w:rPr>
          <w:b/>
        </w:rPr>
        <w:t>[LO 2.4]</w:t>
      </w:r>
    </w:p>
    <w:p w14:paraId="4036BCD0" w14:textId="77777777" w:rsidR="00F13880" w:rsidRPr="000A142B" w:rsidRDefault="00F13880" w:rsidP="00A742AE">
      <w:pPr>
        <w:tabs>
          <w:tab w:val="left" w:pos="360"/>
        </w:tabs>
        <w:ind w:left="360" w:hanging="360"/>
      </w:pPr>
    </w:p>
    <w:p w14:paraId="51FA04B6" w14:textId="1198E28A" w:rsidR="00A8046A" w:rsidRDefault="00A742AE" w:rsidP="004556F1">
      <w:pPr>
        <w:tabs>
          <w:tab w:val="left" w:pos="360"/>
        </w:tabs>
      </w:pPr>
      <w:r>
        <w:tab/>
      </w:r>
      <w:r w:rsidR="006721E6" w:rsidRPr="000A142B">
        <w:t xml:space="preserve">a. </w:t>
      </w:r>
      <w:r w:rsidR="00A8046A" w:rsidRPr="000A142B">
        <w:tab/>
      </w:r>
      <w:r w:rsidR="006721E6" w:rsidRPr="000A142B">
        <w:t>Draw the production possibili</w:t>
      </w:r>
      <w:r w:rsidR="00A8046A" w:rsidRPr="000A142B">
        <w:t>ties frontier for each country.</w:t>
      </w:r>
    </w:p>
    <w:p w14:paraId="31377B4F" w14:textId="77777777" w:rsidR="00A742AE" w:rsidRPr="000A142B" w:rsidRDefault="00A742AE" w:rsidP="004556F1">
      <w:pPr>
        <w:tabs>
          <w:tab w:val="left" w:pos="360"/>
        </w:tabs>
      </w:pPr>
    </w:p>
    <w:p w14:paraId="7F939141" w14:textId="388261DD" w:rsidR="00A8046A" w:rsidRDefault="00A742AE" w:rsidP="00A742AE">
      <w:pPr>
        <w:tabs>
          <w:tab w:val="left" w:pos="360"/>
        </w:tabs>
        <w:ind w:left="720" w:hanging="720"/>
      </w:pPr>
      <w:r>
        <w:tab/>
      </w:r>
      <w:r w:rsidR="006721E6" w:rsidRPr="000A142B">
        <w:t>b.</w:t>
      </w:r>
      <w:r w:rsidR="00A8046A" w:rsidRPr="000A142B">
        <w:tab/>
      </w:r>
      <w:r w:rsidR="006721E6" w:rsidRPr="000A142B">
        <w:t>Both countries want 2 million cars each year and as much paper as they can produce along with 2 million cars. Find this point on each production possibilities</w:t>
      </w:r>
      <w:r w:rsidR="00A8046A" w:rsidRPr="000A142B">
        <w:t xml:space="preserve"> frontier and label it “A.”</w:t>
      </w:r>
    </w:p>
    <w:p w14:paraId="7CF11ECB" w14:textId="77777777" w:rsidR="00A742AE" w:rsidRPr="000A142B" w:rsidRDefault="00A742AE" w:rsidP="00A742AE">
      <w:pPr>
        <w:tabs>
          <w:tab w:val="left" w:pos="360"/>
        </w:tabs>
        <w:ind w:left="720" w:hanging="720"/>
      </w:pPr>
    </w:p>
    <w:p w14:paraId="5B387455" w14:textId="2EB08BE6" w:rsidR="00A8046A" w:rsidRDefault="006721E6" w:rsidP="00D115D5">
      <w:pPr>
        <w:pStyle w:val="ListParagraph"/>
        <w:numPr>
          <w:ilvl w:val="0"/>
          <w:numId w:val="5"/>
        </w:numPr>
        <w:tabs>
          <w:tab w:val="left" w:pos="360"/>
        </w:tabs>
      </w:pPr>
      <w:r w:rsidRPr="000A142B">
        <w:t>Suppose the countries specialize. W</w:t>
      </w:r>
      <w:r w:rsidR="00A8046A" w:rsidRPr="000A142B">
        <w:t>hich country will produce cars?</w:t>
      </w:r>
    </w:p>
    <w:p w14:paraId="2CB82001" w14:textId="77777777" w:rsidR="00A742AE" w:rsidRPr="000A142B" w:rsidRDefault="00A742AE" w:rsidP="00A742AE">
      <w:pPr>
        <w:pStyle w:val="ListParagraph"/>
        <w:tabs>
          <w:tab w:val="left" w:pos="360"/>
        </w:tabs>
      </w:pPr>
    </w:p>
    <w:p w14:paraId="1FD3B553" w14:textId="6870DD05" w:rsidR="006721E6" w:rsidRPr="000A142B" w:rsidRDefault="00A742AE" w:rsidP="00A742AE">
      <w:pPr>
        <w:tabs>
          <w:tab w:val="left" w:pos="360"/>
        </w:tabs>
        <w:ind w:left="720" w:hanging="720"/>
      </w:pPr>
      <w:r>
        <w:tab/>
      </w:r>
      <w:r w:rsidR="006721E6" w:rsidRPr="000A142B">
        <w:t xml:space="preserve">d. </w:t>
      </w:r>
      <w:r w:rsidR="00A8046A" w:rsidRPr="000A142B">
        <w:tab/>
      </w:r>
      <w:r w:rsidR="006721E6" w:rsidRPr="000A142B">
        <w:t>Once they specialize, suppose they work out a trade of 2 million cars for</w:t>
      </w:r>
      <w:r w:rsidR="00A8046A" w:rsidRPr="000A142B">
        <w:t xml:space="preserve"> 6 tons of paper. Find the new consumption </w:t>
      </w:r>
      <w:r w:rsidR="006721E6" w:rsidRPr="000A142B">
        <w:t>point for each country and label it “B.”</w:t>
      </w:r>
    </w:p>
    <w:p w14:paraId="17DFFFD4" w14:textId="77777777" w:rsidR="00A8046A" w:rsidRPr="000A142B" w:rsidRDefault="00A8046A" w:rsidP="004556F1">
      <w:pPr>
        <w:tabs>
          <w:tab w:val="left" w:pos="360"/>
        </w:tabs>
      </w:pPr>
    </w:p>
    <w:p w14:paraId="07663738" w14:textId="77777777" w:rsidR="002B338A" w:rsidRPr="000A142B" w:rsidRDefault="00A8046A" w:rsidP="004556F1">
      <w:pPr>
        <w:tabs>
          <w:tab w:val="left" w:pos="360"/>
        </w:tabs>
        <w:rPr>
          <w:b/>
        </w:rPr>
      </w:pPr>
      <w:r w:rsidRPr="000A142B">
        <w:tab/>
      </w:r>
      <w:r w:rsidR="006721E6" w:rsidRPr="000A142B">
        <w:rPr>
          <w:b/>
        </w:rPr>
        <w:t xml:space="preserve">Answer: </w:t>
      </w:r>
    </w:p>
    <w:p w14:paraId="77611297" w14:textId="30262876" w:rsidR="002B338A" w:rsidRPr="000A142B" w:rsidRDefault="00B835A1" w:rsidP="00D115D5">
      <w:pPr>
        <w:pStyle w:val="ListParagraph"/>
        <w:numPr>
          <w:ilvl w:val="0"/>
          <w:numId w:val="4"/>
        </w:numPr>
        <w:tabs>
          <w:tab w:val="left" w:pos="360"/>
        </w:tabs>
      </w:pPr>
      <w:r w:rsidRPr="000A142B">
        <w:t>The production possibilities frontier identifies the different combinations of the two goods (cars and paper) that can be produced by each country.  Russia can produce 8 tons of paper and 0 cars or 0 tons of paper and 4 million cars.  These are the two endpoints of Russia's PPF.  Sweden can produce 25 tons of paper and 0 cars or 0 tons of paper and 5 million cars.  These are the two endpoints of Sweden's PPF.</w:t>
      </w:r>
    </w:p>
    <w:p w14:paraId="15DE808C" w14:textId="77777777" w:rsidR="00071497" w:rsidRPr="000A142B" w:rsidRDefault="00071497" w:rsidP="00071497">
      <w:pPr>
        <w:pStyle w:val="ListParagraph"/>
        <w:tabs>
          <w:tab w:val="left" w:pos="360"/>
        </w:tabs>
      </w:pPr>
    </w:p>
    <w:p w14:paraId="4EFC3629" w14:textId="2575CE48" w:rsidR="00B835A1" w:rsidRPr="000A142B" w:rsidRDefault="00B835A1" w:rsidP="00D115D5">
      <w:pPr>
        <w:pStyle w:val="ListParagraph"/>
        <w:numPr>
          <w:ilvl w:val="0"/>
          <w:numId w:val="4"/>
        </w:numPr>
        <w:tabs>
          <w:tab w:val="left" w:pos="360"/>
        </w:tabs>
      </w:pPr>
      <w:r w:rsidRPr="000A142B">
        <w:t>If Russia wants to produce 2 million cars then they are only able to produce 4 tons of paper.  If Sweden wants to produce 2 million cars then they are only able to produce 15 tons of paper.  Notice Russia's opportunity cost of producing 1 million cars is 2 tons of paper, and Sweden's opportunity cost of producing 1 million cars is 5 tons of paper</w:t>
      </w:r>
    </w:p>
    <w:p w14:paraId="17A22D6F" w14:textId="77777777" w:rsidR="00B835A1" w:rsidRPr="000A142B" w:rsidRDefault="00B835A1" w:rsidP="004556F1">
      <w:pPr>
        <w:tabs>
          <w:tab w:val="left" w:pos="360"/>
        </w:tabs>
      </w:pPr>
    </w:p>
    <w:p w14:paraId="62133459" w14:textId="18E30202" w:rsidR="002B338A" w:rsidRPr="000A142B" w:rsidRDefault="00F13880" w:rsidP="004556F1">
      <w:pPr>
        <w:tabs>
          <w:tab w:val="left" w:pos="360"/>
        </w:tabs>
      </w:pPr>
      <w:r>
        <w:tab/>
      </w:r>
      <w:r>
        <w:tab/>
      </w:r>
      <w:r w:rsidR="00A8046A" w:rsidRPr="000A142B">
        <w:rPr>
          <w:noProof/>
        </w:rPr>
        <w:drawing>
          <wp:inline distT="0" distB="0" distL="0" distR="0" wp14:anchorId="39A2F198" wp14:editId="3B1B38C6">
            <wp:extent cx="2704633" cy="3027381"/>
            <wp:effectExtent l="0" t="0" r="635"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704633" cy="3027381"/>
                    </a:xfrm>
                    <a:prstGeom prst="rect">
                      <a:avLst/>
                    </a:prstGeom>
                  </pic:spPr>
                </pic:pic>
              </a:graphicData>
            </a:graphic>
          </wp:inline>
        </w:drawing>
      </w:r>
      <w:r w:rsidR="00A8046A" w:rsidRPr="000A142B">
        <w:rPr>
          <w:noProof/>
        </w:rPr>
        <w:drawing>
          <wp:inline distT="0" distB="0" distL="0" distR="0" wp14:anchorId="1E5DD4A1" wp14:editId="10B2F005">
            <wp:extent cx="2705100" cy="3044839"/>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710741" cy="3051188"/>
                    </a:xfrm>
                    <a:prstGeom prst="rect">
                      <a:avLst/>
                    </a:prstGeom>
                  </pic:spPr>
                </pic:pic>
              </a:graphicData>
            </a:graphic>
          </wp:inline>
        </w:drawing>
      </w:r>
      <w:r w:rsidR="007C5705" w:rsidRPr="000A142B">
        <w:tab/>
      </w:r>
    </w:p>
    <w:p w14:paraId="13F6335C" w14:textId="77777777" w:rsidR="00071497" w:rsidRPr="000A142B" w:rsidRDefault="00A8046A" w:rsidP="00A742AE">
      <w:pPr>
        <w:tabs>
          <w:tab w:val="left" w:pos="360"/>
        </w:tabs>
        <w:ind w:left="720" w:hanging="720"/>
        <w:rPr>
          <w:color w:val="000000"/>
        </w:rPr>
      </w:pPr>
      <w:r w:rsidRPr="000A142B">
        <w:rPr>
          <w:color w:val="000000"/>
        </w:rPr>
        <w:tab/>
        <w:t>c.</w:t>
      </w:r>
      <w:r w:rsidRPr="000A142B">
        <w:rPr>
          <w:color w:val="000000"/>
        </w:rPr>
        <w:tab/>
        <w:t>Russia</w:t>
      </w:r>
      <w:r w:rsidR="002B338A" w:rsidRPr="000A142B">
        <w:rPr>
          <w:color w:val="000000"/>
        </w:rPr>
        <w:t xml:space="preserve"> will produce cars because </w:t>
      </w:r>
      <w:r w:rsidRPr="000A142B">
        <w:rPr>
          <w:color w:val="000000"/>
        </w:rPr>
        <w:t>Russia</w:t>
      </w:r>
      <w:r w:rsidR="002B338A" w:rsidRPr="000A142B">
        <w:rPr>
          <w:color w:val="000000"/>
        </w:rPr>
        <w:t xml:space="preserve"> has a lower opportunity cost for producing cars than </w:t>
      </w:r>
      <w:r w:rsidRPr="000A142B">
        <w:rPr>
          <w:color w:val="000000"/>
        </w:rPr>
        <w:t>Sweden</w:t>
      </w:r>
      <w:r w:rsidR="002B338A" w:rsidRPr="000A142B">
        <w:rPr>
          <w:color w:val="000000"/>
        </w:rPr>
        <w:t>.</w:t>
      </w:r>
      <w:r w:rsidR="002B338A" w:rsidRPr="000A142B">
        <w:rPr>
          <w:color w:val="000000"/>
        </w:rPr>
        <w:br/>
      </w:r>
    </w:p>
    <w:p w14:paraId="15CC202A" w14:textId="5EEC2312" w:rsidR="007C5705" w:rsidRPr="000A142B" w:rsidRDefault="00071497" w:rsidP="00A742AE">
      <w:pPr>
        <w:tabs>
          <w:tab w:val="left" w:pos="360"/>
        </w:tabs>
        <w:ind w:left="720" w:hanging="720"/>
        <w:rPr>
          <w:noProof/>
        </w:rPr>
      </w:pPr>
      <w:r w:rsidRPr="000A142B">
        <w:rPr>
          <w:color w:val="000000"/>
        </w:rPr>
        <w:tab/>
      </w:r>
      <w:r w:rsidR="00A8046A" w:rsidRPr="000A142B">
        <w:rPr>
          <w:color w:val="000000"/>
        </w:rPr>
        <w:t>d.</w:t>
      </w:r>
      <w:r w:rsidR="00A8046A" w:rsidRPr="000A142B">
        <w:rPr>
          <w:color w:val="000000"/>
        </w:rPr>
        <w:tab/>
      </w:r>
      <w:r w:rsidR="00B835A1" w:rsidRPr="000A142B">
        <w:rPr>
          <w:color w:val="000000"/>
        </w:rPr>
        <w:t xml:space="preserve">Russia will produce 4 million cars (complete specialization is assumed) and trade 2 million cars to Sweden in exchange for 6 tons of paper. Therefore, Russia ends up consuming 2 million cars and 6 tons of paper. Sweden will produce 25 tons of paper and trade 6 tons of paper to Russia in exchange for 2 million cars. Therefore, Sweden ends up consuming 2 million cars and 19 tons of paper.  Both counties are better </w:t>
      </w:r>
      <w:proofErr w:type="spellStart"/>
      <w:r w:rsidR="00B835A1" w:rsidRPr="000A142B">
        <w:rPr>
          <w:color w:val="000000"/>
        </w:rPr>
        <w:t>of</w:t>
      </w:r>
      <w:proofErr w:type="spellEnd"/>
      <w:r w:rsidR="00B835A1" w:rsidRPr="000A142B">
        <w:rPr>
          <w:color w:val="000000"/>
        </w:rPr>
        <w:t xml:space="preserve"> with trade because they still have 2 million cars each, but both end up with more paper than they had before trade.  Notice the post-trade consumption point is outside the production possibilities frontier meaning each country was unable to achieve this point without trade.</w:t>
      </w:r>
    </w:p>
    <w:p w14:paraId="52FA98F7" w14:textId="77777777" w:rsidR="00B57976" w:rsidRPr="000A142B" w:rsidRDefault="00B57976" w:rsidP="004556F1">
      <w:pPr>
        <w:tabs>
          <w:tab w:val="left" w:pos="360"/>
        </w:tabs>
      </w:pPr>
    </w:p>
    <w:p w14:paraId="72CB0DED" w14:textId="452EF93C" w:rsidR="006721E6" w:rsidRPr="000A142B" w:rsidRDefault="00A8046A" w:rsidP="00A742AE">
      <w:pPr>
        <w:tabs>
          <w:tab w:val="left" w:pos="360"/>
        </w:tabs>
        <w:ind w:left="360" w:hanging="360"/>
      </w:pPr>
      <w:r w:rsidRPr="000A142B">
        <w:t>16.</w:t>
      </w:r>
      <w:r w:rsidRPr="000A142B">
        <w:tab/>
      </w:r>
      <w:r w:rsidR="006721E6" w:rsidRPr="000A142B">
        <w:t xml:space="preserve">Maya and Max are neighbors. </w:t>
      </w:r>
      <w:r w:rsidR="002A743A" w:rsidRPr="000A142B">
        <w:t>They both grow</w:t>
      </w:r>
      <w:r w:rsidR="006721E6" w:rsidRPr="000A142B">
        <w:t xml:space="preserve"> lettuce and tomatoes in their gardens. Maya can grow 45 heads of lettuce or 9 pounds of tomatoes this summer. Max can grow 42 heads of lettuce or 6 pounds of tomatoes this summer. If Maya and Max specialize and trade, the price of tomatoes (in terms of lettuce) would be as follows: 1 pound o</w:t>
      </w:r>
      <w:r w:rsidRPr="000A142B">
        <w:t xml:space="preserve">f tomatoes would cost between </w:t>
      </w:r>
      <w:r w:rsidR="006721E6" w:rsidRPr="000A142B">
        <w:t xml:space="preserve">__ and </w:t>
      </w:r>
      <w:r w:rsidRPr="000A142B">
        <w:t>__</w:t>
      </w:r>
      <w:r w:rsidR="006721E6" w:rsidRPr="000A142B">
        <w:t xml:space="preserve"> </w:t>
      </w:r>
      <w:r w:rsidRPr="000A142B">
        <w:t>heads</w:t>
      </w:r>
      <w:r w:rsidR="006721E6" w:rsidRPr="000A142B">
        <w:t xml:space="preserve"> of lettuce.</w:t>
      </w:r>
    </w:p>
    <w:p w14:paraId="72E220E6" w14:textId="77777777" w:rsidR="006721E6" w:rsidRPr="000A142B" w:rsidRDefault="006721E6" w:rsidP="004556F1">
      <w:pPr>
        <w:tabs>
          <w:tab w:val="left" w:pos="360"/>
        </w:tabs>
      </w:pPr>
    </w:p>
    <w:p w14:paraId="14FBB921" w14:textId="1E817988" w:rsidR="008644F3" w:rsidRPr="000A142B" w:rsidRDefault="006721E6" w:rsidP="007E3099">
      <w:pPr>
        <w:tabs>
          <w:tab w:val="left" w:pos="360"/>
        </w:tabs>
        <w:ind w:left="360"/>
      </w:pPr>
      <w:r w:rsidRPr="000A142B">
        <w:rPr>
          <w:b/>
        </w:rPr>
        <w:t>Answer:</w:t>
      </w:r>
      <w:r w:rsidRPr="000A142B">
        <w:t xml:space="preserve"> </w:t>
      </w:r>
      <w:r w:rsidR="00B835A1" w:rsidRPr="000A142B">
        <w:t>If Maya and Max specialize and trade, the price of tomatoes (in terms of lettuce) would be: 1 pound of tomatoes would cost between 5 and 7 heads of lettuce. Maya will grow tomatoes because she has the lower opportunity cost. (Maya’s opportunity cost is 5 heads of lettuce for 1 pound of tomatoes, whereas Max’s is 7 heads of lettuce for 1 pound of tomatoes.) She must receive at least 5 heads of lettuce from Max for a pound of tomatoes or she is better off growing the lettuce herself. Max will buy tomatoes from Maya but only if she charges him no more than 7 heads of lettuce. Otherwise, Max is better off growing the tomatoes himself. If, for example, Maya charges Max 6 heads of lettuce for a pound of tomatoes both neighbors would be better off than what they can do on their own.</w:t>
      </w:r>
    </w:p>
    <w:sectPr w:rsidR="008644F3" w:rsidRPr="000A142B" w:rsidSect="000263CC">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25C916" w14:textId="77777777" w:rsidR="00591F6D" w:rsidRDefault="00591F6D" w:rsidP="00320022">
      <w:r>
        <w:separator/>
      </w:r>
    </w:p>
  </w:endnote>
  <w:endnote w:type="continuationSeparator" w:id="0">
    <w:p w14:paraId="23812B99" w14:textId="77777777" w:rsidR="00591F6D" w:rsidRDefault="00591F6D" w:rsidP="00320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FB24D6" w14:textId="77777777" w:rsidR="00320022" w:rsidRPr="00F150B9" w:rsidRDefault="00320022" w:rsidP="00320022">
    <w:pPr>
      <w:pStyle w:val="Footer"/>
      <w:tabs>
        <w:tab w:val="right" w:pos="9360"/>
      </w:tabs>
      <w:jc w:val="center"/>
      <w:rPr>
        <w:color w:val="003366"/>
        <w:sz w:val="20"/>
        <w:szCs w:val="20"/>
      </w:rPr>
    </w:pPr>
    <w:r>
      <w:rPr>
        <w:rStyle w:val="PageNumber"/>
        <w:sz w:val="20"/>
        <w:szCs w:val="20"/>
      </w:rPr>
      <w:t>2</w:t>
    </w:r>
    <w:r w:rsidRPr="00F150B9">
      <w:rPr>
        <w:rStyle w:val="PageNumber"/>
        <w:sz w:val="20"/>
        <w:szCs w:val="20"/>
      </w:rPr>
      <w:t>-</w:t>
    </w:r>
    <w:r w:rsidRPr="00F150B9">
      <w:rPr>
        <w:rStyle w:val="PageNumber"/>
        <w:sz w:val="20"/>
        <w:szCs w:val="20"/>
      </w:rPr>
      <w:fldChar w:fldCharType="begin"/>
    </w:r>
    <w:r w:rsidRPr="00F150B9">
      <w:rPr>
        <w:rStyle w:val="PageNumber"/>
        <w:sz w:val="20"/>
        <w:szCs w:val="20"/>
      </w:rPr>
      <w:instrText xml:space="preserve"> PAGE </w:instrText>
    </w:r>
    <w:r w:rsidRPr="00F150B9">
      <w:rPr>
        <w:rStyle w:val="PageNumber"/>
        <w:sz w:val="20"/>
        <w:szCs w:val="20"/>
      </w:rPr>
      <w:fldChar w:fldCharType="separate"/>
    </w:r>
    <w:r w:rsidR="00071497">
      <w:rPr>
        <w:rStyle w:val="PageNumber"/>
        <w:noProof/>
        <w:sz w:val="20"/>
        <w:szCs w:val="20"/>
      </w:rPr>
      <w:t>1</w:t>
    </w:r>
    <w:r w:rsidRPr="00F150B9">
      <w:rPr>
        <w:rStyle w:val="PageNumber"/>
        <w:sz w:val="20"/>
        <w:szCs w:val="20"/>
      </w:rPr>
      <w:fldChar w:fldCharType="end"/>
    </w:r>
  </w:p>
  <w:p w14:paraId="78550EEC" w14:textId="46BD6F44" w:rsidR="00AE2D5B" w:rsidRPr="000A142B" w:rsidRDefault="00AE2D5B" w:rsidP="00AE2D5B">
    <w:pPr>
      <w:rPr>
        <w:rFonts w:ascii="Times" w:hAnsi="Times"/>
      </w:rPr>
    </w:pPr>
    <w:r w:rsidRPr="000A142B">
      <w:rPr>
        <w:rFonts w:ascii="Times" w:hAnsi="Times"/>
        <w:b/>
        <w:bCs/>
        <w:sz w:val="14"/>
      </w:rPr>
      <w:t>© 202</w:t>
    </w:r>
    <w:r w:rsidR="000A142B" w:rsidRPr="000A142B">
      <w:rPr>
        <w:rFonts w:ascii="Times" w:hAnsi="Times"/>
        <w:b/>
        <w:bCs/>
        <w:sz w:val="14"/>
      </w:rPr>
      <w:t>1</w:t>
    </w:r>
    <w:r w:rsidRPr="000A142B">
      <w:rPr>
        <w:rFonts w:ascii="Times" w:hAnsi="Times"/>
        <w:b/>
        <w:bCs/>
        <w:sz w:val="14"/>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2751E7" w14:textId="77777777" w:rsidR="00591F6D" w:rsidRDefault="00591F6D" w:rsidP="00320022">
      <w:r>
        <w:separator/>
      </w:r>
    </w:p>
  </w:footnote>
  <w:footnote w:type="continuationSeparator" w:id="0">
    <w:p w14:paraId="46F14A4F" w14:textId="77777777" w:rsidR="00591F6D" w:rsidRDefault="00591F6D" w:rsidP="003200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B4888B" w14:textId="77777777" w:rsidR="00320022" w:rsidRPr="00320022" w:rsidRDefault="00320022" w:rsidP="00320022">
    <w:pPr>
      <w:autoSpaceDE w:val="0"/>
      <w:autoSpaceDN w:val="0"/>
      <w:adjustRightInd w:val="0"/>
      <w:rPr>
        <w:sz w:val="20"/>
        <w:szCs w:val="20"/>
      </w:rPr>
    </w:pPr>
    <w:r w:rsidRPr="00F150B9">
      <w:rPr>
        <w:sz w:val="20"/>
        <w:szCs w:val="20"/>
      </w:rPr>
      <w:t>Chapter 0</w:t>
    </w:r>
    <w:r>
      <w:rPr>
        <w:sz w:val="20"/>
        <w:szCs w:val="20"/>
      </w:rPr>
      <w:t xml:space="preserve">2 </w:t>
    </w:r>
    <w:r w:rsidRPr="00F150B9">
      <w:rPr>
        <w:sz w:val="20"/>
        <w:szCs w:val="20"/>
      </w:rPr>
      <w:t xml:space="preserve">- </w:t>
    </w:r>
    <w:r w:rsidRPr="00320022">
      <w:rPr>
        <w:color w:val="000000"/>
        <w:sz w:val="20"/>
        <w:szCs w:val="20"/>
        <w:shd w:val="clear" w:color="auto" w:fill="FFFFFF"/>
      </w:rPr>
      <w:t>Specialization and Exchange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6E61D6"/>
    <w:multiLevelType w:val="hybridMultilevel"/>
    <w:tmpl w:val="BEAECA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0F5892"/>
    <w:multiLevelType w:val="hybridMultilevel"/>
    <w:tmpl w:val="E9947BB4"/>
    <w:lvl w:ilvl="0" w:tplc="297A81CA">
      <w:start w:val="1"/>
      <w:numFmt w:val="decimal"/>
      <w:lvlText w:val="%1."/>
      <w:lvlJc w:val="left"/>
      <w:pPr>
        <w:ind w:left="720" w:hanging="360"/>
      </w:pPr>
      <w:rPr>
        <w:rFonts w:asciiTheme="majorHAnsi" w:eastAsia="Calibri" w:hAnsiTheme="majorHAns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9126CB"/>
    <w:multiLevelType w:val="hybridMultilevel"/>
    <w:tmpl w:val="8C6ED02E"/>
    <w:lvl w:ilvl="0" w:tplc="78C80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6670D8"/>
    <w:multiLevelType w:val="hybridMultilevel"/>
    <w:tmpl w:val="0F78D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E85984"/>
    <w:multiLevelType w:val="hybridMultilevel"/>
    <w:tmpl w:val="CE529D3E"/>
    <w:lvl w:ilvl="0" w:tplc="78C80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5749F9"/>
    <w:multiLevelType w:val="hybridMultilevel"/>
    <w:tmpl w:val="F45C159C"/>
    <w:lvl w:ilvl="0" w:tplc="78C80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D25955"/>
    <w:multiLevelType w:val="hybridMultilevel"/>
    <w:tmpl w:val="BFC468E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FD9009C"/>
    <w:multiLevelType w:val="hybridMultilevel"/>
    <w:tmpl w:val="63A293D6"/>
    <w:lvl w:ilvl="0" w:tplc="78C80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6"/>
  </w:num>
  <w:num w:numId="5">
    <w:abstractNumId w:val="5"/>
  </w:num>
  <w:num w:numId="6">
    <w:abstractNumId w:val="2"/>
  </w:num>
  <w:num w:numId="7">
    <w:abstractNumId w:val="4"/>
  </w:num>
  <w:num w:numId="8">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5044"/>
    <w:rsid w:val="000263CC"/>
    <w:rsid w:val="00052CA1"/>
    <w:rsid w:val="00071497"/>
    <w:rsid w:val="000722FE"/>
    <w:rsid w:val="00077C01"/>
    <w:rsid w:val="000A142B"/>
    <w:rsid w:val="000D5248"/>
    <w:rsid w:val="000E7E3B"/>
    <w:rsid w:val="00127259"/>
    <w:rsid w:val="00134392"/>
    <w:rsid w:val="00135C43"/>
    <w:rsid w:val="001413C2"/>
    <w:rsid w:val="001770B0"/>
    <w:rsid w:val="00181506"/>
    <w:rsid w:val="001854B3"/>
    <w:rsid w:val="0018744F"/>
    <w:rsid w:val="001D4D43"/>
    <w:rsid w:val="001E2A61"/>
    <w:rsid w:val="001F627C"/>
    <w:rsid w:val="001F675B"/>
    <w:rsid w:val="00207AF6"/>
    <w:rsid w:val="00240B8A"/>
    <w:rsid w:val="00264C0B"/>
    <w:rsid w:val="00290F9B"/>
    <w:rsid w:val="002A1DAB"/>
    <w:rsid w:val="002A37D4"/>
    <w:rsid w:val="002A743A"/>
    <w:rsid w:val="002B130C"/>
    <w:rsid w:val="002B338A"/>
    <w:rsid w:val="002C032A"/>
    <w:rsid w:val="002F78A8"/>
    <w:rsid w:val="00304F5D"/>
    <w:rsid w:val="00320022"/>
    <w:rsid w:val="00340AF1"/>
    <w:rsid w:val="00361226"/>
    <w:rsid w:val="00364974"/>
    <w:rsid w:val="00370086"/>
    <w:rsid w:val="003A050C"/>
    <w:rsid w:val="003B1212"/>
    <w:rsid w:val="0042226E"/>
    <w:rsid w:val="004349CD"/>
    <w:rsid w:val="00441EA3"/>
    <w:rsid w:val="00446AE8"/>
    <w:rsid w:val="00452410"/>
    <w:rsid w:val="004556F1"/>
    <w:rsid w:val="00461C92"/>
    <w:rsid w:val="00464600"/>
    <w:rsid w:val="00484C9F"/>
    <w:rsid w:val="00485A62"/>
    <w:rsid w:val="004A3163"/>
    <w:rsid w:val="004E5E7A"/>
    <w:rsid w:val="0051055C"/>
    <w:rsid w:val="005301CF"/>
    <w:rsid w:val="005321B3"/>
    <w:rsid w:val="00587898"/>
    <w:rsid w:val="00591F6D"/>
    <w:rsid w:val="005B3EC3"/>
    <w:rsid w:val="005E745A"/>
    <w:rsid w:val="00600B23"/>
    <w:rsid w:val="0061634C"/>
    <w:rsid w:val="00667376"/>
    <w:rsid w:val="006721E6"/>
    <w:rsid w:val="006758C3"/>
    <w:rsid w:val="006B6C58"/>
    <w:rsid w:val="006D207B"/>
    <w:rsid w:val="006D649B"/>
    <w:rsid w:val="006E3B2C"/>
    <w:rsid w:val="006F03AB"/>
    <w:rsid w:val="006F1939"/>
    <w:rsid w:val="00702BD6"/>
    <w:rsid w:val="00712C4C"/>
    <w:rsid w:val="00720B14"/>
    <w:rsid w:val="00720F79"/>
    <w:rsid w:val="0073247D"/>
    <w:rsid w:val="00737BCC"/>
    <w:rsid w:val="007C5705"/>
    <w:rsid w:val="007D495A"/>
    <w:rsid w:val="007E3099"/>
    <w:rsid w:val="007F4196"/>
    <w:rsid w:val="00803E88"/>
    <w:rsid w:val="00820D9A"/>
    <w:rsid w:val="008644F3"/>
    <w:rsid w:val="00866B8D"/>
    <w:rsid w:val="00866E32"/>
    <w:rsid w:val="008B32D2"/>
    <w:rsid w:val="008B7764"/>
    <w:rsid w:val="008C0725"/>
    <w:rsid w:val="008C0E3B"/>
    <w:rsid w:val="008D7FF9"/>
    <w:rsid w:val="008F5E61"/>
    <w:rsid w:val="009531BF"/>
    <w:rsid w:val="00960CF6"/>
    <w:rsid w:val="00966C90"/>
    <w:rsid w:val="009A1811"/>
    <w:rsid w:val="009E1425"/>
    <w:rsid w:val="00A027A4"/>
    <w:rsid w:val="00A23149"/>
    <w:rsid w:val="00A742AE"/>
    <w:rsid w:val="00A77244"/>
    <w:rsid w:val="00A8046A"/>
    <w:rsid w:val="00AE2D5B"/>
    <w:rsid w:val="00B00BCE"/>
    <w:rsid w:val="00B12577"/>
    <w:rsid w:val="00B15060"/>
    <w:rsid w:val="00B31F3A"/>
    <w:rsid w:val="00B32D48"/>
    <w:rsid w:val="00B36F05"/>
    <w:rsid w:val="00B57976"/>
    <w:rsid w:val="00B835A1"/>
    <w:rsid w:val="00B95112"/>
    <w:rsid w:val="00BA1107"/>
    <w:rsid w:val="00BB0F0F"/>
    <w:rsid w:val="00BB5044"/>
    <w:rsid w:val="00BF577D"/>
    <w:rsid w:val="00BF5D14"/>
    <w:rsid w:val="00C33AE6"/>
    <w:rsid w:val="00C73211"/>
    <w:rsid w:val="00C82291"/>
    <w:rsid w:val="00CB4DDE"/>
    <w:rsid w:val="00CB5179"/>
    <w:rsid w:val="00CC042B"/>
    <w:rsid w:val="00CC6FBC"/>
    <w:rsid w:val="00CE41E6"/>
    <w:rsid w:val="00D00138"/>
    <w:rsid w:val="00D115D5"/>
    <w:rsid w:val="00D556FE"/>
    <w:rsid w:val="00D75C12"/>
    <w:rsid w:val="00D95D26"/>
    <w:rsid w:val="00DB2557"/>
    <w:rsid w:val="00E3312C"/>
    <w:rsid w:val="00E37AC5"/>
    <w:rsid w:val="00E52A8D"/>
    <w:rsid w:val="00E77C82"/>
    <w:rsid w:val="00E82F5B"/>
    <w:rsid w:val="00EA1346"/>
    <w:rsid w:val="00EA6122"/>
    <w:rsid w:val="00EC057A"/>
    <w:rsid w:val="00ED5AD3"/>
    <w:rsid w:val="00F04D8A"/>
    <w:rsid w:val="00F11786"/>
    <w:rsid w:val="00F13880"/>
    <w:rsid w:val="00F2735F"/>
    <w:rsid w:val="00F31898"/>
    <w:rsid w:val="00FB71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EE5B05"/>
  <w15:docId w15:val="{15F1BF76-5DAB-4F40-B9B3-485D8C4F8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78A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2F78A8"/>
    <w:rPr>
      <w:sz w:val="16"/>
      <w:szCs w:val="16"/>
    </w:rPr>
  </w:style>
  <w:style w:type="paragraph" w:styleId="CommentText">
    <w:name w:val="annotation text"/>
    <w:basedOn w:val="Normal"/>
    <w:semiHidden/>
    <w:rsid w:val="002F78A8"/>
    <w:rPr>
      <w:sz w:val="20"/>
      <w:szCs w:val="20"/>
    </w:rPr>
  </w:style>
  <w:style w:type="paragraph" w:styleId="CommentSubject">
    <w:name w:val="annotation subject"/>
    <w:basedOn w:val="CommentText"/>
    <w:next w:val="CommentText"/>
    <w:semiHidden/>
    <w:rsid w:val="002F78A8"/>
    <w:rPr>
      <w:b/>
      <w:bCs/>
    </w:rPr>
  </w:style>
  <w:style w:type="paragraph" w:styleId="BalloonText">
    <w:name w:val="Balloon Text"/>
    <w:basedOn w:val="Normal"/>
    <w:semiHidden/>
    <w:rsid w:val="002F78A8"/>
    <w:rPr>
      <w:rFonts w:ascii="Tahoma" w:hAnsi="Tahoma" w:cs="Tahoma"/>
      <w:sz w:val="16"/>
      <w:szCs w:val="16"/>
    </w:rPr>
  </w:style>
  <w:style w:type="paragraph" w:styleId="ListParagraph">
    <w:name w:val="List Paragraph"/>
    <w:basedOn w:val="Normal"/>
    <w:uiPriority w:val="34"/>
    <w:qFormat/>
    <w:rsid w:val="002F78A8"/>
    <w:pPr>
      <w:ind w:left="720"/>
      <w:contextualSpacing/>
    </w:pPr>
  </w:style>
  <w:style w:type="character" w:styleId="Hyperlink">
    <w:name w:val="Hyperlink"/>
    <w:basedOn w:val="DefaultParagraphFont"/>
    <w:uiPriority w:val="99"/>
    <w:unhideWhenUsed/>
    <w:rsid w:val="002F78A8"/>
    <w:rPr>
      <w:color w:val="0000FF"/>
      <w:u w:val="single"/>
    </w:rPr>
  </w:style>
  <w:style w:type="paragraph" w:styleId="Header">
    <w:name w:val="header"/>
    <w:basedOn w:val="Normal"/>
    <w:link w:val="HeaderChar"/>
    <w:uiPriority w:val="99"/>
    <w:rsid w:val="002F78A8"/>
    <w:pPr>
      <w:tabs>
        <w:tab w:val="center" w:pos="4513"/>
        <w:tab w:val="right" w:pos="9026"/>
      </w:tabs>
    </w:pPr>
  </w:style>
  <w:style w:type="character" w:customStyle="1" w:styleId="HeaderChar">
    <w:name w:val="Header Char"/>
    <w:basedOn w:val="DefaultParagraphFont"/>
    <w:link w:val="Header"/>
    <w:uiPriority w:val="99"/>
    <w:rsid w:val="002F78A8"/>
    <w:rPr>
      <w:sz w:val="24"/>
      <w:szCs w:val="24"/>
    </w:rPr>
  </w:style>
  <w:style w:type="paragraph" w:styleId="Footer">
    <w:name w:val="footer"/>
    <w:basedOn w:val="Normal"/>
    <w:link w:val="FooterChar"/>
    <w:uiPriority w:val="99"/>
    <w:rsid w:val="002F78A8"/>
    <w:pPr>
      <w:tabs>
        <w:tab w:val="center" w:pos="4513"/>
        <w:tab w:val="right" w:pos="9026"/>
      </w:tabs>
    </w:pPr>
  </w:style>
  <w:style w:type="character" w:customStyle="1" w:styleId="FooterChar">
    <w:name w:val="Footer Char"/>
    <w:basedOn w:val="DefaultParagraphFont"/>
    <w:link w:val="Footer"/>
    <w:uiPriority w:val="99"/>
    <w:rsid w:val="002F78A8"/>
    <w:rPr>
      <w:sz w:val="24"/>
      <w:szCs w:val="24"/>
    </w:rPr>
  </w:style>
  <w:style w:type="character" w:styleId="PageNumber">
    <w:name w:val="page number"/>
    <w:rsid w:val="002F78A8"/>
    <w:rPr>
      <w:rFonts w:cs="Times New Roman"/>
    </w:rPr>
  </w:style>
  <w:style w:type="character" w:styleId="FollowedHyperlink">
    <w:name w:val="FollowedHyperlink"/>
    <w:basedOn w:val="DefaultParagraphFont"/>
    <w:rsid w:val="001E2A61"/>
    <w:rPr>
      <w:color w:val="800080" w:themeColor="followedHyperlink"/>
      <w:u w:val="single"/>
    </w:rPr>
  </w:style>
  <w:style w:type="paragraph" w:styleId="NormalWeb">
    <w:name w:val="Normal (Web)"/>
    <w:basedOn w:val="Normal"/>
    <w:uiPriority w:val="99"/>
    <w:unhideWhenUsed/>
    <w:rsid w:val="002F78A8"/>
    <w:pPr>
      <w:spacing w:before="100" w:beforeAutospacing="1" w:after="100" w:afterAutospacing="1"/>
    </w:pPr>
  </w:style>
  <w:style w:type="character" w:styleId="Emphasis">
    <w:name w:val="Emphasis"/>
    <w:basedOn w:val="DefaultParagraphFont"/>
    <w:uiPriority w:val="20"/>
    <w:qFormat/>
    <w:rsid w:val="002F78A8"/>
    <w:rPr>
      <w:i/>
      <w:iCs/>
    </w:rPr>
  </w:style>
  <w:style w:type="paragraph" w:customStyle="1" w:styleId="NormalText">
    <w:name w:val="Normal Text"/>
    <w:rsid w:val="002F78A8"/>
    <w:pPr>
      <w:widowControl w:val="0"/>
      <w:autoSpaceDE w:val="0"/>
      <w:autoSpaceDN w:val="0"/>
      <w:adjustRightInd w:val="0"/>
    </w:pPr>
    <w:rPr>
      <w:rFonts w:ascii="Palatino Linotype" w:hAnsi="Palatino Linotype" w:cs="Palatino Linotype"/>
      <w:color w:val="000000"/>
    </w:rPr>
  </w:style>
  <w:style w:type="paragraph" w:customStyle="1" w:styleId="Karlan-Title">
    <w:name w:val="Karlan-Title"/>
    <w:basedOn w:val="Normal"/>
    <w:link w:val="Karlan-TitleChar"/>
    <w:qFormat/>
    <w:rsid w:val="002F78A8"/>
    <w:pPr>
      <w:jc w:val="right"/>
    </w:pPr>
    <w:rPr>
      <w:rFonts w:ascii="Calibri" w:hAnsi="Calibri"/>
      <w:b/>
      <w:sz w:val="36"/>
    </w:rPr>
  </w:style>
  <w:style w:type="paragraph" w:customStyle="1" w:styleId="Karlan-Header">
    <w:name w:val="Karlan-Header"/>
    <w:basedOn w:val="Normal"/>
    <w:link w:val="Karlan-HeaderChar"/>
    <w:qFormat/>
    <w:rsid w:val="00CE41E6"/>
    <w:rPr>
      <w:rFonts w:asciiTheme="majorHAnsi" w:hAnsiTheme="majorHAnsi"/>
      <w:sz w:val="28"/>
      <w:u w:val="single"/>
    </w:rPr>
  </w:style>
  <w:style w:type="character" w:customStyle="1" w:styleId="Karlan-TitleChar">
    <w:name w:val="Karlan-Title Char"/>
    <w:basedOn w:val="DefaultParagraphFont"/>
    <w:link w:val="Karlan-Title"/>
    <w:rsid w:val="002F78A8"/>
    <w:rPr>
      <w:rFonts w:ascii="Calibri" w:hAnsi="Calibri"/>
      <w:b/>
      <w:sz w:val="36"/>
      <w:szCs w:val="24"/>
    </w:rPr>
  </w:style>
  <w:style w:type="paragraph" w:customStyle="1" w:styleId="Karlan-Body">
    <w:name w:val="Karlan-Body"/>
    <w:basedOn w:val="Normal"/>
    <w:link w:val="Karlan-BodyChar"/>
    <w:qFormat/>
    <w:rsid w:val="002F78A8"/>
    <w:rPr>
      <w:rFonts w:ascii="Calibri" w:hAnsi="Calibri"/>
    </w:rPr>
  </w:style>
  <w:style w:type="character" w:customStyle="1" w:styleId="Karlan-HeaderChar">
    <w:name w:val="Karlan-Header Char"/>
    <w:basedOn w:val="DefaultParagraphFont"/>
    <w:link w:val="Karlan-Header"/>
    <w:rsid w:val="00CE41E6"/>
    <w:rPr>
      <w:rFonts w:asciiTheme="majorHAnsi" w:hAnsiTheme="majorHAnsi"/>
      <w:sz w:val="28"/>
      <w:szCs w:val="24"/>
      <w:u w:val="single"/>
    </w:rPr>
  </w:style>
  <w:style w:type="paragraph" w:customStyle="1" w:styleId="Karlan-Header2">
    <w:name w:val="Karlan-Header2"/>
    <w:basedOn w:val="Normal"/>
    <w:link w:val="Karlan-Header2Char"/>
    <w:qFormat/>
    <w:rsid w:val="002F78A8"/>
    <w:pPr>
      <w:tabs>
        <w:tab w:val="left" w:pos="360"/>
        <w:tab w:val="left" w:pos="720"/>
      </w:tabs>
      <w:contextualSpacing/>
      <w:outlineLvl w:val="1"/>
    </w:pPr>
    <w:rPr>
      <w:rFonts w:ascii="Calibri" w:hAnsi="Calibri"/>
      <w:b/>
    </w:rPr>
  </w:style>
  <w:style w:type="character" w:customStyle="1" w:styleId="Karlan-BodyChar">
    <w:name w:val="Karlan-Body Char"/>
    <w:basedOn w:val="DefaultParagraphFont"/>
    <w:link w:val="Karlan-Body"/>
    <w:rsid w:val="002F78A8"/>
    <w:rPr>
      <w:rFonts w:ascii="Calibri" w:hAnsi="Calibri"/>
      <w:sz w:val="24"/>
      <w:szCs w:val="24"/>
    </w:rPr>
  </w:style>
  <w:style w:type="paragraph" w:customStyle="1" w:styleId="Karlan-Answer">
    <w:name w:val="Karlan-Answer"/>
    <w:basedOn w:val="Normal"/>
    <w:link w:val="Karlan-AnswerChar"/>
    <w:qFormat/>
    <w:rsid w:val="002F78A8"/>
    <w:pPr>
      <w:tabs>
        <w:tab w:val="left" w:pos="360"/>
        <w:tab w:val="left" w:pos="720"/>
      </w:tabs>
      <w:ind w:left="360"/>
      <w:contextualSpacing/>
    </w:pPr>
    <w:rPr>
      <w:rFonts w:ascii="Calibri" w:hAnsi="Calibri"/>
    </w:rPr>
  </w:style>
  <w:style w:type="character" w:customStyle="1" w:styleId="Karlan-Header2Char">
    <w:name w:val="Karlan-Header2 Char"/>
    <w:basedOn w:val="DefaultParagraphFont"/>
    <w:link w:val="Karlan-Header2"/>
    <w:rsid w:val="002F78A8"/>
    <w:rPr>
      <w:rFonts w:ascii="Calibri" w:hAnsi="Calibri"/>
      <w:b/>
      <w:sz w:val="24"/>
      <w:szCs w:val="24"/>
    </w:rPr>
  </w:style>
  <w:style w:type="character" w:customStyle="1" w:styleId="Karlan-AnswerChar">
    <w:name w:val="Karlan-Answer Char"/>
    <w:basedOn w:val="DefaultParagraphFont"/>
    <w:link w:val="Karlan-Answer"/>
    <w:rsid w:val="002F78A8"/>
    <w:rPr>
      <w:rFonts w:ascii="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2091315">
      <w:bodyDiv w:val="1"/>
      <w:marLeft w:val="0"/>
      <w:marRight w:val="0"/>
      <w:marTop w:val="0"/>
      <w:marBottom w:val="0"/>
      <w:divBdr>
        <w:top w:val="none" w:sz="0" w:space="0" w:color="auto"/>
        <w:left w:val="none" w:sz="0" w:space="0" w:color="auto"/>
        <w:bottom w:val="none" w:sz="0" w:space="0" w:color="auto"/>
        <w:right w:val="none" w:sz="0" w:space="0" w:color="auto"/>
      </w:divBdr>
      <w:divsChild>
        <w:div w:id="1107777326">
          <w:marLeft w:val="216"/>
          <w:marRight w:val="0"/>
          <w:marTop w:val="0"/>
          <w:marBottom w:val="0"/>
          <w:divBdr>
            <w:top w:val="none" w:sz="0" w:space="0" w:color="auto"/>
            <w:left w:val="none" w:sz="0" w:space="0" w:color="auto"/>
            <w:bottom w:val="none" w:sz="0" w:space="0" w:color="auto"/>
            <w:right w:val="none" w:sz="0" w:space="0" w:color="auto"/>
          </w:divBdr>
          <w:divsChild>
            <w:div w:id="836770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3213">
      <w:bodyDiv w:val="1"/>
      <w:marLeft w:val="0"/>
      <w:marRight w:val="0"/>
      <w:marTop w:val="0"/>
      <w:marBottom w:val="0"/>
      <w:divBdr>
        <w:top w:val="none" w:sz="0" w:space="0" w:color="auto"/>
        <w:left w:val="none" w:sz="0" w:space="0" w:color="auto"/>
        <w:bottom w:val="none" w:sz="0" w:space="0" w:color="auto"/>
        <w:right w:val="none" w:sz="0" w:space="0" w:color="auto"/>
      </w:divBdr>
      <w:divsChild>
        <w:div w:id="1933126703">
          <w:marLeft w:val="216"/>
          <w:marRight w:val="0"/>
          <w:marTop w:val="0"/>
          <w:marBottom w:val="0"/>
          <w:divBdr>
            <w:top w:val="none" w:sz="0" w:space="0" w:color="auto"/>
            <w:left w:val="none" w:sz="0" w:space="0" w:color="auto"/>
            <w:bottom w:val="none" w:sz="0" w:space="0" w:color="auto"/>
            <w:right w:val="none" w:sz="0" w:space="0" w:color="auto"/>
          </w:divBdr>
          <w:divsChild>
            <w:div w:id="140629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56938">
      <w:bodyDiv w:val="1"/>
      <w:marLeft w:val="0"/>
      <w:marRight w:val="0"/>
      <w:marTop w:val="0"/>
      <w:marBottom w:val="0"/>
      <w:divBdr>
        <w:top w:val="none" w:sz="0" w:space="0" w:color="auto"/>
        <w:left w:val="none" w:sz="0" w:space="0" w:color="auto"/>
        <w:bottom w:val="none" w:sz="0" w:space="0" w:color="auto"/>
        <w:right w:val="none" w:sz="0" w:space="0" w:color="auto"/>
      </w:divBdr>
      <w:divsChild>
        <w:div w:id="346030758">
          <w:marLeft w:val="216"/>
          <w:marRight w:val="0"/>
          <w:marTop w:val="0"/>
          <w:marBottom w:val="0"/>
          <w:divBdr>
            <w:top w:val="none" w:sz="0" w:space="0" w:color="auto"/>
            <w:left w:val="none" w:sz="0" w:space="0" w:color="auto"/>
            <w:bottom w:val="none" w:sz="0" w:space="0" w:color="auto"/>
            <w:right w:val="none" w:sz="0" w:space="0" w:color="auto"/>
          </w:divBdr>
          <w:divsChild>
            <w:div w:id="159509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616453">
      <w:bodyDiv w:val="1"/>
      <w:marLeft w:val="0"/>
      <w:marRight w:val="0"/>
      <w:marTop w:val="0"/>
      <w:marBottom w:val="0"/>
      <w:divBdr>
        <w:top w:val="none" w:sz="0" w:space="0" w:color="auto"/>
        <w:left w:val="none" w:sz="0" w:space="0" w:color="auto"/>
        <w:bottom w:val="none" w:sz="0" w:space="0" w:color="auto"/>
        <w:right w:val="none" w:sz="0" w:space="0" w:color="auto"/>
      </w:divBdr>
      <w:divsChild>
        <w:div w:id="1541552447">
          <w:marLeft w:val="216"/>
          <w:marRight w:val="0"/>
          <w:marTop w:val="0"/>
          <w:marBottom w:val="0"/>
          <w:divBdr>
            <w:top w:val="none" w:sz="0" w:space="0" w:color="auto"/>
            <w:left w:val="none" w:sz="0" w:space="0" w:color="auto"/>
            <w:bottom w:val="none" w:sz="0" w:space="0" w:color="auto"/>
            <w:right w:val="none" w:sz="0" w:space="0" w:color="auto"/>
          </w:divBdr>
          <w:divsChild>
            <w:div w:id="8526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926477">
      <w:bodyDiv w:val="1"/>
      <w:marLeft w:val="0"/>
      <w:marRight w:val="0"/>
      <w:marTop w:val="0"/>
      <w:marBottom w:val="0"/>
      <w:divBdr>
        <w:top w:val="none" w:sz="0" w:space="0" w:color="auto"/>
        <w:left w:val="none" w:sz="0" w:space="0" w:color="auto"/>
        <w:bottom w:val="none" w:sz="0" w:space="0" w:color="auto"/>
        <w:right w:val="none" w:sz="0" w:space="0" w:color="auto"/>
      </w:divBdr>
      <w:divsChild>
        <w:div w:id="6538748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71440464">
      <w:bodyDiv w:val="1"/>
      <w:marLeft w:val="0"/>
      <w:marRight w:val="0"/>
      <w:marTop w:val="0"/>
      <w:marBottom w:val="0"/>
      <w:divBdr>
        <w:top w:val="none" w:sz="0" w:space="0" w:color="auto"/>
        <w:left w:val="none" w:sz="0" w:space="0" w:color="auto"/>
        <w:bottom w:val="none" w:sz="0" w:space="0" w:color="auto"/>
        <w:right w:val="none" w:sz="0" w:space="0" w:color="auto"/>
      </w:divBdr>
      <w:divsChild>
        <w:div w:id="1064139857">
          <w:marLeft w:val="216"/>
          <w:marRight w:val="0"/>
          <w:marTop w:val="0"/>
          <w:marBottom w:val="0"/>
          <w:divBdr>
            <w:top w:val="none" w:sz="0" w:space="0" w:color="auto"/>
            <w:left w:val="none" w:sz="0" w:space="0" w:color="auto"/>
            <w:bottom w:val="none" w:sz="0" w:space="0" w:color="auto"/>
            <w:right w:val="none" w:sz="0" w:space="0" w:color="auto"/>
          </w:divBdr>
          <w:divsChild>
            <w:div w:id="131047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579078">
      <w:bodyDiv w:val="1"/>
      <w:marLeft w:val="0"/>
      <w:marRight w:val="0"/>
      <w:marTop w:val="0"/>
      <w:marBottom w:val="0"/>
      <w:divBdr>
        <w:top w:val="none" w:sz="0" w:space="0" w:color="auto"/>
        <w:left w:val="none" w:sz="0" w:space="0" w:color="auto"/>
        <w:bottom w:val="none" w:sz="0" w:space="0" w:color="auto"/>
        <w:right w:val="none" w:sz="0" w:space="0" w:color="auto"/>
      </w:divBdr>
      <w:divsChild>
        <w:div w:id="366487017">
          <w:marLeft w:val="216"/>
          <w:marRight w:val="0"/>
          <w:marTop w:val="0"/>
          <w:marBottom w:val="0"/>
          <w:divBdr>
            <w:top w:val="none" w:sz="0" w:space="0" w:color="auto"/>
            <w:left w:val="none" w:sz="0" w:space="0" w:color="auto"/>
            <w:bottom w:val="none" w:sz="0" w:space="0" w:color="auto"/>
            <w:right w:val="none" w:sz="0" w:space="0" w:color="auto"/>
          </w:divBdr>
          <w:divsChild>
            <w:div w:id="168205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415111">
      <w:bodyDiv w:val="1"/>
      <w:marLeft w:val="0"/>
      <w:marRight w:val="0"/>
      <w:marTop w:val="0"/>
      <w:marBottom w:val="0"/>
      <w:divBdr>
        <w:top w:val="none" w:sz="0" w:space="0" w:color="auto"/>
        <w:left w:val="none" w:sz="0" w:space="0" w:color="auto"/>
        <w:bottom w:val="none" w:sz="0" w:space="0" w:color="auto"/>
        <w:right w:val="none" w:sz="0" w:space="0" w:color="auto"/>
      </w:divBdr>
      <w:divsChild>
        <w:div w:id="1426919722">
          <w:marLeft w:val="216"/>
          <w:marRight w:val="0"/>
          <w:marTop w:val="0"/>
          <w:marBottom w:val="0"/>
          <w:divBdr>
            <w:top w:val="none" w:sz="0" w:space="0" w:color="auto"/>
            <w:left w:val="none" w:sz="0" w:space="0" w:color="auto"/>
            <w:bottom w:val="none" w:sz="0" w:space="0" w:color="auto"/>
            <w:right w:val="none" w:sz="0" w:space="0" w:color="auto"/>
          </w:divBdr>
          <w:divsChild>
            <w:div w:id="183305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larmon\Documents\Custom%20Office%20Templates\Karlan%202e%20IM%20CH03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89703-ACBE-4145-8987-FADC90E60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Karlan 2e IM CH03_template</Template>
  <TotalTime>2805</TotalTime>
  <Pages>14</Pages>
  <Words>3896</Words>
  <Characters>22209</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Chapter 2</vt:lpstr>
    </vt:vector>
  </TitlesOfParts>
  <Company>The McGraw-Hill Companies</Company>
  <LinksUpToDate>false</LinksUpToDate>
  <CharactersWithSpaces>26053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Diana Beck</dc:creator>
  <cp:lastModifiedBy>Kouvelis, Christina</cp:lastModifiedBy>
  <cp:revision>26</cp:revision>
  <cp:lastPrinted>2011-07-25T17:35:00Z</cp:lastPrinted>
  <dcterms:created xsi:type="dcterms:W3CDTF">2017-05-20T17:38:00Z</dcterms:created>
  <dcterms:modified xsi:type="dcterms:W3CDTF">2020-07-31T12:59:00Z</dcterms:modified>
</cp:coreProperties>
</file>