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CB493" w14:textId="77777777" w:rsidR="00884B63" w:rsidRPr="0086007D" w:rsidRDefault="00E8495D" w:rsidP="000E62D6">
      <w:pPr>
        <w:numPr>
          <w:ilvl w:val="0"/>
          <w:numId w:val="1"/>
        </w:numPr>
        <w:ind w:left="1080"/>
        <w:rPr>
          <w:b/>
          <w:sz w:val="32"/>
        </w:rPr>
      </w:pPr>
      <w:bookmarkStart w:id="0" w:name="_GoBack"/>
      <w:bookmarkEnd w:id="0"/>
      <w:r>
        <w:rPr>
          <w:b/>
          <w:bCs/>
          <w:sz w:val="32"/>
        </w:rPr>
        <w:t xml:space="preserve">  </w:t>
      </w:r>
      <w:r w:rsidR="00884B63">
        <w:rPr>
          <w:b/>
          <w:bCs/>
          <w:sz w:val="32"/>
        </w:rPr>
        <w:t xml:space="preserve">Appendix </w:t>
      </w:r>
      <w:r w:rsidR="002B39A4">
        <w:rPr>
          <w:b/>
          <w:bCs/>
          <w:sz w:val="32"/>
        </w:rPr>
        <w:t>2A</w:t>
      </w:r>
      <w:r w:rsidR="00884B63">
        <w:rPr>
          <w:b/>
          <w:bCs/>
          <w:sz w:val="32"/>
        </w:rPr>
        <w:t xml:space="preserve">: </w:t>
      </w:r>
      <w:r w:rsidR="00397ACD">
        <w:rPr>
          <w:b/>
          <w:bCs/>
          <w:sz w:val="32"/>
        </w:rPr>
        <w:t xml:space="preserve">Activity-Based </w:t>
      </w:r>
      <w:r w:rsidR="00942B67">
        <w:rPr>
          <w:b/>
          <w:bCs/>
          <w:sz w:val="32"/>
        </w:rPr>
        <w:t xml:space="preserve">Absorption </w:t>
      </w:r>
      <w:r w:rsidR="00397ACD">
        <w:rPr>
          <w:b/>
          <w:bCs/>
          <w:sz w:val="32"/>
        </w:rPr>
        <w:t>Costing</w:t>
      </w:r>
      <w:r w:rsidR="00397ACD">
        <w:rPr>
          <w:sz w:val="32"/>
        </w:rPr>
        <w:t xml:space="preserve"> </w:t>
      </w:r>
      <w:r w:rsidR="00884B63" w:rsidRPr="0086007D">
        <w:rPr>
          <w:b/>
          <w:sz w:val="32"/>
        </w:rPr>
        <w:t>(</w:t>
      </w:r>
      <w:r w:rsidR="0086007D" w:rsidRPr="0086007D">
        <w:rPr>
          <w:b/>
          <w:sz w:val="32"/>
        </w:rPr>
        <w:t>S</w:t>
      </w:r>
      <w:r w:rsidR="00884B63" w:rsidRPr="0086007D">
        <w:rPr>
          <w:b/>
          <w:sz w:val="32"/>
        </w:rPr>
        <w:t xml:space="preserve">lide </w:t>
      </w:r>
      <w:r w:rsidR="00203047">
        <w:rPr>
          <w:b/>
          <w:sz w:val="32"/>
        </w:rPr>
        <w:t>1</w:t>
      </w:r>
      <w:r w:rsidR="00884B63" w:rsidRPr="0086007D">
        <w:rPr>
          <w:b/>
          <w:sz w:val="32"/>
        </w:rPr>
        <w:t xml:space="preserve"> is the title </w:t>
      </w:r>
      <w:commentRangeStart w:id="1"/>
      <w:r w:rsidR="00884B63" w:rsidRPr="0086007D">
        <w:rPr>
          <w:b/>
          <w:sz w:val="32"/>
        </w:rPr>
        <w:t>slide</w:t>
      </w:r>
      <w:commentRangeEnd w:id="1"/>
      <w:r w:rsidR="0041471B">
        <w:rPr>
          <w:rStyle w:val="CommentReference"/>
        </w:rPr>
        <w:commentReference w:id="1"/>
      </w:r>
      <w:r w:rsidR="00884B63" w:rsidRPr="0086007D">
        <w:rPr>
          <w:b/>
          <w:sz w:val="32"/>
        </w:rPr>
        <w:t>)</w:t>
      </w:r>
    </w:p>
    <w:p w14:paraId="7DA85306" w14:textId="77777777" w:rsidR="00884B63" w:rsidRDefault="00884B63" w:rsidP="00884B63">
      <w:pPr>
        <w:rPr>
          <w:sz w:val="32"/>
          <w:szCs w:val="32"/>
        </w:rPr>
      </w:pPr>
    </w:p>
    <w:p w14:paraId="3D861566" w14:textId="77777777" w:rsidR="00884B63" w:rsidRDefault="00C45012" w:rsidP="00884B63">
      <w:pPr>
        <w:ind w:left="1440"/>
        <w:rPr>
          <w:i/>
          <w:sz w:val="32"/>
          <w:szCs w:val="32"/>
        </w:rPr>
      </w:pPr>
      <w:r>
        <w:rPr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BD2B86" wp14:editId="783B9801">
                <wp:simplePos x="0" y="0"/>
                <wp:positionH relativeFrom="column">
                  <wp:posOffset>0</wp:posOffset>
                </wp:positionH>
                <wp:positionV relativeFrom="paragraph">
                  <wp:posOffset>118110</wp:posOffset>
                </wp:positionV>
                <wp:extent cx="457200" cy="342900"/>
                <wp:effectExtent l="9525" t="13335" r="9525" b="5715"/>
                <wp:wrapNone/>
                <wp:docPr id="28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DA066" w14:textId="77777777" w:rsidR="006E2F43" w:rsidRDefault="006E2F43" w:rsidP="00884B6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03047">
                              <w:rPr>
                                <w:sz w:val="32"/>
                                <w:szCs w:val="32"/>
                              </w:rPr>
                              <w:t xml:space="preserve"> 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BD2B86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0;margin-top:9.3pt;width:36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" strokecolor="white">
                <v:textbox>
                  <w:txbxContent>
                    <w:p w14:paraId="51ADA066" w14:textId="77777777" w:rsidR="006E2F43" w:rsidRDefault="006E2F43" w:rsidP="00884B6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203047">
                        <w:rPr>
                          <w:sz w:val="32"/>
                          <w:szCs w:val="32"/>
                        </w:rPr>
                        <w:t xml:space="preserve"> 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4366E3" wp14:editId="31CEC425">
                <wp:simplePos x="0" y="0"/>
                <wp:positionH relativeFrom="column">
                  <wp:posOffset>457200</wp:posOffset>
                </wp:positionH>
                <wp:positionV relativeFrom="paragraph">
                  <wp:posOffset>48260</wp:posOffset>
                </wp:positionV>
                <wp:extent cx="114300" cy="479425"/>
                <wp:effectExtent l="9525" t="10160" r="9525" b="5715"/>
                <wp:wrapNone/>
                <wp:docPr id="2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79425"/>
                        </a:xfrm>
                        <a:prstGeom prst="leftBrace">
                          <a:avLst>
                            <a:gd name="adj1" fmla="val 3495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ED7B5B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21" o:spid="_x0000_s1026" type="#_x0000_t87" style="position:absolute;margin-left:36pt;margin-top:3.8pt;width:9pt;height:3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"/>
            </w:pict>
          </mc:Fallback>
        </mc:AlternateContent>
      </w:r>
      <w:r w:rsidR="00884B63">
        <w:rPr>
          <w:i/>
          <w:sz w:val="32"/>
          <w:szCs w:val="32"/>
        </w:rPr>
        <w:t xml:space="preserve">Learning Objective </w:t>
      </w:r>
      <w:r w:rsidR="002B39A4">
        <w:rPr>
          <w:i/>
          <w:sz w:val="32"/>
          <w:szCs w:val="32"/>
        </w:rPr>
        <w:t>5</w:t>
      </w:r>
      <w:r w:rsidR="00884B63">
        <w:rPr>
          <w:i/>
          <w:sz w:val="32"/>
          <w:szCs w:val="32"/>
        </w:rPr>
        <w:t xml:space="preserve">: Use activity-based </w:t>
      </w:r>
      <w:r w:rsidR="00942B67">
        <w:rPr>
          <w:i/>
          <w:sz w:val="32"/>
          <w:szCs w:val="32"/>
        </w:rPr>
        <w:t xml:space="preserve">absorption </w:t>
      </w:r>
      <w:r w:rsidR="00884B63">
        <w:rPr>
          <w:i/>
          <w:sz w:val="32"/>
          <w:szCs w:val="32"/>
        </w:rPr>
        <w:t>costing to compute unit product costs.</w:t>
      </w:r>
    </w:p>
    <w:p w14:paraId="5BEFCC96" w14:textId="77777777" w:rsidR="00884B63" w:rsidRDefault="00884B63" w:rsidP="00884B63">
      <w:pPr>
        <w:pStyle w:val="Heading4"/>
        <w:numPr>
          <w:ilvl w:val="0"/>
          <w:numId w:val="0"/>
        </w:numPr>
        <w:rPr>
          <w:b w:val="0"/>
          <w:bCs w:val="0"/>
        </w:rPr>
      </w:pPr>
    </w:p>
    <w:p w14:paraId="19886ADD" w14:textId="77777777" w:rsidR="00884B63" w:rsidRDefault="00E8495D" w:rsidP="000E62D6">
      <w:pPr>
        <w:pStyle w:val="Heading4"/>
        <w:tabs>
          <w:tab w:val="clear" w:pos="1470"/>
          <w:tab w:val="left" w:pos="360"/>
        </w:tabs>
        <w:ind w:left="1800" w:hanging="720"/>
        <w:rPr>
          <w:b w:val="0"/>
          <w:bCs w:val="0"/>
        </w:rPr>
      </w:pPr>
      <w:r>
        <w:rPr>
          <w:b w:val="0"/>
          <w:bCs w:val="0"/>
        </w:rPr>
        <w:tab/>
      </w:r>
      <w:r w:rsidR="00884B63">
        <w:rPr>
          <w:b w:val="0"/>
          <w:bCs w:val="0"/>
        </w:rPr>
        <w:t>Key definitions/concepts</w:t>
      </w:r>
    </w:p>
    <w:p w14:paraId="217867FE" w14:textId="77777777" w:rsidR="00884B63" w:rsidRDefault="00884B63" w:rsidP="00884B63">
      <w:pPr>
        <w:rPr>
          <w:sz w:val="32"/>
          <w:szCs w:val="32"/>
        </w:rPr>
      </w:pPr>
    </w:p>
    <w:p w14:paraId="233A4E99" w14:textId="77777777" w:rsidR="00884B63" w:rsidRDefault="00C45012" w:rsidP="00884B63">
      <w:pPr>
        <w:numPr>
          <w:ilvl w:val="2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478353" wp14:editId="2685F6B9">
                <wp:simplePos x="0" y="0"/>
                <wp:positionH relativeFrom="column">
                  <wp:posOffset>0</wp:posOffset>
                </wp:positionH>
                <wp:positionV relativeFrom="paragraph">
                  <wp:posOffset>273685</wp:posOffset>
                </wp:positionV>
                <wp:extent cx="457200" cy="342900"/>
                <wp:effectExtent l="9525" t="6985" r="9525" b="12065"/>
                <wp:wrapNone/>
                <wp:docPr id="2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DAC8E4" w14:textId="77777777" w:rsidR="006E2F43" w:rsidRDefault="006E2F43" w:rsidP="007B16C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03047">
                              <w:rPr>
                                <w:sz w:val="32"/>
                                <w:szCs w:val="32"/>
                              </w:rPr>
                              <w:t xml:space="preserve"> 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78353" id="Text Box 24" o:spid="_x0000_s1027" type="#_x0000_t202" style="position:absolute;left:0;text-align:left;margin-left:0;margin-top:21.55pt;width:36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" strokecolor="white">
                <v:textbox>
                  <w:txbxContent>
                    <w:p w14:paraId="50DAC8E4" w14:textId="77777777" w:rsidR="006E2F43" w:rsidRDefault="006E2F43" w:rsidP="007B16C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203047">
                        <w:rPr>
                          <w:sz w:val="32"/>
                          <w:szCs w:val="32"/>
                        </w:rPr>
                        <w:t xml:space="preserve"> 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C56DC70" wp14:editId="2B53AE99">
                <wp:simplePos x="0" y="0"/>
                <wp:positionH relativeFrom="column">
                  <wp:posOffset>457200</wp:posOffset>
                </wp:positionH>
                <wp:positionV relativeFrom="paragraph">
                  <wp:posOffset>58420</wp:posOffset>
                </wp:positionV>
                <wp:extent cx="114300" cy="805815"/>
                <wp:effectExtent l="9525" t="10795" r="9525" b="12065"/>
                <wp:wrapNone/>
                <wp:docPr id="2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805815"/>
                        </a:xfrm>
                        <a:prstGeom prst="leftBrace">
                          <a:avLst>
                            <a:gd name="adj1" fmla="val 5875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F7FF4" id="AutoShape 2" o:spid="_x0000_s1026" type="#_x0000_t87" style="position:absolute;margin-left:36pt;margin-top:4.6pt;width:9pt;height:63.4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"/>
            </w:pict>
          </mc:Fallback>
        </mc:AlternateContent>
      </w:r>
      <w:r w:rsidR="007B16C1">
        <w:rPr>
          <w:sz w:val="32"/>
          <w:szCs w:val="32"/>
        </w:rPr>
        <w:t>A</w:t>
      </w:r>
      <w:r w:rsidR="00884B63">
        <w:rPr>
          <w:sz w:val="32"/>
          <w:szCs w:val="32"/>
        </w:rPr>
        <w:t xml:space="preserve">ctivity-based </w:t>
      </w:r>
      <w:r w:rsidR="007B16C1">
        <w:rPr>
          <w:sz w:val="32"/>
          <w:szCs w:val="32"/>
        </w:rPr>
        <w:t xml:space="preserve">absorption </w:t>
      </w:r>
      <w:r w:rsidR="00884B63">
        <w:rPr>
          <w:sz w:val="32"/>
          <w:szCs w:val="32"/>
        </w:rPr>
        <w:t xml:space="preserve">costing </w:t>
      </w:r>
      <w:r w:rsidR="007B16C1">
        <w:rPr>
          <w:sz w:val="32"/>
          <w:szCs w:val="32"/>
        </w:rPr>
        <w:t xml:space="preserve">assigns </w:t>
      </w:r>
      <w:r w:rsidR="007B16C1" w:rsidRPr="007B16C1">
        <w:rPr>
          <w:b/>
          <w:sz w:val="32"/>
          <w:szCs w:val="32"/>
        </w:rPr>
        <w:t xml:space="preserve">all manufacturing </w:t>
      </w:r>
      <w:r w:rsidR="006E2F43">
        <w:rPr>
          <w:b/>
          <w:sz w:val="32"/>
          <w:szCs w:val="32"/>
        </w:rPr>
        <w:t xml:space="preserve">overhead </w:t>
      </w:r>
      <w:r w:rsidR="007B16C1" w:rsidRPr="007B16C1">
        <w:rPr>
          <w:b/>
          <w:sz w:val="32"/>
          <w:szCs w:val="32"/>
        </w:rPr>
        <w:t>costs</w:t>
      </w:r>
      <w:r w:rsidR="007B16C1">
        <w:rPr>
          <w:sz w:val="32"/>
          <w:szCs w:val="32"/>
        </w:rPr>
        <w:t xml:space="preserve"> to products using activity cost pools instead </w:t>
      </w:r>
      <w:r w:rsidR="00E80100">
        <w:rPr>
          <w:sz w:val="32"/>
          <w:szCs w:val="32"/>
        </w:rPr>
        <w:t xml:space="preserve">of </w:t>
      </w:r>
      <w:r w:rsidR="007B16C1">
        <w:rPr>
          <w:sz w:val="32"/>
          <w:szCs w:val="32"/>
        </w:rPr>
        <w:t>plantwide or departmental cost pools.</w:t>
      </w:r>
    </w:p>
    <w:p w14:paraId="0EE5F676" w14:textId="77777777" w:rsidR="007B16C1" w:rsidRDefault="007B16C1" w:rsidP="007B16C1">
      <w:pPr>
        <w:pStyle w:val="Heading4"/>
        <w:numPr>
          <w:ilvl w:val="0"/>
          <w:numId w:val="0"/>
        </w:numPr>
        <w:ind w:left="1470"/>
      </w:pPr>
    </w:p>
    <w:p w14:paraId="272CCD28" w14:textId="77777777" w:rsidR="006E2F43" w:rsidRPr="006E2F43" w:rsidRDefault="00C45012" w:rsidP="007B16C1">
      <w:pPr>
        <w:numPr>
          <w:ilvl w:val="3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5DEB70" wp14:editId="621E08F1">
                <wp:simplePos x="0" y="0"/>
                <wp:positionH relativeFrom="column">
                  <wp:posOffset>457200</wp:posOffset>
                </wp:positionH>
                <wp:positionV relativeFrom="paragraph">
                  <wp:posOffset>4445</wp:posOffset>
                </wp:positionV>
                <wp:extent cx="114300" cy="2129790"/>
                <wp:effectExtent l="9525" t="13970" r="9525" b="8890"/>
                <wp:wrapNone/>
                <wp:docPr id="24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2129790"/>
                        </a:xfrm>
                        <a:prstGeom prst="leftBrace">
                          <a:avLst>
                            <a:gd name="adj1" fmla="val 15527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167024" id="AutoShape 25" o:spid="_x0000_s1026" type="#_x0000_t87" style="position:absolute;margin-left:36pt;margin-top:.35pt;width:9pt;height:167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"/>
            </w:pict>
          </mc:Fallback>
        </mc:AlternateContent>
      </w:r>
      <w:r w:rsidR="006E2F43">
        <w:rPr>
          <w:sz w:val="32"/>
          <w:szCs w:val="32"/>
        </w:rPr>
        <w:t xml:space="preserve">An </w:t>
      </w:r>
      <w:r w:rsidR="006E2F43" w:rsidRPr="006E2F43">
        <w:rPr>
          <w:b/>
          <w:sz w:val="32"/>
          <w:szCs w:val="32"/>
        </w:rPr>
        <w:t>activity</w:t>
      </w:r>
      <w:r w:rsidR="006E2F43">
        <w:rPr>
          <w:sz w:val="32"/>
          <w:szCs w:val="32"/>
        </w:rPr>
        <w:t xml:space="preserve"> is an event that causes the consumption of overhead resources.</w:t>
      </w:r>
    </w:p>
    <w:p w14:paraId="7CC74B86" w14:textId="77777777" w:rsidR="007B16C1" w:rsidRDefault="00C45012" w:rsidP="007B16C1">
      <w:pPr>
        <w:numPr>
          <w:ilvl w:val="3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49FCEA" wp14:editId="72785E0B">
                <wp:simplePos x="0" y="0"/>
                <wp:positionH relativeFrom="column">
                  <wp:posOffset>0</wp:posOffset>
                </wp:positionH>
                <wp:positionV relativeFrom="paragraph">
                  <wp:posOffset>428625</wp:posOffset>
                </wp:positionV>
                <wp:extent cx="457200" cy="342900"/>
                <wp:effectExtent l="0" t="0" r="0" b="0"/>
                <wp:wrapNone/>
                <wp:docPr id="2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224F38" w14:textId="77777777" w:rsidR="006E2F43" w:rsidRPr="006E2F43" w:rsidRDefault="006E2F4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03047">
                              <w:rPr>
                                <w:sz w:val="32"/>
                                <w:szCs w:val="32"/>
                              </w:rPr>
                              <w:t xml:space="preserve"> 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9FCEA" id="Text Box 26" o:spid="_x0000_s1028" type="#_x0000_t202" style="position:absolute;left:0;text-align:left;margin-left:0;margin-top:33.75pt;width:36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" stroked="f">
                <v:textbox>
                  <w:txbxContent>
                    <w:p w14:paraId="2F224F38" w14:textId="77777777" w:rsidR="006E2F43" w:rsidRPr="006E2F43" w:rsidRDefault="006E2F4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203047">
                        <w:rPr>
                          <w:sz w:val="32"/>
                          <w:szCs w:val="32"/>
                        </w:rPr>
                        <w:t xml:space="preserve">  4</w:t>
                      </w:r>
                    </w:p>
                  </w:txbxContent>
                </v:textbox>
              </v:shape>
            </w:pict>
          </mc:Fallback>
        </mc:AlternateContent>
      </w:r>
      <w:r w:rsidR="007B16C1" w:rsidRPr="007B16C1">
        <w:rPr>
          <w:bCs/>
          <w:sz w:val="32"/>
          <w:szCs w:val="32"/>
        </w:rPr>
        <w:t>An</w:t>
      </w:r>
      <w:r w:rsidR="007B16C1">
        <w:rPr>
          <w:b/>
          <w:bCs/>
          <w:sz w:val="32"/>
          <w:szCs w:val="32"/>
        </w:rPr>
        <w:t xml:space="preserve"> activity cost pool </w:t>
      </w:r>
      <w:r w:rsidR="007B16C1" w:rsidRPr="007B16C1">
        <w:rPr>
          <w:bCs/>
          <w:sz w:val="32"/>
          <w:szCs w:val="32"/>
        </w:rPr>
        <w:t>is a “bucket” in which costs are accumulated that relate to a single activity</w:t>
      </w:r>
      <w:r w:rsidR="007B16C1" w:rsidRPr="007B16C1">
        <w:rPr>
          <w:sz w:val="32"/>
          <w:szCs w:val="32"/>
        </w:rPr>
        <w:t>.</w:t>
      </w:r>
    </w:p>
    <w:p w14:paraId="04A94546" w14:textId="77777777" w:rsidR="007B16C1" w:rsidRPr="007B16C1" w:rsidRDefault="007B16C1" w:rsidP="007B16C1">
      <w:pPr>
        <w:numPr>
          <w:ilvl w:val="3"/>
          <w:numId w:val="1"/>
        </w:numPr>
        <w:rPr>
          <w:sz w:val="32"/>
          <w:szCs w:val="32"/>
        </w:rPr>
      </w:pPr>
      <w:r w:rsidRPr="007B16C1">
        <w:rPr>
          <w:bCs/>
          <w:sz w:val="32"/>
          <w:szCs w:val="32"/>
        </w:rPr>
        <w:t>An</w:t>
      </w:r>
      <w:r>
        <w:rPr>
          <w:b/>
          <w:bCs/>
          <w:sz w:val="32"/>
          <w:szCs w:val="32"/>
        </w:rPr>
        <w:t xml:space="preserve"> activity measure </w:t>
      </w:r>
      <w:r w:rsidRPr="007B16C1">
        <w:rPr>
          <w:bCs/>
          <w:sz w:val="32"/>
          <w:szCs w:val="32"/>
        </w:rPr>
        <w:t>is an allocation that is used as the denominator for an activity cost pool.</w:t>
      </w:r>
    </w:p>
    <w:p w14:paraId="6CD34FFD" w14:textId="77777777" w:rsidR="007B16C1" w:rsidRDefault="007B16C1" w:rsidP="007B16C1">
      <w:pPr>
        <w:numPr>
          <w:ilvl w:val="3"/>
          <w:numId w:val="1"/>
        </w:numPr>
        <w:rPr>
          <w:sz w:val="32"/>
          <w:szCs w:val="32"/>
        </w:rPr>
      </w:pPr>
      <w:r>
        <w:rPr>
          <w:bCs/>
          <w:sz w:val="32"/>
          <w:szCs w:val="32"/>
        </w:rPr>
        <w:t xml:space="preserve">An </w:t>
      </w:r>
      <w:r w:rsidRPr="00A03894">
        <w:rPr>
          <w:b/>
          <w:bCs/>
          <w:sz w:val="32"/>
          <w:szCs w:val="32"/>
        </w:rPr>
        <w:t>activity rate</w:t>
      </w:r>
      <w:r>
        <w:rPr>
          <w:bCs/>
          <w:sz w:val="32"/>
          <w:szCs w:val="32"/>
        </w:rPr>
        <w:t xml:space="preserve"> is used to </w:t>
      </w:r>
      <w:r w:rsidR="00A03894">
        <w:rPr>
          <w:bCs/>
          <w:sz w:val="32"/>
          <w:szCs w:val="32"/>
        </w:rPr>
        <w:t>assign costs from an activity cost pool to products.</w:t>
      </w:r>
    </w:p>
    <w:p w14:paraId="01B09AA5" w14:textId="77777777" w:rsidR="007B16C1" w:rsidRDefault="00C45012" w:rsidP="007B16C1">
      <w:pPr>
        <w:pStyle w:val="Heading4"/>
        <w:numPr>
          <w:ilvl w:val="0"/>
          <w:numId w:val="0"/>
        </w:numPr>
        <w:ind w:left="1470"/>
      </w:pPr>
      <w:r>
        <w:rPr>
          <w:noProof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BCBF50" wp14:editId="7A042884">
                <wp:simplePos x="0" y="0"/>
                <wp:positionH relativeFrom="column">
                  <wp:posOffset>457200</wp:posOffset>
                </wp:positionH>
                <wp:positionV relativeFrom="paragraph">
                  <wp:posOffset>174625</wp:posOffset>
                </wp:positionV>
                <wp:extent cx="114300" cy="2595245"/>
                <wp:effectExtent l="9525" t="12700" r="9525" b="11430"/>
                <wp:wrapNone/>
                <wp:docPr id="22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2595245"/>
                        </a:xfrm>
                        <a:prstGeom prst="leftBrace">
                          <a:avLst>
                            <a:gd name="adj1" fmla="val 18921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3DD1A5" id="AutoShape 29" o:spid="_x0000_s1026" type="#_x0000_t87" style="position:absolute;margin-left:36pt;margin-top:13.75pt;width:9pt;height:204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"/>
            </w:pict>
          </mc:Fallback>
        </mc:AlternateContent>
      </w:r>
      <w:r w:rsidR="007B16C1">
        <w:tab/>
      </w:r>
    </w:p>
    <w:p w14:paraId="6F29579F" w14:textId="77777777" w:rsidR="007B16C1" w:rsidRDefault="007B16C1" w:rsidP="00884B63">
      <w:pPr>
        <w:numPr>
          <w:ilvl w:val="2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Activity-based absorption costing differs from traditional absorption costing in </w:t>
      </w:r>
      <w:r w:rsidRPr="006E2F43">
        <w:rPr>
          <w:b/>
          <w:sz w:val="32"/>
          <w:szCs w:val="32"/>
        </w:rPr>
        <w:t>two ways</w:t>
      </w:r>
      <w:r>
        <w:rPr>
          <w:sz w:val="32"/>
          <w:szCs w:val="32"/>
        </w:rPr>
        <w:t>:</w:t>
      </w:r>
    </w:p>
    <w:p w14:paraId="20136AFF" w14:textId="77777777" w:rsidR="00884B63" w:rsidRDefault="00884B63" w:rsidP="00884B63">
      <w:pPr>
        <w:rPr>
          <w:sz w:val="32"/>
          <w:szCs w:val="32"/>
        </w:rPr>
      </w:pPr>
    </w:p>
    <w:p w14:paraId="23FC8956" w14:textId="77777777" w:rsidR="00884B63" w:rsidRPr="006E2F43" w:rsidRDefault="00C45012" w:rsidP="00884B63">
      <w:pPr>
        <w:numPr>
          <w:ilvl w:val="3"/>
          <w:numId w:val="1"/>
        </w:numPr>
        <w:rPr>
          <w:sz w:val="32"/>
          <w:szCs w:val="32"/>
        </w:rPr>
      </w:pPr>
      <w:r>
        <w:rPr>
          <w:noProof/>
          <w:szCs w:val="3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C934299" wp14:editId="086E97C4">
                <wp:simplePos x="0" y="0"/>
                <wp:positionH relativeFrom="column">
                  <wp:posOffset>0</wp:posOffset>
                </wp:positionH>
                <wp:positionV relativeFrom="paragraph">
                  <wp:posOffset>349250</wp:posOffset>
                </wp:positionV>
                <wp:extent cx="457200" cy="342900"/>
                <wp:effectExtent l="9525" t="6350" r="9525" b="12700"/>
                <wp:wrapNone/>
                <wp:docPr id="2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FA094" w14:textId="77777777" w:rsidR="006E2F43" w:rsidRDefault="006E2F43" w:rsidP="00884B6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03047"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E8495D"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934299" id="Text Box 3" o:spid="_x0000_s1029" type="#_x0000_t202" style="position:absolute;left:0;text-align:left;margin-left:0;margin-top:27.5pt;width:36pt;height:27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" strokecolor="white">
                <v:textbox>
                  <w:txbxContent>
                    <w:p w14:paraId="5B7FA094" w14:textId="77777777" w:rsidR="006E2F43" w:rsidRDefault="006E2F43" w:rsidP="00884B6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203047">
                        <w:rPr>
                          <w:sz w:val="32"/>
                          <w:szCs w:val="32"/>
                        </w:rPr>
                        <w:t xml:space="preserve">  </w:t>
                      </w:r>
                      <w:r w:rsidR="00E8495D">
                        <w:rPr>
                          <w:sz w:val="32"/>
                          <w:szCs w:val="3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6E2F43" w:rsidRPr="006E2F43">
        <w:rPr>
          <w:bCs/>
          <w:sz w:val="32"/>
          <w:szCs w:val="32"/>
        </w:rPr>
        <w:t xml:space="preserve">The </w:t>
      </w:r>
      <w:proofErr w:type="gramStart"/>
      <w:r w:rsidR="006E2F43" w:rsidRPr="006E2F43">
        <w:rPr>
          <w:bCs/>
          <w:sz w:val="32"/>
          <w:szCs w:val="32"/>
        </w:rPr>
        <w:t>activity based</w:t>
      </w:r>
      <w:proofErr w:type="gramEnd"/>
      <w:r w:rsidR="006E2F43" w:rsidRPr="006E2F43">
        <w:rPr>
          <w:bCs/>
          <w:sz w:val="32"/>
          <w:szCs w:val="32"/>
        </w:rPr>
        <w:t xml:space="preserve"> approach uses </w:t>
      </w:r>
      <w:r w:rsidR="006E2F43" w:rsidRPr="006E2F43">
        <w:rPr>
          <w:b/>
          <w:bCs/>
          <w:sz w:val="32"/>
          <w:szCs w:val="32"/>
        </w:rPr>
        <w:t xml:space="preserve">more cost pools </w:t>
      </w:r>
      <w:r w:rsidR="006E2F43" w:rsidRPr="006E2F43">
        <w:rPr>
          <w:bCs/>
          <w:sz w:val="32"/>
          <w:szCs w:val="32"/>
        </w:rPr>
        <w:t>than a traditional approach.</w:t>
      </w:r>
    </w:p>
    <w:p w14:paraId="2A2D73C6" w14:textId="77777777" w:rsidR="00884B63" w:rsidRDefault="006E2F43" w:rsidP="00884B63">
      <w:pPr>
        <w:numPr>
          <w:ilvl w:val="3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The activity-based approach includes some </w:t>
      </w:r>
      <w:r w:rsidR="00471788" w:rsidRPr="00471788">
        <w:rPr>
          <w:b/>
          <w:sz w:val="32"/>
          <w:szCs w:val="32"/>
        </w:rPr>
        <w:t>batch-level</w:t>
      </w:r>
      <w:r w:rsidR="00471788">
        <w:rPr>
          <w:sz w:val="32"/>
          <w:szCs w:val="32"/>
        </w:rPr>
        <w:t xml:space="preserve"> and </w:t>
      </w:r>
      <w:r w:rsidR="00471788" w:rsidRPr="00471788">
        <w:rPr>
          <w:b/>
          <w:sz w:val="32"/>
          <w:szCs w:val="32"/>
        </w:rPr>
        <w:t>product-level</w:t>
      </w:r>
      <w:r w:rsidR="00471788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activities and activity measures that </w:t>
      </w:r>
      <w:r w:rsidRPr="006E2F43">
        <w:rPr>
          <w:b/>
          <w:sz w:val="32"/>
          <w:szCs w:val="32"/>
        </w:rPr>
        <w:t>do not relate to the volume of units produced</w:t>
      </w:r>
      <w:r>
        <w:rPr>
          <w:sz w:val="32"/>
          <w:szCs w:val="32"/>
        </w:rPr>
        <w:t>, whereas the traditional approach relies exclusively on volume-related overhead allocation</w:t>
      </w:r>
      <w:r w:rsidR="00884B63">
        <w:rPr>
          <w:sz w:val="32"/>
          <w:szCs w:val="32"/>
        </w:rPr>
        <w:t>.</w:t>
      </w:r>
    </w:p>
    <w:p w14:paraId="2CBF2A01" w14:textId="77777777" w:rsidR="00884B63" w:rsidRDefault="00E8495D" w:rsidP="00884B63">
      <w:pPr>
        <w:pStyle w:val="Heading4"/>
        <w:rPr>
          <w:b w:val="0"/>
          <w:bCs w:val="0"/>
        </w:rPr>
      </w:pPr>
      <w:r>
        <w:rPr>
          <w:b w:val="0"/>
          <w:bCs w:val="0"/>
        </w:rPr>
        <w:br w:type="page"/>
      </w:r>
      <w:r w:rsidR="00884B63">
        <w:rPr>
          <w:b w:val="0"/>
          <w:bCs w:val="0"/>
        </w:rPr>
        <w:lastRenderedPageBreak/>
        <w:t xml:space="preserve">Simmons Industries – </w:t>
      </w:r>
      <w:r w:rsidR="00884B63">
        <w:t>a traditional approach</w:t>
      </w:r>
    </w:p>
    <w:p w14:paraId="3CBB2F3F" w14:textId="77777777" w:rsidR="00884B63" w:rsidRDefault="00884B63" w:rsidP="00884B63">
      <w:pPr>
        <w:rPr>
          <w:sz w:val="32"/>
          <w:szCs w:val="32"/>
        </w:rPr>
      </w:pPr>
    </w:p>
    <w:p w14:paraId="74105747" w14:textId="77777777" w:rsidR="00884B63" w:rsidRDefault="00C45012" w:rsidP="00884B63">
      <w:pPr>
        <w:numPr>
          <w:ilvl w:val="2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5C0E5D0" wp14:editId="243D2B77">
                <wp:simplePos x="0" y="0"/>
                <wp:positionH relativeFrom="column">
                  <wp:posOffset>0</wp:posOffset>
                </wp:positionH>
                <wp:positionV relativeFrom="paragraph">
                  <wp:posOffset>340995</wp:posOffset>
                </wp:positionV>
                <wp:extent cx="457200" cy="342900"/>
                <wp:effectExtent l="0" t="0" r="0" b="1905"/>
                <wp:wrapNone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4FD38C" w14:textId="77777777" w:rsidR="006E2F43" w:rsidRDefault="006E2F43" w:rsidP="00884B6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03047"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E8495D"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0E5D0" id="Text Box 8" o:spid="_x0000_s1030" type="#_x0000_t202" style="position:absolute;left:0;text-align:left;margin-left:0;margin-top:26.85pt;width:36pt;height:2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" stroked="f">
                <v:textbox>
                  <w:txbxContent>
                    <w:p w14:paraId="1D4FD38C" w14:textId="77777777" w:rsidR="006E2F43" w:rsidRDefault="006E2F43" w:rsidP="00884B6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203047">
                        <w:rPr>
                          <w:sz w:val="32"/>
                          <w:szCs w:val="32"/>
                        </w:rPr>
                        <w:t xml:space="preserve">  </w:t>
                      </w:r>
                      <w:r w:rsidR="00E8495D">
                        <w:rPr>
                          <w:sz w:val="32"/>
                          <w:szCs w:val="3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9B931F8" wp14:editId="30BEEAB6">
                <wp:simplePos x="0" y="0"/>
                <wp:positionH relativeFrom="column">
                  <wp:posOffset>457200</wp:posOffset>
                </wp:positionH>
                <wp:positionV relativeFrom="paragraph">
                  <wp:posOffset>112395</wp:posOffset>
                </wp:positionV>
                <wp:extent cx="114300" cy="800100"/>
                <wp:effectExtent l="9525" t="7620" r="9525" b="11430"/>
                <wp:wrapNone/>
                <wp:docPr id="1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800100"/>
                        </a:xfrm>
                        <a:prstGeom prst="leftBrace">
                          <a:avLst>
                            <a:gd name="adj1" fmla="val 58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AB1AB" id="AutoShape 4" o:spid="_x0000_s1026" type="#_x0000_t87" style="position:absolute;margin-left:36pt;margin-top:8.85pt;width:9pt;height:63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"/>
            </w:pict>
          </mc:Fallback>
        </mc:AlternateContent>
      </w:r>
      <w:r w:rsidR="00884B63">
        <w:rPr>
          <w:sz w:val="32"/>
          <w:szCs w:val="32"/>
        </w:rPr>
        <w:t>Assume the following information for the company as a whole and for its only two products—deluxe and standard hedge trimmers.</w:t>
      </w:r>
    </w:p>
    <w:p w14:paraId="31F1455E" w14:textId="77777777" w:rsidR="00884B63" w:rsidRDefault="00884B63" w:rsidP="00884B63">
      <w:pPr>
        <w:rPr>
          <w:sz w:val="32"/>
          <w:szCs w:val="32"/>
        </w:rPr>
      </w:pPr>
    </w:p>
    <w:p w14:paraId="0FFEE352" w14:textId="77777777" w:rsidR="006E2F43" w:rsidRDefault="00C45012" w:rsidP="006E2F43">
      <w:pPr>
        <w:numPr>
          <w:ilvl w:val="2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73F0603" wp14:editId="37D655EA">
                <wp:simplePos x="0" y="0"/>
                <wp:positionH relativeFrom="column">
                  <wp:posOffset>0</wp:posOffset>
                </wp:positionH>
                <wp:positionV relativeFrom="paragraph">
                  <wp:posOffset>566420</wp:posOffset>
                </wp:positionV>
                <wp:extent cx="457200" cy="342900"/>
                <wp:effectExtent l="0" t="4445" r="0" b="0"/>
                <wp:wrapNone/>
                <wp:docPr id="1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CDF12F" w14:textId="77777777" w:rsidR="006E2F43" w:rsidRDefault="006E2F43" w:rsidP="000E62D6">
                            <w:pPr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8495D">
                              <w:rPr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F0603" id="Text Box 10" o:spid="_x0000_s1031" type="#_x0000_t202" style="position:absolute;left:0;text-align:left;margin-left:0;margin-top:44.6pt;width:36pt;height:2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" stroked="f">
                <v:textbox>
                  <w:txbxContent>
                    <w:p w14:paraId="58CDF12F" w14:textId="77777777" w:rsidR="006E2F43" w:rsidRDefault="006E2F43" w:rsidP="000E62D6">
                      <w:pPr>
                        <w:jc w:val="right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E8495D">
                        <w:rPr>
                          <w:sz w:val="32"/>
                          <w:szCs w:val="3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4AACE05" wp14:editId="17AE71C2">
                <wp:simplePos x="0" y="0"/>
                <wp:positionH relativeFrom="column">
                  <wp:posOffset>457200</wp:posOffset>
                </wp:positionH>
                <wp:positionV relativeFrom="paragraph">
                  <wp:posOffset>86995</wp:posOffset>
                </wp:positionV>
                <wp:extent cx="114300" cy="1279525"/>
                <wp:effectExtent l="9525" t="10795" r="9525" b="5080"/>
                <wp:wrapNone/>
                <wp:docPr id="1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279525"/>
                        </a:xfrm>
                        <a:prstGeom prst="leftBrace">
                          <a:avLst>
                            <a:gd name="adj1" fmla="val 9328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4D0429" id="AutoShape 9" o:spid="_x0000_s1026" type="#_x0000_t87" style="position:absolute;margin-left:36pt;margin-top:6.85pt;width:9pt;height:100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"/>
            </w:pict>
          </mc:Fallback>
        </mc:AlternateContent>
      </w:r>
      <w:r w:rsidR="00884B63">
        <w:rPr>
          <w:sz w:val="32"/>
          <w:szCs w:val="32"/>
        </w:rPr>
        <w:t xml:space="preserve">If we assume that Simmons’ traditional cost system relies on one predetermined </w:t>
      </w:r>
      <w:r w:rsidR="00884B63">
        <w:rPr>
          <w:b/>
          <w:bCs/>
          <w:sz w:val="32"/>
          <w:szCs w:val="32"/>
        </w:rPr>
        <w:t>plantwide overhead rate</w:t>
      </w:r>
      <w:r w:rsidR="00884B63">
        <w:rPr>
          <w:sz w:val="32"/>
          <w:szCs w:val="32"/>
        </w:rPr>
        <w:t xml:space="preserve"> with </w:t>
      </w:r>
      <w:r w:rsidR="00884B63">
        <w:rPr>
          <w:b/>
          <w:bCs/>
          <w:sz w:val="32"/>
          <w:szCs w:val="32"/>
        </w:rPr>
        <w:t>direct labor-hours</w:t>
      </w:r>
      <w:r w:rsidR="00884B63">
        <w:rPr>
          <w:sz w:val="32"/>
          <w:szCs w:val="32"/>
        </w:rPr>
        <w:t xml:space="preserve"> as the allocation base, then its plantwide overhead rate (</w:t>
      </w:r>
      <w:r w:rsidR="00884B63">
        <w:rPr>
          <w:b/>
          <w:bCs/>
          <w:sz w:val="32"/>
          <w:szCs w:val="32"/>
        </w:rPr>
        <w:t>$4.50 per direct labor-hour</w:t>
      </w:r>
      <w:r w:rsidR="00884B63">
        <w:rPr>
          <w:sz w:val="32"/>
          <w:szCs w:val="32"/>
        </w:rPr>
        <w:t>) would be computed as shown.</w:t>
      </w:r>
    </w:p>
    <w:p w14:paraId="40636ECC" w14:textId="77777777" w:rsidR="006E2F43" w:rsidRPr="006E2F43" w:rsidRDefault="006E2F43" w:rsidP="006E2F43">
      <w:pPr>
        <w:rPr>
          <w:sz w:val="32"/>
          <w:szCs w:val="32"/>
        </w:rPr>
      </w:pPr>
    </w:p>
    <w:p w14:paraId="419E4FD1" w14:textId="77777777" w:rsidR="00884B63" w:rsidRDefault="00C45012" w:rsidP="00884B63">
      <w:pPr>
        <w:numPr>
          <w:ilvl w:val="2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4ECE16" wp14:editId="5C44D4B8">
                <wp:simplePos x="0" y="0"/>
                <wp:positionH relativeFrom="column">
                  <wp:posOffset>457200</wp:posOffset>
                </wp:positionH>
                <wp:positionV relativeFrom="paragraph">
                  <wp:posOffset>114300</wp:posOffset>
                </wp:positionV>
                <wp:extent cx="114300" cy="1902460"/>
                <wp:effectExtent l="9525" t="9525" r="9525" b="12065"/>
                <wp:wrapNone/>
                <wp:docPr id="1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902460"/>
                        </a:xfrm>
                        <a:prstGeom prst="leftBrace">
                          <a:avLst>
                            <a:gd name="adj1" fmla="val 13870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3D7E03" id="AutoShape 23" o:spid="_x0000_s1026" type="#_x0000_t87" style="position:absolute;margin-left:36pt;margin-top:9pt;width:9pt;height:149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"/>
            </w:pict>
          </mc:Fallback>
        </mc:AlternateContent>
      </w:r>
      <w:r w:rsidR="00884B63">
        <w:rPr>
          <w:sz w:val="32"/>
          <w:szCs w:val="32"/>
        </w:rPr>
        <w:t>Simmons’ traditional cost system would report unit product costs as shown. Notice:</w:t>
      </w:r>
    </w:p>
    <w:p w14:paraId="7168D83E" w14:textId="77777777" w:rsidR="00884B63" w:rsidRDefault="00884B63" w:rsidP="00884B63">
      <w:pPr>
        <w:rPr>
          <w:sz w:val="32"/>
          <w:szCs w:val="32"/>
        </w:rPr>
      </w:pPr>
    </w:p>
    <w:p w14:paraId="5E3CC220" w14:textId="77777777" w:rsidR="00884B63" w:rsidRDefault="00C45012" w:rsidP="00884B63">
      <w:pPr>
        <w:numPr>
          <w:ilvl w:val="3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7A16F8F" wp14:editId="67419D2F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457200" cy="342900"/>
                <wp:effectExtent l="9525" t="10795" r="9525" b="8255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40FDD" w14:textId="77777777" w:rsidR="006E2F43" w:rsidRDefault="006E2F43" w:rsidP="000E62D6">
                            <w:pPr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8495D">
                              <w:rPr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16F8F" id="Text Box 5" o:spid="_x0000_s1032" type="#_x0000_t202" style="position:absolute;left:0;text-align:left;margin-left:0;margin-top:13.6pt;width:36pt;height:27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" strokecolor="white">
                <v:textbox>
                  <w:txbxContent>
                    <w:p w14:paraId="7BA40FDD" w14:textId="77777777" w:rsidR="006E2F43" w:rsidRDefault="006E2F43" w:rsidP="000E62D6">
                      <w:pPr>
                        <w:jc w:val="right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E8495D">
                        <w:rPr>
                          <w:sz w:val="32"/>
                          <w:szCs w:val="3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884B63">
        <w:rPr>
          <w:sz w:val="32"/>
          <w:szCs w:val="32"/>
        </w:rPr>
        <w:t xml:space="preserve">The deluxe product line is assigned </w:t>
      </w:r>
      <w:r w:rsidR="00884B63">
        <w:rPr>
          <w:b/>
          <w:bCs/>
          <w:sz w:val="32"/>
          <w:szCs w:val="32"/>
        </w:rPr>
        <w:t xml:space="preserve">$9.00 </w:t>
      </w:r>
      <w:r w:rsidR="00884B63">
        <w:rPr>
          <w:sz w:val="32"/>
          <w:szCs w:val="32"/>
        </w:rPr>
        <w:t>of overhead cost per unit (</w:t>
      </w:r>
      <w:r w:rsidR="00E8495D">
        <w:rPr>
          <w:sz w:val="32"/>
          <w:szCs w:val="32"/>
        </w:rPr>
        <w:t xml:space="preserve">= </w:t>
      </w:r>
      <w:r w:rsidR="00884B63">
        <w:rPr>
          <w:sz w:val="32"/>
          <w:szCs w:val="32"/>
        </w:rPr>
        <w:t>2.0 DLH × $4.50 per hour).</w:t>
      </w:r>
    </w:p>
    <w:p w14:paraId="5BF02C5A" w14:textId="77777777" w:rsidR="00884B63" w:rsidRDefault="00884B63" w:rsidP="00884B63">
      <w:pPr>
        <w:numPr>
          <w:ilvl w:val="3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The standard product line is assigned </w:t>
      </w:r>
      <w:r>
        <w:rPr>
          <w:b/>
          <w:bCs/>
          <w:sz w:val="32"/>
          <w:szCs w:val="32"/>
        </w:rPr>
        <w:t>$4.50</w:t>
      </w:r>
      <w:r>
        <w:rPr>
          <w:sz w:val="32"/>
          <w:szCs w:val="32"/>
        </w:rPr>
        <w:t xml:space="preserve"> of overhead cost per unit (</w:t>
      </w:r>
      <w:r w:rsidR="00E8495D">
        <w:rPr>
          <w:sz w:val="32"/>
          <w:szCs w:val="32"/>
        </w:rPr>
        <w:t xml:space="preserve">= </w:t>
      </w:r>
      <w:r>
        <w:rPr>
          <w:sz w:val="32"/>
          <w:szCs w:val="32"/>
        </w:rPr>
        <w:t>1.0 DLH × $4.50 per hour).</w:t>
      </w:r>
    </w:p>
    <w:p w14:paraId="27E253A9" w14:textId="77777777" w:rsidR="00884B63" w:rsidRDefault="00884B63" w:rsidP="00884B63">
      <w:pPr>
        <w:rPr>
          <w:sz w:val="32"/>
          <w:szCs w:val="32"/>
        </w:rPr>
      </w:pPr>
    </w:p>
    <w:p w14:paraId="30B04181" w14:textId="77777777" w:rsidR="00884B63" w:rsidRDefault="00884B63" w:rsidP="00884B63">
      <w:pPr>
        <w:pStyle w:val="Heading4"/>
        <w:rPr>
          <w:b w:val="0"/>
          <w:bCs w:val="0"/>
        </w:rPr>
      </w:pPr>
      <w:r>
        <w:rPr>
          <w:b w:val="0"/>
          <w:bCs w:val="0"/>
        </w:rPr>
        <w:t xml:space="preserve">Simmons Industries – </w:t>
      </w:r>
      <w:r w:rsidR="00E80100" w:rsidRPr="00E80100">
        <w:rPr>
          <w:bCs w:val="0"/>
        </w:rPr>
        <w:t>activity-based absorption costing</w:t>
      </w:r>
    </w:p>
    <w:p w14:paraId="74CDB3CC" w14:textId="77777777" w:rsidR="00884B63" w:rsidRDefault="00884B63" w:rsidP="00884B63">
      <w:pPr>
        <w:rPr>
          <w:sz w:val="32"/>
          <w:szCs w:val="32"/>
        </w:rPr>
      </w:pPr>
    </w:p>
    <w:p w14:paraId="12779352" w14:textId="77777777" w:rsidR="00884B63" w:rsidRDefault="00C45012" w:rsidP="00884B63">
      <w:pPr>
        <w:numPr>
          <w:ilvl w:val="2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B3804EA" wp14:editId="0F2173FB">
                <wp:simplePos x="0" y="0"/>
                <wp:positionH relativeFrom="column">
                  <wp:posOffset>0</wp:posOffset>
                </wp:positionH>
                <wp:positionV relativeFrom="paragraph">
                  <wp:posOffset>281940</wp:posOffset>
                </wp:positionV>
                <wp:extent cx="457200" cy="342900"/>
                <wp:effectExtent l="0" t="0" r="0" b="3810"/>
                <wp:wrapNone/>
                <wp:docPr id="1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B35720" w14:textId="77777777" w:rsidR="006E2F43" w:rsidRDefault="006E2F43" w:rsidP="000E62D6">
                            <w:pPr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8495D">
                              <w:rPr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804EA" id="Text Box 12" o:spid="_x0000_s1033" type="#_x0000_t202" style="position:absolute;left:0;text-align:left;margin-left:0;margin-top:22.2pt;width:36pt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" stroked="f">
                <v:textbox>
                  <w:txbxContent>
                    <w:p w14:paraId="34B35720" w14:textId="77777777" w:rsidR="006E2F43" w:rsidRDefault="006E2F43" w:rsidP="000E62D6">
                      <w:pPr>
                        <w:jc w:val="right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E8495D">
                        <w:rPr>
                          <w:sz w:val="32"/>
                          <w:szCs w:val="3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16B180A" wp14:editId="5485DF6B">
                <wp:simplePos x="0" y="0"/>
                <wp:positionH relativeFrom="column">
                  <wp:posOffset>457200</wp:posOffset>
                </wp:positionH>
                <wp:positionV relativeFrom="paragraph">
                  <wp:posOffset>53340</wp:posOffset>
                </wp:positionV>
                <wp:extent cx="114300" cy="800100"/>
                <wp:effectExtent l="9525" t="5715" r="9525" b="13335"/>
                <wp:wrapNone/>
                <wp:docPr id="1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800100"/>
                        </a:xfrm>
                        <a:prstGeom prst="leftBrace">
                          <a:avLst>
                            <a:gd name="adj1" fmla="val 58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C7077" id="AutoShape 11" o:spid="_x0000_s1026" type="#_x0000_t87" style="position:absolute;margin-left:36pt;margin-top:4.2pt;width:9pt;height:6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"/>
            </w:pict>
          </mc:Fallback>
        </mc:AlternateContent>
      </w:r>
      <w:r w:rsidR="00884B63">
        <w:rPr>
          <w:sz w:val="32"/>
          <w:szCs w:val="32"/>
        </w:rPr>
        <w:t xml:space="preserve">Assume that Simmons assigned its </w:t>
      </w:r>
      <w:r w:rsidR="00884B63">
        <w:rPr>
          <w:b/>
          <w:bCs/>
          <w:sz w:val="32"/>
          <w:szCs w:val="32"/>
        </w:rPr>
        <w:t>$1,800,000</w:t>
      </w:r>
      <w:r w:rsidR="00884B63">
        <w:rPr>
          <w:sz w:val="32"/>
          <w:szCs w:val="32"/>
        </w:rPr>
        <w:t xml:space="preserve"> of manufacturing overhead costs to three activities with expected activity levels as shown.</w:t>
      </w:r>
    </w:p>
    <w:p w14:paraId="105B6E29" w14:textId="77777777" w:rsidR="00884B63" w:rsidRDefault="00884B63" w:rsidP="00884B63">
      <w:pPr>
        <w:rPr>
          <w:sz w:val="32"/>
          <w:szCs w:val="32"/>
        </w:rPr>
      </w:pPr>
    </w:p>
    <w:p w14:paraId="1E9DC54E" w14:textId="77777777" w:rsidR="00884B63" w:rsidRDefault="00C45012" w:rsidP="00884B63">
      <w:pPr>
        <w:numPr>
          <w:ilvl w:val="2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ED8F705" wp14:editId="54894AEA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457200" cy="342900"/>
                <wp:effectExtent l="0" t="0" r="0" b="2540"/>
                <wp:wrapNone/>
                <wp:docPr id="1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65F783" w14:textId="77777777" w:rsidR="006E2F43" w:rsidRDefault="006E2F43" w:rsidP="000E62D6">
                            <w:pPr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03047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  <w:r w:rsidR="00E8495D"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D8F705" id="Text Box 14" o:spid="_x0000_s1034" type="#_x0000_t202" style="position:absolute;left:0;text-align:left;margin-left:0;margin-top:8.05pt;width:36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" stroked="f">
                <v:textbox>
                  <w:txbxContent>
                    <w:p w14:paraId="4165F783" w14:textId="77777777" w:rsidR="006E2F43" w:rsidRDefault="006E2F43" w:rsidP="000E62D6">
                      <w:pPr>
                        <w:jc w:val="right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203047">
                        <w:rPr>
                          <w:sz w:val="32"/>
                          <w:szCs w:val="32"/>
                        </w:rPr>
                        <w:t>1</w:t>
                      </w:r>
                      <w:r w:rsidR="00E8495D">
                        <w:rPr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20BD384" wp14:editId="0ABE46FF">
                <wp:simplePos x="0" y="0"/>
                <wp:positionH relativeFrom="column">
                  <wp:posOffset>457200</wp:posOffset>
                </wp:positionH>
                <wp:positionV relativeFrom="paragraph">
                  <wp:posOffset>28575</wp:posOffset>
                </wp:positionV>
                <wp:extent cx="114300" cy="457200"/>
                <wp:effectExtent l="9525" t="9525" r="9525" b="9525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leftBrace">
                          <a:avLst>
                            <a:gd name="adj1" fmla="val 33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C755CC" id="AutoShape 13" o:spid="_x0000_s1026" type="#_x0000_t87" style="position:absolute;margin-left:36pt;margin-top:2.25pt;width:9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"/>
            </w:pict>
          </mc:Fallback>
        </mc:AlternateContent>
      </w:r>
      <w:r w:rsidR="00884B63">
        <w:rPr>
          <w:sz w:val="32"/>
          <w:szCs w:val="32"/>
        </w:rPr>
        <w:t xml:space="preserve">The </w:t>
      </w:r>
      <w:r w:rsidR="00884B63">
        <w:rPr>
          <w:b/>
          <w:bCs/>
          <w:sz w:val="32"/>
          <w:szCs w:val="32"/>
        </w:rPr>
        <w:t>activity rates</w:t>
      </w:r>
      <w:r w:rsidR="00884B63">
        <w:rPr>
          <w:sz w:val="32"/>
          <w:szCs w:val="32"/>
        </w:rPr>
        <w:t xml:space="preserve"> for each of the three activities would be computed as shown.</w:t>
      </w:r>
    </w:p>
    <w:p w14:paraId="25A713D5" w14:textId="77777777" w:rsidR="00884B63" w:rsidRDefault="00884B63" w:rsidP="00884B63">
      <w:pPr>
        <w:rPr>
          <w:sz w:val="32"/>
          <w:szCs w:val="32"/>
        </w:rPr>
      </w:pPr>
    </w:p>
    <w:p w14:paraId="15B0ABB2" w14:textId="77777777" w:rsidR="00884B63" w:rsidRDefault="00E8495D" w:rsidP="00884B63">
      <w:pPr>
        <w:numPr>
          <w:ilvl w:val="2"/>
          <w:numId w:val="1"/>
        </w:numPr>
        <w:rPr>
          <w:sz w:val="32"/>
          <w:szCs w:val="32"/>
        </w:rPr>
      </w:pPr>
      <w:r>
        <w:rPr>
          <w:sz w:val="32"/>
          <w:szCs w:val="32"/>
        </w:rPr>
        <w:br w:type="page"/>
      </w:r>
      <w:r w:rsidR="00C45012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0B66886" wp14:editId="30D4A5E3">
                <wp:simplePos x="0" y="0"/>
                <wp:positionH relativeFrom="column">
                  <wp:posOffset>457200</wp:posOffset>
                </wp:positionH>
                <wp:positionV relativeFrom="paragraph">
                  <wp:posOffset>127635</wp:posOffset>
                </wp:positionV>
                <wp:extent cx="114300" cy="1485900"/>
                <wp:effectExtent l="9525" t="13335" r="9525" b="5715"/>
                <wp:wrapNone/>
                <wp:docPr id="1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485900"/>
                        </a:xfrm>
                        <a:prstGeom prst="leftBrace">
                          <a:avLst>
                            <a:gd name="adj1" fmla="val 108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BF6AC0" id="AutoShape 15" o:spid="_x0000_s1026" type="#_x0000_t87" style="position:absolute;margin-left:36pt;margin-top:10.05pt;width:9pt;height:11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"/>
            </w:pict>
          </mc:Fallback>
        </mc:AlternateContent>
      </w:r>
      <w:r w:rsidR="00884B63">
        <w:rPr>
          <w:sz w:val="32"/>
          <w:szCs w:val="32"/>
        </w:rPr>
        <w:t xml:space="preserve">The </w:t>
      </w:r>
      <w:r w:rsidR="00884B63">
        <w:rPr>
          <w:b/>
          <w:bCs/>
          <w:sz w:val="32"/>
          <w:szCs w:val="32"/>
        </w:rPr>
        <w:t>overhead cost assignments</w:t>
      </w:r>
      <w:r w:rsidR="00884B63">
        <w:rPr>
          <w:sz w:val="32"/>
          <w:szCs w:val="32"/>
        </w:rPr>
        <w:t xml:space="preserve"> to the deluxe and standard product lines are computed as shown. Notice:</w:t>
      </w:r>
    </w:p>
    <w:p w14:paraId="35B792EC" w14:textId="77777777" w:rsidR="00884B63" w:rsidRDefault="00C45012" w:rsidP="00884B63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ECBAB2" wp14:editId="5CC33892">
                <wp:simplePos x="0" y="0"/>
                <wp:positionH relativeFrom="column">
                  <wp:posOffset>0</wp:posOffset>
                </wp:positionH>
                <wp:positionV relativeFrom="paragraph">
                  <wp:posOffset>-1905</wp:posOffset>
                </wp:positionV>
                <wp:extent cx="457200" cy="342900"/>
                <wp:effectExtent l="0" t="0" r="0" b="1905"/>
                <wp:wrapNone/>
                <wp:docPr id="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C3BE0E" w14:textId="77777777" w:rsidR="006E2F43" w:rsidRDefault="006E2F43" w:rsidP="000E62D6">
                            <w:pPr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03047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  <w:r w:rsidR="00E8495D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CBAB2" id="Text Box 16" o:spid="_x0000_s1035" type="#_x0000_t202" style="position:absolute;margin-left:0;margin-top:-.15pt;width:3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" stroked="f">
                <v:textbox>
                  <w:txbxContent>
                    <w:p w14:paraId="32C3BE0E" w14:textId="77777777" w:rsidR="006E2F43" w:rsidRDefault="006E2F43" w:rsidP="000E62D6">
                      <w:pPr>
                        <w:jc w:val="right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203047">
                        <w:rPr>
                          <w:sz w:val="32"/>
                          <w:szCs w:val="32"/>
                        </w:rPr>
                        <w:t>1</w:t>
                      </w:r>
                      <w:r w:rsidR="00E8495D">
                        <w:rPr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5E8C379B" w14:textId="77777777" w:rsidR="00884B63" w:rsidRDefault="00884B63" w:rsidP="00884B63">
      <w:pPr>
        <w:numPr>
          <w:ilvl w:val="3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All manufacturing overhead has been assigned to products (</w:t>
      </w:r>
      <w:r>
        <w:rPr>
          <w:b/>
          <w:bCs/>
          <w:sz w:val="32"/>
          <w:szCs w:val="32"/>
        </w:rPr>
        <w:t>$1,130,000 + $670,000 = $1,800,000</w:t>
      </w:r>
      <w:r>
        <w:rPr>
          <w:sz w:val="32"/>
          <w:szCs w:val="32"/>
        </w:rPr>
        <w:t>).</w:t>
      </w:r>
    </w:p>
    <w:p w14:paraId="443E2746" w14:textId="77777777" w:rsidR="00884B63" w:rsidRDefault="00884B63" w:rsidP="00884B63">
      <w:pPr>
        <w:rPr>
          <w:sz w:val="32"/>
          <w:szCs w:val="32"/>
        </w:rPr>
      </w:pPr>
    </w:p>
    <w:p w14:paraId="1F758CD6" w14:textId="77777777" w:rsidR="00884B63" w:rsidRDefault="00C45012" w:rsidP="00884B63">
      <w:pPr>
        <w:numPr>
          <w:ilvl w:val="2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5E272F" wp14:editId="5F12105C">
                <wp:simplePos x="0" y="0"/>
                <wp:positionH relativeFrom="column">
                  <wp:posOffset>0</wp:posOffset>
                </wp:positionH>
                <wp:positionV relativeFrom="paragraph">
                  <wp:posOffset>182245</wp:posOffset>
                </wp:positionV>
                <wp:extent cx="457200" cy="342900"/>
                <wp:effectExtent l="0" t="1270" r="0" b="0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D700E9" w14:textId="77777777" w:rsidR="006E2F43" w:rsidRDefault="006E2F43" w:rsidP="00884B6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03047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  <w:r w:rsidR="00E8495D"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5E272F" id="Text Box 18" o:spid="_x0000_s1036" type="#_x0000_t202" style="position:absolute;left:0;text-align:left;margin-left:0;margin-top:14.35pt;width:36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" stroked="f">
                <v:textbox>
                  <w:txbxContent>
                    <w:p w14:paraId="46D700E9" w14:textId="77777777" w:rsidR="006E2F43" w:rsidRDefault="006E2F43" w:rsidP="00884B6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203047">
                        <w:rPr>
                          <w:sz w:val="32"/>
                          <w:szCs w:val="32"/>
                        </w:rPr>
                        <w:t>1</w:t>
                      </w:r>
                      <w:r w:rsidR="00E8495D">
                        <w:rPr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0A94E7" wp14:editId="57FF48F1">
                <wp:simplePos x="0" y="0"/>
                <wp:positionH relativeFrom="column">
                  <wp:posOffset>457200</wp:posOffset>
                </wp:positionH>
                <wp:positionV relativeFrom="paragraph">
                  <wp:posOffset>86995</wp:posOffset>
                </wp:positionV>
                <wp:extent cx="114300" cy="438150"/>
                <wp:effectExtent l="9525" t="10795" r="9525" b="8255"/>
                <wp:wrapNone/>
                <wp:docPr id="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38150"/>
                        </a:xfrm>
                        <a:prstGeom prst="leftBrace">
                          <a:avLst>
                            <a:gd name="adj1" fmla="val 31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BCCE6" id="AutoShape 17" o:spid="_x0000_s1026" type="#_x0000_t87" style="position:absolute;margin-left:36pt;margin-top:6.85pt;width:9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"/>
            </w:pict>
          </mc:Fallback>
        </mc:AlternateContent>
      </w:r>
      <w:r w:rsidR="00884B63">
        <w:rPr>
          <w:sz w:val="32"/>
          <w:szCs w:val="32"/>
        </w:rPr>
        <w:t xml:space="preserve">The </w:t>
      </w:r>
      <w:r w:rsidR="00884B63">
        <w:rPr>
          <w:b/>
          <w:bCs/>
          <w:sz w:val="32"/>
          <w:szCs w:val="32"/>
        </w:rPr>
        <w:t>activity-based unit product costs</w:t>
      </w:r>
      <w:r w:rsidR="00884B63">
        <w:rPr>
          <w:sz w:val="32"/>
          <w:szCs w:val="32"/>
        </w:rPr>
        <w:t xml:space="preserve"> for both product lines are computed as shown. Notice:</w:t>
      </w:r>
    </w:p>
    <w:p w14:paraId="7BA8B080" w14:textId="77777777" w:rsidR="00884B63" w:rsidRDefault="00884B63" w:rsidP="00884B63">
      <w:pPr>
        <w:rPr>
          <w:sz w:val="32"/>
          <w:szCs w:val="32"/>
        </w:rPr>
      </w:pPr>
    </w:p>
    <w:p w14:paraId="118818A3" w14:textId="77777777" w:rsidR="00884B63" w:rsidRDefault="00C45012" w:rsidP="00884B63">
      <w:pPr>
        <w:numPr>
          <w:ilvl w:val="3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79E3C62" wp14:editId="0C7F7EF4">
                <wp:simplePos x="0" y="0"/>
                <wp:positionH relativeFrom="column">
                  <wp:posOffset>0</wp:posOffset>
                </wp:positionH>
                <wp:positionV relativeFrom="paragraph">
                  <wp:posOffset>342900</wp:posOffset>
                </wp:positionV>
                <wp:extent cx="457200" cy="342900"/>
                <wp:effectExtent l="9525" t="9525" r="9525" b="952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9E238" w14:textId="77777777" w:rsidR="006E2F43" w:rsidRDefault="006E2F43" w:rsidP="00884B6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03047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  <w:r w:rsidR="00E8495D"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9E3C62" id="Text Box 6" o:spid="_x0000_s1037" type="#_x0000_t202" style="position:absolute;left:0;text-align:left;margin-left:0;margin-top:27pt;width:36pt;height:2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" strokecolor="white">
                <v:textbox>
                  <w:txbxContent>
                    <w:p w14:paraId="6BB9E238" w14:textId="77777777" w:rsidR="006E2F43" w:rsidRDefault="006E2F43" w:rsidP="00884B6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203047">
                        <w:rPr>
                          <w:sz w:val="32"/>
                          <w:szCs w:val="32"/>
                        </w:rPr>
                        <w:t>1</w:t>
                      </w:r>
                      <w:r w:rsidR="00E8495D">
                        <w:rPr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2361A27" wp14:editId="409616E5">
                <wp:simplePos x="0" y="0"/>
                <wp:positionH relativeFrom="column">
                  <wp:posOffset>457200</wp:posOffset>
                </wp:positionH>
                <wp:positionV relativeFrom="paragraph">
                  <wp:posOffset>114300</wp:posOffset>
                </wp:positionV>
                <wp:extent cx="114300" cy="810260"/>
                <wp:effectExtent l="9525" t="9525" r="9525" b="889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810260"/>
                        </a:xfrm>
                        <a:prstGeom prst="leftBrace">
                          <a:avLst>
                            <a:gd name="adj1" fmla="val 5907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4FA70" id="AutoShape 7" o:spid="_x0000_s1026" type="#_x0000_t87" style="position:absolute;margin-left:36pt;margin-top:9pt;width:9pt;height:63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"/>
            </w:pict>
          </mc:Fallback>
        </mc:AlternateContent>
      </w:r>
      <w:r w:rsidR="00884B63">
        <w:rPr>
          <w:sz w:val="32"/>
          <w:szCs w:val="32"/>
        </w:rPr>
        <w:t>The manufacturing overhead per unit for both products is computed by taking the total overhead assigned to that product and dividing it by the number of units produced.</w:t>
      </w:r>
    </w:p>
    <w:p w14:paraId="2D25DBB0" w14:textId="77777777" w:rsidR="006E2F43" w:rsidRDefault="006E2F43" w:rsidP="006E2F43">
      <w:pPr>
        <w:rPr>
          <w:sz w:val="32"/>
          <w:szCs w:val="32"/>
        </w:rPr>
      </w:pPr>
    </w:p>
    <w:p w14:paraId="2069CACD" w14:textId="77777777" w:rsidR="00884B63" w:rsidRDefault="00C45012" w:rsidP="00884B63">
      <w:pPr>
        <w:pStyle w:val="Heading4"/>
        <w:rPr>
          <w:b w:val="0"/>
          <w:bCs w:val="0"/>
        </w:rPr>
      </w:pPr>
      <w:r>
        <w:rPr>
          <w:noProof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F92907" wp14:editId="69A7E993">
                <wp:simplePos x="0" y="0"/>
                <wp:positionH relativeFrom="column">
                  <wp:posOffset>457200</wp:posOffset>
                </wp:positionH>
                <wp:positionV relativeFrom="paragraph">
                  <wp:posOffset>99060</wp:posOffset>
                </wp:positionV>
                <wp:extent cx="118745" cy="1867535"/>
                <wp:effectExtent l="9525" t="13335" r="5080" b="5080"/>
                <wp:wrapNone/>
                <wp:docPr id="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745" cy="1867535"/>
                        </a:xfrm>
                        <a:prstGeom prst="leftBrace">
                          <a:avLst>
                            <a:gd name="adj1" fmla="val 13106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C1BA5" id="AutoShape 19" o:spid="_x0000_s1026" type="#_x0000_t87" style="position:absolute;margin-left:36pt;margin-top:7.8pt;width:9.35pt;height:14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"/>
            </w:pict>
          </mc:Fallback>
        </mc:AlternateContent>
      </w:r>
      <w:r w:rsidR="00884B63">
        <w:rPr>
          <w:b w:val="0"/>
          <w:bCs w:val="0"/>
        </w:rPr>
        <w:t xml:space="preserve">Simmons Industries – </w:t>
      </w:r>
      <w:r w:rsidR="00884B63">
        <w:t>comparing the two approaches</w:t>
      </w:r>
    </w:p>
    <w:p w14:paraId="1595E87A" w14:textId="77777777" w:rsidR="00884B63" w:rsidRDefault="00884B63" w:rsidP="00884B63">
      <w:pPr>
        <w:rPr>
          <w:sz w:val="32"/>
          <w:szCs w:val="32"/>
        </w:rPr>
      </w:pPr>
    </w:p>
    <w:p w14:paraId="3304472B" w14:textId="77777777" w:rsidR="00884B63" w:rsidRDefault="00C45012" w:rsidP="00884B63">
      <w:pPr>
        <w:numPr>
          <w:ilvl w:val="2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B8AC27" wp14:editId="6CB148C1">
                <wp:simplePos x="0" y="0"/>
                <wp:positionH relativeFrom="column">
                  <wp:posOffset>0</wp:posOffset>
                </wp:positionH>
                <wp:positionV relativeFrom="paragraph">
                  <wp:posOffset>412115</wp:posOffset>
                </wp:positionV>
                <wp:extent cx="457200" cy="342900"/>
                <wp:effectExtent l="0" t="0" r="0" b="0"/>
                <wp:wrapNone/>
                <wp:docPr id="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0DC657" w14:textId="77777777" w:rsidR="006E2F43" w:rsidRDefault="006E2F43" w:rsidP="00884B6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03047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  <w:r w:rsidR="00E8495D"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B8AC27" id="Text Box 20" o:spid="_x0000_s1038" type="#_x0000_t202" style="position:absolute;left:0;text-align:left;margin-left:0;margin-top:32.45pt;width:36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" stroked="f">
                <v:textbox>
                  <w:txbxContent>
                    <w:p w14:paraId="090DC657" w14:textId="77777777" w:rsidR="006E2F43" w:rsidRDefault="006E2F43" w:rsidP="00884B6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203047">
                        <w:rPr>
                          <w:sz w:val="32"/>
                          <w:szCs w:val="32"/>
                        </w:rPr>
                        <w:t>1</w:t>
                      </w:r>
                      <w:r w:rsidR="00E8495D">
                        <w:rPr>
                          <w:sz w:val="32"/>
                          <w:szCs w:val="3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884B63">
        <w:rPr>
          <w:sz w:val="32"/>
          <w:szCs w:val="32"/>
        </w:rPr>
        <w:t xml:space="preserve">The difference in unit product costs between the two methods is as shown. Notice, the </w:t>
      </w:r>
      <w:r w:rsidR="00E80100">
        <w:rPr>
          <w:sz w:val="32"/>
          <w:szCs w:val="32"/>
        </w:rPr>
        <w:t>activity-based</w:t>
      </w:r>
      <w:r w:rsidR="00884B63">
        <w:rPr>
          <w:sz w:val="32"/>
          <w:szCs w:val="32"/>
        </w:rPr>
        <w:t xml:space="preserve"> unit product cost for the deluxe (standard) product line is higher (lower) than what was computed using the traditional cost system. This is because:</w:t>
      </w:r>
    </w:p>
    <w:p w14:paraId="462B14F6" w14:textId="77777777" w:rsidR="00884B63" w:rsidRDefault="00884B63" w:rsidP="00884B63">
      <w:pPr>
        <w:rPr>
          <w:sz w:val="32"/>
          <w:szCs w:val="32"/>
        </w:rPr>
      </w:pPr>
    </w:p>
    <w:p w14:paraId="7DD0011F" w14:textId="77777777" w:rsidR="00884B63" w:rsidRDefault="006D32C6" w:rsidP="00884B63">
      <w:pPr>
        <w:numPr>
          <w:ilvl w:val="3"/>
          <w:numId w:val="1"/>
        </w:numPr>
        <w:rPr>
          <w:sz w:val="32"/>
          <w:szCs w:val="32"/>
        </w:rPr>
      </w:pPr>
      <w:r>
        <w:rPr>
          <w:noProof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41063A" wp14:editId="2198D17D">
                <wp:simplePos x="0" y="0"/>
                <wp:positionH relativeFrom="column">
                  <wp:posOffset>-76200</wp:posOffset>
                </wp:positionH>
                <wp:positionV relativeFrom="paragraph">
                  <wp:posOffset>921385</wp:posOffset>
                </wp:positionV>
                <wp:extent cx="481330" cy="295275"/>
                <wp:effectExtent l="0" t="0" r="0" b="9525"/>
                <wp:wrapNone/>
                <wp:docPr id="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33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422D1E" w14:textId="77777777" w:rsidR="00E8495D" w:rsidRPr="000E62D6" w:rsidRDefault="00E8495D" w:rsidP="000E62D6">
                            <w:pPr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  <w:r w:rsidRPr="000E62D6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1063A" id="Text Box 35" o:spid="_x0000_s1039" type="#_x0000_t202" style="position:absolute;left:0;text-align:left;margin-left:-6pt;margin-top:72.55pt;width:37.9pt;height:23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" stroked="f">
                <v:textbox>
                  <w:txbxContent>
                    <w:p w14:paraId="47422D1E" w14:textId="77777777" w:rsidR="00E8495D" w:rsidRPr="000E62D6" w:rsidRDefault="00E8495D" w:rsidP="000E62D6">
                      <w:pPr>
                        <w:jc w:val="right"/>
                        <w:rPr>
                          <w:sz w:val="32"/>
                          <w:szCs w:val="32"/>
                        </w:rPr>
                      </w:pPr>
                      <w:r w:rsidRPr="000E62D6">
                        <w:rPr>
                          <w:sz w:val="32"/>
                          <w:szCs w:val="32"/>
                        </w:rPr>
                        <w:t>1</w:t>
                      </w:r>
                      <w:r>
                        <w:rPr>
                          <w:sz w:val="32"/>
                          <w:szCs w:val="3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A969E5" wp14:editId="44506CF4">
                <wp:simplePos x="0" y="0"/>
                <wp:positionH relativeFrom="column">
                  <wp:posOffset>457200</wp:posOffset>
                </wp:positionH>
                <wp:positionV relativeFrom="paragraph">
                  <wp:posOffset>64135</wp:posOffset>
                </wp:positionV>
                <wp:extent cx="118745" cy="2009775"/>
                <wp:effectExtent l="0" t="0" r="14605" b="28575"/>
                <wp:wrapNone/>
                <wp:docPr id="1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745" cy="2009775"/>
                        </a:xfrm>
                        <a:prstGeom prst="leftBrace">
                          <a:avLst>
                            <a:gd name="adj1" fmla="val 13106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615D6" id="AutoShape 34" o:spid="_x0000_s1026" type="#_x0000_t87" style="position:absolute;margin-left:36pt;margin-top:5.05pt;width:9.35pt;height:158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" adj="1673"/>
            </w:pict>
          </mc:Fallback>
        </mc:AlternateContent>
      </w:r>
      <w:r w:rsidR="00884B63">
        <w:rPr>
          <w:sz w:val="32"/>
          <w:szCs w:val="32"/>
        </w:rPr>
        <w:t xml:space="preserve">The </w:t>
      </w:r>
      <w:r w:rsidR="00E80100">
        <w:rPr>
          <w:sz w:val="32"/>
          <w:szCs w:val="32"/>
        </w:rPr>
        <w:t xml:space="preserve">activity-based approach </w:t>
      </w:r>
      <w:r w:rsidR="00884B63">
        <w:rPr>
          <w:sz w:val="32"/>
          <w:szCs w:val="32"/>
        </w:rPr>
        <w:t xml:space="preserve">contains </w:t>
      </w:r>
      <w:r w:rsidR="00884B63">
        <w:rPr>
          <w:b/>
          <w:bCs/>
          <w:sz w:val="32"/>
          <w:szCs w:val="32"/>
        </w:rPr>
        <w:t>two non-volume-related cost pools</w:t>
      </w:r>
      <w:r w:rsidR="00884B63">
        <w:rPr>
          <w:sz w:val="32"/>
          <w:szCs w:val="32"/>
        </w:rPr>
        <w:t>—“setting up machines” which is a batch-level activity and “parts administration” which is a product-level activity.</w:t>
      </w:r>
    </w:p>
    <w:p w14:paraId="2FC807B6" w14:textId="77777777" w:rsidR="00884B63" w:rsidRDefault="00884B63" w:rsidP="00884B63">
      <w:pPr>
        <w:numPr>
          <w:ilvl w:val="3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The </w:t>
      </w:r>
      <w:r w:rsidR="00E80100">
        <w:rPr>
          <w:sz w:val="32"/>
          <w:szCs w:val="32"/>
        </w:rPr>
        <w:t>activity-based approach</w:t>
      </w:r>
      <w:r>
        <w:rPr>
          <w:sz w:val="32"/>
          <w:szCs w:val="32"/>
        </w:rPr>
        <w:t xml:space="preserve"> assigned these costs to products in a way that </w:t>
      </w:r>
      <w:r>
        <w:rPr>
          <w:b/>
          <w:bCs/>
          <w:sz w:val="32"/>
          <w:szCs w:val="32"/>
        </w:rPr>
        <w:t xml:space="preserve">shifted costs from the </w:t>
      </w:r>
      <w:proofErr w:type="gramStart"/>
      <w:r>
        <w:rPr>
          <w:b/>
          <w:bCs/>
          <w:sz w:val="32"/>
          <w:szCs w:val="32"/>
        </w:rPr>
        <w:t>high volume</w:t>
      </w:r>
      <w:proofErr w:type="gramEnd"/>
      <w:r>
        <w:rPr>
          <w:b/>
          <w:bCs/>
          <w:sz w:val="32"/>
          <w:szCs w:val="32"/>
        </w:rPr>
        <w:t xml:space="preserve"> product (standard) to the low volume product (deluxe)</w:t>
      </w:r>
      <w:r>
        <w:rPr>
          <w:sz w:val="32"/>
          <w:szCs w:val="32"/>
        </w:rPr>
        <w:t>.</w:t>
      </w:r>
    </w:p>
    <w:p w14:paraId="27DC97ED" w14:textId="77777777" w:rsidR="002A1D4B" w:rsidRDefault="002A1D4B"/>
    <w:sectPr w:rsidR="002A1D4B" w:rsidSect="00DB0901">
      <w:headerReference w:type="default" r:id="rId10"/>
      <w:footerReference w:type="even" r:id="rId11"/>
      <w:footerReference w:type="default" r:id="rId12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Helen" w:date="2016-11-12T23:59:00Z" w:initials="H">
    <w:p w14:paraId="3916411E" w14:textId="77777777" w:rsidR="0041471B" w:rsidRDefault="0041471B">
      <w:pPr>
        <w:pStyle w:val="CommentText"/>
      </w:pPr>
      <w:r>
        <w:rPr>
          <w:rStyle w:val="CommentReference"/>
        </w:rPr>
        <w:annotationRef/>
      </w:r>
      <w:r>
        <w:t xml:space="preserve">Note that the Appendix 2A PPT and LN files correspond.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916411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916411E" w16cid:durableId="21BED60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EAE61F" w14:textId="77777777" w:rsidR="000E75B2" w:rsidRDefault="000E75B2">
      <w:r>
        <w:separator/>
      </w:r>
    </w:p>
  </w:endnote>
  <w:endnote w:type="continuationSeparator" w:id="0">
    <w:p w14:paraId="4CAFC015" w14:textId="77777777" w:rsidR="000E75B2" w:rsidRDefault="000E7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3A322" w14:textId="77777777" w:rsidR="006E2F43" w:rsidRDefault="006E2F4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7C60B38" w14:textId="77777777" w:rsidR="006E2F43" w:rsidRDefault="006E2F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D9D14" w14:textId="77777777" w:rsidR="006E2F43" w:rsidRDefault="002B39A4" w:rsidP="00DB0901">
    <w:pPr>
      <w:pStyle w:val="Footer"/>
      <w:jc w:val="center"/>
      <w:rPr>
        <w:rStyle w:val="PageNumber"/>
        <w:sz w:val="20"/>
        <w:szCs w:val="20"/>
      </w:rPr>
    </w:pPr>
    <w:r>
      <w:rPr>
        <w:rStyle w:val="PageNumber"/>
        <w:sz w:val="20"/>
        <w:szCs w:val="20"/>
      </w:rPr>
      <w:t>2A</w:t>
    </w:r>
    <w:r w:rsidR="006E2F43" w:rsidRPr="00045CC2">
      <w:rPr>
        <w:rStyle w:val="PageNumber"/>
        <w:sz w:val="20"/>
        <w:szCs w:val="20"/>
      </w:rPr>
      <w:t>-</w:t>
    </w:r>
    <w:r w:rsidR="006E2F43" w:rsidRPr="00045CC2">
      <w:rPr>
        <w:rStyle w:val="PageNumber"/>
        <w:sz w:val="20"/>
        <w:szCs w:val="20"/>
      </w:rPr>
      <w:fldChar w:fldCharType="begin"/>
    </w:r>
    <w:r w:rsidR="006E2F43" w:rsidRPr="00045CC2">
      <w:rPr>
        <w:rStyle w:val="PageNumber"/>
        <w:sz w:val="20"/>
        <w:szCs w:val="20"/>
      </w:rPr>
      <w:instrText xml:space="preserve"> PAGE </w:instrText>
    </w:r>
    <w:r w:rsidR="006E2F43" w:rsidRPr="00045CC2">
      <w:rPr>
        <w:rStyle w:val="PageNumber"/>
        <w:sz w:val="20"/>
        <w:szCs w:val="20"/>
      </w:rPr>
      <w:fldChar w:fldCharType="separate"/>
    </w:r>
    <w:r w:rsidR="0052373C">
      <w:rPr>
        <w:rStyle w:val="PageNumber"/>
        <w:noProof/>
        <w:sz w:val="20"/>
        <w:szCs w:val="20"/>
      </w:rPr>
      <w:t>1</w:t>
    </w:r>
    <w:r w:rsidR="006E2F43" w:rsidRPr="00045CC2">
      <w:rPr>
        <w:rStyle w:val="PageNumber"/>
        <w:sz w:val="20"/>
        <w:szCs w:val="20"/>
      </w:rPr>
      <w:fldChar w:fldCharType="end"/>
    </w:r>
  </w:p>
  <w:p w14:paraId="25600074" w14:textId="77777777" w:rsidR="008A0D4B" w:rsidRPr="008A0D4B" w:rsidRDefault="008A0D4B" w:rsidP="008A0D4B">
    <w:pPr>
      <w:pStyle w:val="Footer1"/>
      <w:ind w:right="360"/>
      <w:jc w:val="center"/>
      <w:rPr>
        <w:i w:val="0"/>
        <w:sz w:val="16"/>
        <w:szCs w:val="16"/>
      </w:rPr>
    </w:pPr>
    <w:r w:rsidRPr="00442A9A">
      <w:rPr>
        <w:i w:val="0"/>
        <w:sz w:val="16"/>
        <w:szCs w:val="16"/>
      </w:rPr>
      <w:t xml:space="preserve">Copyright © </w:t>
    </w:r>
    <w:r w:rsidR="003A11D5">
      <w:rPr>
        <w:i w:val="0"/>
        <w:sz w:val="16"/>
        <w:szCs w:val="16"/>
      </w:rPr>
      <w:t>2021</w:t>
    </w:r>
    <w:r w:rsidR="002B39A4" w:rsidRPr="00442A9A">
      <w:rPr>
        <w:i w:val="0"/>
        <w:sz w:val="16"/>
        <w:szCs w:val="16"/>
      </w:rPr>
      <w:t xml:space="preserve"> </w:t>
    </w:r>
    <w:r w:rsidRPr="00442A9A">
      <w:rPr>
        <w:i w:val="0"/>
        <w:sz w:val="16"/>
        <w:szCs w:val="16"/>
      </w:rPr>
      <w:t>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A4380" w14:textId="77777777" w:rsidR="000E75B2" w:rsidRDefault="000E75B2">
      <w:r>
        <w:separator/>
      </w:r>
    </w:p>
  </w:footnote>
  <w:footnote w:type="continuationSeparator" w:id="0">
    <w:p w14:paraId="672C792D" w14:textId="77777777" w:rsidR="000E75B2" w:rsidRDefault="000E7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3FB09" w14:textId="77777777" w:rsidR="006E2F43" w:rsidRPr="00E351B1" w:rsidRDefault="00E351B1" w:rsidP="00E351B1">
    <w:pPr>
      <w:pStyle w:val="Title"/>
      <w:jc w:val="left"/>
      <w:rPr>
        <w:b w:val="0"/>
        <w:sz w:val="20"/>
        <w:szCs w:val="20"/>
      </w:rPr>
    </w:pPr>
    <w:r w:rsidRPr="00E351B1">
      <w:rPr>
        <w:b w:val="0"/>
        <w:sz w:val="20"/>
        <w:szCs w:val="20"/>
      </w:rPr>
      <w:t>Chapter</w:t>
    </w:r>
    <w:r w:rsidR="006E2F43" w:rsidRPr="00E351B1">
      <w:rPr>
        <w:b w:val="0"/>
        <w:sz w:val="20"/>
        <w:szCs w:val="20"/>
      </w:rPr>
      <w:t xml:space="preserve"> </w:t>
    </w:r>
    <w:r w:rsidR="002B39A4" w:rsidRPr="00E351B1">
      <w:rPr>
        <w:b w:val="0"/>
        <w:sz w:val="20"/>
        <w:szCs w:val="20"/>
      </w:rPr>
      <w:t>0</w:t>
    </w:r>
    <w:r w:rsidR="002B39A4">
      <w:rPr>
        <w:b w:val="0"/>
        <w:sz w:val="20"/>
        <w:szCs w:val="20"/>
      </w:rPr>
      <w:t>2</w:t>
    </w:r>
    <w:r w:rsidR="002B39A4" w:rsidRPr="00E351B1">
      <w:rPr>
        <w:b w:val="0"/>
        <w:sz w:val="20"/>
        <w:szCs w:val="20"/>
      </w:rPr>
      <w:t xml:space="preserve">A </w:t>
    </w:r>
    <w:r w:rsidRPr="00E351B1">
      <w:rPr>
        <w:b w:val="0"/>
        <w:sz w:val="20"/>
        <w:szCs w:val="20"/>
      </w:rPr>
      <w:t>- Lecture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9672D8"/>
    <w:multiLevelType w:val="hybridMultilevel"/>
    <w:tmpl w:val="014E5370"/>
    <w:lvl w:ilvl="0" w:tplc="9C92130A">
      <w:start w:val="1"/>
      <w:numFmt w:val="upperRoman"/>
      <w:pStyle w:val="Heading9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 w:tplc="DAA2F6AC">
      <w:start w:val="1"/>
      <w:numFmt w:val="upperLetter"/>
      <w:pStyle w:val="Heading4"/>
      <w:lvlText w:val="%2."/>
      <w:lvlJc w:val="left"/>
      <w:pPr>
        <w:tabs>
          <w:tab w:val="num" w:pos="1470"/>
        </w:tabs>
        <w:ind w:left="1470" w:hanging="390"/>
      </w:pPr>
      <w:rPr>
        <w:rFonts w:hint="default"/>
        <w:b w:val="0"/>
      </w:rPr>
    </w:lvl>
    <w:lvl w:ilvl="2" w:tplc="0DFCD632">
      <w:start w:val="1"/>
      <w:numFmt w:val="low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  <w:b w:val="0"/>
      </w:rPr>
    </w:lvl>
    <w:lvl w:ilvl="3" w:tplc="9DC05F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32"/>
        <w:szCs w:val="32"/>
      </w:rPr>
    </w:lvl>
    <w:lvl w:ilvl="4" w:tplc="E93C223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sz w:val="32"/>
        <w:szCs w:val="32"/>
      </w:rPr>
    </w:lvl>
    <w:lvl w:ilvl="5" w:tplc="DBC49D34">
      <w:start w:val="1"/>
      <w:numFmt w:val="decimal"/>
      <w:lvlText w:val="(%6)."/>
      <w:lvlJc w:val="left"/>
      <w:pPr>
        <w:tabs>
          <w:tab w:val="num" w:pos="4400"/>
        </w:tabs>
        <w:ind w:left="4400" w:hanging="600"/>
      </w:pPr>
      <w:rPr>
        <w:rFonts w:hint="default"/>
        <w:b w:val="0"/>
        <w:szCs w:val="32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4B63"/>
    <w:rsid w:val="000E62D6"/>
    <w:rsid w:val="000E75B2"/>
    <w:rsid w:val="000E7CBF"/>
    <w:rsid w:val="00111620"/>
    <w:rsid w:val="00132242"/>
    <w:rsid w:val="00203047"/>
    <w:rsid w:val="002A1D4B"/>
    <w:rsid w:val="002B39A4"/>
    <w:rsid w:val="002D3598"/>
    <w:rsid w:val="00304A6C"/>
    <w:rsid w:val="00375442"/>
    <w:rsid w:val="00397ACD"/>
    <w:rsid w:val="003A11D5"/>
    <w:rsid w:val="003E76FA"/>
    <w:rsid w:val="0041471B"/>
    <w:rsid w:val="00471788"/>
    <w:rsid w:val="004726DF"/>
    <w:rsid w:val="00486768"/>
    <w:rsid w:val="004A714F"/>
    <w:rsid w:val="004F0F90"/>
    <w:rsid w:val="0052373C"/>
    <w:rsid w:val="00641DAF"/>
    <w:rsid w:val="006D32C6"/>
    <w:rsid w:val="006E2F43"/>
    <w:rsid w:val="00743416"/>
    <w:rsid w:val="007869F3"/>
    <w:rsid w:val="007B16C1"/>
    <w:rsid w:val="0086007D"/>
    <w:rsid w:val="00884B63"/>
    <w:rsid w:val="00897008"/>
    <w:rsid w:val="008A0D4B"/>
    <w:rsid w:val="008C2742"/>
    <w:rsid w:val="008D79F3"/>
    <w:rsid w:val="008E1FDD"/>
    <w:rsid w:val="00942B67"/>
    <w:rsid w:val="00977340"/>
    <w:rsid w:val="00A03894"/>
    <w:rsid w:val="00A65B73"/>
    <w:rsid w:val="00AD6D6A"/>
    <w:rsid w:val="00AD6FAB"/>
    <w:rsid w:val="00B709C5"/>
    <w:rsid w:val="00B84728"/>
    <w:rsid w:val="00BB31E0"/>
    <w:rsid w:val="00BE7CC5"/>
    <w:rsid w:val="00C1771D"/>
    <w:rsid w:val="00C45012"/>
    <w:rsid w:val="00CE65B2"/>
    <w:rsid w:val="00DB0901"/>
    <w:rsid w:val="00DC0D6E"/>
    <w:rsid w:val="00E351B1"/>
    <w:rsid w:val="00E80100"/>
    <w:rsid w:val="00E8495D"/>
    <w:rsid w:val="00F17A66"/>
    <w:rsid w:val="00FA280A"/>
    <w:rsid w:val="00FD73FA"/>
    <w:rsid w:val="00FE6BA5"/>
    <w:rsid w:val="00FF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32A202"/>
  <w15:docId w15:val="{8E3A55A0-81C7-4763-B16D-3560EB6B4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84B63"/>
    <w:rPr>
      <w:sz w:val="24"/>
      <w:szCs w:val="24"/>
    </w:rPr>
  </w:style>
  <w:style w:type="paragraph" w:styleId="Heading4">
    <w:name w:val="heading 4"/>
    <w:basedOn w:val="Normal"/>
    <w:next w:val="Normal"/>
    <w:qFormat/>
    <w:rsid w:val="00884B63"/>
    <w:pPr>
      <w:keepNext/>
      <w:numPr>
        <w:ilvl w:val="1"/>
        <w:numId w:val="1"/>
      </w:numPr>
      <w:outlineLvl w:val="3"/>
    </w:pPr>
    <w:rPr>
      <w:b/>
      <w:bCs/>
      <w:sz w:val="32"/>
    </w:rPr>
  </w:style>
  <w:style w:type="paragraph" w:styleId="Heading9">
    <w:name w:val="heading 9"/>
    <w:basedOn w:val="Normal"/>
    <w:next w:val="Normal"/>
    <w:qFormat/>
    <w:rsid w:val="00884B63"/>
    <w:pPr>
      <w:keepNext/>
      <w:numPr>
        <w:numId w:val="1"/>
      </w:numPr>
      <w:jc w:val="both"/>
      <w:outlineLvl w:val="8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84B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84B6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84B63"/>
  </w:style>
  <w:style w:type="character" w:customStyle="1" w:styleId="HeaderChar">
    <w:name w:val="Header Char"/>
    <w:link w:val="Header"/>
    <w:rsid w:val="008C2742"/>
    <w:rPr>
      <w:sz w:val="24"/>
      <w:szCs w:val="24"/>
      <w:lang w:val="en-US" w:eastAsia="en-US" w:bidi="ar-SA"/>
    </w:rPr>
  </w:style>
  <w:style w:type="character" w:styleId="CommentReference">
    <w:name w:val="annotation reference"/>
    <w:rsid w:val="00CE6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E65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65B2"/>
  </w:style>
  <w:style w:type="paragraph" w:styleId="CommentSubject">
    <w:name w:val="annotation subject"/>
    <w:basedOn w:val="CommentText"/>
    <w:next w:val="CommentText"/>
    <w:link w:val="CommentSubjectChar"/>
    <w:rsid w:val="00CE65B2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CE65B2"/>
    <w:rPr>
      <w:b/>
      <w:bCs/>
    </w:rPr>
  </w:style>
  <w:style w:type="paragraph" w:styleId="BalloonText">
    <w:name w:val="Balloon Text"/>
    <w:basedOn w:val="Normal"/>
    <w:link w:val="BalloonTextChar"/>
    <w:rsid w:val="00CE65B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CE65B2"/>
    <w:rPr>
      <w:rFonts w:ascii="Tahoma" w:hAnsi="Tahoma" w:cs="Tahoma"/>
      <w:sz w:val="16"/>
      <w:szCs w:val="16"/>
    </w:rPr>
  </w:style>
  <w:style w:type="paragraph" w:customStyle="1" w:styleId="Footer1">
    <w:name w:val="Footer1"/>
    <w:rsid w:val="008A0D4B"/>
    <w:pPr>
      <w:jc w:val="right"/>
    </w:pPr>
    <w:rPr>
      <w:i/>
      <w:sz w:val="24"/>
    </w:rPr>
  </w:style>
  <w:style w:type="paragraph" w:styleId="Title">
    <w:name w:val="Title"/>
    <w:basedOn w:val="Normal"/>
    <w:link w:val="TitleChar"/>
    <w:qFormat/>
    <w:rsid w:val="00E351B1"/>
    <w:pPr>
      <w:jc w:val="center"/>
    </w:pPr>
    <w:rPr>
      <w:b/>
      <w:bCs/>
      <w:sz w:val="32"/>
      <w:lang w:val="x-none" w:eastAsia="x-none"/>
    </w:rPr>
  </w:style>
  <w:style w:type="character" w:customStyle="1" w:styleId="TitleChar">
    <w:name w:val="Title Char"/>
    <w:link w:val="Title"/>
    <w:rsid w:val="00E351B1"/>
    <w:rPr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The McGraw-Hill Companies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system</dc:creator>
  <cp:lastModifiedBy>Plumb, Patricia</cp:lastModifiedBy>
  <cp:revision>5</cp:revision>
  <dcterms:created xsi:type="dcterms:W3CDTF">2016-11-16T15:58:00Z</dcterms:created>
  <dcterms:modified xsi:type="dcterms:W3CDTF">2020-01-07T15:04:00Z</dcterms:modified>
</cp:coreProperties>
</file>