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4C2F35" w14:textId="77777777" w:rsidR="00D465EB" w:rsidRPr="00C860D5" w:rsidRDefault="00D465EB" w:rsidP="00310D5A">
      <w:pPr>
        <w:spacing w:line="276" w:lineRule="auto"/>
        <w:rPr>
          <w:rFonts w:asciiTheme="minorHAnsi" w:hAnsiTheme="minorHAnsi"/>
          <w:b/>
          <w:color w:val="0000FF"/>
          <w:sz w:val="28"/>
          <w:szCs w:val="28"/>
        </w:rPr>
      </w:pPr>
      <w:bookmarkStart w:id="0" w:name="_GoBack"/>
      <w:bookmarkEnd w:id="0"/>
      <w:r w:rsidRPr="00C860D5">
        <w:rPr>
          <w:rFonts w:asciiTheme="minorHAnsi" w:hAnsiTheme="minorHAnsi"/>
          <w:b/>
          <w:color w:val="0000FF"/>
          <w:sz w:val="28"/>
          <w:szCs w:val="28"/>
        </w:rPr>
        <w:t>Multiple Choice Answer Key</w:t>
      </w:r>
    </w:p>
    <w:p w14:paraId="6EBBED00" w14:textId="77777777" w:rsidR="00310D5A" w:rsidRDefault="00CC50BD" w:rsidP="00310D5A">
      <w:pPr>
        <w:pStyle w:val="Heading1"/>
        <w:spacing w:line="276" w:lineRule="auto"/>
        <w:rPr>
          <w:rFonts w:asciiTheme="minorHAnsi" w:hAnsiTheme="minorHAnsi" w:cstheme="minorHAnsi"/>
          <w:color w:val="0000FF"/>
        </w:rPr>
      </w:pPr>
      <w:r>
        <w:rPr>
          <w:rFonts w:asciiTheme="minorHAnsi" w:hAnsiTheme="minorHAnsi" w:cstheme="minorHAnsi"/>
          <w:color w:val="0000FF"/>
        </w:rPr>
        <w:t xml:space="preserve">Exploring Microsoft </w:t>
      </w:r>
      <w:r w:rsidR="00AF6E2E">
        <w:rPr>
          <w:rFonts w:asciiTheme="minorHAnsi" w:hAnsiTheme="minorHAnsi" w:cstheme="minorHAnsi"/>
          <w:color w:val="0000FF"/>
        </w:rPr>
        <w:t>Excel</w:t>
      </w:r>
      <w:r>
        <w:rPr>
          <w:rFonts w:asciiTheme="minorHAnsi" w:hAnsiTheme="minorHAnsi" w:cstheme="minorHAnsi"/>
          <w:color w:val="0000FF"/>
        </w:rPr>
        <w:t xml:space="preserve"> 2016</w:t>
      </w:r>
      <w:r w:rsidR="00310D5A" w:rsidRPr="004474EC">
        <w:rPr>
          <w:rFonts w:asciiTheme="minorHAnsi" w:hAnsiTheme="minorHAnsi" w:cstheme="minorHAnsi"/>
          <w:color w:val="0000FF"/>
        </w:rPr>
        <w:t xml:space="preserve">, Chapter </w:t>
      </w:r>
      <w:r w:rsidR="00AF6E2E">
        <w:rPr>
          <w:rFonts w:asciiTheme="minorHAnsi" w:hAnsiTheme="minorHAnsi" w:cstheme="minorHAnsi"/>
          <w:color w:val="0000FF"/>
        </w:rPr>
        <w:t>1</w:t>
      </w:r>
    </w:p>
    <w:p w14:paraId="3A8016CE" w14:textId="77777777" w:rsidR="00D465EB" w:rsidRDefault="00D465EB" w:rsidP="00310D5A">
      <w:pPr>
        <w:spacing w:line="276" w:lineRule="auto"/>
        <w:rPr>
          <w:b/>
          <w:color w:val="0000FF"/>
          <w:sz w:val="28"/>
          <w:szCs w:val="28"/>
        </w:rPr>
      </w:pPr>
    </w:p>
    <w:p w14:paraId="5EF7B5C6" w14:textId="77777777" w:rsidR="00AF6E2E" w:rsidRPr="00415A9A" w:rsidRDefault="00AF6E2E" w:rsidP="00415A9A">
      <w:pPr>
        <w:pStyle w:val="CRPROBSET1MCQ"/>
        <w:spacing w:after="160" w:line="259" w:lineRule="auto"/>
        <w:ind w:left="360" w:hanging="360"/>
        <w:rPr>
          <w:rFonts w:asciiTheme="minorHAnsi" w:hAnsiTheme="minorHAnsi"/>
          <w:sz w:val="22"/>
          <w:szCs w:val="22"/>
        </w:rPr>
      </w:pPr>
      <w:r w:rsidRPr="00415A9A">
        <w:rPr>
          <w:rStyle w:val="CRPROBSET1MCQNUM"/>
          <w:rFonts w:asciiTheme="minorHAnsi" w:hAnsiTheme="minorHAnsi"/>
          <w:b w:val="0"/>
          <w:sz w:val="22"/>
          <w:szCs w:val="22"/>
        </w:rPr>
        <w:t>1.</w:t>
      </w:r>
      <w:r w:rsidRPr="00415A9A">
        <w:rPr>
          <w:rStyle w:val="CRPROBSET1MCQNUM"/>
          <w:rFonts w:asciiTheme="minorHAnsi" w:hAnsiTheme="minorHAnsi"/>
          <w:b w:val="0"/>
          <w:sz w:val="22"/>
          <w:szCs w:val="22"/>
        </w:rPr>
        <w:tab/>
      </w:r>
      <w:r w:rsidRPr="00415A9A">
        <w:rPr>
          <w:rFonts w:asciiTheme="minorHAnsi" w:hAnsiTheme="minorHAnsi"/>
          <w:sz w:val="22"/>
          <w:szCs w:val="22"/>
        </w:rPr>
        <w:t xml:space="preserve">Which step is </w:t>
      </w:r>
      <w:r w:rsidRPr="00875EFA">
        <w:rPr>
          <w:rFonts w:asciiTheme="minorHAnsi" w:hAnsiTheme="minorHAnsi"/>
          <w:i/>
          <w:sz w:val="22"/>
          <w:szCs w:val="22"/>
        </w:rPr>
        <w:t>not</w:t>
      </w:r>
      <w:r w:rsidRPr="00415A9A">
        <w:rPr>
          <w:rFonts w:asciiTheme="minorHAnsi" w:hAnsiTheme="minorHAnsi"/>
          <w:sz w:val="22"/>
          <w:szCs w:val="22"/>
        </w:rPr>
        <w:t xml:space="preserve"> part of planning a worksheet design?</w:t>
      </w:r>
    </w:p>
    <w:p w14:paraId="67A5F482" w14:textId="6F7CA073" w:rsidR="00AF6E2E" w:rsidRPr="00415A9A" w:rsidRDefault="00415A9A" w:rsidP="00415A9A">
      <w:pPr>
        <w:pStyle w:val="CRPROBSET1MCQANS"/>
        <w:spacing w:after="160" w:line="259" w:lineRule="auto"/>
        <w:ind w:left="360" w:hanging="360"/>
        <w:rPr>
          <w:rFonts w:asciiTheme="minorHAnsi" w:hAnsiTheme="minorHAnsi"/>
          <w:b/>
          <w:sz w:val="22"/>
          <w:szCs w:val="22"/>
        </w:rPr>
      </w:pPr>
      <w:r w:rsidRPr="00415A9A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ab/>
        <w:t xml:space="preserve">d. </w:t>
      </w:r>
      <w:r w:rsidR="00AF6E2E" w:rsidRPr="00415A9A">
        <w:rPr>
          <w:rFonts w:asciiTheme="minorHAnsi" w:hAnsiTheme="minorHAnsi"/>
          <w:b/>
          <w:sz w:val="22"/>
          <w:szCs w:val="22"/>
        </w:rPr>
        <w:t>Enter labels, values, and formulas.</w:t>
      </w:r>
    </w:p>
    <w:p w14:paraId="64A1FC49" w14:textId="77777777" w:rsidR="00AF6E2E" w:rsidRPr="00415A9A" w:rsidRDefault="00AF6E2E" w:rsidP="00415A9A">
      <w:pPr>
        <w:pStyle w:val="CRPROBSET1MCQ"/>
        <w:spacing w:after="160" w:line="259" w:lineRule="auto"/>
        <w:ind w:left="360" w:hanging="360"/>
        <w:rPr>
          <w:rFonts w:asciiTheme="minorHAnsi" w:hAnsiTheme="minorHAnsi"/>
          <w:sz w:val="22"/>
          <w:szCs w:val="22"/>
        </w:rPr>
      </w:pPr>
      <w:r w:rsidRPr="00415A9A">
        <w:rPr>
          <w:rStyle w:val="CRPROBSET1MCQNUM"/>
          <w:rFonts w:asciiTheme="minorHAnsi" w:hAnsiTheme="minorHAnsi"/>
          <w:b w:val="0"/>
          <w:sz w:val="22"/>
          <w:szCs w:val="22"/>
        </w:rPr>
        <w:t>2.</w:t>
      </w:r>
      <w:r w:rsidRPr="00415A9A">
        <w:rPr>
          <w:rStyle w:val="CRPROBSET1MCQNUM"/>
          <w:rFonts w:asciiTheme="minorHAnsi" w:hAnsiTheme="minorHAnsi"/>
          <w:b w:val="0"/>
          <w:sz w:val="22"/>
          <w:szCs w:val="22"/>
        </w:rPr>
        <w:tab/>
      </w:r>
      <w:r w:rsidR="001D4DA8" w:rsidRPr="00415A9A">
        <w:rPr>
          <w:rFonts w:asciiTheme="minorHAnsi" w:hAnsiTheme="minorHAnsi"/>
          <w:sz w:val="22"/>
          <w:szCs w:val="22"/>
        </w:rPr>
        <w:t>You just copied a range of data containing formulas. However, you want to preserve the formula results and the original number and text formatting in the pasted range. Which paste option would you select</w:t>
      </w:r>
      <w:r w:rsidRPr="00415A9A">
        <w:rPr>
          <w:rFonts w:asciiTheme="minorHAnsi" w:hAnsiTheme="minorHAnsi"/>
          <w:sz w:val="22"/>
          <w:szCs w:val="22"/>
        </w:rPr>
        <w:t>?</w:t>
      </w:r>
    </w:p>
    <w:p w14:paraId="7AC0D9A6" w14:textId="1B244833" w:rsidR="001D4DA8" w:rsidRPr="00415A9A" w:rsidRDefault="00415A9A" w:rsidP="00415A9A">
      <w:pPr>
        <w:pStyle w:val="CRPROBSET1MCQ"/>
        <w:spacing w:after="160" w:line="259" w:lineRule="auto"/>
        <w:ind w:left="360" w:hanging="360"/>
        <w:rPr>
          <w:rFonts w:asciiTheme="minorHAnsi" w:hAnsiTheme="minorHAnsi"/>
          <w:b/>
          <w:sz w:val="22"/>
          <w:szCs w:val="22"/>
        </w:rPr>
      </w:pPr>
      <w:r w:rsidRPr="00415A9A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ab/>
        <w:t xml:space="preserve">c. </w:t>
      </w:r>
      <w:r w:rsidR="001D4DA8" w:rsidRPr="00415A9A">
        <w:rPr>
          <w:rFonts w:asciiTheme="minorHAnsi" w:hAnsiTheme="minorHAnsi"/>
          <w:b/>
          <w:sz w:val="22"/>
          <w:szCs w:val="22"/>
        </w:rPr>
        <w:t>Values &amp; Source Formatting</w:t>
      </w:r>
    </w:p>
    <w:p w14:paraId="3DF342DF" w14:textId="2A19C8EC" w:rsidR="00AF6E2E" w:rsidRPr="00415A9A" w:rsidRDefault="00AF6E2E" w:rsidP="00415A9A">
      <w:pPr>
        <w:pStyle w:val="CRPROBSET1MCQ"/>
        <w:spacing w:after="160" w:line="259" w:lineRule="auto"/>
        <w:ind w:left="360" w:hanging="360"/>
        <w:rPr>
          <w:rFonts w:asciiTheme="minorHAnsi" w:hAnsiTheme="minorHAnsi"/>
          <w:sz w:val="22"/>
          <w:szCs w:val="22"/>
        </w:rPr>
      </w:pPr>
      <w:r w:rsidRPr="00415A9A">
        <w:rPr>
          <w:rStyle w:val="CRPROBSET1MCQNUM"/>
          <w:rFonts w:asciiTheme="minorHAnsi" w:hAnsiTheme="minorHAnsi"/>
          <w:b w:val="0"/>
          <w:sz w:val="22"/>
          <w:szCs w:val="22"/>
        </w:rPr>
        <w:t>3.</w:t>
      </w:r>
      <w:r w:rsidRPr="00415A9A">
        <w:rPr>
          <w:rStyle w:val="CRPROBSET1MCQNUM"/>
          <w:rFonts w:asciiTheme="minorHAnsi" w:hAnsiTheme="minorHAnsi"/>
          <w:b w:val="0"/>
          <w:sz w:val="22"/>
          <w:szCs w:val="22"/>
        </w:rPr>
        <w:tab/>
      </w:r>
      <w:r w:rsidRPr="00415A9A">
        <w:rPr>
          <w:rFonts w:asciiTheme="minorHAnsi" w:hAnsiTheme="minorHAnsi"/>
          <w:sz w:val="22"/>
          <w:szCs w:val="22"/>
        </w:rPr>
        <w:t>Given the formula =B1*B2+B3/B4^2</w:t>
      </w:r>
      <w:r w:rsidR="001D4DA8" w:rsidRPr="00415A9A">
        <w:rPr>
          <w:rFonts w:asciiTheme="minorHAnsi" w:hAnsiTheme="minorHAnsi"/>
          <w:sz w:val="22"/>
          <w:szCs w:val="22"/>
        </w:rPr>
        <w:t>,</w:t>
      </w:r>
      <w:r w:rsidRPr="00415A9A">
        <w:rPr>
          <w:rFonts w:asciiTheme="minorHAnsi" w:hAnsiTheme="minorHAnsi"/>
          <w:sz w:val="22"/>
          <w:szCs w:val="22"/>
        </w:rPr>
        <w:t xml:space="preserve"> </w:t>
      </w:r>
      <w:r w:rsidR="001D4DA8" w:rsidRPr="00415A9A">
        <w:rPr>
          <w:rFonts w:asciiTheme="minorHAnsi" w:hAnsiTheme="minorHAnsi"/>
          <w:sz w:val="22"/>
          <w:szCs w:val="22"/>
        </w:rPr>
        <w:t>what operation is calculated first</w:t>
      </w:r>
      <w:r w:rsidRPr="00415A9A">
        <w:rPr>
          <w:rFonts w:asciiTheme="minorHAnsi" w:hAnsiTheme="minorHAnsi"/>
          <w:sz w:val="22"/>
          <w:szCs w:val="22"/>
        </w:rPr>
        <w:t>?</w:t>
      </w:r>
    </w:p>
    <w:p w14:paraId="59BF1128" w14:textId="47084F72" w:rsidR="001D4DA8" w:rsidRPr="00415A9A" w:rsidRDefault="00415A9A" w:rsidP="00415A9A">
      <w:pPr>
        <w:pStyle w:val="CRPROBSET1MCQ"/>
        <w:spacing w:after="160" w:line="259" w:lineRule="auto"/>
        <w:ind w:left="360" w:hanging="360"/>
        <w:rPr>
          <w:rFonts w:asciiTheme="minorHAnsi" w:hAnsiTheme="minorHAnsi"/>
          <w:b/>
          <w:sz w:val="22"/>
          <w:szCs w:val="22"/>
        </w:rPr>
      </w:pPr>
      <w:r w:rsidRPr="00415A9A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ab/>
        <w:t xml:space="preserve">d. </w:t>
      </w:r>
      <w:r w:rsidR="001D4DA8" w:rsidRPr="00415A9A">
        <w:rPr>
          <w:rFonts w:asciiTheme="minorHAnsi" w:hAnsiTheme="minorHAnsi"/>
          <w:b/>
          <w:sz w:val="22"/>
          <w:szCs w:val="22"/>
        </w:rPr>
        <w:t>B4^2</w:t>
      </w:r>
    </w:p>
    <w:p w14:paraId="12020EE4" w14:textId="77777777" w:rsidR="00AF6E2E" w:rsidRPr="00415A9A" w:rsidRDefault="00AF6E2E" w:rsidP="00415A9A">
      <w:pPr>
        <w:pStyle w:val="CRPROBSET1MCQ"/>
        <w:spacing w:after="160" w:line="259" w:lineRule="auto"/>
        <w:ind w:left="360" w:hanging="360"/>
        <w:rPr>
          <w:rFonts w:asciiTheme="minorHAnsi" w:hAnsiTheme="minorHAnsi"/>
          <w:sz w:val="22"/>
          <w:szCs w:val="22"/>
        </w:rPr>
      </w:pPr>
      <w:r w:rsidRPr="00415A9A">
        <w:rPr>
          <w:rStyle w:val="CRPROBSET1MCQNUM"/>
          <w:rFonts w:asciiTheme="minorHAnsi" w:hAnsiTheme="minorHAnsi"/>
          <w:b w:val="0"/>
          <w:sz w:val="22"/>
          <w:szCs w:val="22"/>
        </w:rPr>
        <w:t>4.</w:t>
      </w:r>
      <w:r w:rsidRPr="00415A9A">
        <w:rPr>
          <w:rStyle w:val="CRPROBSET1MCQNUM"/>
          <w:rFonts w:asciiTheme="minorHAnsi" w:hAnsiTheme="minorHAnsi"/>
          <w:b w:val="0"/>
          <w:sz w:val="22"/>
          <w:szCs w:val="22"/>
        </w:rPr>
        <w:tab/>
      </w:r>
      <w:r w:rsidRPr="00415A9A">
        <w:rPr>
          <w:rFonts w:asciiTheme="minorHAnsi" w:hAnsiTheme="minorHAnsi"/>
          <w:sz w:val="22"/>
          <w:szCs w:val="22"/>
        </w:rPr>
        <w:t>How can you display formulas within the cells instead of the cell results?</w:t>
      </w:r>
    </w:p>
    <w:p w14:paraId="09316F95" w14:textId="4BF3C0AF" w:rsidR="001D4DA8" w:rsidRPr="00415A9A" w:rsidRDefault="00415A9A" w:rsidP="00415A9A">
      <w:pPr>
        <w:pStyle w:val="CRPROBSET1MCQ"/>
        <w:spacing w:after="160" w:line="259" w:lineRule="auto"/>
        <w:ind w:left="36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b. </w:t>
      </w:r>
      <w:r w:rsidR="001D4DA8" w:rsidRPr="00415A9A">
        <w:rPr>
          <w:rFonts w:asciiTheme="minorHAnsi" w:hAnsiTheme="minorHAnsi"/>
          <w:b/>
          <w:sz w:val="22"/>
          <w:szCs w:val="22"/>
        </w:rPr>
        <w:t>Press Ctrl+`.</w:t>
      </w:r>
    </w:p>
    <w:p w14:paraId="3579E313" w14:textId="77777777" w:rsidR="00AF6E2E" w:rsidRPr="00415A9A" w:rsidRDefault="00AF6E2E" w:rsidP="00415A9A">
      <w:pPr>
        <w:pStyle w:val="CRPROBSET1MCQ"/>
        <w:spacing w:after="160" w:line="259" w:lineRule="auto"/>
        <w:ind w:left="360" w:hanging="360"/>
        <w:rPr>
          <w:rFonts w:asciiTheme="minorHAnsi" w:hAnsiTheme="minorHAnsi"/>
          <w:sz w:val="22"/>
          <w:szCs w:val="22"/>
        </w:rPr>
      </w:pPr>
      <w:r w:rsidRPr="00415A9A">
        <w:rPr>
          <w:rStyle w:val="CRPROBSET1MCQNUM"/>
          <w:rFonts w:asciiTheme="minorHAnsi" w:hAnsiTheme="minorHAnsi"/>
          <w:b w:val="0"/>
          <w:sz w:val="22"/>
          <w:szCs w:val="22"/>
        </w:rPr>
        <w:t>5.</w:t>
      </w:r>
      <w:r w:rsidRPr="00415A9A">
        <w:rPr>
          <w:rStyle w:val="CRPROBSET1MCQNUM"/>
          <w:rFonts w:asciiTheme="minorHAnsi" w:hAnsiTheme="minorHAnsi"/>
          <w:b w:val="0"/>
          <w:sz w:val="22"/>
          <w:szCs w:val="22"/>
        </w:rPr>
        <w:tab/>
      </w:r>
      <w:r w:rsidRPr="00415A9A">
        <w:rPr>
          <w:rFonts w:asciiTheme="minorHAnsi" w:hAnsiTheme="minorHAnsi"/>
          <w:sz w:val="22"/>
          <w:szCs w:val="22"/>
        </w:rPr>
        <w:t>What is a fast way to apply several formats at one time?</w:t>
      </w:r>
    </w:p>
    <w:p w14:paraId="1709B870" w14:textId="2A347354" w:rsidR="00AF6E2E" w:rsidRPr="00415A9A" w:rsidRDefault="00415A9A" w:rsidP="00415A9A">
      <w:pPr>
        <w:pStyle w:val="CRPROBSET1MCQANS"/>
        <w:spacing w:after="160" w:line="259" w:lineRule="auto"/>
        <w:ind w:left="360"/>
        <w:rPr>
          <w:rFonts w:asciiTheme="minorHAnsi" w:hAnsiTheme="minorHAnsi"/>
          <w:b/>
          <w:sz w:val="22"/>
          <w:szCs w:val="22"/>
        </w:rPr>
      </w:pPr>
      <w:r w:rsidRPr="00415A9A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 xml:space="preserve">b. </w:t>
      </w:r>
      <w:r w:rsidR="00AF6E2E" w:rsidRPr="00415A9A">
        <w:rPr>
          <w:rFonts w:asciiTheme="minorHAnsi" w:hAnsiTheme="minorHAnsi"/>
          <w:b/>
          <w:sz w:val="22"/>
          <w:szCs w:val="22"/>
        </w:rPr>
        <w:t>Apply a cell style.</w:t>
      </w:r>
    </w:p>
    <w:p w14:paraId="3671D3A8" w14:textId="77777777" w:rsidR="00AF6E2E" w:rsidRPr="00415A9A" w:rsidRDefault="00AF6E2E" w:rsidP="00415A9A">
      <w:pPr>
        <w:pStyle w:val="CRPROBSET1MCQ"/>
        <w:spacing w:after="160" w:line="259" w:lineRule="auto"/>
        <w:ind w:left="360" w:hanging="360"/>
        <w:rPr>
          <w:rFonts w:asciiTheme="minorHAnsi" w:hAnsiTheme="minorHAnsi"/>
          <w:sz w:val="22"/>
          <w:szCs w:val="22"/>
        </w:rPr>
      </w:pPr>
      <w:r w:rsidRPr="00415A9A">
        <w:rPr>
          <w:rStyle w:val="CRPROBSET1MCQNUM"/>
          <w:rFonts w:asciiTheme="minorHAnsi" w:hAnsiTheme="minorHAnsi"/>
          <w:b w:val="0"/>
          <w:sz w:val="22"/>
          <w:szCs w:val="22"/>
        </w:rPr>
        <w:t>6.</w:t>
      </w:r>
      <w:r w:rsidRPr="00415A9A">
        <w:rPr>
          <w:rStyle w:val="CRPROBSET1MCQNUM"/>
          <w:rFonts w:asciiTheme="minorHAnsi" w:hAnsiTheme="minorHAnsi"/>
          <w:b w:val="0"/>
          <w:sz w:val="22"/>
          <w:szCs w:val="22"/>
        </w:rPr>
        <w:tab/>
      </w:r>
      <w:r w:rsidRPr="00415A9A">
        <w:rPr>
          <w:rFonts w:asciiTheme="minorHAnsi" w:hAnsiTheme="minorHAnsi"/>
          <w:sz w:val="22"/>
          <w:szCs w:val="22"/>
        </w:rPr>
        <w:t xml:space="preserve">Which of the following is </w:t>
      </w:r>
      <w:r w:rsidRPr="00415A9A">
        <w:rPr>
          <w:rFonts w:asciiTheme="minorHAnsi" w:hAnsiTheme="minorHAnsi"/>
          <w:i/>
          <w:sz w:val="22"/>
          <w:szCs w:val="22"/>
        </w:rPr>
        <w:t>not</w:t>
      </w:r>
      <w:r w:rsidRPr="00415A9A">
        <w:rPr>
          <w:rFonts w:asciiTheme="minorHAnsi" w:hAnsiTheme="minorHAnsi"/>
          <w:sz w:val="22"/>
          <w:szCs w:val="22"/>
        </w:rPr>
        <w:t xml:space="preserve"> an alignment option?</w:t>
      </w:r>
    </w:p>
    <w:p w14:paraId="4294C56B" w14:textId="2B8804FD" w:rsidR="00AF6E2E" w:rsidRPr="00415A9A" w:rsidRDefault="00415A9A" w:rsidP="00415A9A">
      <w:pPr>
        <w:pStyle w:val="CRPROBSET1MCQANS"/>
        <w:spacing w:after="160" w:line="259" w:lineRule="auto"/>
        <w:ind w:left="36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c. </w:t>
      </w:r>
      <w:r w:rsidR="00AF6E2E" w:rsidRPr="00415A9A">
        <w:rPr>
          <w:rFonts w:asciiTheme="minorHAnsi" w:hAnsiTheme="minorHAnsi"/>
          <w:b/>
          <w:sz w:val="22"/>
          <w:szCs w:val="22"/>
        </w:rPr>
        <w:t>Fill Color</w:t>
      </w:r>
    </w:p>
    <w:p w14:paraId="53FC2F9A" w14:textId="77777777" w:rsidR="00AF6E2E" w:rsidRPr="00415A9A" w:rsidRDefault="00AF6E2E" w:rsidP="00415A9A">
      <w:pPr>
        <w:pStyle w:val="CRPROBSET1MCQ"/>
        <w:spacing w:after="160" w:line="259" w:lineRule="auto"/>
        <w:ind w:left="360" w:hanging="360"/>
        <w:rPr>
          <w:rFonts w:asciiTheme="minorHAnsi" w:hAnsiTheme="minorHAnsi"/>
          <w:sz w:val="22"/>
          <w:szCs w:val="22"/>
        </w:rPr>
      </w:pPr>
      <w:r w:rsidRPr="00415A9A">
        <w:rPr>
          <w:rStyle w:val="CRPROBSET1MCQNUM"/>
          <w:rFonts w:asciiTheme="minorHAnsi" w:hAnsiTheme="minorHAnsi"/>
          <w:b w:val="0"/>
          <w:sz w:val="22"/>
          <w:szCs w:val="22"/>
        </w:rPr>
        <w:t>7.</w:t>
      </w:r>
      <w:r w:rsidRPr="00415A9A">
        <w:rPr>
          <w:rStyle w:val="CRPROBSET1MCQNUM"/>
          <w:rFonts w:asciiTheme="minorHAnsi" w:hAnsiTheme="minorHAnsi"/>
          <w:b w:val="0"/>
          <w:sz w:val="22"/>
          <w:szCs w:val="22"/>
        </w:rPr>
        <w:tab/>
      </w:r>
      <w:r w:rsidRPr="00415A9A">
        <w:rPr>
          <w:rFonts w:asciiTheme="minorHAnsi" w:hAnsiTheme="minorHAnsi"/>
          <w:sz w:val="22"/>
          <w:szCs w:val="22"/>
        </w:rPr>
        <w:t xml:space="preserve">Which of the following characteristics is </w:t>
      </w:r>
      <w:r w:rsidRPr="00AE2794">
        <w:rPr>
          <w:rFonts w:asciiTheme="minorHAnsi" w:hAnsiTheme="minorHAnsi"/>
          <w:i/>
          <w:sz w:val="22"/>
          <w:szCs w:val="22"/>
        </w:rPr>
        <w:t>not</w:t>
      </w:r>
      <w:r w:rsidRPr="00415A9A">
        <w:rPr>
          <w:rFonts w:asciiTheme="minorHAnsi" w:hAnsiTheme="minorHAnsi"/>
          <w:sz w:val="22"/>
          <w:szCs w:val="22"/>
        </w:rPr>
        <w:t xml:space="preserve"> applicable to the Accounting Number Format?</w:t>
      </w:r>
    </w:p>
    <w:p w14:paraId="0CBAFEFD" w14:textId="2355A2EF" w:rsidR="00AF6E2E" w:rsidRPr="00415A9A" w:rsidRDefault="00415A9A" w:rsidP="00415A9A">
      <w:pPr>
        <w:pStyle w:val="CRPROBSET1MCQANS"/>
        <w:spacing w:after="160" w:line="259" w:lineRule="auto"/>
        <w:ind w:left="36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a. </w:t>
      </w:r>
      <w:r w:rsidR="00AF6E2E" w:rsidRPr="00415A9A">
        <w:rPr>
          <w:rFonts w:asciiTheme="minorHAnsi" w:hAnsiTheme="minorHAnsi"/>
          <w:b/>
          <w:sz w:val="22"/>
          <w:szCs w:val="22"/>
        </w:rPr>
        <w:t>Dollar sign immediately on the left side of the value</w:t>
      </w:r>
    </w:p>
    <w:p w14:paraId="78DF80CF" w14:textId="77777777" w:rsidR="00AF6E2E" w:rsidRPr="00415A9A" w:rsidRDefault="00AF6E2E" w:rsidP="00415A9A">
      <w:pPr>
        <w:pStyle w:val="CRPROBSET1MCQ"/>
        <w:spacing w:after="160" w:line="259" w:lineRule="auto"/>
        <w:ind w:left="360" w:hanging="360"/>
        <w:rPr>
          <w:rFonts w:asciiTheme="minorHAnsi" w:hAnsiTheme="minorHAnsi"/>
          <w:sz w:val="22"/>
          <w:szCs w:val="22"/>
        </w:rPr>
      </w:pPr>
      <w:r w:rsidRPr="00415A9A">
        <w:rPr>
          <w:rStyle w:val="CRPROBSET1MCQNUM"/>
          <w:rFonts w:asciiTheme="minorHAnsi" w:hAnsiTheme="minorHAnsi"/>
          <w:b w:val="0"/>
          <w:sz w:val="22"/>
          <w:szCs w:val="22"/>
        </w:rPr>
        <w:t>8.</w:t>
      </w:r>
      <w:r w:rsidRPr="00415A9A">
        <w:rPr>
          <w:rStyle w:val="CRPROBSET1MCQNUM"/>
          <w:rFonts w:asciiTheme="minorHAnsi" w:hAnsiTheme="minorHAnsi"/>
          <w:b w:val="0"/>
          <w:sz w:val="22"/>
          <w:szCs w:val="22"/>
        </w:rPr>
        <w:tab/>
      </w:r>
      <w:r w:rsidRPr="00415A9A">
        <w:rPr>
          <w:rFonts w:asciiTheme="minorHAnsi" w:hAnsiTheme="minorHAnsi"/>
          <w:sz w:val="22"/>
          <w:szCs w:val="22"/>
        </w:rPr>
        <w:t>You selected and copied worksheet data containing formulas. However, you want the pasted copy to contain the current formula results rather than formulas. What do you do?</w:t>
      </w:r>
    </w:p>
    <w:p w14:paraId="4327FC7C" w14:textId="78C8B4DD" w:rsidR="00AF6E2E" w:rsidRPr="00415A9A" w:rsidRDefault="00415A9A" w:rsidP="00415A9A">
      <w:pPr>
        <w:pStyle w:val="CRPROBSET1MCQANS"/>
        <w:spacing w:after="160" w:line="259" w:lineRule="auto"/>
        <w:ind w:left="36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c. </w:t>
      </w:r>
      <w:r w:rsidR="00AF6E2E" w:rsidRPr="00415A9A">
        <w:rPr>
          <w:rFonts w:asciiTheme="minorHAnsi" w:hAnsiTheme="minorHAnsi"/>
          <w:b/>
          <w:sz w:val="22"/>
          <w:szCs w:val="22"/>
        </w:rPr>
        <w:t>Click the Paste arrow in the Clipboard group and select Values &amp; Source Formatting.</w:t>
      </w:r>
    </w:p>
    <w:p w14:paraId="624D946C" w14:textId="315A9514" w:rsidR="00AF6E2E" w:rsidRPr="00415A9A" w:rsidRDefault="00AF6E2E" w:rsidP="00415A9A">
      <w:pPr>
        <w:pStyle w:val="CRPROBSET1MCQ"/>
        <w:spacing w:after="160" w:line="259" w:lineRule="auto"/>
        <w:ind w:left="360" w:hanging="360"/>
        <w:rPr>
          <w:rFonts w:asciiTheme="minorHAnsi" w:hAnsiTheme="minorHAnsi"/>
          <w:sz w:val="22"/>
          <w:szCs w:val="22"/>
        </w:rPr>
      </w:pPr>
      <w:r w:rsidRPr="00415A9A">
        <w:rPr>
          <w:rStyle w:val="CRPROBSET1MCQNUM"/>
          <w:rFonts w:asciiTheme="minorHAnsi" w:hAnsiTheme="minorHAnsi"/>
          <w:b w:val="0"/>
          <w:sz w:val="22"/>
          <w:szCs w:val="22"/>
        </w:rPr>
        <w:t>9.</w:t>
      </w:r>
      <w:r w:rsidRPr="00415A9A">
        <w:rPr>
          <w:rStyle w:val="CRPROBSET1MCQNUM"/>
          <w:rFonts w:asciiTheme="minorHAnsi" w:hAnsiTheme="minorHAnsi"/>
          <w:b w:val="0"/>
          <w:sz w:val="22"/>
          <w:szCs w:val="22"/>
        </w:rPr>
        <w:tab/>
      </w:r>
      <w:r w:rsidRPr="00415A9A">
        <w:rPr>
          <w:rFonts w:asciiTheme="minorHAnsi" w:hAnsiTheme="minorHAnsi"/>
          <w:sz w:val="22"/>
          <w:szCs w:val="22"/>
        </w:rPr>
        <w:t xml:space="preserve">Assume that the data on a worksheet consume a whole printed page and a couple of columns on a second page. You can do all of the following </w:t>
      </w:r>
      <w:r w:rsidRPr="002B3954">
        <w:rPr>
          <w:rFonts w:asciiTheme="minorHAnsi" w:hAnsiTheme="minorHAnsi"/>
          <w:i/>
          <w:sz w:val="22"/>
          <w:szCs w:val="22"/>
        </w:rPr>
        <w:t>except</w:t>
      </w:r>
      <w:r w:rsidRPr="00415A9A">
        <w:rPr>
          <w:rFonts w:asciiTheme="minorHAnsi" w:hAnsiTheme="minorHAnsi"/>
          <w:sz w:val="22"/>
          <w:szCs w:val="22"/>
        </w:rPr>
        <w:t xml:space="preserve"> what to force the data to print all on one page?</w:t>
      </w:r>
    </w:p>
    <w:p w14:paraId="5543D491" w14:textId="201A7B6A" w:rsidR="00AF6E2E" w:rsidRPr="00415A9A" w:rsidRDefault="00415A9A" w:rsidP="00415A9A">
      <w:pPr>
        <w:pStyle w:val="CRPROBSET1MCQANS"/>
        <w:spacing w:after="160" w:line="259" w:lineRule="auto"/>
        <w:ind w:left="36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b. </w:t>
      </w:r>
      <w:r w:rsidR="00AF6E2E" w:rsidRPr="00415A9A">
        <w:rPr>
          <w:rFonts w:asciiTheme="minorHAnsi" w:hAnsiTheme="minorHAnsi"/>
          <w:b/>
          <w:sz w:val="22"/>
          <w:szCs w:val="22"/>
        </w:rPr>
        <w:t>Increase the left and right margins.</w:t>
      </w:r>
    </w:p>
    <w:p w14:paraId="2D2F6940" w14:textId="1FA6BE9B" w:rsidR="00AF6E2E" w:rsidRPr="00415A9A" w:rsidRDefault="00AF6E2E" w:rsidP="00415A9A">
      <w:pPr>
        <w:pStyle w:val="CRPROBSET1MCQ"/>
        <w:spacing w:after="160" w:line="259" w:lineRule="auto"/>
        <w:ind w:left="360" w:hanging="360"/>
        <w:rPr>
          <w:rFonts w:asciiTheme="minorHAnsi" w:hAnsiTheme="minorHAnsi"/>
          <w:sz w:val="22"/>
          <w:szCs w:val="22"/>
        </w:rPr>
      </w:pPr>
      <w:r w:rsidRPr="00415A9A">
        <w:rPr>
          <w:rStyle w:val="CRPROBSET1MCQNUM"/>
          <w:rFonts w:asciiTheme="minorHAnsi" w:hAnsiTheme="minorHAnsi"/>
          <w:b w:val="0"/>
          <w:sz w:val="22"/>
          <w:szCs w:val="22"/>
        </w:rPr>
        <w:t>10.</w:t>
      </w:r>
      <w:r w:rsidRPr="00415A9A">
        <w:rPr>
          <w:rStyle w:val="CRPROBSET1MCQNUM"/>
          <w:rFonts w:asciiTheme="minorHAnsi" w:hAnsiTheme="minorHAnsi"/>
          <w:b w:val="0"/>
          <w:sz w:val="22"/>
          <w:szCs w:val="22"/>
        </w:rPr>
        <w:tab/>
      </w:r>
      <w:r w:rsidRPr="00415A9A">
        <w:rPr>
          <w:rFonts w:asciiTheme="minorHAnsi" w:hAnsiTheme="minorHAnsi"/>
          <w:sz w:val="22"/>
          <w:szCs w:val="22"/>
        </w:rPr>
        <w:t>What should you do if you see pound signs (###) instead of values or results of formulas?</w:t>
      </w:r>
    </w:p>
    <w:p w14:paraId="2B686947" w14:textId="6807D55B" w:rsidR="00AF6E2E" w:rsidRPr="00415A9A" w:rsidRDefault="00415A9A" w:rsidP="00415A9A">
      <w:pPr>
        <w:pStyle w:val="CRPROBSET1MCQANS"/>
        <w:spacing w:after="160" w:line="259" w:lineRule="auto"/>
        <w:ind w:left="36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d. </w:t>
      </w:r>
      <w:r w:rsidR="00AF6E2E" w:rsidRPr="00415A9A">
        <w:rPr>
          <w:rFonts w:asciiTheme="minorHAnsi" w:hAnsiTheme="minorHAnsi"/>
          <w:b/>
          <w:sz w:val="22"/>
          <w:szCs w:val="22"/>
        </w:rPr>
        <w:t>Increase the column width.</w:t>
      </w:r>
    </w:p>
    <w:p w14:paraId="5F9B8928" w14:textId="77777777" w:rsidR="00C217A7" w:rsidRPr="00415A9A" w:rsidRDefault="00C217A7" w:rsidP="00415A9A">
      <w:pPr>
        <w:pStyle w:val="ListParagraph"/>
        <w:spacing w:after="160" w:line="259" w:lineRule="auto"/>
        <w:ind w:left="360" w:hanging="360"/>
        <w:contextualSpacing w:val="0"/>
        <w:rPr>
          <w:rFonts w:asciiTheme="minorHAnsi" w:hAnsiTheme="minorHAnsi"/>
          <w:sz w:val="22"/>
          <w:szCs w:val="22"/>
        </w:rPr>
      </w:pPr>
    </w:p>
    <w:sectPr w:rsidR="00C217A7" w:rsidRPr="00415A9A" w:rsidSect="00226103">
      <w:footerReference w:type="default" r:id="rId7"/>
      <w:pgSz w:w="12240" w:h="15840"/>
      <w:pgMar w:top="144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59D391" w14:textId="77777777" w:rsidR="00EC4F33" w:rsidRDefault="00EC4F33" w:rsidP="00D465EB">
      <w:r>
        <w:separator/>
      </w:r>
    </w:p>
  </w:endnote>
  <w:endnote w:type="continuationSeparator" w:id="0">
    <w:p w14:paraId="1453350F" w14:textId="77777777" w:rsidR="00EC4F33" w:rsidRDefault="00EC4F33" w:rsidP="00D4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Sans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3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illSans-Bold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26935" w14:textId="77777777" w:rsidR="00310D5A" w:rsidRPr="00310D5A" w:rsidRDefault="00310D5A" w:rsidP="00310D5A">
    <w:pPr>
      <w:tabs>
        <w:tab w:val="center" w:pos="4680"/>
        <w:tab w:val="right" w:pos="9360"/>
      </w:tabs>
      <w:jc w:val="center"/>
      <w:rPr>
        <w:rFonts w:ascii="Calibri" w:eastAsia="Calibri" w:hAnsi="Calibri"/>
        <w:sz w:val="20"/>
        <w:szCs w:val="20"/>
      </w:rPr>
    </w:pPr>
    <w:r w:rsidRPr="00310D5A">
      <w:rPr>
        <w:rFonts w:ascii="Calibri" w:eastAsia="Calibri" w:hAnsi="Calibri"/>
        <w:sz w:val="20"/>
        <w:szCs w:val="20"/>
      </w:rPr>
      <w:t>Copyright © 2017 Pearson Education,</w:t>
    </w:r>
    <w:r w:rsidRPr="00310D5A">
      <w:rPr>
        <w:rFonts w:ascii="Calibri" w:eastAsia="Calibri" w:hAnsi="Calibri"/>
        <w:b/>
        <w:bCs/>
        <w:sz w:val="20"/>
        <w:szCs w:val="20"/>
      </w:rPr>
      <w:t xml:space="preserve"> </w:t>
    </w:r>
    <w:r w:rsidRPr="00310D5A">
      <w:rPr>
        <w:rFonts w:ascii="Calibri" w:eastAsia="Calibri" w:hAnsi="Calibri"/>
        <w:sz w:val="20"/>
        <w:szCs w:val="20"/>
      </w:rPr>
      <w:t>Inc.</w:t>
    </w:r>
  </w:p>
  <w:p w14:paraId="65CAE860" w14:textId="77777777" w:rsidR="00310D5A" w:rsidRPr="00310D5A" w:rsidRDefault="00310D5A" w:rsidP="00310D5A">
    <w:pPr>
      <w:tabs>
        <w:tab w:val="center" w:pos="4680"/>
        <w:tab w:val="right" w:pos="9360"/>
      </w:tabs>
      <w:jc w:val="center"/>
      <w:rPr>
        <w:rFonts w:ascii="Calibri" w:eastAsia="Calibri" w:hAnsi="Calibri"/>
        <w:sz w:val="22"/>
        <w:szCs w:val="22"/>
      </w:rPr>
    </w:pPr>
  </w:p>
  <w:p w14:paraId="344187B6" w14:textId="77777777" w:rsidR="00D465EB" w:rsidRPr="00310D5A" w:rsidRDefault="00D465EB" w:rsidP="00310D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E50B1C" w14:textId="77777777" w:rsidR="00EC4F33" w:rsidRDefault="00EC4F33" w:rsidP="00D465EB">
      <w:r>
        <w:separator/>
      </w:r>
    </w:p>
  </w:footnote>
  <w:footnote w:type="continuationSeparator" w:id="0">
    <w:p w14:paraId="4F96A84A" w14:textId="77777777" w:rsidR="00EC4F33" w:rsidRDefault="00EC4F33" w:rsidP="00D46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E06F8"/>
    <w:multiLevelType w:val="hybridMultilevel"/>
    <w:tmpl w:val="EBB2AE04"/>
    <w:lvl w:ilvl="0" w:tplc="783876EA">
      <w:start w:val="1"/>
      <w:numFmt w:val="bullet"/>
      <w:pStyle w:val="CFINSTRBLFIR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F345F"/>
    <w:multiLevelType w:val="hybridMultilevel"/>
    <w:tmpl w:val="EF5AD446"/>
    <w:lvl w:ilvl="0" w:tplc="0508568C">
      <w:start w:val="1"/>
      <w:numFmt w:val="bullet"/>
      <w:pStyle w:val="CRPROBSET2PROBLLBLLA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44AB"/>
    <w:multiLevelType w:val="hybridMultilevel"/>
    <w:tmpl w:val="98E879AE"/>
    <w:lvl w:ilvl="0" w:tplc="21F072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341879"/>
    <w:multiLevelType w:val="hybridMultilevel"/>
    <w:tmpl w:val="8FF6550A"/>
    <w:lvl w:ilvl="0" w:tplc="BDD2C2AE">
      <w:start w:val="1"/>
      <w:numFmt w:val="bullet"/>
      <w:pStyle w:val="B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lack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lack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lack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7651E1"/>
    <w:multiLevelType w:val="hybridMultilevel"/>
    <w:tmpl w:val="AAA4E1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44FD98">
      <w:start w:val="1"/>
      <w:numFmt w:val="bullet"/>
      <w:pStyle w:val="CRPROBSET3PROBBLFIRS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6C12DC"/>
    <w:multiLevelType w:val="hybridMultilevel"/>
    <w:tmpl w:val="5570FFF6"/>
    <w:lvl w:ilvl="0" w:tplc="73FCFB34">
      <w:start w:val="1"/>
      <w:numFmt w:val="decimal"/>
      <w:pStyle w:val="EXRSLLLNLFIRS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A3339C"/>
    <w:multiLevelType w:val="hybridMultilevel"/>
    <w:tmpl w:val="530094C4"/>
    <w:lvl w:ilvl="0" w:tplc="572C8C78">
      <w:start w:val="1"/>
      <w:numFmt w:val="upperLetter"/>
      <w:pStyle w:val="Heading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B836AB"/>
    <w:multiLevelType w:val="hybridMultilevel"/>
    <w:tmpl w:val="55C49592"/>
    <w:lvl w:ilvl="0" w:tplc="84F06A52">
      <w:start w:val="1"/>
      <w:numFmt w:val="decimal"/>
      <w:pStyle w:val="CREXRSET2EXRNLLAST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0"/>
  </w:num>
  <w:num w:numId="6">
    <w:abstractNumId w:val="0"/>
  </w:num>
  <w:num w:numId="7">
    <w:abstractNumId w:val="0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4"/>
  </w:num>
  <w:num w:numId="13">
    <w:abstractNumId w:val="5"/>
  </w:num>
  <w:num w:numId="14">
    <w:abstractNumId w:val="6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0"/>
  </w:num>
  <w:num w:numId="21">
    <w:abstractNumId w:val="0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1"/>
  </w:num>
  <w:num w:numId="27">
    <w:abstractNumId w:val="1"/>
  </w:num>
  <w:num w:numId="28">
    <w:abstractNumId w:val="1"/>
  </w:num>
  <w:num w:numId="29">
    <w:abstractNumId w:val="4"/>
  </w:num>
  <w:num w:numId="30">
    <w:abstractNumId w:val="4"/>
  </w:num>
  <w:num w:numId="31">
    <w:abstractNumId w:val="4"/>
  </w:num>
  <w:num w:numId="32">
    <w:abstractNumId w:val="5"/>
  </w:num>
  <w:num w:numId="33">
    <w:abstractNumId w:val="6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654"/>
    <w:rsid w:val="00045C92"/>
    <w:rsid w:val="000511EF"/>
    <w:rsid w:val="00067EC2"/>
    <w:rsid w:val="0007537C"/>
    <w:rsid w:val="000B1794"/>
    <w:rsid w:val="00182139"/>
    <w:rsid w:val="00183D0C"/>
    <w:rsid w:val="001C12DC"/>
    <w:rsid w:val="001D4DA8"/>
    <w:rsid w:val="001F3B1A"/>
    <w:rsid w:val="00226103"/>
    <w:rsid w:val="00250075"/>
    <w:rsid w:val="00255B21"/>
    <w:rsid w:val="00270B33"/>
    <w:rsid w:val="00284BC5"/>
    <w:rsid w:val="002B3954"/>
    <w:rsid w:val="002E2CA3"/>
    <w:rsid w:val="00310D5A"/>
    <w:rsid w:val="00344BAD"/>
    <w:rsid w:val="00381F22"/>
    <w:rsid w:val="003E2EF1"/>
    <w:rsid w:val="00415A9A"/>
    <w:rsid w:val="00441CF5"/>
    <w:rsid w:val="00480B67"/>
    <w:rsid w:val="00495F3C"/>
    <w:rsid w:val="004C725F"/>
    <w:rsid w:val="0051140A"/>
    <w:rsid w:val="005B1D7D"/>
    <w:rsid w:val="005D3A29"/>
    <w:rsid w:val="005E6CE5"/>
    <w:rsid w:val="005F36AA"/>
    <w:rsid w:val="00724C2E"/>
    <w:rsid w:val="007A5CB2"/>
    <w:rsid w:val="007F3A87"/>
    <w:rsid w:val="00831C61"/>
    <w:rsid w:val="00871231"/>
    <w:rsid w:val="00875EFA"/>
    <w:rsid w:val="009222A1"/>
    <w:rsid w:val="00933018"/>
    <w:rsid w:val="00981607"/>
    <w:rsid w:val="00995820"/>
    <w:rsid w:val="009A7013"/>
    <w:rsid w:val="009C7EAD"/>
    <w:rsid w:val="00A13A70"/>
    <w:rsid w:val="00A475C1"/>
    <w:rsid w:val="00A91C1D"/>
    <w:rsid w:val="00AA25B4"/>
    <w:rsid w:val="00AE2794"/>
    <w:rsid w:val="00AF6E2E"/>
    <w:rsid w:val="00B215B7"/>
    <w:rsid w:val="00B33A67"/>
    <w:rsid w:val="00B83809"/>
    <w:rsid w:val="00BD637B"/>
    <w:rsid w:val="00BF0A47"/>
    <w:rsid w:val="00C217A7"/>
    <w:rsid w:val="00C228AB"/>
    <w:rsid w:val="00C34F8B"/>
    <w:rsid w:val="00C860D5"/>
    <w:rsid w:val="00C9374A"/>
    <w:rsid w:val="00CC50BD"/>
    <w:rsid w:val="00CD1003"/>
    <w:rsid w:val="00CE6204"/>
    <w:rsid w:val="00D465EB"/>
    <w:rsid w:val="00D73C99"/>
    <w:rsid w:val="00DA3C9E"/>
    <w:rsid w:val="00DA7428"/>
    <w:rsid w:val="00E030ED"/>
    <w:rsid w:val="00E11965"/>
    <w:rsid w:val="00EC4F33"/>
    <w:rsid w:val="00EF0A2C"/>
    <w:rsid w:val="00EF2257"/>
    <w:rsid w:val="00F113E6"/>
    <w:rsid w:val="00F27CC7"/>
    <w:rsid w:val="00F62CE7"/>
    <w:rsid w:val="00F85654"/>
    <w:rsid w:val="00F944A1"/>
    <w:rsid w:val="00FB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B8EFDC"/>
  <w15:docId w15:val="{28EE411D-4F38-4E0B-B6F3-162DC6E5B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222A1"/>
    <w:pPr>
      <w:keepNext/>
      <w:outlineLvl w:val="0"/>
    </w:pPr>
    <w:rPr>
      <w:rFonts w:ascii="GillSans" w:hAnsi="GillSans"/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9222A1"/>
    <w:pPr>
      <w:keepNext/>
      <w:numPr>
        <w:numId w:val="33"/>
      </w:numPr>
      <w:spacing w:before="240" w:after="60"/>
      <w:outlineLvl w:val="2"/>
    </w:pPr>
    <w:rPr>
      <w:rFonts w:ascii="Arial" w:eastAsia="Times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Note">
    <w:name w:val="Author Note"/>
    <w:basedOn w:val="Normal"/>
    <w:rsid w:val="009222A1"/>
    <w:rPr>
      <w:rFonts w:ascii="Times New Roman Bold" w:hAnsi="Times New Roman Bold"/>
      <w:b/>
    </w:rPr>
  </w:style>
  <w:style w:type="paragraph" w:styleId="BalloonText">
    <w:name w:val="Balloon Text"/>
    <w:basedOn w:val="Normal"/>
    <w:link w:val="BalloonTextChar"/>
    <w:semiHidden/>
    <w:rsid w:val="00922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44BAD"/>
    <w:rPr>
      <w:rFonts w:ascii="Tahoma" w:hAnsi="Tahoma" w:cs="Tahoma"/>
      <w:sz w:val="16"/>
      <w:szCs w:val="16"/>
    </w:rPr>
  </w:style>
  <w:style w:type="paragraph" w:customStyle="1" w:styleId="BL">
    <w:name w:val="BL"/>
    <w:basedOn w:val="Normal"/>
    <w:rsid w:val="009222A1"/>
    <w:pPr>
      <w:numPr>
        <w:numId w:val="18"/>
      </w:numPr>
    </w:pPr>
  </w:style>
  <w:style w:type="character" w:customStyle="1" w:styleId="BLChar">
    <w:name w:val="BL Char"/>
    <w:basedOn w:val="DefaultParagraphFont"/>
    <w:rsid w:val="009222A1"/>
    <w:rPr>
      <w:noProof w:val="0"/>
      <w:sz w:val="24"/>
      <w:szCs w:val="24"/>
      <w:lang w:val="en-US" w:eastAsia="en-US" w:bidi="ar-SA"/>
    </w:rPr>
  </w:style>
  <w:style w:type="paragraph" w:customStyle="1" w:styleId="BLFIRST">
    <w:name w:val="BL_FIRST"/>
    <w:basedOn w:val="BL"/>
    <w:rsid w:val="009222A1"/>
    <w:pPr>
      <w:numPr>
        <w:numId w:val="0"/>
      </w:numPr>
    </w:pPr>
  </w:style>
  <w:style w:type="paragraph" w:customStyle="1" w:styleId="BLLAST">
    <w:name w:val="BL_LAST"/>
    <w:basedOn w:val="BL"/>
    <w:rsid w:val="009222A1"/>
    <w:pPr>
      <w:numPr>
        <w:numId w:val="0"/>
      </w:numPr>
    </w:pPr>
  </w:style>
  <w:style w:type="character" w:customStyle="1" w:styleId="BLLASTChar">
    <w:name w:val="BL_LAST Char"/>
    <w:basedOn w:val="BLChar"/>
    <w:rsid w:val="009222A1"/>
    <w:rPr>
      <w:noProof w:val="0"/>
      <w:sz w:val="24"/>
      <w:szCs w:val="24"/>
      <w:lang w:val="en-US" w:eastAsia="en-US" w:bidi="ar-SA"/>
    </w:rPr>
  </w:style>
  <w:style w:type="paragraph" w:customStyle="1" w:styleId="BLMID">
    <w:name w:val="BL_MID"/>
    <w:basedOn w:val="BL"/>
    <w:rsid w:val="009222A1"/>
    <w:pPr>
      <w:numPr>
        <w:numId w:val="0"/>
      </w:numPr>
    </w:pPr>
  </w:style>
  <w:style w:type="paragraph" w:customStyle="1" w:styleId="BX1">
    <w:name w:val="BX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FIRST">
    <w:name w:val="BX1_FIRST"/>
    <w:basedOn w:val="Normal"/>
    <w:rsid w:val="009222A1"/>
    <w:pPr>
      <w:keepLines/>
      <w:spacing w:before="60" w:line="250" w:lineRule="exact"/>
      <w:ind w:left="2880" w:right="120"/>
      <w:jc w:val="both"/>
    </w:pPr>
    <w:rPr>
      <w:rFonts w:ascii="New York" w:hAnsi="New York"/>
      <w:sz w:val="18"/>
      <w:szCs w:val="20"/>
    </w:rPr>
  </w:style>
  <w:style w:type="paragraph" w:customStyle="1" w:styleId="BX1NUM">
    <w:name w:val="BX1_NUM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SUPTTL">
    <w:name w:val="BX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BX1TTL">
    <w:name w:val="BX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CS1">
    <w:name w:val="CF_CS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CS1FIRST">
    <w:name w:val="CF_CS1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CS1SUPTTL">
    <w:name w:val="CF_CS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FCS1TTL">
    <w:name w:val="CF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TTL">
    <w:name w:val="CF_EXR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UNTBL">
    <w:name w:val="CF_EXRSET_UNTB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CFEXRSETUNTBLCOLHD">
    <w:name w:val="CF_EXRSET_UNTBL_COLHD"/>
    <w:basedOn w:val="Normal"/>
    <w:rsid w:val="009222A1"/>
    <w:pPr>
      <w:spacing w:before="120" w:line="360" w:lineRule="auto"/>
    </w:pPr>
    <w:rPr>
      <w:rFonts w:eastAsia="Times"/>
      <w:b/>
      <w:color w:val="000080"/>
    </w:rPr>
  </w:style>
  <w:style w:type="paragraph" w:customStyle="1" w:styleId="CFEXRSETUNTBLSH">
    <w:name w:val="CF_EXRSET_UNTBL_SH"/>
    <w:basedOn w:val="Normal"/>
    <w:rsid w:val="009222A1"/>
    <w:pPr>
      <w:spacing w:before="120" w:line="360" w:lineRule="auto"/>
    </w:pPr>
    <w:rPr>
      <w:rFonts w:eastAsia="Times"/>
      <w:b/>
      <w:color w:val="33CCCC"/>
    </w:rPr>
  </w:style>
  <w:style w:type="paragraph" w:customStyle="1" w:styleId="CFINSTRFIRST">
    <w:name w:val="CF_INSTR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INSTRBLFIRST">
    <w:name w:val="CF_INSTR_BL_FIRST"/>
    <w:basedOn w:val="CFINSTRFIRST"/>
    <w:rsid w:val="009222A1"/>
    <w:pPr>
      <w:numPr>
        <w:numId w:val="21"/>
      </w:numPr>
    </w:pPr>
  </w:style>
  <w:style w:type="paragraph" w:customStyle="1" w:styleId="CFINSTRBLLAST">
    <w:name w:val="CF_INSTR_BL_LAST"/>
    <w:basedOn w:val="CFINSTRBLFIRST"/>
    <w:rsid w:val="009222A1"/>
    <w:pPr>
      <w:numPr>
        <w:numId w:val="0"/>
      </w:numPr>
    </w:pPr>
  </w:style>
  <w:style w:type="paragraph" w:customStyle="1" w:styleId="CFINSTRBLMID">
    <w:name w:val="CF_INSTR_BL_MID"/>
    <w:basedOn w:val="CFINSTRBLFIRST"/>
    <w:rsid w:val="009222A1"/>
    <w:pPr>
      <w:numPr>
        <w:numId w:val="0"/>
      </w:numPr>
    </w:pPr>
  </w:style>
  <w:style w:type="paragraph" w:customStyle="1" w:styleId="CFINSTRTTL">
    <w:name w:val="CF_INSTR_TTL"/>
    <w:rsid w:val="009222A1"/>
    <w:pPr>
      <w:spacing w:after="0" w:line="240" w:lineRule="auto"/>
    </w:pPr>
    <w:rPr>
      <w:rFonts w:ascii="Arial" w:eastAsia="Times" w:hAnsi="Arial" w:cs="Times New Roman"/>
      <w:b/>
      <w:color w:val="0000FF"/>
      <w:sz w:val="24"/>
      <w:szCs w:val="20"/>
    </w:rPr>
  </w:style>
  <w:style w:type="paragraph" w:customStyle="1" w:styleId="CFINTROHEADFIRST">
    <w:name w:val="CF_INTRO_HEADFIRS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NUM">
    <w:name w:val="CF_NUM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FF00FF"/>
      <w:sz w:val="40"/>
      <w:szCs w:val="40"/>
    </w:rPr>
  </w:style>
  <w:style w:type="paragraph" w:customStyle="1" w:styleId="CFOBJ">
    <w:name w:val="CF_OBJ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DING">
    <w:name w:val="CF_OBJ_DING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NUM">
    <w:name w:val="CF_OBJ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FOBJNUMChar">
    <w:name w:val="CF_OBJ_NUM Char"/>
    <w:basedOn w:val="DefaultParagraphFont"/>
    <w:rsid w:val="00344BAD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">
    <w:name w:val="CF_OBJSE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SETTTL">
    <w:name w:val="CF_OBJ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SUBTTL">
    <w:name w:val="CF_SUBTTL"/>
    <w:basedOn w:val="Normal"/>
    <w:rsid w:val="009222A1"/>
    <w:pPr>
      <w:tabs>
        <w:tab w:val="left" w:pos="720"/>
      </w:tabs>
      <w:spacing w:after="120"/>
      <w:outlineLvl w:val="0"/>
    </w:pPr>
    <w:rPr>
      <w:rFonts w:ascii="GillSans-Bold" w:hAnsi="GillSans-Bold"/>
      <w:b/>
      <w:color w:val="008000"/>
      <w:sz w:val="32"/>
      <w:szCs w:val="20"/>
    </w:rPr>
  </w:style>
  <w:style w:type="paragraph" w:customStyle="1" w:styleId="CFTTL">
    <w:name w:val="CF_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00FF"/>
      <w:sz w:val="40"/>
      <w:szCs w:val="20"/>
    </w:rPr>
  </w:style>
  <w:style w:type="paragraph" w:customStyle="1" w:styleId="CHAPBM">
    <w:name w:val="CHAP_B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UNTBLCOLHD">
    <w:name w:val="UN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UNTBLBL">
    <w:name w:val="UNTBL_BL"/>
    <w:basedOn w:val="UNTBLCOLHD"/>
    <w:rsid w:val="009222A1"/>
  </w:style>
  <w:style w:type="paragraph" w:customStyle="1" w:styleId="COLHD">
    <w:name w:val="COLHD"/>
    <w:basedOn w:val="UNTBLBL"/>
    <w:rsid w:val="009222A1"/>
  </w:style>
  <w:style w:type="character" w:styleId="CommentReference">
    <w:name w:val="annotation reference"/>
    <w:basedOn w:val="DefaultParagraphFont"/>
    <w:semiHidden/>
    <w:rsid w:val="009222A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222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44BA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22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44BAD"/>
    <w:rPr>
      <w:rFonts w:ascii="Times New Roman" w:hAnsi="Times New Roman" w:cs="Times New Roman"/>
      <w:b/>
      <w:bCs/>
      <w:sz w:val="20"/>
      <w:szCs w:val="20"/>
    </w:rPr>
  </w:style>
  <w:style w:type="paragraph" w:customStyle="1" w:styleId="CRBX1">
    <w:name w:val="CR_BX1"/>
    <w:basedOn w:val="Normal"/>
    <w:rsid w:val="00344BAD"/>
    <w:rPr>
      <w:rFonts w:ascii="Garamond" w:hAnsi="Garamond"/>
      <w:color w:val="FF0000"/>
      <w:sz w:val="22"/>
    </w:rPr>
  </w:style>
  <w:style w:type="character" w:customStyle="1" w:styleId="CRBX1SUPTTL">
    <w:name w:val="CR_BX1_SUPTTL"/>
    <w:basedOn w:val="DefaultParagraphFont"/>
    <w:rsid w:val="00344BAD"/>
    <w:rPr>
      <w:b/>
      <w:color w:val="FF0000"/>
    </w:rPr>
  </w:style>
  <w:style w:type="paragraph" w:customStyle="1" w:styleId="CRCS1">
    <w:name w:val="CR_CS1"/>
    <w:basedOn w:val="CHAPBM"/>
    <w:rsid w:val="00344BAD"/>
    <w:rPr>
      <w:sz w:val="22"/>
    </w:rPr>
  </w:style>
  <w:style w:type="paragraph" w:customStyle="1" w:styleId="CRCS1H1">
    <w:name w:val="CR_CS1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1NLFIRST">
    <w:name w:val="CR_CS1_NL_FIR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LAST">
    <w:name w:val="CR_CS1_NL_LA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MID">
    <w:name w:val="CR_CS1_NL_MID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CS1NLNUM">
    <w:name w:val="CR_CS1_NL_NUM"/>
    <w:rsid w:val="00344BAD"/>
    <w:rPr>
      <w:b/>
    </w:rPr>
  </w:style>
  <w:style w:type="paragraph" w:customStyle="1" w:styleId="CRCS1TTL">
    <w:name w:val="CR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2H1">
    <w:name w:val="CR_CS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2HEADFIRST">
    <w:name w:val="CR_CS2_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CS2TTL">
    <w:name w:val="CR_CS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1EXR">
    <w:name w:val="CR_EXRSET1_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CREXRSET1EXRLLFIRST">
    <w:name w:val="CR_EXRSET1_EXR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LAST">
    <w:name w:val="CR_EXRSET1_EXR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MID">
    <w:name w:val="CR_EXRSET1_EXR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NUM">
    <w:name w:val="CR_EXRSET1_EXR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REXRSET1EXRNUMChar">
    <w:name w:val="CR_EXRSET1_EXR_NUM Char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REXRSET1EXRUNTBL">
    <w:name w:val="CR_EXRSET1_EXR_UNTBL"/>
    <w:basedOn w:val="CREXRSET1EXR"/>
    <w:rsid w:val="00344BAD"/>
    <w:rPr>
      <w:rFonts w:ascii="Tahoma" w:hAnsi="Tahoma"/>
      <w:sz w:val="20"/>
    </w:rPr>
  </w:style>
  <w:style w:type="paragraph" w:customStyle="1" w:styleId="CREXRSET1SUPTTL">
    <w:name w:val="CR_EXRSET1_SUPTTL"/>
    <w:basedOn w:val="Normal"/>
    <w:rsid w:val="00344BAD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EXRSET1TTL">
    <w:name w:val="CR_EXRSET1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2EXR">
    <w:name w:val="CR_EXRSET2_EXR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EXRSET2EXRNLFIRST">
    <w:name w:val="CR_EXRSET2_EXR_NL_FIRST"/>
    <w:basedOn w:val="CREXRSET2EXR"/>
    <w:rsid w:val="00344BAD"/>
    <w:pPr>
      <w:ind w:left="0" w:firstLine="0"/>
    </w:pPr>
  </w:style>
  <w:style w:type="paragraph" w:customStyle="1" w:styleId="CREXRSET2EXRNLMID">
    <w:name w:val="CR_EXRSET2_EXR_NL_MID"/>
    <w:basedOn w:val="CRPROBSET3PROB"/>
    <w:rsid w:val="009222A1"/>
  </w:style>
  <w:style w:type="paragraph" w:customStyle="1" w:styleId="CREXRSET2EXRNLBL">
    <w:name w:val="CR_EXRSET2_EXR_NL_BL"/>
    <w:basedOn w:val="CREXRSET2EXRNLMID"/>
    <w:rsid w:val="009222A1"/>
  </w:style>
  <w:style w:type="paragraph" w:customStyle="1" w:styleId="CREXRSET2EXRNLLAST">
    <w:name w:val="CR_EXRSET2_EXR_NL_LAST"/>
    <w:basedOn w:val="CREXRSET2EXRNLMID"/>
    <w:rsid w:val="009222A1"/>
    <w:pPr>
      <w:numPr>
        <w:numId w:val="25"/>
      </w:numPr>
    </w:pPr>
  </w:style>
  <w:style w:type="character" w:customStyle="1" w:styleId="CREXRSET2EXRNUM">
    <w:name w:val="CR_EXRSET2_EXR_NUM"/>
    <w:rsid w:val="009222A1"/>
    <w:rPr>
      <w:b/>
    </w:rPr>
  </w:style>
  <w:style w:type="paragraph" w:customStyle="1" w:styleId="CREXRSET2H1">
    <w:name w:val="CR_EXRSET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EXRSET2TTL">
    <w:name w:val="CR_EXRSET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FIRST">
    <w:name w:val="CR_SUM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GENQFIRST">
    <w:name w:val="CR_GENQ_FIRST"/>
    <w:basedOn w:val="CRSUMFIRST"/>
    <w:rsid w:val="00344BAD"/>
  </w:style>
  <w:style w:type="paragraph" w:customStyle="1" w:styleId="CRSUM">
    <w:name w:val="CR_SU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CRGENQLAST">
    <w:name w:val="CR_GENQ_LAST"/>
    <w:basedOn w:val="CRSUM"/>
    <w:rsid w:val="00344BAD"/>
  </w:style>
  <w:style w:type="paragraph" w:customStyle="1" w:styleId="CRGENQMID">
    <w:name w:val="CR_GENQ_MID"/>
    <w:basedOn w:val="CRGENQFIRST"/>
    <w:rsid w:val="00344BAD"/>
  </w:style>
  <w:style w:type="paragraph" w:customStyle="1" w:styleId="CRKT">
    <w:name w:val="CR_K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KTPG">
    <w:name w:val="CR_KT_PG"/>
    <w:basedOn w:val="DefaultParagraphFont"/>
    <w:rsid w:val="009222A1"/>
    <w:rPr>
      <w:b/>
    </w:rPr>
  </w:style>
  <w:style w:type="paragraph" w:customStyle="1" w:styleId="CRKTSETTTL">
    <w:name w:val="CR_KT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CQ">
    <w:name w:val="CR_MCQ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Char">
    <w:name w:val="CR_MCQ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paragraph" w:customStyle="1" w:styleId="CRMCQANS">
    <w:name w:val="CR_MCQ_ANS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ANSLTR">
    <w:name w:val="CR_MCQ_ANS_LTR"/>
    <w:rsid w:val="00344BAD"/>
  </w:style>
  <w:style w:type="character" w:customStyle="1" w:styleId="CRMCQNUM">
    <w:name w:val="CR_MCQ_NUM"/>
    <w:rsid w:val="00344BAD"/>
    <w:rPr>
      <w:b/>
    </w:rPr>
  </w:style>
  <w:style w:type="paragraph" w:customStyle="1" w:styleId="CRMCQSETTTL">
    <w:name w:val="CR_MCQSET_TTL"/>
    <w:basedOn w:val="Normal"/>
    <w:rsid w:val="00344BAD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TTL">
    <w:name w:val="CR_SUM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DFR">
    <w:name w:val="D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FV">
    <w:name w:val="D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G1">
    <w:name w:val="DG1"/>
    <w:basedOn w:val="Normal"/>
    <w:rsid w:val="009222A1"/>
    <w:rPr>
      <w:rFonts w:ascii="Times New Roman Bold" w:hAnsi="Times New Roman Bold"/>
      <w:b/>
      <w:color w:val="FF0000"/>
      <w:sz w:val="22"/>
    </w:rPr>
  </w:style>
  <w:style w:type="paragraph" w:customStyle="1" w:styleId="DG2">
    <w:name w:val="DG2"/>
    <w:basedOn w:val="Normal"/>
    <w:rsid w:val="009222A1"/>
    <w:rPr>
      <w:rFonts w:ascii="Times New Roman Bold" w:hAnsi="Times New Roman Bold"/>
      <w:b/>
      <w:color w:val="0000FF"/>
      <w:sz w:val="22"/>
    </w:rPr>
  </w:style>
  <w:style w:type="paragraph" w:customStyle="1" w:styleId="DG3">
    <w:name w:val="DG3"/>
    <w:basedOn w:val="Normal"/>
    <w:rsid w:val="009222A1"/>
    <w:rPr>
      <w:rFonts w:ascii="Times New Roman Bold" w:hAnsi="Times New Roman Bold"/>
      <w:b/>
      <w:color w:val="993366"/>
      <w:sz w:val="22"/>
    </w:rPr>
  </w:style>
  <w:style w:type="paragraph" w:customStyle="1" w:styleId="DM">
    <w:name w:val="DM"/>
    <w:basedOn w:val="Normal"/>
    <w:rsid w:val="009222A1"/>
    <w:rPr>
      <w:rFonts w:ascii="Courier New" w:hAnsi="Courier New" w:cs="Courier New"/>
    </w:rPr>
  </w:style>
  <w:style w:type="paragraph" w:customStyle="1" w:styleId="MNDMONLY">
    <w:name w:val="MN_DM_ONLY"/>
    <w:basedOn w:val="Normal"/>
    <w:rsid w:val="00344BAD"/>
    <w:pPr>
      <w:spacing w:before="120" w:after="120"/>
    </w:pPr>
  </w:style>
  <w:style w:type="paragraph" w:customStyle="1" w:styleId="DMONLY">
    <w:name w:val="DM_ONLY"/>
    <w:basedOn w:val="MN1DMONLY"/>
    <w:rsid w:val="009222A1"/>
    <w:pPr>
      <w:jc w:val="center"/>
    </w:pPr>
  </w:style>
  <w:style w:type="paragraph" w:customStyle="1" w:styleId="DMSUPTTL">
    <w:name w:val="DM_SUPTTL"/>
    <w:basedOn w:val="Normal"/>
    <w:rsid w:val="009222A1"/>
    <w:rPr>
      <w:rFonts w:ascii="Arial Black" w:hAnsi="Arial Black"/>
    </w:rPr>
  </w:style>
  <w:style w:type="paragraph" w:customStyle="1" w:styleId="DMTTL">
    <w:name w:val="DM_TTL"/>
    <w:basedOn w:val="Normal"/>
    <w:rsid w:val="009222A1"/>
    <w:rPr>
      <w:rFonts w:ascii="Arial" w:hAnsi="Arial"/>
      <w:color w:val="3366FF"/>
    </w:rPr>
  </w:style>
  <w:style w:type="character" w:customStyle="1" w:styleId="E1">
    <w:name w:val="E1"/>
    <w:basedOn w:val="DefaultParagraphFont"/>
    <w:rsid w:val="00344BAD"/>
    <w:rPr>
      <w:rFonts w:ascii="Arial" w:hAnsi="Arial"/>
      <w:b/>
      <w:color w:val="0000FF"/>
    </w:rPr>
  </w:style>
  <w:style w:type="paragraph" w:customStyle="1" w:styleId="EXR">
    <w:name w:val="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EXRNLBL">
    <w:name w:val="EXR_NL_BL"/>
    <w:basedOn w:val="CREXRSET2EXR"/>
    <w:rsid w:val="00344BAD"/>
    <w:pPr>
      <w:ind w:left="0" w:firstLine="0"/>
    </w:pPr>
    <w:rPr>
      <w:sz w:val="22"/>
    </w:rPr>
  </w:style>
  <w:style w:type="character" w:customStyle="1" w:styleId="EXRNUM">
    <w:name w:val="EXR_NUM"/>
    <w:rsid w:val="00344BAD"/>
    <w:rPr>
      <w:rFonts w:ascii="Times New Roman" w:hAnsi="Times New Roman"/>
      <w:b/>
      <w:color w:val="00FF00"/>
      <w:sz w:val="28"/>
      <w:szCs w:val="28"/>
    </w:rPr>
  </w:style>
  <w:style w:type="paragraph" w:customStyle="1" w:styleId="EXRSLITEMTTL">
    <w:name w:val="EXR_SL_ITEM_TTL"/>
    <w:basedOn w:val="Normal"/>
    <w:autoRedefine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EXRSL">
    <w:name w:val="EXR_SL"/>
    <w:basedOn w:val="EXRSLITEMTTL"/>
    <w:rsid w:val="00344BAD"/>
    <w:rPr>
      <w:b w:val="0"/>
      <w:color w:val="auto"/>
      <w:sz w:val="22"/>
    </w:rPr>
  </w:style>
  <w:style w:type="paragraph" w:customStyle="1" w:styleId="EXRSLEXTONLY">
    <w:name w:val="EXR_SL_EXT_ONLY"/>
    <w:next w:val="Normal"/>
    <w:rsid w:val="00344BAD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EXRSLFIRST">
    <w:name w:val="EXR_S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ITEMTTLSUPTTL">
    <w:name w:val="EXR_SL_ITEM_TTL_SUPTTL"/>
    <w:basedOn w:val="PROBSLITEMTTL"/>
    <w:rsid w:val="009222A1"/>
    <w:rPr>
      <w:b w:val="0"/>
      <w:color w:val="FF0000"/>
    </w:rPr>
  </w:style>
  <w:style w:type="paragraph" w:customStyle="1" w:styleId="EXRSLLAST">
    <w:name w:val="EXR_S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FIRST">
    <w:name w:val="EXR_SL_LL_B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LAST">
    <w:name w:val="EXR_SL_LL_B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MID">
    <w:name w:val="EXR_SL_LL_B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FIRST">
    <w:name w:val="EXR_SL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LAST">
    <w:name w:val="EXR_SL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MID">
    <w:name w:val="EXR_SL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NLFIRST">
    <w:name w:val="EXR_SL_LL_NL_FIRST"/>
    <w:basedOn w:val="PROBSLLLBLFIRST"/>
    <w:rsid w:val="009222A1"/>
    <w:pPr>
      <w:numPr>
        <w:numId w:val="32"/>
      </w:numPr>
    </w:pPr>
  </w:style>
  <w:style w:type="paragraph" w:customStyle="1" w:styleId="EXRSLMID">
    <w:name w:val="EXR_S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NUM">
    <w:name w:val="EXR_SL_NUM"/>
    <w:basedOn w:val="Normal"/>
    <w:rsid w:val="00344BAD"/>
    <w:rPr>
      <w:color w:val="0000FF"/>
    </w:rPr>
  </w:style>
  <w:style w:type="paragraph" w:customStyle="1" w:styleId="EXRSSLLNLLAST">
    <w:name w:val="EXR_SS_LL_NL_LAST"/>
    <w:basedOn w:val="EXRSLLLBLLAST"/>
    <w:rsid w:val="009222A1"/>
  </w:style>
  <w:style w:type="paragraph" w:customStyle="1" w:styleId="EXRTTL">
    <w:name w:val="EXR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EXRSETTTL">
    <w:name w:val="EXRSET_TTL"/>
    <w:basedOn w:val="Normal"/>
    <w:rsid w:val="00344BAD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FIG1NUM">
    <w:name w:val="FIG1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character" w:customStyle="1" w:styleId="FIG1NUMChar">
    <w:name w:val="FIG1_NUM Char"/>
    <w:basedOn w:val="DefaultParagraphFont"/>
    <w:rsid w:val="00344BAD"/>
    <w:rPr>
      <w:rFonts w:ascii="Times" w:hAnsi="Times"/>
      <w:b/>
      <w:i/>
      <w:noProof w:val="0"/>
      <w:sz w:val="24"/>
      <w:lang w:val="en-US" w:eastAsia="en-US" w:bidi="ar-SA"/>
    </w:rPr>
  </w:style>
  <w:style w:type="paragraph" w:customStyle="1" w:styleId="FIG1TTL">
    <w:name w:val="FIG1_TTL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szCs w:val="20"/>
    </w:rPr>
  </w:style>
  <w:style w:type="paragraph" w:customStyle="1" w:styleId="FIG2NUM">
    <w:name w:val="FIG2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paragraph" w:customStyle="1" w:styleId="FIG2TTL">
    <w:name w:val="FIG2_TT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FIGPD">
    <w:name w:val="FIGPD"/>
    <w:basedOn w:val="CHAPBM"/>
    <w:rsid w:val="009222A1"/>
    <w:pPr>
      <w:ind w:firstLine="0"/>
    </w:pPr>
  </w:style>
  <w:style w:type="character" w:styleId="FollowedHyperlink">
    <w:name w:val="FollowedHyperlink"/>
    <w:basedOn w:val="DefaultParagraphFont"/>
    <w:rsid w:val="009222A1"/>
    <w:rPr>
      <w:color w:val="800080"/>
      <w:u w:val="single"/>
    </w:rPr>
  </w:style>
  <w:style w:type="paragraph" w:customStyle="1" w:styleId="H1">
    <w:name w:val="H1"/>
    <w:basedOn w:val="Normal"/>
    <w:rsid w:val="009222A1"/>
    <w:pPr>
      <w:spacing w:before="240" w:after="120" w:line="240" w:lineRule="atLeast"/>
      <w:outlineLvl w:val="1"/>
    </w:pPr>
    <w:rPr>
      <w:rFonts w:ascii="Times New Roman Bold" w:eastAsia="Times" w:hAnsi="Times New Roman Bold"/>
      <w:b/>
      <w:color w:val="FF0000"/>
      <w:sz w:val="28"/>
      <w:szCs w:val="20"/>
    </w:rPr>
  </w:style>
  <w:style w:type="paragraph" w:customStyle="1" w:styleId="H2">
    <w:name w:val="H2"/>
    <w:basedOn w:val="Normal"/>
    <w:rsid w:val="009222A1"/>
    <w:pPr>
      <w:spacing w:before="240" w:after="120" w:line="240" w:lineRule="atLeast"/>
      <w:outlineLvl w:val="3"/>
    </w:pPr>
    <w:rPr>
      <w:rFonts w:eastAsia="Times"/>
      <w:color w:val="0000FF"/>
      <w:sz w:val="28"/>
      <w:szCs w:val="20"/>
    </w:rPr>
  </w:style>
  <w:style w:type="paragraph" w:customStyle="1" w:styleId="H3">
    <w:name w:val="H3"/>
    <w:basedOn w:val="Normal"/>
    <w:rsid w:val="009222A1"/>
    <w:pPr>
      <w:spacing w:before="240" w:after="120" w:line="240" w:lineRule="atLeast"/>
      <w:outlineLvl w:val="3"/>
    </w:pPr>
    <w:rPr>
      <w:rFonts w:eastAsia="Times"/>
      <w:color w:val="339966"/>
      <w:sz w:val="28"/>
      <w:szCs w:val="28"/>
    </w:rPr>
  </w:style>
  <w:style w:type="paragraph" w:customStyle="1" w:styleId="HEADFIRST">
    <w:name w:val="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character" w:customStyle="1" w:styleId="Heading1Char">
    <w:name w:val="Heading 1 Char"/>
    <w:basedOn w:val="DefaultParagraphFont"/>
    <w:link w:val="Heading1"/>
    <w:rsid w:val="00344BAD"/>
    <w:rPr>
      <w:rFonts w:ascii="GillSans" w:hAnsi="GillSans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344BAD"/>
    <w:rPr>
      <w:rFonts w:ascii="Arial" w:eastAsia="Times" w:hAnsi="Arial" w:cs="Arial"/>
      <w:b/>
      <w:bCs/>
      <w:sz w:val="26"/>
      <w:szCs w:val="26"/>
    </w:rPr>
  </w:style>
  <w:style w:type="character" w:styleId="Hyperlink">
    <w:name w:val="Hyperlink"/>
    <w:basedOn w:val="DefaultParagraphFont"/>
    <w:rsid w:val="009222A1"/>
    <w:rPr>
      <w:color w:val="0000FF"/>
      <w:u w:val="single"/>
    </w:rPr>
  </w:style>
  <w:style w:type="character" w:customStyle="1" w:styleId="KT">
    <w:name w:val="KT"/>
    <w:rsid w:val="009222A1"/>
    <w:rPr>
      <w:b/>
      <w:i/>
    </w:rPr>
  </w:style>
  <w:style w:type="paragraph" w:customStyle="1" w:styleId="MN1">
    <w:name w:val="MN1"/>
    <w:basedOn w:val="Normal"/>
    <w:rsid w:val="009222A1"/>
    <w:pPr>
      <w:spacing w:line="360" w:lineRule="auto"/>
    </w:pPr>
    <w:rPr>
      <w:rFonts w:eastAsia="Times"/>
      <w:color w:val="FF6600"/>
    </w:rPr>
  </w:style>
  <w:style w:type="paragraph" w:customStyle="1" w:styleId="MN2GLOSDEF">
    <w:name w:val="MN2_GLOS_DEF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MN2GLOSDEFChar">
    <w:name w:val="MN2_GLOS_DEF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character" w:customStyle="1" w:styleId="MN2GLOSKT">
    <w:name w:val="MN2_GLOS_KT"/>
    <w:rsid w:val="00344BAD"/>
    <w:rPr>
      <w:b/>
      <w:i/>
    </w:rPr>
  </w:style>
  <w:style w:type="paragraph" w:customStyle="1" w:styleId="PD">
    <w:name w:val="PD"/>
    <w:rsid w:val="009222A1"/>
    <w:pPr>
      <w:spacing w:before="240" w:after="240" w:line="240" w:lineRule="atLeast"/>
      <w:ind w:left="360" w:hanging="360"/>
    </w:pPr>
    <w:rPr>
      <w:rFonts w:ascii="Courier" w:hAnsi="Courier" w:cs="Times New Roman"/>
      <w:b/>
      <w:i/>
      <w:sz w:val="24"/>
      <w:szCs w:val="20"/>
    </w:rPr>
  </w:style>
  <w:style w:type="paragraph" w:customStyle="1" w:styleId="REFUNTBL">
    <w:name w:val="REF_UNTBL"/>
    <w:basedOn w:val="Normal"/>
    <w:rsid w:val="00344BAD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paragraph" w:customStyle="1" w:styleId="REFUNTBLCOLHD">
    <w:name w:val="REF_UNTBL_COLHD"/>
    <w:basedOn w:val="Normal"/>
    <w:rsid w:val="00344BAD"/>
    <w:rPr>
      <w:rFonts w:ascii="Tahoma" w:hAnsi="Tahoma"/>
      <w:color w:val="0000FF"/>
      <w:sz w:val="22"/>
    </w:rPr>
  </w:style>
  <w:style w:type="paragraph" w:customStyle="1" w:styleId="RFR">
    <w:name w:val="R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FV">
    <w:name w:val="R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R">
    <w:name w:val="RH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V">
    <w:name w:val="RH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TBL">
    <w:name w:val="TBL"/>
    <w:basedOn w:val="Normal"/>
    <w:rsid w:val="00344BAD"/>
  </w:style>
  <w:style w:type="paragraph" w:customStyle="1" w:styleId="TBLCOLHD">
    <w:name w:val="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TBLNUM">
    <w:name w:val="TBL_NUM"/>
    <w:basedOn w:val="PD"/>
    <w:rsid w:val="009222A1"/>
    <w:rPr>
      <w:color w:val="0000FF"/>
    </w:rPr>
  </w:style>
  <w:style w:type="paragraph" w:customStyle="1" w:styleId="TBLTTL">
    <w:name w:val="TBL_TTL"/>
    <w:basedOn w:val="Normal"/>
    <w:rsid w:val="009222A1"/>
    <w:rPr>
      <w:color w:val="0000FF"/>
      <w:sz w:val="22"/>
    </w:rPr>
  </w:style>
  <w:style w:type="paragraph" w:customStyle="1" w:styleId="TTL">
    <w:name w:val="TTL"/>
    <w:basedOn w:val="Normal"/>
    <w:rsid w:val="009222A1"/>
    <w:rPr>
      <w:rFonts w:ascii="Arial" w:hAnsi="Arial"/>
      <w:color w:val="3366FF"/>
    </w:rPr>
  </w:style>
  <w:style w:type="paragraph" w:customStyle="1" w:styleId="UNTBL">
    <w:name w:val="UNTBL"/>
    <w:basedOn w:val="Normal"/>
    <w:rsid w:val="00344BAD"/>
    <w:rPr>
      <w:sz w:val="20"/>
    </w:rPr>
  </w:style>
  <w:style w:type="paragraph" w:customStyle="1" w:styleId="UNTBLFIG1NUM">
    <w:name w:val="UNTBL_FIG1_NUM"/>
    <w:basedOn w:val="FIG1NUM"/>
    <w:rsid w:val="00344BAD"/>
    <w:rPr>
      <w:b w:val="0"/>
      <w:bCs/>
    </w:rPr>
  </w:style>
  <w:style w:type="paragraph" w:customStyle="1" w:styleId="UNTBLFIG1TTL">
    <w:name w:val="UNTBL_FIG1_TTL"/>
    <w:basedOn w:val="FIG1TTL"/>
    <w:rsid w:val="00344BAD"/>
    <w:pPr>
      <w:autoSpaceDE w:val="0"/>
      <w:autoSpaceDN w:val="0"/>
      <w:adjustRightInd w:val="0"/>
    </w:pPr>
    <w:rPr>
      <w:b/>
      <w:bCs/>
    </w:rPr>
  </w:style>
  <w:style w:type="paragraph" w:customStyle="1" w:styleId="URL">
    <w:name w:val="URL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ADMON">
    <w:name w:val="ADMON"/>
    <w:basedOn w:val="CFSUBTTL"/>
    <w:rsid w:val="009222A1"/>
  </w:style>
  <w:style w:type="character" w:customStyle="1" w:styleId="BITAL">
    <w:name w:val="BITAL"/>
    <w:basedOn w:val="DefaultParagraphFont"/>
    <w:rsid w:val="009222A1"/>
  </w:style>
  <w:style w:type="paragraph" w:customStyle="1" w:styleId="BKFMABA">
    <w:name w:val="BKFM_ABA"/>
    <w:basedOn w:val="CFCS1"/>
    <w:rsid w:val="009222A1"/>
  </w:style>
  <w:style w:type="paragraph" w:customStyle="1" w:styleId="BKFMABAFIRST">
    <w:name w:val="BKFM_ABA_FIRST"/>
    <w:basedOn w:val="CFCS1"/>
    <w:rsid w:val="009222A1"/>
  </w:style>
  <w:style w:type="paragraph" w:customStyle="1" w:styleId="BKFMABASETTTL">
    <w:name w:val="BKFM_ABASET_TTL"/>
    <w:basedOn w:val="CFCS1"/>
    <w:rsid w:val="009222A1"/>
  </w:style>
  <w:style w:type="paragraph" w:customStyle="1" w:styleId="BKFMACK">
    <w:name w:val="BKFM_ACK"/>
    <w:basedOn w:val="CFCS1"/>
    <w:rsid w:val="009222A1"/>
  </w:style>
  <w:style w:type="paragraph" w:customStyle="1" w:styleId="BKFMACKAUAFFIL">
    <w:name w:val="BKFM_ACK_AU_AFFIL"/>
    <w:basedOn w:val="CFCS1"/>
    <w:rsid w:val="009222A1"/>
  </w:style>
  <w:style w:type="paragraph" w:customStyle="1" w:styleId="BKFMACKAUNA">
    <w:name w:val="BKFM_ACK_AU_NA"/>
    <w:basedOn w:val="CFCS1"/>
    <w:rsid w:val="009222A1"/>
  </w:style>
  <w:style w:type="paragraph" w:customStyle="1" w:styleId="BKFMACKCON">
    <w:name w:val="BKFM_ACK_CON"/>
    <w:basedOn w:val="CFCS1"/>
    <w:rsid w:val="009222A1"/>
  </w:style>
  <w:style w:type="paragraph" w:customStyle="1" w:styleId="BKFMACKFIRST">
    <w:name w:val="BKFM_ACK_FIRST"/>
    <w:basedOn w:val="CFCS1"/>
    <w:rsid w:val="009222A1"/>
  </w:style>
  <w:style w:type="paragraph" w:customStyle="1" w:styleId="BKFMACKHEADFIRST">
    <w:name w:val="BKFM_ACK_HEADFIRST"/>
    <w:basedOn w:val="CFCS1"/>
    <w:rsid w:val="009222A1"/>
  </w:style>
  <w:style w:type="paragraph" w:customStyle="1" w:styleId="BKFMACKTTL">
    <w:name w:val="BKFM_ACK_TTL"/>
    <w:basedOn w:val="CFCS1"/>
    <w:rsid w:val="009222A1"/>
  </w:style>
  <w:style w:type="paragraph" w:customStyle="1" w:styleId="BKFMBRFTOCBKFMTTL">
    <w:name w:val="BKFM_BRFTOC_BKFM_TTL"/>
    <w:basedOn w:val="CFCS1"/>
    <w:rsid w:val="009222A1"/>
  </w:style>
  <w:style w:type="character" w:customStyle="1" w:styleId="BKFMBRFTOCBKFMTTLPG">
    <w:name w:val="BKFM_BRFTOC_BKFM_TTL_PG"/>
    <w:basedOn w:val="DefaultParagraphFont"/>
    <w:rsid w:val="009222A1"/>
  </w:style>
  <w:style w:type="paragraph" w:customStyle="1" w:styleId="BKFMBRFTOCTTL">
    <w:name w:val="BKFM_BRFTOC_TTL"/>
    <w:basedOn w:val="CFCS1"/>
    <w:rsid w:val="009222A1"/>
  </w:style>
  <w:style w:type="paragraph" w:customStyle="1" w:styleId="BKFMCPYPGBKTTL">
    <w:name w:val="BKFM_CPYPG_BKTTL"/>
    <w:basedOn w:val="CFCS1"/>
    <w:rsid w:val="009222A1"/>
  </w:style>
  <w:style w:type="paragraph" w:customStyle="1" w:styleId="BKFMCPYPGCIP">
    <w:name w:val="BKFM_CPYPG_CIP"/>
    <w:basedOn w:val="CFCS1"/>
    <w:rsid w:val="009222A1"/>
  </w:style>
  <w:style w:type="paragraph" w:customStyle="1" w:styleId="BKFMCPYPGCPY">
    <w:name w:val="BKFM_CPYPG_CPY"/>
    <w:basedOn w:val="CFCS1"/>
    <w:rsid w:val="009222A1"/>
  </w:style>
  <w:style w:type="paragraph" w:customStyle="1" w:styleId="BKFMCPYPGCRED">
    <w:name w:val="BKFM_CPYPG_CRED"/>
    <w:basedOn w:val="CFCS1"/>
    <w:rsid w:val="009222A1"/>
  </w:style>
  <w:style w:type="paragraph" w:customStyle="1" w:styleId="BKFMCPYPGDSCL">
    <w:name w:val="BKFM_CPYPG_DSCL"/>
    <w:basedOn w:val="CFCS1"/>
    <w:rsid w:val="009222A1"/>
  </w:style>
  <w:style w:type="paragraph" w:customStyle="1" w:styleId="BKFMCPYPGISBN">
    <w:name w:val="BKFM_CPYPG_ISBN"/>
    <w:basedOn w:val="CFCS1"/>
    <w:rsid w:val="009222A1"/>
  </w:style>
  <w:style w:type="paragraph" w:customStyle="1" w:styleId="BKFMCPYPGPERM">
    <w:name w:val="BKFM_CPYPG_PERM"/>
    <w:basedOn w:val="CFCS1"/>
    <w:rsid w:val="009222A1"/>
  </w:style>
  <w:style w:type="paragraph" w:customStyle="1" w:styleId="BKFMCPYPGREPRINT">
    <w:name w:val="BKFM_CPYPG_REPRINT"/>
    <w:basedOn w:val="CFCS1"/>
    <w:rsid w:val="009222A1"/>
  </w:style>
  <w:style w:type="paragraph" w:customStyle="1" w:styleId="BKFMCPYPGWWWURL">
    <w:name w:val="BKFM_CPYPG_WWW_URL"/>
    <w:basedOn w:val="CFCS1"/>
    <w:rsid w:val="009222A1"/>
  </w:style>
  <w:style w:type="paragraph" w:customStyle="1" w:styleId="BKFMDED">
    <w:name w:val="BKFM_DED"/>
    <w:basedOn w:val="CFCS1"/>
    <w:rsid w:val="009222A1"/>
  </w:style>
  <w:style w:type="paragraph" w:customStyle="1" w:styleId="BKFMHTTLPGTTL">
    <w:name w:val="BKFM_HTTLPG_TTL"/>
    <w:basedOn w:val="CFCS1"/>
    <w:rsid w:val="009222A1"/>
  </w:style>
  <w:style w:type="paragraph" w:customStyle="1" w:styleId="BKFMPREF">
    <w:name w:val="BKFM_PREF"/>
    <w:basedOn w:val="CFCS1"/>
    <w:rsid w:val="009222A1"/>
  </w:style>
  <w:style w:type="paragraph" w:customStyle="1" w:styleId="BKFMPREFCON">
    <w:name w:val="BKFM_PREF_CON"/>
    <w:basedOn w:val="CFCS1"/>
    <w:rsid w:val="009222A1"/>
  </w:style>
  <w:style w:type="paragraph" w:customStyle="1" w:styleId="BKFMPREFFIRST">
    <w:name w:val="BKFM_PREF_FIRST"/>
    <w:basedOn w:val="CFCS1"/>
    <w:rsid w:val="009222A1"/>
  </w:style>
  <w:style w:type="paragraph" w:customStyle="1" w:styleId="BKFMPREFH1">
    <w:name w:val="BKFM_PREF_H1"/>
    <w:basedOn w:val="CFCS1"/>
    <w:rsid w:val="009222A1"/>
  </w:style>
  <w:style w:type="paragraph" w:customStyle="1" w:styleId="BKFMPREFHEADFIRST">
    <w:name w:val="BKFM_PREF_HEADFIRST"/>
    <w:basedOn w:val="CFCS1"/>
    <w:rsid w:val="009222A1"/>
  </w:style>
  <w:style w:type="paragraph" w:customStyle="1" w:styleId="BKFMPREFTTL">
    <w:name w:val="BKFM_PREF_TTL"/>
    <w:basedOn w:val="CFCS1"/>
    <w:rsid w:val="009222A1"/>
  </w:style>
  <w:style w:type="paragraph" w:customStyle="1" w:styleId="BKFMSERPGTTL">
    <w:name w:val="BKFM_SERPG_TTL"/>
    <w:basedOn w:val="CFCS1"/>
    <w:rsid w:val="009222A1"/>
  </w:style>
  <w:style w:type="paragraph" w:customStyle="1" w:styleId="BKFMTOCBKFMTTL">
    <w:name w:val="BKFM_TOC_BKFM_TTL"/>
    <w:basedOn w:val="CFCS1"/>
    <w:rsid w:val="009222A1"/>
  </w:style>
  <w:style w:type="character" w:customStyle="1" w:styleId="BKFMTOCBKFMTTLPG">
    <w:name w:val="BKFM_TOC_BKFM_TTL_PG"/>
    <w:basedOn w:val="DefaultParagraphFont"/>
    <w:rsid w:val="009222A1"/>
  </w:style>
  <w:style w:type="paragraph" w:customStyle="1" w:styleId="BKFMTOCBKRMAPPNUM">
    <w:name w:val="BKFM_TOC_BKRM_APP_NUM"/>
    <w:basedOn w:val="CFCS1"/>
    <w:rsid w:val="009222A1"/>
  </w:style>
  <w:style w:type="paragraph" w:customStyle="1" w:styleId="BKFMTOCBKRMAPPTTL">
    <w:name w:val="BKFM_TOC_BKRM_APP_TTL"/>
    <w:basedOn w:val="CFCS1"/>
    <w:rsid w:val="009222A1"/>
  </w:style>
  <w:style w:type="paragraph" w:customStyle="1" w:styleId="BKFMTOCBKRMAPPTTLPG">
    <w:name w:val="BKFM_TOC_BKRM_APP_TTL_PG"/>
    <w:basedOn w:val="CFCS1"/>
    <w:rsid w:val="009222A1"/>
  </w:style>
  <w:style w:type="paragraph" w:customStyle="1" w:styleId="BKFMTOCBKRMTTL">
    <w:name w:val="BKFM_TOC_BKRM_TTL"/>
    <w:basedOn w:val="CFCS1"/>
    <w:rsid w:val="009222A1"/>
  </w:style>
  <w:style w:type="character" w:customStyle="1" w:styleId="BKFMTOCBKRMTTLPG">
    <w:name w:val="BKFM_TOC_BKRM_TTL_PG"/>
    <w:basedOn w:val="DefaultParagraphFont"/>
    <w:rsid w:val="009222A1"/>
  </w:style>
  <w:style w:type="paragraph" w:customStyle="1" w:styleId="BKFMTOCBX1NUM">
    <w:name w:val="BKFM_TOC_BX1_NUM"/>
    <w:basedOn w:val="CFCS1"/>
    <w:rsid w:val="009222A1"/>
  </w:style>
  <w:style w:type="paragraph" w:customStyle="1" w:styleId="BKFMTOCBX1SUPTTL">
    <w:name w:val="BKFM_TOC_BX1_SUPTTL"/>
    <w:basedOn w:val="CFCS1"/>
    <w:rsid w:val="009222A1"/>
  </w:style>
  <w:style w:type="paragraph" w:customStyle="1" w:styleId="BKFMTOCBX1TTL">
    <w:name w:val="BKFM_TOC_BX1_TTL"/>
    <w:basedOn w:val="CFCS1"/>
    <w:rsid w:val="009222A1"/>
  </w:style>
  <w:style w:type="character" w:customStyle="1" w:styleId="BKFMTOCBX1TTLPG">
    <w:name w:val="BKFM_TOC_BX1_TTL_PG"/>
    <w:basedOn w:val="DefaultParagraphFont"/>
    <w:rsid w:val="009222A1"/>
  </w:style>
  <w:style w:type="paragraph" w:customStyle="1" w:styleId="BKFMTOCBX2NUM">
    <w:name w:val="BKFM_TOC_BX2_NUM"/>
    <w:basedOn w:val="CFCS1"/>
    <w:rsid w:val="009222A1"/>
  </w:style>
  <w:style w:type="paragraph" w:customStyle="1" w:styleId="BKFMTOCBX2SUPTTL">
    <w:name w:val="BKFM_TOC_BX2_SUPTTL"/>
    <w:basedOn w:val="CFCS1"/>
    <w:rsid w:val="009222A1"/>
  </w:style>
  <w:style w:type="paragraph" w:customStyle="1" w:styleId="BKFMTOCBX2TTL">
    <w:name w:val="BKFM_TOC_BX2_TTL"/>
    <w:basedOn w:val="CFCS1"/>
    <w:rsid w:val="009222A1"/>
  </w:style>
  <w:style w:type="character" w:customStyle="1" w:styleId="BKFMTOCBX2TTLPG">
    <w:name w:val="BKFM_TOC_BX2_TTL_PG"/>
    <w:basedOn w:val="DefaultParagraphFont"/>
    <w:rsid w:val="009222A1"/>
  </w:style>
  <w:style w:type="paragraph" w:customStyle="1" w:styleId="BKFMTOCCHAPH1">
    <w:name w:val="BKFM_TOC_CHAP_H1"/>
    <w:basedOn w:val="CFCS1"/>
    <w:rsid w:val="009222A1"/>
  </w:style>
  <w:style w:type="character" w:customStyle="1" w:styleId="BKFMTOCCHAPH1PG">
    <w:name w:val="BKFM_TOC_CHAP_H1_PG"/>
    <w:basedOn w:val="DefaultParagraphFont"/>
    <w:rsid w:val="009222A1"/>
  </w:style>
  <w:style w:type="paragraph" w:customStyle="1" w:styleId="BKFMTOCCHAPH2">
    <w:name w:val="BKFM_TOC_CHAP_H2"/>
    <w:basedOn w:val="CFCS1"/>
    <w:rsid w:val="009222A1"/>
  </w:style>
  <w:style w:type="character" w:customStyle="1" w:styleId="BKFMTOCCHAPH2PG">
    <w:name w:val="BKFM_TOC_CHAP_H2_PG"/>
    <w:basedOn w:val="DefaultParagraphFont"/>
    <w:rsid w:val="009222A1"/>
  </w:style>
  <w:style w:type="paragraph" w:customStyle="1" w:styleId="BKFMTOCCHAPH3">
    <w:name w:val="BKFM_TOC_CHAP_H3"/>
    <w:basedOn w:val="CFCS1"/>
    <w:rsid w:val="009222A1"/>
  </w:style>
  <w:style w:type="character" w:customStyle="1" w:styleId="BKFMTOCCHAPH3PG">
    <w:name w:val="BKFM_TOC_CHAP_H3_PG"/>
    <w:basedOn w:val="DefaultParagraphFont"/>
    <w:rsid w:val="009222A1"/>
  </w:style>
  <w:style w:type="paragraph" w:customStyle="1" w:styleId="BKFMTOCCHAPNUM">
    <w:name w:val="BKFM_TOC_CHAP_NUM"/>
    <w:basedOn w:val="CFCS1"/>
    <w:rsid w:val="009222A1"/>
  </w:style>
  <w:style w:type="paragraph" w:customStyle="1" w:styleId="BKFMTOCCHAPTTL">
    <w:name w:val="BKFM_TOC_CHAP_TTL"/>
    <w:basedOn w:val="CFCS1"/>
    <w:rsid w:val="009222A1"/>
  </w:style>
  <w:style w:type="character" w:customStyle="1" w:styleId="BKFMTOCCHAPTTLPG">
    <w:name w:val="BKFM_TOC_CHAP_TTL_PG"/>
    <w:basedOn w:val="DefaultParagraphFont"/>
    <w:rsid w:val="009222A1"/>
  </w:style>
  <w:style w:type="paragraph" w:customStyle="1" w:styleId="BKFMTOCCRTTL">
    <w:name w:val="BKFM_TOC_CR_TTL"/>
    <w:basedOn w:val="CFCS1"/>
    <w:rsid w:val="009222A1"/>
  </w:style>
  <w:style w:type="character" w:customStyle="1" w:styleId="BKFMTOCCRTTLPG">
    <w:name w:val="BKFM_TOC_CR_TTL_PG"/>
    <w:basedOn w:val="DefaultParagraphFont"/>
    <w:rsid w:val="009222A1"/>
  </w:style>
  <w:style w:type="paragraph" w:customStyle="1" w:styleId="BKFMTOCPARTNUM">
    <w:name w:val="BKFM_TOC_PART_NUM"/>
    <w:basedOn w:val="CFCS1"/>
    <w:rsid w:val="009222A1"/>
  </w:style>
  <w:style w:type="paragraph" w:customStyle="1" w:styleId="BKFMTOCPARTTTL">
    <w:name w:val="BKFM_TOC_PART_TTL"/>
    <w:basedOn w:val="CFCS1"/>
    <w:rsid w:val="009222A1"/>
  </w:style>
  <w:style w:type="character" w:customStyle="1" w:styleId="BKFMTOCPARTTTLPG">
    <w:name w:val="BKFM_TOC_PART_TTL_PG"/>
    <w:basedOn w:val="DefaultParagraphFont"/>
    <w:rsid w:val="009222A1"/>
  </w:style>
  <w:style w:type="paragraph" w:customStyle="1" w:styleId="BKFMTOCTTL">
    <w:name w:val="BKFM_TOC_TTL"/>
    <w:basedOn w:val="CFCS1"/>
    <w:rsid w:val="009222A1"/>
  </w:style>
  <w:style w:type="paragraph" w:customStyle="1" w:styleId="BKFMTTLPGAUAFFIL">
    <w:name w:val="BKFM_TTLPG_AU_AFFIL"/>
    <w:basedOn w:val="CFCS1"/>
    <w:rsid w:val="009222A1"/>
  </w:style>
  <w:style w:type="paragraph" w:customStyle="1" w:styleId="BKFMTTLPGAUNA">
    <w:name w:val="BKFM_TTLPG_AU_NA"/>
    <w:basedOn w:val="CFCS1"/>
    <w:rsid w:val="009222A1"/>
  </w:style>
  <w:style w:type="paragraph" w:customStyle="1" w:styleId="BKFMTTLPGED">
    <w:name w:val="BKFM_TTLPG_ED"/>
    <w:basedOn w:val="CFCS1"/>
    <w:rsid w:val="009222A1"/>
  </w:style>
  <w:style w:type="paragraph" w:customStyle="1" w:styleId="BKFMTTLPGPUB">
    <w:name w:val="BKFM_TTLPG_PUB"/>
    <w:basedOn w:val="CFCS1"/>
    <w:rsid w:val="009222A1"/>
  </w:style>
  <w:style w:type="paragraph" w:customStyle="1" w:styleId="BKFMTTLPGSUBTTL">
    <w:name w:val="BKFM_TTLPG_SUBTTL"/>
    <w:basedOn w:val="CFCS1"/>
    <w:rsid w:val="009222A1"/>
  </w:style>
  <w:style w:type="paragraph" w:customStyle="1" w:styleId="BKFMTTLPGTTL">
    <w:name w:val="BKFM_TTLPG_TTL"/>
    <w:basedOn w:val="CFCS1"/>
    <w:rsid w:val="009222A1"/>
  </w:style>
  <w:style w:type="paragraph" w:customStyle="1" w:styleId="BKRM">
    <w:name w:val="BKRM"/>
    <w:basedOn w:val="CFCS1"/>
    <w:rsid w:val="009222A1"/>
  </w:style>
  <w:style w:type="paragraph" w:customStyle="1" w:styleId="BKRMANSSET">
    <w:name w:val="BKRM_ANSSET"/>
    <w:basedOn w:val="CFCS1"/>
    <w:rsid w:val="009222A1"/>
  </w:style>
  <w:style w:type="paragraph" w:customStyle="1" w:styleId="BKRMANSSETCHAPANS">
    <w:name w:val="BKRM_ANSSET_CHAP_ANS"/>
    <w:basedOn w:val="CFCS1"/>
    <w:rsid w:val="009222A1"/>
  </w:style>
  <w:style w:type="character" w:customStyle="1" w:styleId="BKRMANSSETCHAPANSNUM">
    <w:name w:val="BKRM_ANSSET_CHAP_ANS_NUM"/>
    <w:basedOn w:val="DefaultParagraphFont"/>
    <w:rsid w:val="009222A1"/>
  </w:style>
  <w:style w:type="paragraph" w:customStyle="1" w:styleId="BKRMANSSETCHAPNUM">
    <w:name w:val="BKRM_ANSSET_CHAP_NUM"/>
    <w:basedOn w:val="CFCS1"/>
    <w:rsid w:val="009222A1"/>
  </w:style>
  <w:style w:type="paragraph" w:customStyle="1" w:styleId="BKRMANSSETCHAPTTL">
    <w:name w:val="BKRM_ANSSET_CHAP_TTL"/>
    <w:basedOn w:val="CFCS1"/>
    <w:rsid w:val="009222A1"/>
  </w:style>
  <w:style w:type="paragraph" w:customStyle="1" w:styleId="BKRMANSSETFIRST">
    <w:name w:val="BKRM_ANSSET_FIRST"/>
    <w:basedOn w:val="CFCS1"/>
    <w:rsid w:val="009222A1"/>
  </w:style>
  <w:style w:type="paragraph" w:customStyle="1" w:styleId="BKRMANSSETTTL">
    <w:name w:val="BKRM_ANSSET_TTL"/>
    <w:basedOn w:val="CFCS1"/>
    <w:rsid w:val="009222A1"/>
  </w:style>
  <w:style w:type="paragraph" w:customStyle="1" w:styleId="BKRMAPP">
    <w:name w:val="BKRM_APP"/>
    <w:basedOn w:val="CFCS1"/>
    <w:rsid w:val="009222A1"/>
  </w:style>
  <w:style w:type="paragraph" w:customStyle="1" w:styleId="BKRMAPPCON">
    <w:name w:val="BKRM_APP_CON"/>
    <w:basedOn w:val="CFCS1"/>
    <w:rsid w:val="009222A1"/>
  </w:style>
  <w:style w:type="paragraph" w:customStyle="1" w:styleId="BKRMAPPDMFIRST">
    <w:name w:val="BKRM_APP_DM_FIRST"/>
    <w:basedOn w:val="CFCS1"/>
    <w:rsid w:val="009222A1"/>
  </w:style>
  <w:style w:type="paragraph" w:customStyle="1" w:styleId="BKRMAPPDMLAST">
    <w:name w:val="BKRM_APP_DM_LAST"/>
    <w:basedOn w:val="CFCS1"/>
    <w:rsid w:val="009222A1"/>
  </w:style>
  <w:style w:type="paragraph" w:customStyle="1" w:styleId="BKRMAPPDMMID">
    <w:name w:val="BKRM_APP_DM_MID"/>
    <w:basedOn w:val="CFCS1"/>
    <w:rsid w:val="009222A1"/>
  </w:style>
  <w:style w:type="paragraph" w:customStyle="1" w:styleId="BKRMAPPDMONLY">
    <w:name w:val="BKRM_APP_DM_ONLY"/>
    <w:basedOn w:val="CFCS1"/>
    <w:rsid w:val="009222A1"/>
  </w:style>
  <w:style w:type="paragraph" w:customStyle="1" w:styleId="BKRMAPPEQFIRST">
    <w:name w:val="BKRM_APP_EQ_FIRST"/>
    <w:basedOn w:val="CFCS1"/>
    <w:rsid w:val="009222A1"/>
  </w:style>
  <w:style w:type="paragraph" w:customStyle="1" w:styleId="BKRMAPPEQLAST">
    <w:name w:val="BKRM_APP_EQ_LAST"/>
    <w:basedOn w:val="CFCS1"/>
    <w:rsid w:val="009222A1"/>
  </w:style>
  <w:style w:type="paragraph" w:customStyle="1" w:styleId="BKRMAPPEQMID">
    <w:name w:val="BKRM_APP_EQ_MID"/>
    <w:basedOn w:val="CFCS1"/>
    <w:rsid w:val="009222A1"/>
  </w:style>
  <w:style w:type="character" w:customStyle="1" w:styleId="BKRMAPPEQNUM">
    <w:name w:val="BKRM_APP_EQ_NUM"/>
    <w:basedOn w:val="DefaultParagraphFont"/>
    <w:rsid w:val="009222A1"/>
  </w:style>
  <w:style w:type="paragraph" w:customStyle="1" w:styleId="BKRMAPPEQONLY">
    <w:name w:val="BKRM_APP_EQ_ONLY"/>
    <w:basedOn w:val="CFCS1"/>
    <w:rsid w:val="009222A1"/>
  </w:style>
  <w:style w:type="paragraph" w:customStyle="1" w:styleId="BKRMAPPFIRST">
    <w:name w:val="BKRM_APP_FIRST"/>
    <w:basedOn w:val="CFCS1"/>
    <w:rsid w:val="009222A1"/>
  </w:style>
  <w:style w:type="paragraph" w:customStyle="1" w:styleId="BKRMAPPH1">
    <w:name w:val="BKRM_APP_H1"/>
    <w:basedOn w:val="CFCS1"/>
    <w:rsid w:val="009222A1"/>
  </w:style>
  <w:style w:type="paragraph" w:customStyle="1" w:styleId="BKRMAPPH2">
    <w:name w:val="BKRM_APP_H2"/>
    <w:basedOn w:val="CFCS1"/>
    <w:rsid w:val="009222A1"/>
  </w:style>
  <w:style w:type="paragraph" w:customStyle="1" w:styleId="BKRMAPPHEADFIRST">
    <w:name w:val="BKRM_APP_HEADFIRST"/>
    <w:basedOn w:val="CFCS1"/>
    <w:rsid w:val="009222A1"/>
  </w:style>
  <w:style w:type="paragraph" w:customStyle="1" w:styleId="BKRMAPPNLFIRST">
    <w:name w:val="BKRM_APP_NL_FIRST"/>
    <w:basedOn w:val="CFCS1"/>
    <w:rsid w:val="009222A1"/>
  </w:style>
  <w:style w:type="paragraph" w:customStyle="1" w:styleId="BKRMAPPNLLAST">
    <w:name w:val="BKRM_APP_NL_LAST"/>
    <w:basedOn w:val="CFCS1"/>
    <w:rsid w:val="009222A1"/>
  </w:style>
  <w:style w:type="paragraph" w:customStyle="1" w:styleId="BKRMAPPNLMID">
    <w:name w:val="BKRM_APP_NL_MID"/>
    <w:basedOn w:val="CFCS1"/>
    <w:rsid w:val="009222A1"/>
  </w:style>
  <w:style w:type="character" w:customStyle="1" w:styleId="BKRMAPPNLNUM">
    <w:name w:val="BKRM_APP_NL_NUM"/>
    <w:basedOn w:val="DefaultParagraphFont"/>
    <w:rsid w:val="009222A1"/>
  </w:style>
  <w:style w:type="paragraph" w:customStyle="1" w:styleId="BKRMAPPNUM">
    <w:name w:val="BKRM_APP_NUM"/>
    <w:basedOn w:val="CFCS1"/>
    <w:rsid w:val="009222A1"/>
  </w:style>
  <w:style w:type="paragraph" w:customStyle="1" w:styleId="BKRMAPPQ">
    <w:name w:val="BKRM_APP_Q"/>
    <w:basedOn w:val="CFCS1"/>
    <w:rsid w:val="009222A1"/>
  </w:style>
  <w:style w:type="character" w:customStyle="1" w:styleId="BKRMAPPQNUM">
    <w:name w:val="BKRM_APP_Q_NUM"/>
    <w:basedOn w:val="DefaultParagraphFont"/>
    <w:rsid w:val="009222A1"/>
  </w:style>
  <w:style w:type="paragraph" w:customStyle="1" w:styleId="BKRMAPPQSETTTL">
    <w:name w:val="BKRM_APP_QSET_TTL"/>
    <w:basedOn w:val="CFCS1"/>
    <w:rsid w:val="009222A1"/>
  </w:style>
  <w:style w:type="paragraph" w:customStyle="1" w:styleId="BKRMAPPTTL">
    <w:name w:val="BKRM_APP_TTL"/>
    <w:basedOn w:val="CFCS1"/>
    <w:rsid w:val="009222A1"/>
  </w:style>
  <w:style w:type="paragraph" w:customStyle="1" w:styleId="BKRMBIB">
    <w:name w:val="BKRM_BIB"/>
    <w:basedOn w:val="CFCS1"/>
    <w:rsid w:val="009222A1"/>
  </w:style>
  <w:style w:type="paragraph" w:customStyle="1" w:styleId="BKRMBIBSET">
    <w:name w:val="BKRM_BIBSET"/>
    <w:basedOn w:val="CFCS1"/>
    <w:rsid w:val="009222A1"/>
  </w:style>
  <w:style w:type="paragraph" w:customStyle="1" w:styleId="BKRMBIBSETFIRST">
    <w:name w:val="BKRM_BIBSET_FIRST"/>
    <w:basedOn w:val="CFCS1"/>
    <w:rsid w:val="009222A1"/>
  </w:style>
  <w:style w:type="paragraph" w:customStyle="1" w:styleId="BKRMBIBSETTTL">
    <w:name w:val="BKRM_BIBSET_TTL"/>
    <w:basedOn w:val="CFCS1"/>
    <w:rsid w:val="009222A1"/>
  </w:style>
  <w:style w:type="paragraph" w:customStyle="1" w:styleId="BKRMBN">
    <w:name w:val="BKRM_BN"/>
    <w:basedOn w:val="CFCS1"/>
    <w:rsid w:val="009222A1"/>
  </w:style>
  <w:style w:type="paragraph" w:customStyle="1" w:styleId="BKRMCON">
    <w:name w:val="BKRM_CON"/>
    <w:basedOn w:val="CFCS1"/>
    <w:rsid w:val="009222A1"/>
  </w:style>
  <w:style w:type="paragraph" w:customStyle="1" w:styleId="BKRMFIRST">
    <w:name w:val="BKRM_FIRST"/>
    <w:basedOn w:val="CFCS1"/>
    <w:rsid w:val="009222A1"/>
  </w:style>
  <w:style w:type="paragraph" w:customStyle="1" w:styleId="BKRMGLOSDEF">
    <w:name w:val="BKRM_GLOS_DEF"/>
    <w:basedOn w:val="CFCS1"/>
    <w:rsid w:val="009222A1"/>
  </w:style>
  <w:style w:type="character" w:customStyle="1" w:styleId="BKRMGLOSKT">
    <w:name w:val="BKRM_GLOS_KT"/>
    <w:basedOn w:val="DefaultParagraphFont"/>
    <w:rsid w:val="009222A1"/>
  </w:style>
  <w:style w:type="paragraph" w:customStyle="1" w:styleId="BKRMGLOSKTPG">
    <w:name w:val="BKRM_GLOS_KT_PG"/>
    <w:basedOn w:val="CFCS1"/>
    <w:rsid w:val="009222A1"/>
  </w:style>
  <w:style w:type="paragraph" w:customStyle="1" w:styleId="BKRMGLOSSET">
    <w:name w:val="BKRM_GLOSSET"/>
    <w:basedOn w:val="CFCS1"/>
    <w:rsid w:val="009222A1"/>
  </w:style>
  <w:style w:type="paragraph" w:customStyle="1" w:styleId="BKRMGLOSSETFIRST">
    <w:name w:val="BKRM_GLOSSET_FIRST"/>
    <w:basedOn w:val="CFCS1"/>
    <w:rsid w:val="009222A1"/>
  </w:style>
  <w:style w:type="paragraph" w:customStyle="1" w:styleId="BKRMGLOSSETH1">
    <w:name w:val="BKRM_GLOSSET_H1"/>
    <w:basedOn w:val="CFCS1"/>
    <w:rsid w:val="009222A1"/>
  </w:style>
  <w:style w:type="paragraph" w:customStyle="1" w:styleId="BKRMGLOSSETTTL">
    <w:name w:val="BKRM_GLOSSET_TTL"/>
    <w:basedOn w:val="CFCS1"/>
    <w:rsid w:val="009222A1"/>
  </w:style>
  <w:style w:type="paragraph" w:customStyle="1" w:styleId="BKRMHEADFIRST">
    <w:name w:val="BKRM_HEADFIRST"/>
    <w:basedOn w:val="CFCS1"/>
    <w:rsid w:val="009222A1"/>
  </w:style>
  <w:style w:type="paragraph" w:customStyle="1" w:styleId="BKRMIDXH1">
    <w:name w:val="BKRM_IDX_H1"/>
    <w:basedOn w:val="CFCS1"/>
    <w:rsid w:val="009222A1"/>
  </w:style>
  <w:style w:type="paragraph" w:customStyle="1" w:styleId="BKRMIDXTTL">
    <w:name w:val="BKRM_IDX_TTL"/>
    <w:basedOn w:val="CFCS1"/>
    <w:rsid w:val="009222A1"/>
  </w:style>
  <w:style w:type="paragraph" w:customStyle="1" w:styleId="BKRMIDX1">
    <w:name w:val="BKRM_IDX1"/>
    <w:basedOn w:val="CFCS1"/>
    <w:rsid w:val="009222A1"/>
  </w:style>
  <w:style w:type="paragraph" w:customStyle="1" w:styleId="BKRMIDX2">
    <w:name w:val="BKRM_IDX2"/>
    <w:basedOn w:val="CFCS1"/>
    <w:rsid w:val="009222A1"/>
  </w:style>
  <w:style w:type="paragraph" w:customStyle="1" w:styleId="BKRMIDX3">
    <w:name w:val="BKRM_IDX3"/>
    <w:basedOn w:val="CFCS1"/>
    <w:rsid w:val="009222A1"/>
  </w:style>
  <w:style w:type="paragraph" w:customStyle="1" w:styleId="BKRMKT">
    <w:name w:val="BKRM_KT"/>
    <w:basedOn w:val="CFCS1"/>
    <w:rsid w:val="009222A1"/>
  </w:style>
  <w:style w:type="paragraph" w:customStyle="1" w:styleId="BKRMKTSETTTL">
    <w:name w:val="BKRM_KTSET_TTL"/>
    <w:basedOn w:val="CFCS1"/>
    <w:rsid w:val="009222A1"/>
  </w:style>
  <w:style w:type="character" w:customStyle="1" w:styleId="BOLD">
    <w:name w:val="BOLD"/>
    <w:basedOn w:val="DefaultParagraphFont"/>
    <w:rsid w:val="009222A1"/>
  </w:style>
  <w:style w:type="character" w:customStyle="1" w:styleId="BPDING">
    <w:name w:val="BP_DING"/>
    <w:basedOn w:val="DefaultParagraphFont"/>
    <w:rsid w:val="009222A1"/>
  </w:style>
  <w:style w:type="paragraph" w:customStyle="1" w:styleId="BPFIRST">
    <w:name w:val="BP_FIRST"/>
    <w:basedOn w:val="CFSUBTTL"/>
    <w:rsid w:val="009222A1"/>
  </w:style>
  <w:style w:type="paragraph" w:customStyle="1" w:styleId="BPLAST">
    <w:name w:val="BP_LAST"/>
    <w:basedOn w:val="CFSUBTTL"/>
    <w:rsid w:val="009222A1"/>
  </w:style>
  <w:style w:type="paragraph" w:customStyle="1" w:styleId="BPMID">
    <w:name w:val="BP_MID"/>
    <w:basedOn w:val="CFSUBTTL"/>
    <w:rsid w:val="009222A1"/>
  </w:style>
  <w:style w:type="character" w:customStyle="1" w:styleId="BX1BLDING">
    <w:name w:val="BX1_BL_DING"/>
    <w:basedOn w:val="DefaultParagraphFont"/>
    <w:rsid w:val="009222A1"/>
  </w:style>
  <w:style w:type="paragraph" w:customStyle="1" w:styleId="BX1BLFIRST">
    <w:name w:val="BX1_BL_FIRST"/>
    <w:basedOn w:val="CFSUBTTL"/>
    <w:rsid w:val="009222A1"/>
  </w:style>
  <w:style w:type="paragraph" w:customStyle="1" w:styleId="BX1BLLAST">
    <w:name w:val="BX1_BL_LAST"/>
    <w:basedOn w:val="CFSUBTTL"/>
    <w:rsid w:val="009222A1"/>
  </w:style>
  <w:style w:type="paragraph" w:customStyle="1" w:styleId="BX1BLMID">
    <w:name w:val="BX1_BL_MID"/>
    <w:basedOn w:val="CFSUBTTL"/>
    <w:rsid w:val="009222A1"/>
  </w:style>
  <w:style w:type="paragraph" w:customStyle="1" w:styleId="BX1CON">
    <w:name w:val="BX1_CON"/>
    <w:basedOn w:val="CFSUBTTL"/>
    <w:rsid w:val="009222A1"/>
  </w:style>
  <w:style w:type="paragraph" w:customStyle="1" w:styleId="BX1DMFIRST">
    <w:name w:val="BX1_DM_FIRST"/>
    <w:basedOn w:val="CFSUBTTL"/>
    <w:rsid w:val="009222A1"/>
  </w:style>
  <w:style w:type="paragraph" w:customStyle="1" w:styleId="BX1DMLAST">
    <w:name w:val="BX1_DM_LAST"/>
    <w:basedOn w:val="CFSUBTTL"/>
    <w:rsid w:val="009222A1"/>
  </w:style>
  <w:style w:type="paragraph" w:customStyle="1" w:styleId="BX1DMMID">
    <w:name w:val="BX1_DM_MID"/>
    <w:basedOn w:val="CFSUBTTL"/>
    <w:rsid w:val="009222A1"/>
  </w:style>
  <w:style w:type="paragraph" w:customStyle="1" w:styleId="BX1DMONLY">
    <w:name w:val="BX1_DM_ONLY"/>
    <w:basedOn w:val="CFSUBTTL"/>
    <w:rsid w:val="009222A1"/>
  </w:style>
  <w:style w:type="paragraph" w:customStyle="1" w:styleId="BX1EQFIRST">
    <w:name w:val="BX1_EQ_FIRST"/>
    <w:basedOn w:val="CFSUBTTL"/>
    <w:rsid w:val="009222A1"/>
  </w:style>
  <w:style w:type="paragraph" w:customStyle="1" w:styleId="BX1EQLAST">
    <w:name w:val="BX1_EQ_LAST"/>
    <w:basedOn w:val="CFSUBTTL"/>
    <w:rsid w:val="009222A1"/>
  </w:style>
  <w:style w:type="paragraph" w:customStyle="1" w:styleId="BX1EQMID">
    <w:name w:val="BX1_EQ_MID"/>
    <w:basedOn w:val="CFSUBTTL"/>
    <w:rsid w:val="009222A1"/>
  </w:style>
  <w:style w:type="paragraph" w:customStyle="1" w:styleId="BX1EQONLY">
    <w:name w:val="BX1_EQ_ONLY"/>
    <w:basedOn w:val="CFSUBTTL"/>
    <w:rsid w:val="009222A1"/>
  </w:style>
  <w:style w:type="paragraph" w:customStyle="1" w:styleId="BX1H1">
    <w:name w:val="BX1_H1"/>
    <w:basedOn w:val="CFSUBTTL"/>
    <w:rsid w:val="009222A1"/>
  </w:style>
  <w:style w:type="paragraph" w:customStyle="1" w:styleId="BX1H2">
    <w:name w:val="BX1_H2"/>
    <w:basedOn w:val="CFSUBTTL"/>
    <w:rsid w:val="009222A1"/>
  </w:style>
  <w:style w:type="paragraph" w:customStyle="1" w:styleId="BX1HEADFIRST">
    <w:name w:val="BX1_HEADFIRST"/>
    <w:basedOn w:val="CFSUBTTL"/>
    <w:rsid w:val="009222A1"/>
  </w:style>
  <w:style w:type="paragraph" w:customStyle="1" w:styleId="BX1LLFIRST">
    <w:name w:val="BX1_LL_FIRST"/>
    <w:basedOn w:val="CFSUBTTL"/>
    <w:rsid w:val="009222A1"/>
  </w:style>
  <w:style w:type="paragraph" w:customStyle="1" w:styleId="BX1LLLAST">
    <w:name w:val="BX1_LL_LAST"/>
    <w:basedOn w:val="CFSUBTTL"/>
    <w:rsid w:val="009222A1"/>
  </w:style>
  <w:style w:type="paragraph" w:customStyle="1" w:styleId="BX1LLLTR">
    <w:name w:val="BX1_LL_LTR"/>
    <w:basedOn w:val="CFSUBTTL"/>
    <w:rsid w:val="009222A1"/>
  </w:style>
  <w:style w:type="paragraph" w:customStyle="1" w:styleId="BX1LLMID">
    <w:name w:val="BX1_LL_MID"/>
    <w:basedOn w:val="CFSUBTTL"/>
    <w:rsid w:val="009222A1"/>
  </w:style>
  <w:style w:type="paragraph" w:customStyle="1" w:styleId="BX1NLFIRST">
    <w:name w:val="BX1_NL_FIRST"/>
    <w:basedOn w:val="CFSUBTTL"/>
    <w:rsid w:val="009222A1"/>
  </w:style>
  <w:style w:type="paragraph" w:customStyle="1" w:styleId="BX1NLLAST">
    <w:name w:val="BX1_NL_LAST"/>
    <w:basedOn w:val="CFSUBTTL"/>
    <w:rsid w:val="009222A1"/>
  </w:style>
  <w:style w:type="paragraph" w:customStyle="1" w:styleId="BX1NLMID">
    <w:name w:val="BX1_NL_MID"/>
    <w:basedOn w:val="CFSUBTTL"/>
    <w:rsid w:val="009222A1"/>
  </w:style>
  <w:style w:type="character" w:customStyle="1" w:styleId="BX1NLNUM">
    <w:name w:val="BX1_NL_NUM"/>
    <w:basedOn w:val="DefaultParagraphFont"/>
    <w:rsid w:val="009222A1"/>
  </w:style>
  <w:style w:type="paragraph" w:customStyle="1" w:styleId="BX1NOTE">
    <w:name w:val="BX1_NOTE"/>
    <w:basedOn w:val="CFSUBTTL"/>
    <w:rsid w:val="009222A1"/>
  </w:style>
  <w:style w:type="paragraph" w:customStyle="1" w:styleId="BX1Q">
    <w:name w:val="BX1_Q"/>
    <w:basedOn w:val="CFSUBTTL"/>
    <w:rsid w:val="009222A1"/>
  </w:style>
  <w:style w:type="character" w:customStyle="1" w:styleId="BX1QNUM">
    <w:name w:val="BX1_Q_NUM"/>
    <w:basedOn w:val="DefaultParagraphFont"/>
    <w:rsid w:val="009222A1"/>
  </w:style>
  <w:style w:type="paragraph" w:customStyle="1" w:styleId="BX1QSETTTL">
    <w:name w:val="BX1_QSET_TTL"/>
    <w:basedOn w:val="CFSUBTTL"/>
    <w:rsid w:val="009222A1"/>
  </w:style>
  <w:style w:type="paragraph" w:customStyle="1" w:styleId="BX1SRC">
    <w:name w:val="BX1_SRC"/>
    <w:basedOn w:val="CFSUBTTL"/>
    <w:rsid w:val="009222A1"/>
  </w:style>
  <w:style w:type="paragraph" w:customStyle="1" w:styleId="BX1TBL">
    <w:name w:val="BX1_TBL"/>
    <w:basedOn w:val="CFSUBTTL"/>
    <w:rsid w:val="009222A1"/>
  </w:style>
  <w:style w:type="paragraph" w:customStyle="1" w:styleId="BX1TBLCOLH2">
    <w:name w:val="BX1_TBL_COLH2"/>
    <w:basedOn w:val="CFSUBTTL"/>
    <w:rsid w:val="009222A1"/>
  </w:style>
  <w:style w:type="paragraph" w:customStyle="1" w:styleId="BX1TBLCOLHD">
    <w:name w:val="BX1_TBL_COLHD"/>
    <w:basedOn w:val="CFSUBTTL"/>
    <w:rsid w:val="009222A1"/>
  </w:style>
  <w:style w:type="paragraph" w:customStyle="1" w:styleId="BX1TBLH1">
    <w:name w:val="BX1_TBL_H1"/>
    <w:basedOn w:val="CFSUBTTL"/>
    <w:rsid w:val="009222A1"/>
  </w:style>
  <w:style w:type="paragraph" w:customStyle="1" w:styleId="BX1TBLNOTE">
    <w:name w:val="BX1_TBL_NOTE"/>
    <w:basedOn w:val="CFSUBTTL"/>
    <w:rsid w:val="009222A1"/>
  </w:style>
  <w:style w:type="paragraph" w:customStyle="1" w:styleId="BX1TBLNUM">
    <w:name w:val="BX1_TBL_NUM"/>
    <w:basedOn w:val="CFSUBTTL"/>
    <w:rsid w:val="009222A1"/>
  </w:style>
  <w:style w:type="paragraph" w:customStyle="1" w:styleId="BX1TBLSRC">
    <w:name w:val="BX1_TBL_SRC"/>
    <w:basedOn w:val="CFSUBTTL"/>
    <w:rsid w:val="009222A1"/>
  </w:style>
  <w:style w:type="paragraph" w:customStyle="1" w:styleId="BX1TBLTTL">
    <w:name w:val="BX1_TBL_TTL"/>
    <w:basedOn w:val="CFSUBTTL"/>
    <w:rsid w:val="009222A1"/>
  </w:style>
  <w:style w:type="paragraph" w:customStyle="1" w:styleId="BX1ULFIRST">
    <w:name w:val="BX1_UL_FIRST"/>
    <w:basedOn w:val="CFSUBTTL"/>
    <w:rsid w:val="009222A1"/>
  </w:style>
  <w:style w:type="paragraph" w:customStyle="1" w:styleId="BX1ULLAST">
    <w:name w:val="BX1_UL_LAST"/>
    <w:basedOn w:val="CFSUBTTL"/>
    <w:rsid w:val="009222A1"/>
  </w:style>
  <w:style w:type="paragraph" w:customStyle="1" w:styleId="BX1ULMID">
    <w:name w:val="BX1_UL_MID"/>
    <w:basedOn w:val="CFSUBTTL"/>
    <w:rsid w:val="009222A1"/>
  </w:style>
  <w:style w:type="paragraph" w:customStyle="1" w:styleId="BX2">
    <w:name w:val="BX2"/>
    <w:basedOn w:val="CFSUBTTL"/>
    <w:rsid w:val="009222A1"/>
  </w:style>
  <w:style w:type="paragraph" w:customStyle="1" w:styleId="BX2CON">
    <w:name w:val="BX2_CON"/>
    <w:basedOn w:val="CFSUBTTL"/>
    <w:rsid w:val="009222A1"/>
  </w:style>
  <w:style w:type="paragraph" w:customStyle="1" w:styleId="BX2FIRST">
    <w:name w:val="BX2_FIRST"/>
    <w:basedOn w:val="CFSUBTTL"/>
    <w:rsid w:val="009222A1"/>
  </w:style>
  <w:style w:type="paragraph" w:customStyle="1" w:styleId="BX2HEADFIRST">
    <w:name w:val="BX2_HEADFIRST"/>
    <w:basedOn w:val="CFSUBTTL"/>
    <w:rsid w:val="009222A1"/>
  </w:style>
  <w:style w:type="paragraph" w:customStyle="1" w:styleId="BX2NUM">
    <w:name w:val="BX2_NUM"/>
    <w:basedOn w:val="CFSUBTTL"/>
    <w:rsid w:val="009222A1"/>
  </w:style>
  <w:style w:type="paragraph" w:customStyle="1" w:styleId="BX2SUPTTL">
    <w:name w:val="BX2_SUPTTL"/>
    <w:basedOn w:val="CFSUBTTL"/>
    <w:rsid w:val="009222A1"/>
  </w:style>
  <w:style w:type="paragraph" w:customStyle="1" w:styleId="BX2TTL">
    <w:name w:val="BX2_TTL"/>
    <w:basedOn w:val="CFSUBTTL"/>
    <w:rsid w:val="009222A1"/>
  </w:style>
  <w:style w:type="paragraph" w:customStyle="1" w:styleId="BX3">
    <w:name w:val="BX3"/>
    <w:basedOn w:val="CFSUBTTL"/>
    <w:rsid w:val="009222A1"/>
  </w:style>
  <w:style w:type="paragraph" w:customStyle="1" w:styleId="BX3CON">
    <w:name w:val="BX3_CON"/>
    <w:basedOn w:val="CFSUBTTL"/>
    <w:rsid w:val="009222A1"/>
  </w:style>
  <w:style w:type="paragraph" w:customStyle="1" w:styleId="BX3FIRST">
    <w:name w:val="BX3_FIRST"/>
    <w:basedOn w:val="CFSUBTTL"/>
    <w:rsid w:val="009222A1"/>
  </w:style>
  <w:style w:type="paragraph" w:customStyle="1" w:styleId="BX3HEADFIRST">
    <w:name w:val="BX3_HEADFIRST"/>
    <w:basedOn w:val="CFSUBTTL"/>
    <w:rsid w:val="009222A1"/>
  </w:style>
  <w:style w:type="paragraph" w:customStyle="1" w:styleId="BX3NUM">
    <w:name w:val="BX3_NUM"/>
    <w:basedOn w:val="CFSUBTTL"/>
    <w:rsid w:val="009222A1"/>
  </w:style>
  <w:style w:type="paragraph" w:customStyle="1" w:styleId="BX3SUPTTL">
    <w:name w:val="BX3_SUPTTL"/>
    <w:basedOn w:val="CFSUBTTL"/>
    <w:rsid w:val="009222A1"/>
  </w:style>
  <w:style w:type="paragraph" w:customStyle="1" w:styleId="BX3TTL">
    <w:name w:val="BX3_TTL"/>
    <w:basedOn w:val="CFSUBTTL"/>
    <w:rsid w:val="009222A1"/>
  </w:style>
  <w:style w:type="paragraph" w:customStyle="1" w:styleId="CARCAP">
    <w:name w:val="CAR_CAP"/>
    <w:basedOn w:val="CFSUBTTL"/>
    <w:rsid w:val="009222A1"/>
  </w:style>
  <w:style w:type="paragraph" w:customStyle="1" w:styleId="CARNUM">
    <w:name w:val="CAR_NUM"/>
    <w:basedOn w:val="CFSUBTTL"/>
    <w:rsid w:val="009222A1"/>
  </w:style>
  <w:style w:type="paragraph" w:customStyle="1" w:styleId="CARSRC">
    <w:name w:val="CAR_SRC"/>
    <w:basedOn w:val="CFSUBTTL"/>
    <w:rsid w:val="009222A1"/>
  </w:style>
  <w:style w:type="paragraph" w:customStyle="1" w:styleId="CARTTL">
    <w:name w:val="CAR_TTL"/>
    <w:basedOn w:val="CFSUBTTL"/>
    <w:rsid w:val="009222A1"/>
  </w:style>
  <w:style w:type="paragraph" w:customStyle="1" w:styleId="CDTFIRST">
    <w:name w:val="CDT_FIRST"/>
    <w:basedOn w:val="CFSUBTTL"/>
    <w:rsid w:val="009222A1"/>
  </w:style>
  <w:style w:type="paragraph" w:customStyle="1" w:styleId="CDTLAST">
    <w:name w:val="CDT_LAST"/>
    <w:basedOn w:val="CFSUBTTL"/>
    <w:rsid w:val="009222A1"/>
  </w:style>
  <w:style w:type="paragraph" w:customStyle="1" w:styleId="CDTMID">
    <w:name w:val="CDT_MID"/>
    <w:basedOn w:val="CFSUBTTL"/>
    <w:rsid w:val="009222A1"/>
  </w:style>
  <w:style w:type="paragraph" w:customStyle="1" w:styleId="CDTONLY">
    <w:name w:val="CDT_ONLY"/>
    <w:basedOn w:val="CFSUBTTL"/>
    <w:rsid w:val="009222A1"/>
  </w:style>
  <w:style w:type="paragraph" w:customStyle="1" w:styleId="CF">
    <w:name w:val="CF"/>
    <w:basedOn w:val="CFSUBTTL"/>
    <w:rsid w:val="009222A1"/>
  </w:style>
  <w:style w:type="paragraph" w:customStyle="1" w:styleId="CFBYLAUAFFIL">
    <w:name w:val="CF_BYL_AU_AFFIL"/>
    <w:basedOn w:val="CFSUBTTL"/>
    <w:rsid w:val="009222A1"/>
  </w:style>
  <w:style w:type="paragraph" w:customStyle="1" w:styleId="CFBYLAUNA">
    <w:name w:val="CF_BYL_AU_NA"/>
    <w:basedOn w:val="CFSUBTTL"/>
    <w:rsid w:val="009222A1"/>
  </w:style>
  <w:style w:type="paragraph" w:customStyle="1" w:styleId="CFCON">
    <w:name w:val="CF_CON"/>
    <w:basedOn w:val="CFSUBTTL"/>
    <w:rsid w:val="009222A1"/>
  </w:style>
  <w:style w:type="paragraph" w:customStyle="1" w:styleId="CFFIRST">
    <w:name w:val="CF_FIRST"/>
    <w:basedOn w:val="CFSUBTTL"/>
    <w:rsid w:val="009222A1"/>
  </w:style>
  <w:style w:type="paragraph" w:customStyle="1" w:styleId="CFHEADFIRST">
    <w:name w:val="CF_HEADFIRST"/>
    <w:basedOn w:val="CFSUBTTL"/>
    <w:rsid w:val="009222A1"/>
  </w:style>
  <w:style w:type="paragraph" w:customStyle="1" w:styleId="CFINTRO">
    <w:name w:val="CF_INTRO"/>
    <w:basedOn w:val="CFSUBTTL"/>
    <w:rsid w:val="009222A1"/>
  </w:style>
  <w:style w:type="paragraph" w:customStyle="1" w:styleId="CFINTROFIRST">
    <w:name w:val="CF_INTRO_FIRST"/>
    <w:basedOn w:val="CFSUBTTL"/>
    <w:rsid w:val="009222A1"/>
  </w:style>
  <w:style w:type="character" w:customStyle="1" w:styleId="CFNUM1">
    <w:name w:val="CF_NUM1"/>
    <w:basedOn w:val="DefaultParagraphFont"/>
    <w:rsid w:val="009222A1"/>
  </w:style>
  <w:style w:type="character" w:customStyle="1" w:styleId="CFOBJPG">
    <w:name w:val="CF_OBJ_PG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SUPTTL">
    <w:name w:val="CF_OBJ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character" w:customStyle="1" w:styleId="CFOLBX1NUM">
    <w:name w:val="CF_OL_BX1_NUM"/>
    <w:basedOn w:val="DefaultParagraphFont"/>
    <w:rsid w:val="009222A1"/>
  </w:style>
  <w:style w:type="paragraph" w:customStyle="1" w:styleId="CFOLBX1SUPTTL">
    <w:name w:val="CF_OL_BX1_SUPTTL"/>
    <w:basedOn w:val="CFSUBTTL"/>
    <w:rsid w:val="009222A1"/>
  </w:style>
  <w:style w:type="paragraph" w:customStyle="1" w:styleId="CFOLBX1TTL">
    <w:name w:val="CF_OL_BX1_TTL"/>
    <w:basedOn w:val="CFSUBTTL"/>
    <w:rsid w:val="009222A1"/>
  </w:style>
  <w:style w:type="paragraph" w:customStyle="1" w:styleId="CFOLH1">
    <w:name w:val="CF_OL_H1"/>
    <w:basedOn w:val="CFSUBTTL"/>
    <w:rsid w:val="009222A1"/>
  </w:style>
  <w:style w:type="paragraph" w:customStyle="1" w:styleId="CFOLH2">
    <w:name w:val="CF_OL_H2"/>
    <w:basedOn w:val="CFSUBTTL"/>
    <w:rsid w:val="009222A1"/>
  </w:style>
  <w:style w:type="paragraph" w:customStyle="1" w:styleId="CFOLTTL">
    <w:name w:val="CF_OL_TTL"/>
    <w:basedOn w:val="CFSUBTTL"/>
    <w:rsid w:val="009222A1"/>
  </w:style>
  <w:style w:type="paragraph" w:customStyle="1" w:styleId="CFPHOCAP">
    <w:name w:val="CF_PHO_CAP"/>
    <w:basedOn w:val="CFSUBTTL"/>
    <w:rsid w:val="009222A1"/>
  </w:style>
  <w:style w:type="paragraph" w:customStyle="1" w:styleId="CFPHOSRC">
    <w:name w:val="CF_PHO_SRC"/>
    <w:basedOn w:val="CFSUBTTL"/>
    <w:rsid w:val="009222A1"/>
  </w:style>
  <w:style w:type="paragraph" w:customStyle="1" w:styleId="CFQUO">
    <w:name w:val="CF_QUO"/>
    <w:basedOn w:val="CFSUBTTL"/>
    <w:rsid w:val="009222A1"/>
  </w:style>
  <w:style w:type="paragraph" w:customStyle="1" w:styleId="CFQUOATTR">
    <w:name w:val="CF_QUO_ATTR"/>
    <w:basedOn w:val="CFSUBTTL"/>
    <w:rsid w:val="009222A1"/>
  </w:style>
  <w:style w:type="paragraph" w:customStyle="1" w:styleId="CFQUOFIRST">
    <w:name w:val="CF_QUO_FIRST"/>
    <w:basedOn w:val="CFSUBTTL"/>
    <w:rsid w:val="009222A1"/>
  </w:style>
  <w:style w:type="paragraph" w:customStyle="1" w:styleId="CFVIG">
    <w:name w:val="CF_VIG"/>
    <w:basedOn w:val="CFSUBTTL"/>
    <w:rsid w:val="009222A1"/>
  </w:style>
  <w:style w:type="paragraph" w:customStyle="1" w:styleId="CFVIGCON">
    <w:name w:val="CF_VIG_CON"/>
    <w:basedOn w:val="CFSUBTTL"/>
    <w:rsid w:val="009222A1"/>
  </w:style>
  <w:style w:type="paragraph" w:customStyle="1" w:styleId="CFVIGFIRST">
    <w:name w:val="CF_VIG_FIRST"/>
    <w:basedOn w:val="CFSUBTTL"/>
    <w:rsid w:val="009222A1"/>
  </w:style>
  <w:style w:type="paragraph" w:customStyle="1" w:styleId="CFVIGH1">
    <w:name w:val="CF_VIG_H1"/>
    <w:basedOn w:val="CFSUBTTL"/>
    <w:rsid w:val="009222A1"/>
  </w:style>
  <w:style w:type="paragraph" w:customStyle="1" w:styleId="CFVIGHEADFIRST">
    <w:name w:val="CF_VIG_HEADFIRST"/>
    <w:basedOn w:val="CFSUBTTL"/>
    <w:rsid w:val="009222A1"/>
  </w:style>
  <w:style w:type="paragraph" w:customStyle="1" w:styleId="CFVIGTTL">
    <w:name w:val="CF_VIG_TTL"/>
    <w:basedOn w:val="CFSUBTTL"/>
    <w:rsid w:val="009222A1"/>
  </w:style>
  <w:style w:type="paragraph" w:customStyle="1" w:styleId="CHAPBMCON">
    <w:name w:val="CHAP_BM_CON"/>
    <w:basedOn w:val="CFSUBTTL"/>
    <w:rsid w:val="009222A1"/>
  </w:style>
  <w:style w:type="paragraph" w:customStyle="1" w:styleId="CHAPBMFIRST">
    <w:name w:val="CHAP_BM_FIRST"/>
    <w:basedOn w:val="CFSUBTTL"/>
    <w:rsid w:val="009222A1"/>
  </w:style>
  <w:style w:type="character" w:customStyle="1" w:styleId="CIT">
    <w:name w:val="CIT"/>
    <w:basedOn w:val="DefaultParagraphFont"/>
    <w:rsid w:val="009222A1"/>
  </w:style>
  <w:style w:type="paragraph" w:customStyle="1" w:styleId="CRACT">
    <w:name w:val="CR_ACT"/>
    <w:basedOn w:val="CFSUBTTL"/>
    <w:rsid w:val="009222A1"/>
  </w:style>
  <w:style w:type="character" w:customStyle="1" w:styleId="CRACTNUM">
    <w:name w:val="CR_ACT_NUM"/>
    <w:basedOn w:val="DefaultParagraphFont"/>
    <w:rsid w:val="009222A1"/>
  </w:style>
  <w:style w:type="paragraph" w:customStyle="1" w:styleId="CRACTSET">
    <w:name w:val="CR_ACTSET"/>
    <w:basedOn w:val="CFSUBTTL"/>
    <w:rsid w:val="009222A1"/>
  </w:style>
  <w:style w:type="paragraph" w:customStyle="1" w:styleId="CRACTSETFIRST">
    <w:name w:val="CR_ACTSET_FIRST"/>
    <w:basedOn w:val="CFSUBTTL"/>
    <w:rsid w:val="009222A1"/>
  </w:style>
  <w:style w:type="paragraph" w:customStyle="1" w:styleId="CRACTSETINSTR">
    <w:name w:val="CR_ACTSET_INSTR"/>
    <w:basedOn w:val="CFSUBTTL"/>
    <w:rsid w:val="009222A1"/>
  </w:style>
  <w:style w:type="paragraph" w:customStyle="1" w:styleId="CRACTSETINSTRFIRST">
    <w:name w:val="CR_ACTSET_INSTR_FIRST"/>
    <w:basedOn w:val="CFSUBTTL"/>
    <w:rsid w:val="009222A1"/>
  </w:style>
  <w:style w:type="paragraph" w:customStyle="1" w:styleId="CRACTSETTTL">
    <w:name w:val="CR_ACTSET_TTL"/>
    <w:basedOn w:val="CFSUBTTL"/>
    <w:rsid w:val="009222A1"/>
  </w:style>
  <w:style w:type="paragraph" w:customStyle="1" w:styleId="CRANS">
    <w:name w:val="CR_ANS"/>
    <w:basedOn w:val="CFNUM"/>
    <w:rsid w:val="009222A1"/>
  </w:style>
  <w:style w:type="character" w:customStyle="1" w:styleId="CRANSNUM">
    <w:name w:val="CR_ANS_NUM"/>
    <w:basedOn w:val="DefaultParagraphFont"/>
    <w:rsid w:val="009222A1"/>
  </w:style>
  <w:style w:type="paragraph" w:customStyle="1" w:styleId="CRANSSET">
    <w:name w:val="CR_ANSSET"/>
    <w:basedOn w:val="CFNUM"/>
    <w:rsid w:val="009222A1"/>
  </w:style>
  <w:style w:type="paragraph" w:customStyle="1" w:styleId="CRANSSETFIRST">
    <w:name w:val="CR_ANSSET_FIRST"/>
    <w:basedOn w:val="CFNUM"/>
    <w:rsid w:val="009222A1"/>
  </w:style>
  <w:style w:type="paragraph" w:customStyle="1" w:styleId="CRANSSETINSTR">
    <w:name w:val="CR_ANSSET_INSTR"/>
    <w:basedOn w:val="CFNUM"/>
    <w:rsid w:val="009222A1"/>
  </w:style>
  <w:style w:type="paragraph" w:customStyle="1" w:styleId="CRANSSETINSTRFIRST">
    <w:name w:val="CR_ANSSET_INSTR_FIRST"/>
    <w:basedOn w:val="CFNUM"/>
    <w:rsid w:val="009222A1"/>
  </w:style>
  <w:style w:type="paragraph" w:customStyle="1" w:styleId="CRANSSETTTL">
    <w:name w:val="CR_ANSSET_TTL"/>
    <w:basedOn w:val="CFNUM"/>
    <w:rsid w:val="009222A1"/>
  </w:style>
  <w:style w:type="paragraph" w:customStyle="1" w:styleId="CRAPP">
    <w:name w:val="CR_APP"/>
    <w:basedOn w:val="CFCS1"/>
    <w:rsid w:val="009222A1"/>
  </w:style>
  <w:style w:type="paragraph" w:customStyle="1" w:styleId="CRAPPCON">
    <w:name w:val="CR_APP_CON"/>
    <w:basedOn w:val="CFCS1"/>
    <w:rsid w:val="009222A1"/>
  </w:style>
  <w:style w:type="paragraph" w:customStyle="1" w:styleId="CRAPPDMFIRST">
    <w:name w:val="CR_APP_DM_FIRST"/>
    <w:basedOn w:val="CFCS1"/>
    <w:rsid w:val="009222A1"/>
  </w:style>
  <w:style w:type="paragraph" w:customStyle="1" w:styleId="CRAPPDMLAST">
    <w:name w:val="CR_APP_DM_LAST"/>
    <w:basedOn w:val="CFCS1"/>
    <w:rsid w:val="009222A1"/>
  </w:style>
  <w:style w:type="paragraph" w:customStyle="1" w:styleId="CRAPPDMMID">
    <w:name w:val="CR_APP_DM_MID"/>
    <w:basedOn w:val="CFCS1"/>
    <w:rsid w:val="009222A1"/>
  </w:style>
  <w:style w:type="paragraph" w:customStyle="1" w:styleId="CRAPPDMONLY">
    <w:name w:val="CR_APP_DM_ONLY"/>
    <w:basedOn w:val="CFCS1"/>
    <w:rsid w:val="009222A1"/>
  </w:style>
  <w:style w:type="paragraph" w:customStyle="1" w:styleId="CRAPPEQFIRST">
    <w:name w:val="CR_APP_EQ_FIRST"/>
    <w:basedOn w:val="CFCS1"/>
    <w:rsid w:val="009222A1"/>
  </w:style>
  <w:style w:type="paragraph" w:customStyle="1" w:styleId="CRAPPEQLAST">
    <w:name w:val="CR_APP_EQ_LAST"/>
    <w:basedOn w:val="CFCS1"/>
    <w:rsid w:val="009222A1"/>
  </w:style>
  <w:style w:type="paragraph" w:customStyle="1" w:styleId="CRAPPEQMID">
    <w:name w:val="CR_APP_EQ_MID"/>
    <w:basedOn w:val="CFCS1"/>
    <w:rsid w:val="009222A1"/>
  </w:style>
  <w:style w:type="paragraph" w:customStyle="1" w:styleId="CRAPPEQNUM">
    <w:name w:val="CR_APP_EQ_NUM"/>
    <w:basedOn w:val="CFCS1"/>
    <w:rsid w:val="009222A1"/>
  </w:style>
  <w:style w:type="paragraph" w:customStyle="1" w:styleId="CRAPPEQONLY">
    <w:name w:val="CR_APP_EQ_ONLY"/>
    <w:basedOn w:val="CFCS1"/>
    <w:rsid w:val="009222A1"/>
  </w:style>
  <w:style w:type="paragraph" w:customStyle="1" w:styleId="CRAPPFIRST">
    <w:name w:val="CR_APP_FIRST"/>
    <w:basedOn w:val="CFCS1"/>
    <w:rsid w:val="009222A1"/>
  </w:style>
  <w:style w:type="paragraph" w:customStyle="1" w:styleId="CRAPPH1">
    <w:name w:val="CR_APP_H1"/>
    <w:basedOn w:val="CFCS1"/>
    <w:rsid w:val="009222A1"/>
  </w:style>
  <w:style w:type="paragraph" w:customStyle="1" w:styleId="CRAPPH2">
    <w:name w:val="CR_APP_H2"/>
    <w:basedOn w:val="CFCS1"/>
    <w:rsid w:val="009222A1"/>
  </w:style>
  <w:style w:type="paragraph" w:customStyle="1" w:styleId="CRAPPH3">
    <w:name w:val="CR_APP_H3"/>
    <w:basedOn w:val="CFCS1"/>
    <w:rsid w:val="009222A1"/>
  </w:style>
  <w:style w:type="paragraph" w:customStyle="1" w:styleId="CRAPPHEADFIRST">
    <w:name w:val="CR_APP_HEADFIRST"/>
    <w:basedOn w:val="CFCS1"/>
    <w:rsid w:val="009222A1"/>
  </w:style>
  <w:style w:type="paragraph" w:customStyle="1" w:styleId="CRAPPNLFIRST">
    <w:name w:val="CR_APP_NL_FIRST"/>
    <w:basedOn w:val="CFCS1"/>
    <w:rsid w:val="009222A1"/>
  </w:style>
  <w:style w:type="paragraph" w:customStyle="1" w:styleId="CRAPPNLLAST">
    <w:name w:val="CR_APP_NL_LAST"/>
    <w:basedOn w:val="CFCS1"/>
    <w:rsid w:val="009222A1"/>
  </w:style>
  <w:style w:type="paragraph" w:customStyle="1" w:styleId="CRAPPNLMID">
    <w:name w:val="CR_APP_NL_MID"/>
    <w:basedOn w:val="CFCS1"/>
    <w:rsid w:val="009222A1"/>
  </w:style>
  <w:style w:type="character" w:customStyle="1" w:styleId="CRAPPNLNUM">
    <w:name w:val="CR_APP_NL_NUM"/>
    <w:basedOn w:val="DefaultParagraphFont"/>
    <w:rsid w:val="009222A1"/>
  </w:style>
  <w:style w:type="paragraph" w:customStyle="1" w:styleId="CRAPPNUM">
    <w:name w:val="CR_APP_NUM"/>
    <w:basedOn w:val="CFCS1"/>
    <w:rsid w:val="009222A1"/>
  </w:style>
  <w:style w:type="paragraph" w:customStyle="1" w:styleId="CRAPPQ">
    <w:name w:val="CR_APP_Q"/>
    <w:basedOn w:val="CFCS1"/>
    <w:rsid w:val="009222A1"/>
  </w:style>
  <w:style w:type="character" w:customStyle="1" w:styleId="CRAPPQNUM">
    <w:name w:val="CR_APP_Q_NUM"/>
    <w:basedOn w:val="DefaultParagraphFont"/>
    <w:rsid w:val="009222A1"/>
  </w:style>
  <w:style w:type="paragraph" w:customStyle="1" w:styleId="CRAPPQSET">
    <w:name w:val="CR_APP_QSET"/>
    <w:basedOn w:val="CFCS1"/>
    <w:rsid w:val="009222A1"/>
  </w:style>
  <w:style w:type="paragraph" w:customStyle="1" w:styleId="CRAPPQSETFIRST">
    <w:name w:val="CR_APP_QSET_FIRST"/>
    <w:basedOn w:val="CFCS1"/>
    <w:rsid w:val="009222A1"/>
  </w:style>
  <w:style w:type="paragraph" w:customStyle="1" w:styleId="CRAPPQSETTTL">
    <w:name w:val="CR_APP_QSET_TTL"/>
    <w:basedOn w:val="CFCS1"/>
    <w:rsid w:val="009222A1"/>
  </w:style>
  <w:style w:type="paragraph" w:customStyle="1" w:styleId="CRAPPTTL">
    <w:name w:val="CR_APP_TTL"/>
    <w:basedOn w:val="CFCS1"/>
    <w:rsid w:val="009222A1"/>
  </w:style>
  <w:style w:type="paragraph" w:customStyle="1" w:styleId="CRBIB">
    <w:name w:val="CR_BIB"/>
    <w:basedOn w:val="CFCS1"/>
    <w:rsid w:val="009222A1"/>
  </w:style>
  <w:style w:type="paragraph" w:customStyle="1" w:styleId="CRBIBSETTTL">
    <w:name w:val="CR_BIBSET_TTL"/>
    <w:basedOn w:val="CFCS1"/>
    <w:rsid w:val="009222A1"/>
  </w:style>
  <w:style w:type="character" w:customStyle="1" w:styleId="CRCS1BLDING">
    <w:name w:val="CR_CS1_BL_DING"/>
    <w:basedOn w:val="DefaultParagraphFont"/>
    <w:rsid w:val="009222A1"/>
  </w:style>
  <w:style w:type="paragraph" w:customStyle="1" w:styleId="CRCS1BLFIRST">
    <w:name w:val="CR_CS1_BL_FIRST"/>
    <w:basedOn w:val="CFCS1"/>
    <w:rsid w:val="009222A1"/>
  </w:style>
  <w:style w:type="paragraph" w:customStyle="1" w:styleId="CRCS1BLLAST">
    <w:name w:val="CR_CS1_BL_LAST"/>
    <w:basedOn w:val="CFCS1"/>
    <w:rsid w:val="009222A1"/>
  </w:style>
  <w:style w:type="paragraph" w:customStyle="1" w:styleId="CRCS1BLMID">
    <w:name w:val="CR_CS1_BL_MID"/>
    <w:basedOn w:val="CFCS1"/>
    <w:rsid w:val="009222A1"/>
  </w:style>
  <w:style w:type="paragraph" w:customStyle="1" w:styleId="CRCS1CON">
    <w:name w:val="CR_CS1_CON"/>
    <w:basedOn w:val="CFCS1"/>
    <w:rsid w:val="009222A1"/>
  </w:style>
  <w:style w:type="paragraph" w:customStyle="1" w:styleId="CRCS1DMFIRST">
    <w:name w:val="CR_CS1_DM_FIRST"/>
    <w:basedOn w:val="CFCS1"/>
    <w:rsid w:val="009222A1"/>
  </w:style>
  <w:style w:type="paragraph" w:customStyle="1" w:styleId="CRCS1DMLAST">
    <w:name w:val="CR_CS1_DM_LAST"/>
    <w:basedOn w:val="CFCS1"/>
    <w:rsid w:val="009222A1"/>
  </w:style>
  <w:style w:type="paragraph" w:customStyle="1" w:styleId="CRCS1DMMID">
    <w:name w:val="CR_CS1_DM_MID"/>
    <w:basedOn w:val="CFCS1"/>
    <w:rsid w:val="009222A1"/>
  </w:style>
  <w:style w:type="paragraph" w:customStyle="1" w:styleId="CRCS1DMONLY">
    <w:name w:val="CR_CS1_DM_ONLY"/>
    <w:basedOn w:val="CFCS1"/>
    <w:rsid w:val="009222A1"/>
  </w:style>
  <w:style w:type="paragraph" w:customStyle="1" w:styleId="CRCS1EQFIRST">
    <w:name w:val="CR_CS1_EQ_FIRST"/>
    <w:basedOn w:val="CFCS1"/>
    <w:rsid w:val="009222A1"/>
  </w:style>
  <w:style w:type="paragraph" w:customStyle="1" w:styleId="CRCS1EQLAST">
    <w:name w:val="CR_CS1_EQ_LAST"/>
    <w:basedOn w:val="CFCS1"/>
    <w:rsid w:val="009222A1"/>
  </w:style>
  <w:style w:type="paragraph" w:customStyle="1" w:styleId="CRCS1EQMID">
    <w:name w:val="CR_CS1_EQ_MID"/>
    <w:basedOn w:val="CFCS1"/>
    <w:rsid w:val="009222A1"/>
  </w:style>
  <w:style w:type="character" w:customStyle="1" w:styleId="CRCS1EQNUM">
    <w:name w:val="CR_CS1_EQ_NUM"/>
    <w:basedOn w:val="DefaultParagraphFont"/>
    <w:rsid w:val="009222A1"/>
  </w:style>
  <w:style w:type="paragraph" w:customStyle="1" w:styleId="CRCS1EQONLY">
    <w:name w:val="CR_CS1_EQ_ONLY"/>
    <w:basedOn w:val="CFCS1"/>
    <w:rsid w:val="009222A1"/>
  </w:style>
  <w:style w:type="paragraph" w:customStyle="1" w:styleId="CRCS1EXTFIRST">
    <w:name w:val="CR_CS1_EXT_FIRST"/>
    <w:basedOn w:val="CFCS1"/>
    <w:rsid w:val="009222A1"/>
  </w:style>
  <w:style w:type="paragraph" w:customStyle="1" w:styleId="CRCS1EXTLAST">
    <w:name w:val="CR_CS1_EXT_LAST"/>
    <w:basedOn w:val="CFCS1"/>
    <w:rsid w:val="009222A1"/>
  </w:style>
  <w:style w:type="paragraph" w:customStyle="1" w:styleId="CRCS1EXTMID">
    <w:name w:val="CR_CS1_EXT_MID"/>
    <w:basedOn w:val="CFCS1"/>
    <w:rsid w:val="009222A1"/>
  </w:style>
  <w:style w:type="paragraph" w:customStyle="1" w:styleId="CRCS1EXTONLY">
    <w:name w:val="CR_CS1_EXT_ONLY"/>
    <w:basedOn w:val="CFCS1"/>
    <w:rsid w:val="009222A1"/>
  </w:style>
  <w:style w:type="paragraph" w:customStyle="1" w:styleId="CRCS1FIRST">
    <w:name w:val="CR_CS1_FIRST"/>
    <w:basedOn w:val="CFCS1"/>
    <w:rsid w:val="009222A1"/>
  </w:style>
  <w:style w:type="paragraph" w:customStyle="1" w:styleId="CRCS1H2">
    <w:name w:val="CR_CS1_H2"/>
    <w:basedOn w:val="CFCS1"/>
    <w:rsid w:val="009222A1"/>
  </w:style>
  <w:style w:type="paragraph" w:customStyle="1" w:styleId="CRCS1HEADFIRST">
    <w:name w:val="CR_CS1_HEADFIRST"/>
    <w:basedOn w:val="CFCS1"/>
    <w:rsid w:val="009222A1"/>
  </w:style>
  <w:style w:type="paragraph" w:customStyle="1" w:styleId="CRCS1INTRO">
    <w:name w:val="CR_CS1_INTRO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RCS1LLFIRST">
    <w:name w:val="CR_CS1_LL_FIRST"/>
    <w:basedOn w:val="CFCS1"/>
    <w:rsid w:val="009222A1"/>
  </w:style>
  <w:style w:type="paragraph" w:customStyle="1" w:styleId="CRCS1LLLAST">
    <w:name w:val="CR_CS1_LL_LAST"/>
    <w:basedOn w:val="CFCS1"/>
    <w:rsid w:val="009222A1"/>
  </w:style>
  <w:style w:type="character" w:customStyle="1" w:styleId="CRCS1LLLTR">
    <w:name w:val="CR_CS1_LL_LTR"/>
    <w:basedOn w:val="DefaultParagraphFont"/>
    <w:rsid w:val="009222A1"/>
  </w:style>
  <w:style w:type="paragraph" w:customStyle="1" w:styleId="CRCS1LLMID">
    <w:name w:val="CR_CS1_LL_MID"/>
    <w:basedOn w:val="CFCS1"/>
    <w:rsid w:val="009222A1"/>
  </w:style>
  <w:style w:type="paragraph" w:customStyle="1" w:styleId="CRCS1ML1FIRST">
    <w:name w:val="CR_CS1_ML1_FIRST"/>
    <w:basedOn w:val="CFCS1"/>
    <w:rsid w:val="009222A1"/>
  </w:style>
  <w:style w:type="paragraph" w:customStyle="1" w:styleId="CRCS1ML1LAST">
    <w:name w:val="CR_CS1_ML1_LAST"/>
    <w:basedOn w:val="CFCS1"/>
    <w:rsid w:val="009222A1"/>
  </w:style>
  <w:style w:type="paragraph" w:customStyle="1" w:styleId="CRCS1ML1MID">
    <w:name w:val="CR_CS1_ML1_MID"/>
    <w:basedOn w:val="CFCS1"/>
    <w:rsid w:val="009222A1"/>
  </w:style>
  <w:style w:type="paragraph" w:customStyle="1" w:styleId="CRCS1NUM">
    <w:name w:val="CR_CS1_NUM"/>
    <w:basedOn w:val="CFCS1"/>
    <w:rsid w:val="009222A1"/>
  </w:style>
  <w:style w:type="character" w:customStyle="1" w:styleId="CRCS1QNUM">
    <w:name w:val="CR_CS1_Q_NUM"/>
    <w:basedOn w:val="DefaultParagraphFont"/>
    <w:rsid w:val="009222A1"/>
  </w:style>
  <w:style w:type="paragraph" w:customStyle="1" w:styleId="CRCS1QSET">
    <w:name w:val="CR_CS1_QSET"/>
    <w:basedOn w:val="CFCS1"/>
    <w:rsid w:val="009222A1"/>
  </w:style>
  <w:style w:type="paragraph" w:customStyle="1" w:styleId="CRCS1QSETFIRST">
    <w:name w:val="CR_CS1_QSET_FIRST"/>
    <w:basedOn w:val="CFCS1"/>
    <w:rsid w:val="009222A1"/>
  </w:style>
  <w:style w:type="paragraph" w:customStyle="1" w:styleId="CRCS1QSETTTL">
    <w:name w:val="CR_CS1_QSET_TTL"/>
    <w:basedOn w:val="CFCS1"/>
    <w:rsid w:val="009222A1"/>
  </w:style>
  <w:style w:type="paragraph" w:customStyle="1" w:styleId="CRCS1SRC">
    <w:name w:val="CR_CS1_SRC"/>
    <w:basedOn w:val="CFCS1"/>
    <w:rsid w:val="009222A1"/>
  </w:style>
  <w:style w:type="paragraph" w:customStyle="1" w:styleId="CRCS1SUPTTL">
    <w:name w:val="CR_CS1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1ULFIRST">
    <w:name w:val="CR_CS1_UL_FIRST"/>
    <w:basedOn w:val="CFCS1"/>
    <w:rsid w:val="009222A1"/>
  </w:style>
  <w:style w:type="paragraph" w:customStyle="1" w:styleId="CRCS1ULLAST">
    <w:name w:val="CR_CS1_UL_LAST"/>
    <w:basedOn w:val="CFCS1"/>
    <w:rsid w:val="009222A1"/>
  </w:style>
  <w:style w:type="paragraph" w:customStyle="1" w:styleId="CRCS1ULMID">
    <w:name w:val="CR_CS1_UL_MID"/>
    <w:basedOn w:val="CFCS1"/>
    <w:rsid w:val="009222A1"/>
  </w:style>
  <w:style w:type="paragraph" w:customStyle="1" w:styleId="CRCS2">
    <w:name w:val="CR_CS2"/>
    <w:basedOn w:val="CFCS1"/>
    <w:rsid w:val="009222A1"/>
  </w:style>
  <w:style w:type="paragraph" w:customStyle="1" w:styleId="CRCS2FIRST">
    <w:name w:val="CR_CS2_FIRST"/>
    <w:basedOn w:val="CFCS1"/>
    <w:rsid w:val="009222A1"/>
  </w:style>
  <w:style w:type="paragraph" w:customStyle="1" w:styleId="CRDIS">
    <w:name w:val="CR_DIS"/>
    <w:basedOn w:val="CFNUM"/>
    <w:rsid w:val="009222A1"/>
  </w:style>
  <w:style w:type="character" w:customStyle="1" w:styleId="CRDISNUM">
    <w:name w:val="CR_DIS_NUM"/>
    <w:basedOn w:val="DefaultParagraphFont"/>
    <w:rsid w:val="009222A1"/>
  </w:style>
  <w:style w:type="paragraph" w:customStyle="1" w:styleId="CRDISSET">
    <w:name w:val="CR_DISSET"/>
    <w:basedOn w:val="CFNUM"/>
    <w:rsid w:val="009222A1"/>
  </w:style>
  <w:style w:type="paragraph" w:customStyle="1" w:styleId="CRDISSETFIRST">
    <w:name w:val="CR_DISSET_FIRST"/>
    <w:basedOn w:val="CFNUM"/>
    <w:rsid w:val="009222A1"/>
  </w:style>
  <w:style w:type="paragraph" w:customStyle="1" w:styleId="CRDISSETTTL">
    <w:name w:val="CR_DISSET_TTL"/>
    <w:basedOn w:val="CFNUM"/>
    <w:rsid w:val="009222A1"/>
  </w:style>
  <w:style w:type="paragraph" w:customStyle="1" w:styleId="CREN">
    <w:name w:val="CR_EN"/>
    <w:basedOn w:val="CFCS1"/>
    <w:rsid w:val="009222A1"/>
  </w:style>
  <w:style w:type="paragraph" w:customStyle="1" w:styleId="CRENSETTTL">
    <w:name w:val="CR_ENSET_TTL"/>
    <w:basedOn w:val="CFCS1"/>
    <w:rsid w:val="009222A1"/>
  </w:style>
  <w:style w:type="paragraph" w:customStyle="1" w:styleId="CREXR">
    <w:name w:val="CR_EXR"/>
    <w:basedOn w:val="CFNUM"/>
    <w:rsid w:val="009222A1"/>
  </w:style>
  <w:style w:type="character" w:customStyle="1" w:styleId="CREXRNUM">
    <w:name w:val="CR_EXR_NUM"/>
    <w:basedOn w:val="DefaultParagraphFont"/>
    <w:rsid w:val="009222A1"/>
  </w:style>
  <w:style w:type="paragraph" w:customStyle="1" w:styleId="CREXRSET">
    <w:name w:val="CR_EXRSET"/>
    <w:basedOn w:val="CFNUM"/>
    <w:rsid w:val="009222A1"/>
  </w:style>
  <w:style w:type="paragraph" w:customStyle="1" w:styleId="CREXRSETFIRST">
    <w:name w:val="CR_EXRSET_FIRST"/>
    <w:basedOn w:val="CFNUM"/>
    <w:rsid w:val="009222A1"/>
  </w:style>
  <w:style w:type="paragraph" w:customStyle="1" w:styleId="CREXRSETINSTR">
    <w:name w:val="CR_EXRSET_INSTR"/>
    <w:basedOn w:val="CFNUM"/>
    <w:rsid w:val="009222A1"/>
  </w:style>
  <w:style w:type="paragraph" w:customStyle="1" w:styleId="CREXRSETINSTRFIRST">
    <w:name w:val="CR_EXRSET_INSTR_FIRST"/>
    <w:basedOn w:val="CFNUM"/>
    <w:rsid w:val="009222A1"/>
  </w:style>
  <w:style w:type="paragraph" w:customStyle="1" w:styleId="CRPROBSET3INTRO">
    <w:name w:val="CR_PROBSET3_INTRO"/>
    <w:basedOn w:val="Normal"/>
    <w:rsid w:val="009222A1"/>
    <w:rPr>
      <w:rFonts w:eastAsia="Times"/>
      <w:i/>
      <w:szCs w:val="20"/>
    </w:rPr>
  </w:style>
  <w:style w:type="paragraph" w:customStyle="1" w:styleId="CRPROBSET3PROB">
    <w:name w:val="CR_PROBSET3_PROB"/>
    <w:basedOn w:val="CRPROBSET3INTRO"/>
    <w:rsid w:val="009222A1"/>
  </w:style>
  <w:style w:type="paragraph" w:customStyle="1" w:styleId="CRFIBQ">
    <w:name w:val="CR_FIBQ"/>
    <w:basedOn w:val="CFCS1"/>
    <w:rsid w:val="009222A1"/>
  </w:style>
  <w:style w:type="character" w:customStyle="1" w:styleId="CRFIBQNUM">
    <w:name w:val="CR_FIBQ_NUM"/>
    <w:basedOn w:val="DefaultParagraphFont"/>
    <w:rsid w:val="009222A1"/>
  </w:style>
  <w:style w:type="paragraph" w:customStyle="1" w:styleId="CRFIBQSET">
    <w:name w:val="CR_FIBQSET"/>
    <w:basedOn w:val="CFCS1"/>
    <w:rsid w:val="009222A1"/>
  </w:style>
  <w:style w:type="paragraph" w:customStyle="1" w:styleId="CRFIBQSETFIRST">
    <w:name w:val="CR_FIBQSET_FIRST"/>
    <w:basedOn w:val="CFCS1"/>
    <w:rsid w:val="009222A1"/>
  </w:style>
  <w:style w:type="paragraph" w:customStyle="1" w:styleId="CRFIBQSETINSTR">
    <w:name w:val="CR_FIBQSET_INSTR"/>
    <w:basedOn w:val="CFCS1"/>
    <w:rsid w:val="009222A1"/>
  </w:style>
  <w:style w:type="paragraph" w:customStyle="1" w:styleId="CRFIBQSETINSTRFIRST">
    <w:name w:val="CR_FIBQSET_INSTR_FIRST"/>
    <w:basedOn w:val="CFCS1"/>
    <w:rsid w:val="009222A1"/>
  </w:style>
  <w:style w:type="paragraph" w:customStyle="1" w:styleId="CRFIBQSETTTL">
    <w:name w:val="CR_FIBQSET_TTL"/>
    <w:basedOn w:val="CFCS1"/>
    <w:rsid w:val="009222A1"/>
  </w:style>
  <w:style w:type="paragraph" w:customStyle="1" w:styleId="CRGLOSDEF">
    <w:name w:val="CR_GLOS_DEF"/>
    <w:basedOn w:val="CFSUBTTL"/>
    <w:rsid w:val="009222A1"/>
  </w:style>
  <w:style w:type="character" w:customStyle="1" w:styleId="CRGLOSKT">
    <w:name w:val="CR_GLOS_KT"/>
    <w:basedOn w:val="DefaultParagraphFont"/>
    <w:rsid w:val="009222A1"/>
  </w:style>
  <w:style w:type="character" w:customStyle="1" w:styleId="CRGLOSKTPG">
    <w:name w:val="CR_GLOS_KT_PG"/>
    <w:basedOn w:val="DefaultParagraphFont"/>
    <w:rsid w:val="009222A1"/>
  </w:style>
  <w:style w:type="paragraph" w:customStyle="1" w:styleId="CRGLOSSETTTL">
    <w:name w:val="CR_GLOSSET_TTL"/>
    <w:basedOn w:val="CFSUBTTL"/>
    <w:rsid w:val="009222A1"/>
  </w:style>
  <w:style w:type="paragraph" w:customStyle="1" w:styleId="CRKTSETSUPTTL">
    <w:name w:val="CR_KT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ATCH">
    <w:name w:val="CR_MATCH"/>
    <w:basedOn w:val="CFNUM"/>
    <w:rsid w:val="009222A1"/>
  </w:style>
  <w:style w:type="paragraph" w:customStyle="1" w:styleId="CRMATCHFIRST">
    <w:name w:val="CR_MATCH_FIRST"/>
    <w:basedOn w:val="CFNUM"/>
    <w:rsid w:val="009222A1"/>
  </w:style>
  <w:style w:type="paragraph" w:customStyle="1" w:styleId="CRMATCHINSTR">
    <w:name w:val="CR_MATCH_INSTR"/>
    <w:basedOn w:val="CFNUM"/>
    <w:rsid w:val="009222A1"/>
  </w:style>
  <w:style w:type="paragraph" w:customStyle="1" w:styleId="CRMATCHINSTRFIRST">
    <w:name w:val="CR_MATCH_INSTR_FIRST"/>
    <w:basedOn w:val="CFNUM"/>
    <w:rsid w:val="009222A1"/>
  </w:style>
  <w:style w:type="paragraph" w:customStyle="1" w:styleId="CRMATCHLL">
    <w:name w:val="CR_MATCH_LL"/>
    <w:basedOn w:val="CFNUM"/>
    <w:rsid w:val="009222A1"/>
  </w:style>
  <w:style w:type="paragraph" w:customStyle="1" w:styleId="CRMATCHNL">
    <w:name w:val="CR_MATCH_NL"/>
    <w:basedOn w:val="CFNUM"/>
    <w:rsid w:val="009222A1"/>
  </w:style>
  <w:style w:type="paragraph" w:customStyle="1" w:styleId="CRMATCHTTL">
    <w:name w:val="CR_MATCH_TTL"/>
    <w:basedOn w:val="CFNUM"/>
    <w:rsid w:val="009222A1"/>
  </w:style>
  <w:style w:type="paragraph" w:customStyle="1" w:styleId="CRMCQSET">
    <w:name w:val="CR_MCQSET"/>
    <w:basedOn w:val="CFNUM"/>
    <w:rsid w:val="009222A1"/>
  </w:style>
  <w:style w:type="paragraph" w:customStyle="1" w:styleId="CRMCQSETFIRST">
    <w:name w:val="CR_MCQSET_FIRST"/>
    <w:basedOn w:val="CFNUM"/>
    <w:rsid w:val="009222A1"/>
  </w:style>
  <w:style w:type="paragraph" w:customStyle="1" w:styleId="CRMCQSETINSTR">
    <w:name w:val="CR_MCQSET_INSTR"/>
    <w:basedOn w:val="CFNUM"/>
    <w:rsid w:val="009222A1"/>
  </w:style>
  <w:style w:type="paragraph" w:customStyle="1" w:styleId="CRMCQSETINSTRFIRST">
    <w:name w:val="CR_MCQSET_INSTR_FIRST"/>
    <w:basedOn w:val="CFNUM"/>
    <w:rsid w:val="009222A1"/>
  </w:style>
  <w:style w:type="paragraph" w:customStyle="1" w:styleId="CRPROB">
    <w:name w:val="CR_PROB"/>
    <w:basedOn w:val="CFNUM"/>
    <w:rsid w:val="009222A1"/>
  </w:style>
  <w:style w:type="character" w:customStyle="1" w:styleId="CRPROBNUM">
    <w:name w:val="CR_PROB_NUM"/>
    <w:basedOn w:val="DefaultParagraphFont"/>
    <w:rsid w:val="009222A1"/>
  </w:style>
  <w:style w:type="paragraph" w:customStyle="1" w:styleId="CRPROBSET">
    <w:name w:val="CR_PROBSET"/>
    <w:basedOn w:val="CFNUM"/>
    <w:rsid w:val="009222A1"/>
  </w:style>
  <w:style w:type="paragraph" w:customStyle="1" w:styleId="CRPROBSETFIRST">
    <w:name w:val="CR_PROBSET_FIRST"/>
    <w:basedOn w:val="CFNUM"/>
    <w:rsid w:val="009222A1"/>
  </w:style>
  <w:style w:type="paragraph" w:customStyle="1" w:styleId="CRPROBSETINSTR">
    <w:name w:val="CR_PROBSET_INSTR"/>
    <w:basedOn w:val="CFNUM"/>
    <w:rsid w:val="009222A1"/>
  </w:style>
  <w:style w:type="paragraph" w:customStyle="1" w:styleId="CRPROBSETINSTRFIRST">
    <w:name w:val="CR_PROBSET_INSTR_FIRST"/>
    <w:basedOn w:val="CFNUM"/>
    <w:rsid w:val="009222A1"/>
  </w:style>
  <w:style w:type="paragraph" w:customStyle="1" w:styleId="CRPROBSETTTL">
    <w:name w:val="CR_PROBSET_TTL"/>
    <w:basedOn w:val="CFNUM"/>
    <w:rsid w:val="009222A1"/>
  </w:style>
  <w:style w:type="paragraph" w:customStyle="1" w:styleId="CRPROBSET1MCQ">
    <w:name w:val="CR_PROBSET1_MCQ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RPROBSET1MCQANS">
    <w:name w:val="CR_PROBSET1_MCQ_ANS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PROBSET1MCQANSLTR">
    <w:name w:val="CR_PROBSET1_MCQ_ANS_LTR"/>
    <w:rsid w:val="009222A1"/>
  </w:style>
  <w:style w:type="character" w:customStyle="1" w:styleId="CRPROBSET1MCQNUM">
    <w:name w:val="CR_PROBSET1_MCQ_NUM"/>
    <w:rsid w:val="009222A1"/>
    <w:rPr>
      <w:b/>
    </w:rPr>
  </w:style>
  <w:style w:type="paragraph" w:customStyle="1" w:styleId="CRPROBSET1SUPTTL">
    <w:name w:val="CR_PROBSET1_SUPTTL"/>
    <w:basedOn w:val="Normal"/>
    <w:rsid w:val="009222A1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PROBSET2INTRO">
    <w:name w:val="CR_PROBSET2_INTRO"/>
    <w:basedOn w:val="CHAPBM"/>
    <w:rsid w:val="009222A1"/>
    <w:rPr>
      <w:sz w:val="22"/>
    </w:rPr>
  </w:style>
  <w:style w:type="paragraph" w:customStyle="1" w:styleId="CRPROBSET2NLFIRST">
    <w:name w:val="CR_PROBSET2_NL_FIR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LAST">
    <w:name w:val="CR_PROBSET2_NL_LA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MID">
    <w:name w:val="CR_PROBSET2_NL_MID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PROBSET2NLNUM">
    <w:name w:val="CR_PROBSET2_NL_NUM"/>
    <w:rsid w:val="009222A1"/>
    <w:rPr>
      <w:b/>
    </w:rPr>
  </w:style>
  <w:style w:type="paragraph" w:customStyle="1" w:styleId="CRPROBSET2NLTTL">
    <w:name w:val="CR_PROBSET2_NL_TTL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2PROB">
    <w:name w:val="CR_PROBSET2_PROB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2PROBLLBLFIRST">
    <w:name w:val="CR_PROBSET2_PROB_LL_BL_FIRST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LAST">
    <w:name w:val="CR_PROBSET2_PROB_LL_BL_LAST"/>
    <w:qFormat/>
    <w:rsid w:val="009222A1"/>
    <w:pPr>
      <w:numPr>
        <w:numId w:val="28"/>
      </w:num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MID">
    <w:name w:val="CR_PROBSET2_PROB_LL_BL_MID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FIRST">
    <w:name w:val="CR_PROBSET2_PROB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LLLAST">
    <w:name w:val="CR_PROBSET2_PROB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CRPROBSET2PROBLLLTR">
    <w:name w:val="CR_PROBSET2_PROB_LL_LTR"/>
    <w:basedOn w:val="DefaultParagraphFont"/>
    <w:qFormat/>
    <w:rsid w:val="009222A1"/>
  </w:style>
  <w:style w:type="paragraph" w:customStyle="1" w:styleId="CRPROBSET2PROBLLMID">
    <w:name w:val="CR_PROBSET2_PROB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TTL">
    <w:name w:val="CR_PROBSET2_PROB_TTL"/>
    <w:qFormat/>
    <w:rsid w:val="009222A1"/>
    <w:pPr>
      <w:spacing w:after="0" w:line="240" w:lineRule="auto"/>
    </w:pPr>
    <w:rPr>
      <w:rFonts w:ascii="Times New Roman" w:hAnsi="Times New Roman" w:cs="Times New Roman"/>
      <w:b/>
      <w:sz w:val="24"/>
      <w:szCs w:val="24"/>
    </w:rPr>
  </w:style>
  <w:style w:type="character" w:customStyle="1" w:styleId="CRPROBSET2PROBTTLNUM">
    <w:name w:val="CR_PROBSET2_PROB_TTL_NUM"/>
    <w:rsid w:val="009222A1"/>
    <w:rPr>
      <w:b w:val="0"/>
    </w:rPr>
  </w:style>
  <w:style w:type="paragraph" w:customStyle="1" w:styleId="CRPROBSET2PROBUNTBL">
    <w:name w:val="CR_PROBSET2_PROB_UNTBL"/>
    <w:basedOn w:val="Normal"/>
    <w:rsid w:val="009222A1"/>
    <w:pPr>
      <w:spacing w:line="360" w:lineRule="auto"/>
    </w:pPr>
    <w:rPr>
      <w:rFonts w:ascii="Tahoma" w:eastAsia="Times" w:hAnsi="Tahoma"/>
      <w:sz w:val="20"/>
      <w:szCs w:val="20"/>
    </w:rPr>
  </w:style>
  <w:style w:type="paragraph" w:customStyle="1" w:styleId="CRPROBSET2SUPTTL">
    <w:name w:val="CR_PROBSET2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PROBSET3">
    <w:name w:val="CR_PROBSET3"/>
    <w:basedOn w:val="CRPROBSET3INTRO"/>
    <w:rsid w:val="009222A1"/>
    <w:rPr>
      <w:i w:val="0"/>
      <w:iCs/>
    </w:rPr>
  </w:style>
  <w:style w:type="paragraph" w:customStyle="1" w:styleId="CRPROBSET3H1">
    <w:name w:val="CR_PROBSET3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3HEADFIRST">
    <w:name w:val="CR_PROBSET3_HEADFIRST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3LLFIRST">
    <w:name w:val="CR_PROBSET3_LL_FIR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paragraph" w:customStyle="1" w:styleId="CRPROBSET3LLLAST">
    <w:name w:val="CR_PROBSET3_LL_LA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character" w:customStyle="1" w:styleId="CRPROBSET3LLLTR">
    <w:name w:val="CR_PROBSET3_LL_LTR"/>
    <w:basedOn w:val="DefaultParagraphFont"/>
    <w:qFormat/>
    <w:rsid w:val="009222A1"/>
  </w:style>
  <w:style w:type="paragraph" w:customStyle="1" w:styleId="CRPROBSET3LLMID">
    <w:name w:val="CR_PROBSET3_LL_MID"/>
    <w:qFormat/>
    <w:rsid w:val="009222A1"/>
    <w:pPr>
      <w:autoSpaceDE w:val="0"/>
      <w:autoSpaceDN w:val="0"/>
      <w:adjustRightInd w:val="0"/>
      <w:spacing w:after="0" w:line="240" w:lineRule="auto"/>
      <w:ind w:left="270" w:hanging="270"/>
    </w:pPr>
    <w:rPr>
      <w:rFonts w:ascii="Times New Roman" w:hAnsi="Times New Roman" w:cs="Times New Roman"/>
      <w:sz w:val="24"/>
      <w:szCs w:val="24"/>
    </w:rPr>
  </w:style>
  <w:style w:type="paragraph" w:customStyle="1" w:styleId="CRPROBSET3PROBBLFIRST">
    <w:name w:val="CR_PROBSET3_PROB_BL_FIRST"/>
    <w:basedOn w:val="CRPROBSET3INTRO"/>
    <w:rsid w:val="009222A1"/>
    <w:pPr>
      <w:numPr>
        <w:ilvl w:val="1"/>
        <w:numId w:val="31"/>
      </w:numPr>
    </w:pPr>
    <w:rPr>
      <w:sz w:val="22"/>
    </w:rPr>
  </w:style>
  <w:style w:type="paragraph" w:customStyle="1" w:styleId="CRPROBSET3PROBBLLAST">
    <w:name w:val="CR_PROBSET3_PROB_BL_LAST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PROBBLMID">
    <w:name w:val="CR_PROBSET3_PROB_BL_MID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SUPTTL">
    <w:name w:val="CR_PROBSET3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Q">
    <w:name w:val="CR_Q"/>
    <w:basedOn w:val="CFNUM"/>
    <w:rsid w:val="009222A1"/>
  </w:style>
  <w:style w:type="character" w:customStyle="1" w:styleId="CRQNUM">
    <w:name w:val="CR_Q_NUM"/>
    <w:basedOn w:val="DefaultParagraphFont"/>
    <w:rsid w:val="009222A1"/>
  </w:style>
  <w:style w:type="paragraph" w:customStyle="1" w:styleId="CRQSET">
    <w:name w:val="CR_QSET"/>
    <w:basedOn w:val="CFNUM"/>
    <w:rsid w:val="009222A1"/>
  </w:style>
  <w:style w:type="paragraph" w:customStyle="1" w:styleId="CRQSETFIRST">
    <w:name w:val="CR_QSET_FIRST"/>
    <w:basedOn w:val="CFNUM"/>
    <w:rsid w:val="009222A1"/>
  </w:style>
  <w:style w:type="paragraph" w:customStyle="1" w:styleId="CRQSETINSTR">
    <w:name w:val="CR_QSET_INSTR"/>
    <w:basedOn w:val="CFNUM"/>
    <w:rsid w:val="009222A1"/>
  </w:style>
  <w:style w:type="paragraph" w:customStyle="1" w:styleId="CRQSETINSTRFIRST">
    <w:name w:val="CR_QSET_INSTR_FIRST"/>
    <w:basedOn w:val="CFNUM"/>
    <w:rsid w:val="009222A1"/>
  </w:style>
  <w:style w:type="paragraph" w:customStyle="1" w:styleId="CRQSETTTL">
    <w:name w:val="CR_QSET_TTL"/>
    <w:basedOn w:val="CFNUM"/>
    <w:rsid w:val="009222A1"/>
  </w:style>
  <w:style w:type="paragraph" w:customStyle="1" w:styleId="CRSUMNLFIRST">
    <w:name w:val="CR_SUM_NL_FIRST"/>
    <w:basedOn w:val="CRSUMFIRST"/>
    <w:rsid w:val="009222A1"/>
  </w:style>
  <w:style w:type="paragraph" w:customStyle="1" w:styleId="CRSUMNLLAST">
    <w:name w:val="CR_SUM_NL_LAST"/>
    <w:basedOn w:val="CRSUM"/>
    <w:rsid w:val="009222A1"/>
    <w:pPr>
      <w:ind w:firstLine="0"/>
    </w:pPr>
  </w:style>
  <w:style w:type="paragraph" w:customStyle="1" w:styleId="CRSUMNLMID">
    <w:name w:val="CR_SUM_NL_MID"/>
    <w:basedOn w:val="CRSUMNLFIRST"/>
    <w:rsid w:val="009222A1"/>
  </w:style>
  <w:style w:type="character" w:customStyle="1" w:styleId="CRSUMNLNUM">
    <w:name w:val="CR_SUM_NL_NUM"/>
    <w:basedOn w:val="DefaultParagraphFont"/>
    <w:qFormat/>
    <w:rsid w:val="009222A1"/>
  </w:style>
  <w:style w:type="paragraph" w:customStyle="1" w:styleId="CRSUMSUM">
    <w:name w:val="CR_SUM_SUM"/>
    <w:basedOn w:val="CFSUBTTL"/>
    <w:rsid w:val="009222A1"/>
  </w:style>
  <w:style w:type="paragraph" w:customStyle="1" w:styleId="CRSUMSET">
    <w:name w:val="CR_SUMSET"/>
    <w:basedOn w:val="CFSUBTTL"/>
    <w:rsid w:val="009222A1"/>
  </w:style>
  <w:style w:type="paragraph" w:customStyle="1" w:styleId="CRSUMSETFIRST">
    <w:name w:val="CR_SUMSET_FIRST"/>
    <w:basedOn w:val="CFSUBTTL"/>
    <w:rsid w:val="009222A1"/>
  </w:style>
  <w:style w:type="paragraph" w:customStyle="1" w:styleId="CRSUMSETTTL">
    <w:name w:val="CR_SUMSET_TTL"/>
    <w:basedOn w:val="CFSUBTTL"/>
    <w:rsid w:val="009222A1"/>
  </w:style>
  <w:style w:type="paragraph" w:customStyle="1" w:styleId="CRTFQ">
    <w:name w:val="CR_TFQ"/>
    <w:basedOn w:val="CFNUM"/>
    <w:rsid w:val="009222A1"/>
  </w:style>
  <w:style w:type="character" w:customStyle="1" w:styleId="CRTFQNUM">
    <w:name w:val="CR_TFQ_NUM"/>
    <w:basedOn w:val="DefaultParagraphFont"/>
    <w:rsid w:val="009222A1"/>
  </w:style>
  <w:style w:type="paragraph" w:customStyle="1" w:styleId="CRTFQSET">
    <w:name w:val="CR_TFQSET"/>
    <w:basedOn w:val="CFNUM"/>
    <w:rsid w:val="009222A1"/>
  </w:style>
  <w:style w:type="paragraph" w:customStyle="1" w:styleId="CRTFQSETFIRST">
    <w:name w:val="CR_TFQSET_FIRST"/>
    <w:basedOn w:val="CFNUM"/>
    <w:rsid w:val="009222A1"/>
  </w:style>
  <w:style w:type="paragraph" w:customStyle="1" w:styleId="CRTFQSETINSTR">
    <w:name w:val="CR_TFQSET_INSTR"/>
    <w:basedOn w:val="CFNUM"/>
    <w:rsid w:val="009222A1"/>
  </w:style>
  <w:style w:type="paragraph" w:customStyle="1" w:styleId="CRTFQSETINSTRFIRST">
    <w:name w:val="CR_TFQSET_INSTR_FIRST"/>
    <w:basedOn w:val="CFNUM"/>
    <w:rsid w:val="009222A1"/>
  </w:style>
  <w:style w:type="paragraph" w:customStyle="1" w:styleId="CRTFQSETTTL">
    <w:name w:val="CR_TFQSET_TTL"/>
    <w:basedOn w:val="CFNUM"/>
    <w:rsid w:val="009222A1"/>
  </w:style>
  <w:style w:type="paragraph" w:customStyle="1" w:styleId="CRWWWANNO">
    <w:name w:val="CR_WWW_ANNO"/>
    <w:basedOn w:val="CFCS1"/>
    <w:rsid w:val="009222A1"/>
  </w:style>
  <w:style w:type="paragraph" w:customStyle="1" w:styleId="CRWWWSETTTL">
    <w:name w:val="CR_WWWSET_TTL"/>
    <w:basedOn w:val="CFCS1"/>
    <w:rsid w:val="009222A1"/>
  </w:style>
  <w:style w:type="paragraph" w:customStyle="1" w:styleId="CS1CON">
    <w:name w:val="CS1_CON"/>
    <w:basedOn w:val="CFSUBTTL"/>
    <w:rsid w:val="009222A1"/>
  </w:style>
  <w:style w:type="paragraph" w:customStyle="1" w:styleId="CS1DMFIRST">
    <w:name w:val="CS1_DM_FIRST"/>
    <w:basedOn w:val="CFSUBTTL"/>
    <w:rsid w:val="009222A1"/>
  </w:style>
  <w:style w:type="paragraph" w:customStyle="1" w:styleId="CS1DMLAST">
    <w:name w:val="CS1_DM_LAST"/>
    <w:basedOn w:val="CFSUBTTL"/>
    <w:rsid w:val="009222A1"/>
  </w:style>
  <w:style w:type="paragraph" w:customStyle="1" w:styleId="CS1DMMID">
    <w:name w:val="CS1_DM_MID"/>
    <w:basedOn w:val="CFSUBTTL"/>
    <w:rsid w:val="009222A1"/>
  </w:style>
  <w:style w:type="paragraph" w:customStyle="1" w:styleId="CS1DMONLY">
    <w:name w:val="CS1_DM_ONLY"/>
    <w:basedOn w:val="CFSUBTTL"/>
    <w:rsid w:val="009222A1"/>
  </w:style>
  <w:style w:type="paragraph" w:customStyle="1" w:styleId="CS1EQFIRST">
    <w:name w:val="CS1_EQ_FIRST"/>
    <w:basedOn w:val="CFSUBTTL"/>
    <w:rsid w:val="009222A1"/>
  </w:style>
  <w:style w:type="paragraph" w:customStyle="1" w:styleId="CS1EQLAST">
    <w:name w:val="CS1_EQ_LAST"/>
    <w:basedOn w:val="CFSUBTTL"/>
    <w:rsid w:val="009222A1"/>
  </w:style>
  <w:style w:type="paragraph" w:customStyle="1" w:styleId="CS1EQMID">
    <w:name w:val="CS1_EQ_MID"/>
    <w:basedOn w:val="CFSUBTTL"/>
    <w:rsid w:val="009222A1"/>
  </w:style>
  <w:style w:type="character" w:customStyle="1" w:styleId="CS1EQNUM">
    <w:name w:val="CS1_EQ_NUM"/>
    <w:basedOn w:val="DefaultParagraphFont"/>
    <w:rsid w:val="009222A1"/>
  </w:style>
  <w:style w:type="paragraph" w:customStyle="1" w:styleId="CS1EQONLY">
    <w:name w:val="CS1_EQ_ONLY"/>
    <w:basedOn w:val="CFSUBTTL"/>
    <w:rsid w:val="009222A1"/>
  </w:style>
  <w:style w:type="paragraph" w:customStyle="1" w:styleId="CS1EXTFIRST">
    <w:name w:val="CS1_EXT_FIRST"/>
    <w:basedOn w:val="CFSUBTTL"/>
    <w:rsid w:val="009222A1"/>
  </w:style>
  <w:style w:type="paragraph" w:customStyle="1" w:styleId="CS1EXTLAST">
    <w:name w:val="CS1_EXT_LAST"/>
    <w:basedOn w:val="CFSUBTTL"/>
    <w:rsid w:val="009222A1"/>
  </w:style>
  <w:style w:type="paragraph" w:customStyle="1" w:styleId="CS1EXTMID">
    <w:name w:val="CS1_EXT_MID"/>
    <w:basedOn w:val="CFSUBTTL"/>
    <w:rsid w:val="009222A1"/>
  </w:style>
  <w:style w:type="paragraph" w:customStyle="1" w:styleId="CS1EXTONLY">
    <w:name w:val="CS1_EXT_ONLY"/>
    <w:basedOn w:val="CFSUBTTL"/>
    <w:rsid w:val="009222A1"/>
  </w:style>
  <w:style w:type="paragraph" w:customStyle="1" w:styleId="CS1FIRST">
    <w:name w:val="CS1_FIRST"/>
    <w:basedOn w:val="CFSUBTTL"/>
    <w:rsid w:val="009222A1"/>
  </w:style>
  <w:style w:type="paragraph" w:customStyle="1" w:styleId="CS1H1">
    <w:name w:val="CS1_H1"/>
    <w:basedOn w:val="CFSUBTTL"/>
    <w:rsid w:val="009222A1"/>
  </w:style>
  <w:style w:type="paragraph" w:customStyle="1" w:styleId="CS1H2">
    <w:name w:val="CS1_H2"/>
    <w:basedOn w:val="CFSUBTTL"/>
    <w:rsid w:val="009222A1"/>
  </w:style>
  <w:style w:type="paragraph" w:customStyle="1" w:styleId="CS1HEADFIRST">
    <w:name w:val="CS1_HEADFIRST"/>
    <w:basedOn w:val="CFSUBTTL"/>
    <w:rsid w:val="009222A1"/>
  </w:style>
  <w:style w:type="paragraph" w:customStyle="1" w:styleId="CS1LLFIRST">
    <w:name w:val="CS1_LL_FIRST"/>
    <w:basedOn w:val="CFSUBTTL"/>
    <w:rsid w:val="009222A1"/>
  </w:style>
  <w:style w:type="paragraph" w:customStyle="1" w:styleId="CS1LLLAST">
    <w:name w:val="CS1_LL_LAST"/>
    <w:basedOn w:val="CFSUBTTL"/>
    <w:rsid w:val="009222A1"/>
  </w:style>
  <w:style w:type="paragraph" w:customStyle="1" w:styleId="CS1LLMID">
    <w:name w:val="CS1_LL_MID"/>
    <w:basedOn w:val="CFSUBTTL"/>
    <w:rsid w:val="009222A1"/>
  </w:style>
  <w:style w:type="paragraph" w:customStyle="1" w:styleId="CS1ML1COLHD">
    <w:name w:val="CS1_ML1_COLHD"/>
    <w:basedOn w:val="CFSUBTTL"/>
    <w:rsid w:val="009222A1"/>
  </w:style>
  <w:style w:type="paragraph" w:customStyle="1" w:styleId="CS1ML1FIRST">
    <w:name w:val="CS1_ML1_FIRST"/>
    <w:basedOn w:val="CFSUBTTL"/>
    <w:rsid w:val="009222A1"/>
  </w:style>
  <w:style w:type="paragraph" w:customStyle="1" w:styleId="CS1ML1LAST">
    <w:name w:val="CS1_ML1_LAST"/>
    <w:basedOn w:val="CFSUBTTL"/>
    <w:rsid w:val="009222A1"/>
  </w:style>
  <w:style w:type="paragraph" w:customStyle="1" w:styleId="CS1ML1MID">
    <w:name w:val="CS1_ML1_MID"/>
    <w:basedOn w:val="CFSUBTTL"/>
    <w:rsid w:val="009222A1"/>
  </w:style>
  <w:style w:type="paragraph" w:customStyle="1" w:styleId="CS1NLFIRST">
    <w:name w:val="CS1_NL_FIRST"/>
    <w:basedOn w:val="CFSUBTTL"/>
    <w:rsid w:val="009222A1"/>
  </w:style>
  <w:style w:type="paragraph" w:customStyle="1" w:styleId="CS1NLLAST">
    <w:name w:val="CS1_NL_LAST"/>
    <w:basedOn w:val="CFSUBTTL"/>
    <w:rsid w:val="009222A1"/>
  </w:style>
  <w:style w:type="paragraph" w:customStyle="1" w:styleId="CS1NLMID">
    <w:name w:val="CS1_NL_MID"/>
    <w:basedOn w:val="CFSUBTTL"/>
    <w:rsid w:val="009222A1"/>
  </w:style>
  <w:style w:type="character" w:customStyle="1" w:styleId="CS1NLNUM">
    <w:name w:val="CS1_NL_NUM"/>
    <w:basedOn w:val="DefaultParagraphFont"/>
    <w:rsid w:val="009222A1"/>
  </w:style>
  <w:style w:type="paragraph" w:customStyle="1" w:styleId="CS1NUM">
    <w:name w:val="CS1_NUM"/>
    <w:basedOn w:val="CFSUBTTL"/>
    <w:rsid w:val="009222A1"/>
  </w:style>
  <w:style w:type="paragraph" w:customStyle="1" w:styleId="CS1Q">
    <w:name w:val="CS1_Q"/>
    <w:basedOn w:val="CFSUBTTL"/>
    <w:rsid w:val="009222A1"/>
  </w:style>
  <w:style w:type="character" w:customStyle="1" w:styleId="CS1QNUM">
    <w:name w:val="CS1_Q_NUM"/>
    <w:basedOn w:val="DefaultParagraphFont"/>
    <w:rsid w:val="009222A1"/>
  </w:style>
  <w:style w:type="paragraph" w:customStyle="1" w:styleId="CS1QSET">
    <w:name w:val="CS1_QSET"/>
    <w:basedOn w:val="CFSUBTTL"/>
    <w:rsid w:val="009222A1"/>
  </w:style>
  <w:style w:type="paragraph" w:customStyle="1" w:styleId="CS1QSETFIRST">
    <w:name w:val="CS1_QSET_FIRST"/>
    <w:basedOn w:val="CFSUBTTL"/>
    <w:rsid w:val="009222A1"/>
  </w:style>
  <w:style w:type="paragraph" w:customStyle="1" w:styleId="CS1QSETTTL">
    <w:name w:val="CS1_QSET_TTL"/>
    <w:basedOn w:val="CFSUBTTL"/>
    <w:rsid w:val="009222A1"/>
  </w:style>
  <w:style w:type="paragraph" w:customStyle="1" w:styleId="CS1SRC">
    <w:name w:val="CS1_SRC"/>
    <w:basedOn w:val="CFSUBTTL"/>
    <w:rsid w:val="009222A1"/>
  </w:style>
  <w:style w:type="paragraph" w:customStyle="1" w:styleId="DG4">
    <w:name w:val="DG4"/>
    <w:qFormat/>
    <w:rsid w:val="009222A1"/>
    <w:pPr>
      <w:spacing w:after="0" w:line="240" w:lineRule="auto"/>
    </w:pPr>
    <w:rPr>
      <w:rFonts w:ascii="Times New Roman" w:hAnsi="Times New Roman" w:cs="Times New Roman"/>
      <w:b/>
      <w:color w:val="4F81BD"/>
    </w:rPr>
  </w:style>
  <w:style w:type="paragraph" w:customStyle="1" w:styleId="DLGFIRST">
    <w:name w:val="DLG_FIRST"/>
    <w:basedOn w:val="CFSUBTTL"/>
    <w:rsid w:val="009222A1"/>
  </w:style>
  <w:style w:type="paragraph" w:customStyle="1" w:styleId="DLGLAST">
    <w:name w:val="DLG_LAST"/>
    <w:basedOn w:val="CFSUBTTL"/>
    <w:rsid w:val="009222A1"/>
  </w:style>
  <w:style w:type="paragraph" w:customStyle="1" w:styleId="DLGMID">
    <w:name w:val="DLG_MID"/>
    <w:basedOn w:val="CFSUBTTL"/>
    <w:rsid w:val="009222A1"/>
  </w:style>
  <w:style w:type="paragraph" w:customStyle="1" w:styleId="DLGONLY">
    <w:name w:val="DLG_ONLY"/>
    <w:basedOn w:val="CFSUBTTL"/>
    <w:rsid w:val="009222A1"/>
  </w:style>
  <w:style w:type="character" w:customStyle="1" w:styleId="DLGSPKR">
    <w:name w:val="DLG_SPKR"/>
    <w:basedOn w:val="DefaultParagraphFont"/>
    <w:rsid w:val="009222A1"/>
  </w:style>
  <w:style w:type="paragraph" w:customStyle="1" w:styleId="DMFIRST">
    <w:name w:val="DM_FIRST"/>
    <w:basedOn w:val="CFSUBTTL"/>
    <w:rsid w:val="009222A1"/>
  </w:style>
  <w:style w:type="paragraph" w:customStyle="1" w:styleId="DMLAST">
    <w:name w:val="DM_LAST"/>
    <w:basedOn w:val="CFSUBTTL"/>
    <w:rsid w:val="009222A1"/>
  </w:style>
  <w:style w:type="paragraph" w:customStyle="1" w:styleId="DMMID">
    <w:name w:val="DM_MID"/>
    <w:basedOn w:val="CFSUBTTL"/>
    <w:rsid w:val="009222A1"/>
  </w:style>
  <w:style w:type="paragraph" w:customStyle="1" w:styleId="MN1DMONLY">
    <w:name w:val="MN1_DM_ONLY"/>
    <w:basedOn w:val="Normal"/>
    <w:rsid w:val="009222A1"/>
    <w:pPr>
      <w:spacing w:before="120" w:after="120"/>
    </w:pPr>
  </w:style>
  <w:style w:type="paragraph" w:customStyle="1" w:styleId="DPGMFIRST">
    <w:name w:val="DPGM_FIRST"/>
    <w:basedOn w:val="CFSUBTTL"/>
    <w:rsid w:val="009222A1"/>
  </w:style>
  <w:style w:type="paragraph" w:customStyle="1" w:styleId="DPGMLAST">
    <w:name w:val="DPGM_LAST"/>
    <w:basedOn w:val="CFSUBTTL"/>
    <w:rsid w:val="009222A1"/>
  </w:style>
  <w:style w:type="paragraph" w:customStyle="1" w:styleId="DPGMMID">
    <w:name w:val="DPGM_MID"/>
    <w:basedOn w:val="CFSUBTTL"/>
    <w:rsid w:val="009222A1"/>
  </w:style>
  <w:style w:type="paragraph" w:customStyle="1" w:styleId="DPGMONLY">
    <w:name w:val="DPGM_ONLY"/>
    <w:basedOn w:val="CFSUBTTL"/>
    <w:rsid w:val="009222A1"/>
  </w:style>
  <w:style w:type="paragraph" w:customStyle="1" w:styleId="DTFIRST">
    <w:name w:val="DT_FIRST"/>
    <w:basedOn w:val="CFSUBTTL"/>
    <w:rsid w:val="009222A1"/>
  </w:style>
  <w:style w:type="paragraph" w:customStyle="1" w:styleId="DTLAST">
    <w:name w:val="DT_LAST"/>
    <w:basedOn w:val="CFSUBTTL"/>
    <w:rsid w:val="009222A1"/>
  </w:style>
  <w:style w:type="paragraph" w:customStyle="1" w:styleId="DTMID">
    <w:name w:val="DT_MID"/>
    <w:basedOn w:val="CFSUBTTL"/>
    <w:rsid w:val="009222A1"/>
  </w:style>
  <w:style w:type="paragraph" w:customStyle="1" w:styleId="DTONLY">
    <w:name w:val="DT_ONLY"/>
    <w:basedOn w:val="CFSUBTTL"/>
    <w:rsid w:val="009222A1"/>
  </w:style>
  <w:style w:type="character" w:customStyle="1" w:styleId="DUS">
    <w:name w:val="DUS"/>
    <w:basedOn w:val="DefaultParagraphFont"/>
    <w:rsid w:val="009222A1"/>
  </w:style>
  <w:style w:type="character" w:customStyle="1" w:styleId="E2">
    <w:name w:val="E2"/>
    <w:basedOn w:val="DefaultParagraphFont"/>
    <w:rsid w:val="009222A1"/>
  </w:style>
  <w:style w:type="character" w:customStyle="1" w:styleId="E3">
    <w:name w:val="E3"/>
    <w:basedOn w:val="DefaultParagraphFont"/>
    <w:rsid w:val="009222A1"/>
  </w:style>
  <w:style w:type="character" w:customStyle="1" w:styleId="E4">
    <w:name w:val="E4"/>
    <w:basedOn w:val="DefaultParagraphFont"/>
    <w:rsid w:val="009222A1"/>
  </w:style>
  <w:style w:type="character" w:customStyle="1" w:styleId="E5">
    <w:name w:val="E5"/>
    <w:basedOn w:val="DefaultParagraphFont"/>
    <w:rsid w:val="009222A1"/>
  </w:style>
  <w:style w:type="character" w:customStyle="1" w:styleId="E6">
    <w:name w:val="E6"/>
    <w:basedOn w:val="DefaultParagraphFont"/>
    <w:rsid w:val="009222A1"/>
  </w:style>
  <w:style w:type="character" w:customStyle="1" w:styleId="E7">
    <w:name w:val="E7"/>
    <w:basedOn w:val="DefaultParagraphFont"/>
    <w:rsid w:val="009222A1"/>
  </w:style>
  <w:style w:type="character" w:customStyle="1" w:styleId="E8">
    <w:name w:val="E8"/>
    <w:basedOn w:val="DefaultParagraphFont"/>
    <w:rsid w:val="009222A1"/>
  </w:style>
  <w:style w:type="character" w:customStyle="1" w:styleId="E9">
    <w:name w:val="E9"/>
    <w:basedOn w:val="DefaultParagraphFont"/>
    <w:rsid w:val="009222A1"/>
  </w:style>
  <w:style w:type="character" w:customStyle="1" w:styleId="EML">
    <w:name w:val="EML"/>
    <w:basedOn w:val="DefaultParagraphFont"/>
    <w:rsid w:val="009222A1"/>
  </w:style>
  <w:style w:type="paragraph" w:customStyle="1" w:styleId="EPL">
    <w:name w:val="EPL"/>
    <w:basedOn w:val="CFSUBTTL"/>
    <w:rsid w:val="009222A1"/>
  </w:style>
  <w:style w:type="paragraph" w:customStyle="1" w:styleId="EPLCON">
    <w:name w:val="EPL_CON"/>
    <w:basedOn w:val="CFSUBTTL"/>
    <w:rsid w:val="009222A1"/>
  </w:style>
  <w:style w:type="paragraph" w:customStyle="1" w:styleId="EPLFIRST">
    <w:name w:val="EPL_FIRST"/>
    <w:basedOn w:val="CFSUBTTL"/>
    <w:rsid w:val="009222A1"/>
  </w:style>
  <w:style w:type="paragraph" w:customStyle="1" w:styleId="EPLHEADFIRST">
    <w:name w:val="EPL_HEADFIRST"/>
    <w:basedOn w:val="CFSUBTTL"/>
    <w:rsid w:val="009222A1"/>
  </w:style>
  <w:style w:type="paragraph" w:customStyle="1" w:styleId="EQFIRST">
    <w:name w:val="EQ_FIRST"/>
    <w:basedOn w:val="CFSUBTTL"/>
    <w:rsid w:val="009222A1"/>
  </w:style>
  <w:style w:type="paragraph" w:customStyle="1" w:styleId="EQLAST">
    <w:name w:val="EQ_LAST"/>
    <w:basedOn w:val="CFSUBTTL"/>
    <w:rsid w:val="009222A1"/>
  </w:style>
  <w:style w:type="paragraph" w:customStyle="1" w:styleId="EQMID">
    <w:name w:val="EQ_MID"/>
    <w:basedOn w:val="CFSUBTTL"/>
    <w:rsid w:val="009222A1"/>
  </w:style>
  <w:style w:type="character" w:customStyle="1" w:styleId="EQNUM">
    <w:name w:val="EQ_NUM"/>
    <w:basedOn w:val="DefaultParagraphFont"/>
    <w:rsid w:val="009222A1"/>
  </w:style>
  <w:style w:type="paragraph" w:customStyle="1" w:styleId="EQONLY">
    <w:name w:val="EQ_ONLY"/>
    <w:basedOn w:val="CFSUBTTL"/>
    <w:rsid w:val="009222A1"/>
  </w:style>
  <w:style w:type="paragraph" w:customStyle="1" w:styleId="EXHCAP">
    <w:name w:val="EXH_CAP"/>
    <w:basedOn w:val="CFSUBTTL"/>
    <w:rsid w:val="009222A1"/>
  </w:style>
  <w:style w:type="paragraph" w:customStyle="1" w:styleId="EXHNUM">
    <w:name w:val="EXH_NUM"/>
    <w:basedOn w:val="CFSUBTTL"/>
    <w:rsid w:val="009222A1"/>
  </w:style>
  <w:style w:type="paragraph" w:customStyle="1" w:styleId="EXHSRC">
    <w:name w:val="EXH_SRC"/>
    <w:basedOn w:val="CFSUBTTL"/>
    <w:rsid w:val="009222A1"/>
  </w:style>
  <w:style w:type="paragraph" w:customStyle="1" w:styleId="EXHTTL">
    <w:name w:val="EXH_TTL"/>
    <w:basedOn w:val="CFSUBTTL"/>
    <w:rsid w:val="009222A1"/>
  </w:style>
  <w:style w:type="paragraph" w:customStyle="1" w:styleId="EXM">
    <w:name w:val="EXM"/>
    <w:basedOn w:val="CFSUBTTL"/>
    <w:rsid w:val="009222A1"/>
  </w:style>
  <w:style w:type="character" w:customStyle="1" w:styleId="EXMBLDING">
    <w:name w:val="EXM_BL_DING"/>
    <w:basedOn w:val="DefaultParagraphFont"/>
    <w:rsid w:val="009222A1"/>
  </w:style>
  <w:style w:type="paragraph" w:customStyle="1" w:styleId="EXMBLFIRST">
    <w:name w:val="EXM_BL_FIRST"/>
    <w:basedOn w:val="CFSUBTTL"/>
    <w:rsid w:val="009222A1"/>
  </w:style>
  <w:style w:type="paragraph" w:customStyle="1" w:styleId="EXMBLLAST">
    <w:name w:val="EXM_BL_LAST"/>
    <w:basedOn w:val="CFSUBTTL"/>
    <w:rsid w:val="009222A1"/>
  </w:style>
  <w:style w:type="paragraph" w:customStyle="1" w:styleId="EXMBLMID">
    <w:name w:val="EXM_BL_MID"/>
    <w:basedOn w:val="CFSUBTTL"/>
    <w:rsid w:val="009222A1"/>
  </w:style>
  <w:style w:type="paragraph" w:customStyle="1" w:styleId="EXMCON">
    <w:name w:val="EXM_CON"/>
    <w:basedOn w:val="CFSUBTTL"/>
    <w:rsid w:val="009222A1"/>
  </w:style>
  <w:style w:type="paragraph" w:customStyle="1" w:styleId="EXMDMFIRST">
    <w:name w:val="EXM_DM_FIRST"/>
    <w:basedOn w:val="CFSUBTTL"/>
    <w:rsid w:val="009222A1"/>
  </w:style>
  <w:style w:type="paragraph" w:customStyle="1" w:styleId="EXMDMLAST">
    <w:name w:val="EXM_DM_LAST"/>
    <w:basedOn w:val="CFSUBTTL"/>
    <w:rsid w:val="009222A1"/>
  </w:style>
  <w:style w:type="paragraph" w:customStyle="1" w:styleId="EXMDMMID">
    <w:name w:val="EXM_DM_MID"/>
    <w:basedOn w:val="CFSUBTTL"/>
    <w:rsid w:val="009222A1"/>
  </w:style>
  <w:style w:type="paragraph" w:customStyle="1" w:styleId="EXMDMONLY">
    <w:name w:val="EXM_DM_ONLY"/>
    <w:basedOn w:val="CFSUBTTL"/>
    <w:rsid w:val="009222A1"/>
  </w:style>
  <w:style w:type="paragraph" w:customStyle="1" w:styleId="EXMEQFIRST">
    <w:name w:val="EXM_EQ_FIRST"/>
    <w:basedOn w:val="CFSUBTTL"/>
    <w:rsid w:val="009222A1"/>
  </w:style>
  <w:style w:type="paragraph" w:customStyle="1" w:styleId="EXMEQLAST">
    <w:name w:val="EXM_EQ_LAST"/>
    <w:basedOn w:val="CFSUBTTL"/>
    <w:rsid w:val="009222A1"/>
  </w:style>
  <w:style w:type="paragraph" w:customStyle="1" w:styleId="EXMEQMID">
    <w:name w:val="EXM_EQ_MID"/>
    <w:basedOn w:val="CFSUBTTL"/>
    <w:rsid w:val="009222A1"/>
  </w:style>
  <w:style w:type="paragraph" w:customStyle="1" w:styleId="EXMEQONLY">
    <w:name w:val="EXM_EQ_ONLY"/>
    <w:basedOn w:val="CFSUBTTL"/>
    <w:rsid w:val="009222A1"/>
  </w:style>
  <w:style w:type="paragraph" w:customStyle="1" w:styleId="EXMFIRST">
    <w:name w:val="EXM_FIRST"/>
    <w:basedOn w:val="CFSUBTTL"/>
    <w:rsid w:val="009222A1"/>
  </w:style>
  <w:style w:type="paragraph" w:customStyle="1" w:styleId="EXMH1">
    <w:name w:val="EXM_H1"/>
    <w:basedOn w:val="CFSUBTTL"/>
    <w:rsid w:val="009222A1"/>
  </w:style>
  <w:style w:type="paragraph" w:customStyle="1" w:styleId="EXMH2">
    <w:name w:val="EXM_H2"/>
    <w:basedOn w:val="CFSUBTTL"/>
    <w:rsid w:val="009222A1"/>
  </w:style>
  <w:style w:type="paragraph" w:customStyle="1" w:styleId="EXMHEADFIRST">
    <w:name w:val="EXM_HEADFIRST"/>
    <w:basedOn w:val="CFSUBTTL"/>
    <w:rsid w:val="009222A1"/>
  </w:style>
  <w:style w:type="paragraph" w:customStyle="1" w:styleId="EXMLLFIRST">
    <w:name w:val="EXM_LL_FIRST"/>
    <w:basedOn w:val="CFSUBTTL"/>
    <w:rsid w:val="009222A1"/>
  </w:style>
  <w:style w:type="paragraph" w:customStyle="1" w:styleId="EXMLLLAST">
    <w:name w:val="EXM_LL_LAST"/>
    <w:basedOn w:val="CFSUBTTL"/>
    <w:rsid w:val="009222A1"/>
  </w:style>
  <w:style w:type="character" w:customStyle="1" w:styleId="EXMLLLTR">
    <w:name w:val="EXM_LL_LTR"/>
    <w:basedOn w:val="DefaultParagraphFont"/>
    <w:rsid w:val="009222A1"/>
  </w:style>
  <w:style w:type="paragraph" w:customStyle="1" w:styleId="EXMLLMID">
    <w:name w:val="EXM_LL_MID"/>
    <w:basedOn w:val="CFSUBTTL"/>
    <w:rsid w:val="009222A1"/>
  </w:style>
  <w:style w:type="paragraph" w:customStyle="1" w:styleId="EXMNLFIRST">
    <w:name w:val="EXM_NL_FIRST"/>
    <w:basedOn w:val="CFSUBTTL"/>
    <w:rsid w:val="009222A1"/>
  </w:style>
  <w:style w:type="paragraph" w:customStyle="1" w:styleId="EXMNLLAST">
    <w:name w:val="EXM_NL_LAST"/>
    <w:basedOn w:val="CFSUBTTL"/>
    <w:rsid w:val="009222A1"/>
  </w:style>
  <w:style w:type="paragraph" w:customStyle="1" w:styleId="EXMNLMID">
    <w:name w:val="EXM_NL_MID"/>
    <w:basedOn w:val="CFSUBTTL"/>
    <w:rsid w:val="009222A1"/>
  </w:style>
  <w:style w:type="character" w:customStyle="1" w:styleId="EXMNLNUM">
    <w:name w:val="EXM_NL_NUM"/>
    <w:basedOn w:val="DefaultParagraphFont"/>
    <w:rsid w:val="009222A1"/>
  </w:style>
  <w:style w:type="paragraph" w:customStyle="1" w:styleId="EXMNUM">
    <w:name w:val="EXM_NUM"/>
    <w:basedOn w:val="CFSUBTTL"/>
    <w:rsid w:val="009222A1"/>
  </w:style>
  <w:style w:type="paragraph" w:customStyle="1" w:styleId="EXMSOL">
    <w:name w:val="EXM_SOL"/>
    <w:basedOn w:val="CFSUBTTL"/>
    <w:rsid w:val="009222A1"/>
  </w:style>
  <w:style w:type="paragraph" w:customStyle="1" w:styleId="EXMSOLCON">
    <w:name w:val="EXM_SOL_CON"/>
    <w:basedOn w:val="CFSUBTTL"/>
    <w:rsid w:val="009222A1"/>
  </w:style>
  <w:style w:type="paragraph" w:customStyle="1" w:styleId="EXMSOLDMFIRST">
    <w:name w:val="EXM_SOL_DM_FIRST"/>
    <w:basedOn w:val="CFSUBTTL"/>
    <w:rsid w:val="009222A1"/>
  </w:style>
  <w:style w:type="paragraph" w:customStyle="1" w:styleId="EXMSOLDMLAST">
    <w:name w:val="EXM_SOL_DM_LAST"/>
    <w:basedOn w:val="CFSUBTTL"/>
    <w:rsid w:val="009222A1"/>
  </w:style>
  <w:style w:type="paragraph" w:customStyle="1" w:styleId="EXMSOLDMMID">
    <w:name w:val="EXM_SOL_DM_MID"/>
    <w:basedOn w:val="CFSUBTTL"/>
    <w:rsid w:val="009222A1"/>
  </w:style>
  <w:style w:type="paragraph" w:customStyle="1" w:styleId="EXMSOLDMONLY">
    <w:name w:val="EXM_SOL_DM_ONLY"/>
    <w:basedOn w:val="CFSUBTTL"/>
    <w:rsid w:val="009222A1"/>
  </w:style>
  <w:style w:type="paragraph" w:customStyle="1" w:styleId="EXMSOLEQFIRST">
    <w:name w:val="EXM_SOL_EQ_FIRST"/>
    <w:basedOn w:val="CFSUBTTL"/>
    <w:rsid w:val="009222A1"/>
  </w:style>
  <w:style w:type="paragraph" w:customStyle="1" w:styleId="EXMSOLEQLAST">
    <w:name w:val="EXM_SOL_EQ_LAST"/>
    <w:basedOn w:val="CFSUBTTL"/>
    <w:rsid w:val="009222A1"/>
  </w:style>
  <w:style w:type="paragraph" w:customStyle="1" w:styleId="EXMSOLEQMID">
    <w:name w:val="EXM_SOL_EQ_MID"/>
    <w:basedOn w:val="CFSUBTTL"/>
    <w:rsid w:val="009222A1"/>
  </w:style>
  <w:style w:type="paragraph" w:customStyle="1" w:styleId="EXMSOLEQONLY">
    <w:name w:val="EXM_SOL_EQ_ONLY"/>
    <w:basedOn w:val="CFSUBTTL"/>
    <w:rsid w:val="009222A1"/>
  </w:style>
  <w:style w:type="paragraph" w:customStyle="1" w:styleId="EXMSOLFIRST">
    <w:name w:val="EXM_SOL_FIRST"/>
    <w:basedOn w:val="CFSUBTTL"/>
    <w:rsid w:val="009222A1"/>
  </w:style>
  <w:style w:type="paragraph" w:customStyle="1" w:styleId="EXMSOLH1">
    <w:name w:val="EXM_SOL_H1"/>
    <w:basedOn w:val="CFSUBTTL"/>
    <w:rsid w:val="009222A1"/>
  </w:style>
  <w:style w:type="paragraph" w:customStyle="1" w:styleId="EXMSOLH2">
    <w:name w:val="EXM_SOL_H2"/>
    <w:basedOn w:val="CFSUBTTL"/>
    <w:rsid w:val="009222A1"/>
  </w:style>
  <w:style w:type="paragraph" w:customStyle="1" w:styleId="EXMSOLHEADFIRST">
    <w:name w:val="EXM_SOL_HEADFIRST"/>
    <w:basedOn w:val="CFSUBTTL"/>
    <w:rsid w:val="009222A1"/>
  </w:style>
  <w:style w:type="paragraph" w:customStyle="1" w:styleId="EXMSOLTTL">
    <w:name w:val="EXM_SOL_TTL"/>
    <w:basedOn w:val="CFSUBTTL"/>
    <w:rsid w:val="009222A1"/>
  </w:style>
  <w:style w:type="paragraph" w:customStyle="1" w:styleId="EXMSRC">
    <w:name w:val="EXM_SRC"/>
    <w:basedOn w:val="CFSUBTTL"/>
    <w:rsid w:val="009222A1"/>
  </w:style>
  <w:style w:type="paragraph" w:customStyle="1" w:styleId="EXMTTL">
    <w:name w:val="EXM_TTL"/>
    <w:basedOn w:val="CFSUBTTL"/>
    <w:rsid w:val="009222A1"/>
  </w:style>
  <w:style w:type="paragraph" w:customStyle="1" w:styleId="EXMULFIRST">
    <w:name w:val="EXM_UL_FIRST"/>
    <w:basedOn w:val="CFSUBTTL"/>
    <w:rsid w:val="009222A1"/>
  </w:style>
  <w:style w:type="paragraph" w:customStyle="1" w:styleId="EXMULLAST">
    <w:name w:val="EXM_UL_LAST"/>
    <w:basedOn w:val="CFSUBTTL"/>
    <w:rsid w:val="009222A1"/>
  </w:style>
  <w:style w:type="paragraph" w:customStyle="1" w:styleId="EXMULMID">
    <w:name w:val="EXM_UL_MID"/>
    <w:basedOn w:val="CFSUBTTL"/>
    <w:rsid w:val="009222A1"/>
  </w:style>
  <w:style w:type="paragraph" w:customStyle="1" w:styleId="EXRH1">
    <w:name w:val="EXR_H1"/>
    <w:basedOn w:val="CFSUBTTL"/>
    <w:rsid w:val="009222A1"/>
  </w:style>
  <w:style w:type="paragraph" w:customStyle="1" w:styleId="EXRH2">
    <w:name w:val="EXR_H2"/>
    <w:basedOn w:val="CFSUBTTL"/>
    <w:rsid w:val="009222A1"/>
  </w:style>
  <w:style w:type="paragraph" w:customStyle="1" w:styleId="PROBSLITEMTTL">
    <w:name w:val="PROB_SL_ITEM_TTL"/>
    <w:basedOn w:val="Normal"/>
    <w:autoRedefine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PROBSLLLBLFIRST">
    <w:name w:val="PROB_SL_LL_B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TTL">
    <w:name w:val="EXR_SL_TTL"/>
    <w:basedOn w:val="CFSUBTTL"/>
    <w:rsid w:val="009222A1"/>
  </w:style>
  <w:style w:type="paragraph" w:customStyle="1" w:styleId="EXRSET">
    <w:name w:val="EXRSET"/>
    <w:basedOn w:val="CFSUBTTL"/>
    <w:rsid w:val="009222A1"/>
  </w:style>
  <w:style w:type="paragraph" w:customStyle="1" w:styleId="EXRSETFIRST">
    <w:name w:val="EXRSET_FIRST"/>
    <w:basedOn w:val="CFSUBTTL"/>
    <w:rsid w:val="009222A1"/>
  </w:style>
  <w:style w:type="paragraph" w:customStyle="1" w:styleId="EXTBLDING">
    <w:name w:val="EXT_BL_DING"/>
    <w:basedOn w:val="CFSUBTTL"/>
    <w:rsid w:val="009222A1"/>
  </w:style>
  <w:style w:type="paragraph" w:customStyle="1" w:styleId="EXTBLFIRST">
    <w:name w:val="EXT_BL_FIRST"/>
    <w:basedOn w:val="CFSUBTTL"/>
    <w:rsid w:val="009222A1"/>
  </w:style>
  <w:style w:type="paragraph" w:customStyle="1" w:styleId="EXTBLLAST">
    <w:name w:val="EXT_BL_LAST"/>
    <w:basedOn w:val="CFSUBTTL"/>
    <w:rsid w:val="009222A1"/>
  </w:style>
  <w:style w:type="paragraph" w:customStyle="1" w:styleId="EXTBLMID">
    <w:name w:val="EXT_BL_MID"/>
    <w:basedOn w:val="CFSUBTTL"/>
    <w:rsid w:val="009222A1"/>
  </w:style>
  <w:style w:type="paragraph" w:customStyle="1" w:styleId="EXTFIRST">
    <w:name w:val="EXT_FIRST"/>
    <w:basedOn w:val="CFSUBTTL"/>
    <w:rsid w:val="009222A1"/>
  </w:style>
  <w:style w:type="paragraph" w:customStyle="1" w:styleId="EXTLAST">
    <w:name w:val="EXT_LAST"/>
    <w:basedOn w:val="CFSUBTTL"/>
    <w:rsid w:val="009222A1"/>
  </w:style>
  <w:style w:type="paragraph" w:customStyle="1" w:styleId="EXTMID">
    <w:name w:val="EXT_MID"/>
    <w:basedOn w:val="CFSUBTTL"/>
    <w:rsid w:val="009222A1"/>
  </w:style>
  <w:style w:type="paragraph" w:customStyle="1" w:styleId="EXTNLFIRST">
    <w:name w:val="EXT_NL_FIRST"/>
    <w:basedOn w:val="CFSUBTTL"/>
    <w:rsid w:val="009222A1"/>
  </w:style>
  <w:style w:type="paragraph" w:customStyle="1" w:styleId="EXTNLLAST">
    <w:name w:val="EXT_NL_LAST"/>
    <w:basedOn w:val="CFSUBTTL"/>
    <w:rsid w:val="009222A1"/>
  </w:style>
  <w:style w:type="paragraph" w:customStyle="1" w:styleId="EXTNLMID">
    <w:name w:val="EXT_NL_MID"/>
    <w:basedOn w:val="CFSUBTTL"/>
    <w:rsid w:val="009222A1"/>
  </w:style>
  <w:style w:type="character" w:customStyle="1" w:styleId="EXTNLNUM">
    <w:name w:val="EXT_NL_NUM"/>
    <w:basedOn w:val="DefaultParagraphFont"/>
    <w:rsid w:val="009222A1"/>
  </w:style>
  <w:style w:type="paragraph" w:customStyle="1" w:styleId="EXTONLY">
    <w:name w:val="EXT_ONLY"/>
    <w:basedOn w:val="CFSUBTTL"/>
    <w:rsid w:val="009222A1"/>
  </w:style>
  <w:style w:type="paragraph" w:customStyle="1" w:styleId="EXTSRC">
    <w:name w:val="EXT_SRC"/>
    <w:basedOn w:val="CFSUBTTL"/>
    <w:rsid w:val="009222A1"/>
  </w:style>
  <w:style w:type="paragraph" w:customStyle="1" w:styleId="EXTULFIRST">
    <w:name w:val="EXT_UL_FIRST"/>
    <w:basedOn w:val="CFSUBTTL"/>
    <w:rsid w:val="009222A1"/>
  </w:style>
  <w:style w:type="paragraph" w:customStyle="1" w:styleId="EXTULLAST">
    <w:name w:val="EXT_UL_LAST"/>
    <w:basedOn w:val="CFSUBTTL"/>
    <w:rsid w:val="009222A1"/>
  </w:style>
  <w:style w:type="paragraph" w:customStyle="1" w:styleId="EXTULMID">
    <w:name w:val="EXT_UL_MID"/>
    <w:basedOn w:val="CFSUBTTL"/>
    <w:rsid w:val="009222A1"/>
  </w:style>
  <w:style w:type="paragraph" w:customStyle="1" w:styleId="FIGCAP">
    <w:name w:val="FIG_CAP"/>
    <w:basedOn w:val="CFSUBTTL"/>
    <w:rsid w:val="009222A1"/>
  </w:style>
  <w:style w:type="paragraph" w:customStyle="1" w:styleId="FIGLBL">
    <w:name w:val="FIG_LBL"/>
    <w:basedOn w:val="CFSUBTTL"/>
    <w:rsid w:val="009222A1"/>
  </w:style>
  <w:style w:type="paragraph" w:customStyle="1" w:styleId="FIGNOTE">
    <w:name w:val="FIG_NOTE"/>
    <w:basedOn w:val="CFSUBTTL"/>
    <w:rsid w:val="009222A1"/>
  </w:style>
  <w:style w:type="paragraph" w:customStyle="1" w:styleId="FIGNUM">
    <w:name w:val="FIG_NUM"/>
    <w:basedOn w:val="CFSUBTTL"/>
    <w:rsid w:val="009222A1"/>
  </w:style>
  <w:style w:type="paragraph" w:customStyle="1" w:styleId="FIGSRC">
    <w:name w:val="FIG_SRC"/>
    <w:basedOn w:val="CFSUBTTL"/>
    <w:rsid w:val="009222A1"/>
  </w:style>
  <w:style w:type="paragraph" w:customStyle="1" w:styleId="FIGTTL">
    <w:name w:val="FIG_TTL"/>
    <w:basedOn w:val="CFSUBTTL"/>
    <w:rsid w:val="009222A1"/>
  </w:style>
  <w:style w:type="paragraph" w:customStyle="1" w:styleId="FIG1CAP">
    <w:name w:val="FIG1_CAP"/>
    <w:basedOn w:val="CFSUBTTL"/>
    <w:rsid w:val="009222A1"/>
  </w:style>
  <w:style w:type="paragraph" w:customStyle="1" w:styleId="FIG1SRC">
    <w:name w:val="FIG1_SRC"/>
    <w:basedOn w:val="CFSUBTTL"/>
    <w:rsid w:val="009222A1"/>
  </w:style>
  <w:style w:type="paragraph" w:customStyle="1" w:styleId="FIG2CAP">
    <w:name w:val="FIG2_CAP"/>
    <w:basedOn w:val="CFSUBTTL"/>
    <w:rsid w:val="009222A1"/>
  </w:style>
  <w:style w:type="paragraph" w:customStyle="1" w:styleId="FIG2FST">
    <w:name w:val="FIG2_FST"/>
    <w:basedOn w:val="CFSUBTTL"/>
    <w:rsid w:val="009222A1"/>
  </w:style>
  <w:style w:type="paragraph" w:customStyle="1" w:styleId="FIG2SRC">
    <w:name w:val="FIG2_SRC"/>
    <w:basedOn w:val="CFSUBTTL"/>
    <w:rsid w:val="009222A1"/>
  </w:style>
  <w:style w:type="paragraph" w:customStyle="1" w:styleId="FIG2UNTBL">
    <w:name w:val="FIG2_UNTBL"/>
    <w:basedOn w:val="CFSUBTTL"/>
    <w:rsid w:val="009222A1"/>
  </w:style>
  <w:style w:type="paragraph" w:customStyle="1" w:styleId="FIG2UNTBLCOLHD">
    <w:name w:val="FIG2_UNTBL_COLHD"/>
    <w:basedOn w:val="CFSUBTTL"/>
    <w:rsid w:val="009222A1"/>
  </w:style>
  <w:style w:type="paragraph" w:customStyle="1" w:styleId="FN">
    <w:name w:val="FN"/>
    <w:basedOn w:val="CFSUBTTL"/>
    <w:rsid w:val="009222A1"/>
  </w:style>
  <w:style w:type="paragraph" w:customStyle="1" w:styleId="FOC">
    <w:name w:val="FOC"/>
    <w:basedOn w:val="CFSUBTTL"/>
    <w:rsid w:val="009222A1"/>
  </w:style>
  <w:style w:type="paragraph" w:customStyle="1" w:styleId="FOCCON">
    <w:name w:val="FOC_CON"/>
    <w:basedOn w:val="CFSUBTTL"/>
    <w:rsid w:val="009222A1"/>
  </w:style>
  <w:style w:type="paragraph" w:customStyle="1" w:styleId="FOCFIRST">
    <w:name w:val="FOC_FIRST"/>
    <w:basedOn w:val="CFSUBTTL"/>
    <w:rsid w:val="009222A1"/>
  </w:style>
  <w:style w:type="paragraph" w:customStyle="1" w:styleId="FOCHEADFIRST">
    <w:name w:val="FOC_HEADFIRST"/>
    <w:basedOn w:val="CFSUBTTL"/>
    <w:rsid w:val="009222A1"/>
  </w:style>
  <w:style w:type="paragraph" w:customStyle="1" w:styleId="H4">
    <w:name w:val="H4"/>
    <w:basedOn w:val="CFSUBTTL"/>
    <w:rsid w:val="009222A1"/>
  </w:style>
  <w:style w:type="paragraph" w:customStyle="1" w:styleId="H5">
    <w:name w:val="H5"/>
    <w:basedOn w:val="CFSUBTTL"/>
    <w:rsid w:val="009222A1"/>
  </w:style>
  <w:style w:type="paragraph" w:customStyle="1" w:styleId="H6">
    <w:name w:val="H6"/>
    <w:basedOn w:val="CFSUBTTL"/>
    <w:rsid w:val="009222A1"/>
  </w:style>
  <w:style w:type="paragraph" w:customStyle="1" w:styleId="HINT">
    <w:name w:val="HINT"/>
    <w:basedOn w:val="CFSUBTTL"/>
    <w:rsid w:val="009222A1"/>
  </w:style>
  <w:style w:type="paragraph" w:customStyle="1" w:styleId="HINTTTL">
    <w:name w:val="HINT_TTL"/>
    <w:basedOn w:val="CFSUBTTL"/>
    <w:rsid w:val="009222A1"/>
  </w:style>
  <w:style w:type="character" w:customStyle="1" w:styleId="IC">
    <w:name w:val="IC"/>
    <w:basedOn w:val="DefaultParagraphFont"/>
    <w:rsid w:val="009222A1"/>
  </w:style>
  <w:style w:type="paragraph" w:customStyle="1" w:styleId="ILSTNCAP">
    <w:name w:val="ILSTN_CAP"/>
    <w:basedOn w:val="CFSUBTTL"/>
    <w:rsid w:val="009222A1"/>
  </w:style>
  <w:style w:type="paragraph" w:customStyle="1" w:styleId="ILSTNSRC">
    <w:name w:val="ILSTN_SRC"/>
    <w:basedOn w:val="CFSUBTTL"/>
    <w:rsid w:val="009222A1"/>
  </w:style>
  <w:style w:type="paragraph" w:customStyle="1" w:styleId="ILSTNTTL">
    <w:name w:val="ILSTN_TTL"/>
    <w:basedOn w:val="CFSUBTTL"/>
    <w:rsid w:val="009222A1"/>
  </w:style>
  <w:style w:type="character" w:customStyle="1" w:styleId="IM">
    <w:name w:val="IM"/>
    <w:basedOn w:val="DefaultParagraphFont"/>
    <w:rsid w:val="009222A1"/>
  </w:style>
  <w:style w:type="character" w:customStyle="1" w:styleId="IPGM">
    <w:name w:val="IPGM"/>
    <w:basedOn w:val="DefaultParagraphFont"/>
    <w:rsid w:val="009222A1"/>
  </w:style>
  <w:style w:type="character" w:customStyle="1" w:styleId="ITAL">
    <w:name w:val="ITAL"/>
    <w:basedOn w:val="DefaultParagraphFont"/>
    <w:rsid w:val="009222A1"/>
  </w:style>
  <w:style w:type="paragraph" w:customStyle="1" w:styleId="JRNL">
    <w:name w:val="JRNL"/>
    <w:basedOn w:val="CFSUBTTL"/>
    <w:rsid w:val="009222A1"/>
  </w:style>
  <w:style w:type="paragraph" w:customStyle="1" w:styleId="JRNLCON">
    <w:name w:val="JRNL_CON"/>
    <w:basedOn w:val="CFSUBTTL"/>
    <w:rsid w:val="009222A1"/>
  </w:style>
  <w:style w:type="paragraph" w:customStyle="1" w:styleId="JRNLFIRST">
    <w:name w:val="JRNL_FIRST"/>
    <w:basedOn w:val="CFSUBTTL"/>
    <w:rsid w:val="009222A1"/>
  </w:style>
  <w:style w:type="paragraph" w:customStyle="1" w:styleId="JRNLHEADFIRST">
    <w:name w:val="JRNL_HEADFIRST"/>
    <w:basedOn w:val="CFSUBTTL"/>
    <w:rsid w:val="009222A1"/>
  </w:style>
  <w:style w:type="paragraph" w:customStyle="1" w:styleId="L1FIRST">
    <w:name w:val="L1_FIRST"/>
    <w:basedOn w:val="CFSUBTTL"/>
    <w:rsid w:val="009222A1"/>
  </w:style>
  <w:style w:type="paragraph" w:customStyle="1" w:styleId="L1LAST">
    <w:name w:val="L1_LAST"/>
    <w:basedOn w:val="CFSUBTTL"/>
    <w:rsid w:val="009222A1"/>
  </w:style>
  <w:style w:type="paragraph" w:customStyle="1" w:styleId="L1MID">
    <w:name w:val="L1_MID"/>
    <w:basedOn w:val="CFSUBTTL"/>
    <w:rsid w:val="009222A1"/>
  </w:style>
  <w:style w:type="paragraph" w:customStyle="1" w:styleId="L2FIRST">
    <w:name w:val="L2_FIRST"/>
    <w:basedOn w:val="CFSUBTTL"/>
    <w:rsid w:val="009222A1"/>
  </w:style>
  <w:style w:type="paragraph" w:customStyle="1" w:styleId="L2LAST">
    <w:name w:val="L2_LAST"/>
    <w:basedOn w:val="CFSUBTTL"/>
    <w:rsid w:val="009222A1"/>
  </w:style>
  <w:style w:type="paragraph" w:customStyle="1" w:styleId="L2MID">
    <w:name w:val="L2_MID"/>
    <w:basedOn w:val="CFSUBTTL"/>
    <w:rsid w:val="009222A1"/>
  </w:style>
  <w:style w:type="paragraph" w:customStyle="1" w:styleId="LLFIRST">
    <w:name w:val="LL_FIRST"/>
    <w:basedOn w:val="CFSUBTTL"/>
    <w:rsid w:val="009222A1"/>
  </w:style>
  <w:style w:type="paragraph" w:customStyle="1" w:styleId="LLLAST">
    <w:name w:val="LL_LAST"/>
    <w:basedOn w:val="CFSUBTTL"/>
    <w:rsid w:val="009222A1"/>
  </w:style>
  <w:style w:type="character" w:customStyle="1" w:styleId="LLLTR">
    <w:name w:val="LL_LTR"/>
    <w:basedOn w:val="DefaultParagraphFont"/>
    <w:rsid w:val="009222A1"/>
  </w:style>
  <w:style w:type="paragraph" w:customStyle="1" w:styleId="LLMID">
    <w:name w:val="LL_MID"/>
    <w:basedOn w:val="CFSUBTTL"/>
    <w:rsid w:val="009222A1"/>
  </w:style>
  <w:style w:type="paragraph" w:customStyle="1" w:styleId="LTR">
    <w:name w:val="LTR"/>
    <w:basedOn w:val="CFSUBTTL"/>
    <w:rsid w:val="009222A1"/>
  </w:style>
  <w:style w:type="paragraph" w:customStyle="1" w:styleId="LTRADR">
    <w:name w:val="LTR_ADR"/>
    <w:basedOn w:val="CFSUBTTL"/>
    <w:rsid w:val="009222A1"/>
  </w:style>
  <w:style w:type="paragraph" w:customStyle="1" w:styleId="LTRCLOS">
    <w:name w:val="LTR_CLOS"/>
    <w:basedOn w:val="CFSUBTTL"/>
    <w:rsid w:val="009222A1"/>
  </w:style>
  <w:style w:type="paragraph" w:customStyle="1" w:styleId="LTRFIRST">
    <w:name w:val="LTR_FIRST"/>
    <w:basedOn w:val="CFSUBTTL"/>
    <w:rsid w:val="009222A1"/>
  </w:style>
  <w:style w:type="paragraph" w:customStyle="1" w:styleId="LTRH1">
    <w:name w:val="LTR_H1"/>
    <w:basedOn w:val="CFSUBTTL"/>
    <w:rsid w:val="009222A1"/>
  </w:style>
  <w:style w:type="paragraph" w:customStyle="1" w:styleId="LTRTTL">
    <w:name w:val="LTR_TTL"/>
    <w:basedOn w:val="CFSUBTTL"/>
    <w:rsid w:val="009222A1"/>
  </w:style>
  <w:style w:type="paragraph" w:customStyle="1" w:styleId="MAPCAP">
    <w:name w:val="MAP_CAP"/>
    <w:basedOn w:val="CFSUBTTL"/>
    <w:rsid w:val="009222A1"/>
  </w:style>
  <w:style w:type="paragraph" w:customStyle="1" w:styleId="MAPNUM">
    <w:name w:val="MAP_NUM"/>
    <w:basedOn w:val="CFSUBTTL"/>
    <w:rsid w:val="009222A1"/>
  </w:style>
  <w:style w:type="paragraph" w:customStyle="1" w:styleId="MAPSRC">
    <w:name w:val="MAP_SRC"/>
    <w:basedOn w:val="CFSUBTTL"/>
    <w:rsid w:val="009222A1"/>
  </w:style>
  <w:style w:type="paragraph" w:customStyle="1" w:styleId="MAPTTL">
    <w:name w:val="MAP_TTL"/>
    <w:basedOn w:val="CFSUBTTL"/>
    <w:rsid w:val="009222A1"/>
  </w:style>
  <w:style w:type="paragraph" w:customStyle="1" w:styleId="MATCHLLFIRST">
    <w:name w:val="MATCH_LL_FIRST"/>
    <w:basedOn w:val="CFSUBTTL"/>
    <w:rsid w:val="009222A1"/>
  </w:style>
  <w:style w:type="paragraph" w:customStyle="1" w:styleId="MATCHLLLAST">
    <w:name w:val="MATCH_LL_LAST"/>
    <w:basedOn w:val="CFSUBTTL"/>
    <w:rsid w:val="009222A1"/>
  </w:style>
  <w:style w:type="paragraph" w:customStyle="1" w:styleId="MATCHLLMID">
    <w:name w:val="MATCH_LL_MID"/>
    <w:basedOn w:val="CFSUBTTL"/>
    <w:rsid w:val="009222A1"/>
  </w:style>
  <w:style w:type="paragraph" w:customStyle="1" w:styleId="MATCHNLFIRST">
    <w:name w:val="MATCH_NL_FIRST"/>
    <w:basedOn w:val="CFSUBTTL"/>
    <w:rsid w:val="009222A1"/>
  </w:style>
  <w:style w:type="paragraph" w:customStyle="1" w:styleId="MATCHNLLAST">
    <w:name w:val="MATCH_NL_LAST"/>
    <w:basedOn w:val="CFSUBTTL"/>
    <w:rsid w:val="009222A1"/>
  </w:style>
  <w:style w:type="paragraph" w:customStyle="1" w:styleId="MATCHNLMID">
    <w:name w:val="MATCH_NL_MID"/>
    <w:basedOn w:val="CFSUBTTL"/>
    <w:rsid w:val="009222A1"/>
  </w:style>
  <w:style w:type="paragraph" w:customStyle="1" w:styleId="ML1COLHD">
    <w:name w:val="ML1_COLHD"/>
    <w:basedOn w:val="CFSUBTTL"/>
    <w:rsid w:val="009222A1"/>
  </w:style>
  <w:style w:type="paragraph" w:customStyle="1" w:styleId="ML1FIRST">
    <w:name w:val="ML1_FIRST"/>
    <w:basedOn w:val="CFSUBTTL"/>
    <w:rsid w:val="009222A1"/>
  </w:style>
  <w:style w:type="paragraph" w:customStyle="1" w:styleId="ML1LAST">
    <w:name w:val="ML1_LAST"/>
    <w:basedOn w:val="CFSUBTTL"/>
    <w:rsid w:val="009222A1"/>
  </w:style>
  <w:style w:type="paragraph" w:customStyle="1" w:styleId="ML1MID">
    <w:name w:val="ML1_MID"/>
    <w:basedOn w:val="CFSUBTTL"/>
    <w:rsid w:val="009222A1"/>
  </w:style>
  <w:style w:type="paragraph" w:customStyle="1" w:styleId="ML2COLHD">
    <w:name w:val="ML2_COLHD"/>
    <w:basedOn w:val="CFSUBTTL"/>
    <w:rsid w:val="009222A1"/>
  </w:style>
  <w:style w:type="paragraph" w:customStyle="1" w:styleId="ML2FIRST">
    <w:name w:val="ML2_FIRST"/>
    <w:basedOn w:val="CFSUBTTL"/>
    <w:rsid w:val="009222A1"/>
  </w:style>
  <w:style w:type="paragraph" w:customStyle="1" w:styleId="ML2LAST">
    <w:name w:val="ML2_LAST"/>
    <w:basedOn w:val="CFSUBTTL"/>
    <w:rsid w:val="009222A1"/>
  </w:style>
  <w:style w:type="paragraph" w:customStyle="1" w:styleId="ML2MID">
    <w:name w:val="ML2_MID"/>
    <w:basedOn w:val="CFSUBTTL"/>
    <w:rsid w:val="009222A1"/>
  </w:style>
  <w:style w:type="paragraph" w:customStyle="1" w:styleId="MN1TTL">
    <w:name w:val="MN1_TTL"/>
    <w:basedOn w:val="CFSUBTTL"/>
    <w:rsid w:val="009222A1"/>
  </w:style>
  <w:style w:type="paragraph" w:customStyle="1" w:styleId="MN2">
    <w:name w:val="MN2"/>
    <w:basedOn w:val="CFSUBTTL"/>
    <w:rsid w:val="009222A1"/>
  </w:style>
  <w:style w:type="character" w:customStyle="1" w:styleId="MN2GLOSGT">
    <w:name w:val="MN2_GLOS_GT"/>
    <w:rsid w:val="009222A1"/>
    <w:rPr>
      <w:b/>
      <w:i/>
    </w:rPr>
  </w:style>
  <w:style w:type="paragraph" w:customStyle="1" w:styleId="MN2TTL">
    <w:name w:val="MN2_TTL"/>
    <w:basedOn w:val="CFSUBTTL"/>
    <w:rsid w:val="009222A1"/>
  </w:style>
  <w:style w:type="paragraph" w:customStyle="1" w:styleId="MN3PUQUO">
    <w:name w:val="MN3_PUQUO"/>
    <w:basedOn w:val="CFSUBTTL"/>
    <w:rsid w:val="009222A1"/>
  </w:style>
  <w:style w:type="paragraph" w:customStyle="1" w:styleId="MN3PUQUOFIRST">
    <w:name w:val="MN3_PUQUO_FIRST"/>
    <w:basedOn w:val="CFSUBTTL"/>
    <w:rsid w:val="009222A1"/>
  </w:style>
  <w:style w:type="paragraph" w:customStyle="1" w:styleId="NLFIRST">
    <w:name w:val="NL_FIR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LAST">
    <w:name w:val="NL_LA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MID">
    <w:name w:val="NL_MID"/>
    <w:basedOn w:val="CFSUBTTL"/>
    <w:rsid w:val="009222A1"/>
    <w:rPr>
      <w:rFonts w:ascii="Times New Roman" w:hAnsi="Times New Roman"/>
      <w:b w:val="0"/>
      <w:color w:val="auto"/>
      <w:sz w:val="24"/>
    </w:rPr>
  </w:style>
  <w:style w:type="character" w:customStyle="1" w:styleId="NLNUM">
    <w:name w:val="NL_NUM"/>
    <w:basedOn w:val="DefaultParagraphFont"/>
    <w:rsid w:val="009222A1"/>
  </w:style>
  <w:style w:type="paragraph" w:customStyle="1" w:styleId="NPFIRST">
    <w:name w:val="NP_FIRST"/>
    <w:basedOn w:val="CFSUBTTL"/>
    <w:rsid w:val="009222A1"/>
  </w:style>
  <w:style w:type="paragraph" w:customStyle="1" w:styleId="NPLAST">
    <w:name w:val="NP_LAST"/>
    <w:basedOn w:val="CFSUBTTL"/>
    <w:rsid w:val="009222A1"/>
  </w:style>
  <w:style w:type="paragraph" w:customStyle="1" w:styleId="NPMID">
    <w:name w:val="NP_MID"/>
    <w:basedOn w:val="CFSUBTTL"/>
    <w:rsid w:val="009222A1"/>
  </w:style>
  <w:style w:type="character" w:customStyle="1" w:styleId="NPNUM">
    <w:name w:val="NP_NUM"/>
    <w:basedOn w:val="DefaultParagraphFont"/>
    <w:rsid w:val="009222A1"/>
  </w:style>
  <w:style w:type="paragraph" w:customStyle="1" w:styleId="OLFIRST">
    <w:name w:val="OL_FIRST"/>
    <w:basedOn w:val="CFSUBTTL"/>
    <w:rsid w:val="009222A1"/>
  </w:style>
  <w:style w:type="paragraph" w:customStyle="1" w:styleId="OLLAST">
    <w:name w:val="OL_LAST"/>
    <w:basedOn w:val="CFSUBTTL"/>
    <w:rsid w:val="009222A1"/>
  </w:style>
  <w:style w:type="paragraph" w:customStyle="1" w:styleId="OLMID">
    <w:name w:val="OL_MID"/>
    <w:basedOn w:val="CFSUBTTL"/>
    <w:rsid w:val="009222A1"/>
  </w:style>
  <w:style w:type="character" w:customStyle="1" w:styleId="OLNUM">
    <w:name w:val="OL_NUM"/>
    <w:basedOn w:val="DefaultParagraphFont"/>
    <w:rsid w:val="009222A1"/>
  </w:style>
  <w:style w:type="paragraph" w:customStyle="1" w:styleId="PART">
    <w:name w:val="PART"/>
    <w:basedOn w:val="CFSUBTTL"/>
    <w:rsid w:val="009222A1"/>
  </w:style>
  <w:style w:type="paragraph" w:customStyle="1" w:styleId="PARTCON">
    <w:name w:val="PART_CON"/>
    <w:basedOn w:val="CFSUBTTL"/>
    <w:rsid w:val="009222A1"/>
  </w:style>
  <w:style w:type="paragraph" w:customStyle="1" w:styleId="PARTFIRST">
    <w:name w:val="PART_FIRST"/>
    <w:basedOn w:val="CFSUBTTL"/>
    <w:rsid w:val="009222A1"/>
  </w:style>
  <w:style w:type="paragraph" w:customStyle="1" w:styleId="PARTHEADFIRST">
    <w:name w:val="PART_HEADFIRST"/>
    <w:basedOn w:val="CFSUBTTL"/>
    <w:rsid w:val="009222A1"/>
  </w:style>
  <w:style w:type="paragraph" w:customStyle="1" w:styleId="PARTINTRO">
    <w:name w:val="PART_INTRO"/>
    <w:basedOn w:val="CFSUBTTL"/>
    <w:rsid w:val="009222A1"/>
  </w:style>
  <w:style w:type="paragraph" w:customStyle="1" w:styleId="PARTINTROFIRST">
    <w:name w:val="PART_INTRO_FIRST"/>
    <w:basedOn w:val="CFSUBTTL"/>
    <w:rsid w:val="009222A1"/>
  </w:style>
  <w:style w:type="paragraph" w:customStyle="1" w:styleId="PARTNUM">
    <w:name w:val="PART_NUM"/>
    <w:basedOn w:val="CFSUBTTL"/>
    <w:rsid w:val="009222A1"/>
  </w:style>
  <w:style w:type="character" w:customStyle="1" w:styleId="PARTNUM1">
    <w:name w:val="PART_NUM1"/>
    <w:basedOn w:val="DefaultParagraphFont"/>
    <w:rsid w:val="009222A1"/>
  </w:style>
  <w:style w:type="paragraph" w:customStyle="1" w:styleId="PARTOLCHAPNUM">
    <w:name w:val="PART_OL_CHAP_NUM"/>
    <w:basedOn w:val="CFSUBTTL"/>
    <w:rsid w:val="009222A1"/>
  </w:style>
  <w:style w:type="paragraph" w:customStyle="1" w:styleId="PARTOLCHAPTTL">
    <w:name w:val="PART_OL_CHAP_TTL"/>
    <w:basedOn w:val="CFSUBTTL"/>
    <w:rsid w:val="009222A1"/>
  </w:style>
  <w:style w:type="paragraph" w:customStyle="1" w:styleId="PARTPHOCAP">
    <w:name w:val="PART_PHO_CAP"/>
    <w:basedOn w:val="CFSUBTTL"/>
    <w:rsid w:val="009222A1"/>
  </w:style>
  <w:style w:type="paragraph" w:customStyle="1" w:styleId="PARTPHOSRC">
    <w:name w:val="PART_PHO_SRC"/>
    <w:basedOn w:val="CFSUBTTL"/>
    <w:rsid w:val="009222A1"/>
  </w:style>
  <w:style w:type="paragraph" w:customStyle="1" w:styleId="PARTQUO">
    <w:name w:val="PART_QUO"/>
    <w:basedOn w:val="CFSUBTTL"/>
    <w:rsid w:val="009222A1"/>
  </w:style>
  <w:style w:type="paragraph" w:customStyle="1" w:styleId="PARTQUOATTRAUAFFIL">
    <w:name w:val="PART_QUO_ATTR_AU_AFFIL"/>
    <w:basedOn w:val="CFSUBTTL"/>
    <w:rsid w:val="009222A1"/>
  </w:style>
  <w:style w:type="paragraph" w:customStyle="1" w:styleId="PARTQUOATTRAUNA">
    <w:name w:val="PART_QUO_ATTR_AU_NA"/>
    <w:basedOn w:val="CFSUBTTL"/>
    <w:rsid w:val="009222A1"/>
  </w:style>
  <w:style w:type="paragraph" w:customStyle="1" w:styleId="PARTQUOFIRST">
    <w:name w:val="PART_QUO_FIRST"/>
    <w:basedOn w:val="CFSUBTTL"/>
    <w:rsid w:val="009222A1"/>
  </w:style>
  <w:style w:type="paragraph" w:customStyle="1" w:styleId="PARTSUBTTL">
    <w:name w:val="PART_SUBTTL"/>
    <w:basedOn w:val="CFSUBTTL"/>
    <w:rsid w:val="009222A1"/>
  </w:style>
  <w:style w:type="paragraph" w:customStyle="1" w:styleId="PARTTTL">
    <w:name w:val="PART_TTL"/>
    <w:basedOn w:val="CFSUBTTL"/>
    <w:rsid w:val="009222A1"/>
  </w:style>
  <w:style w:type="paragraph" w:customStyle="1" w:styleId="PHOCAP">
    <w:name w:val="PHO_CAP"/>
    <w:basedOn w:val="CFSUBTTL"/>
    <w:rsid w:val="009222A1"/>
  </w:style>
  <w:style w:type="paragraph" w:customStyle="1" w:styleId="PHONUM">
    <w:name w:val="PHO_NUM"/>
    <w:basedOn w:val="CFSUBTTL"/>
    <w:rsid w:val="009222A1"/>
  </w:style>
  <w:style w:type="paragraph" w:customStyle="1" w:styleId="PHOSRC">
    <w:name w:val="PHO_SRC"/>
    <w:basedOn w:val="CFSUBTTL"/>
    <w:rsid w:val="009222A1"/>
  </w:style>
  <w:style w:type="paragraph" w:customStyle="1" w:styleId="PHOTTL">
    <w:name w:val="PHO_TTL"/>
    <w:basedOn w:val="CFSUBTTL"/>
    <w:rsid w:val="009222A1"/>
  </w:style>
  <w:style w:type="paragraph" w:customStyle="1" w:styleId="POFIRST">
    <w:name w:val="PO_FIRST"/>
    <w:basedOn w:val="CFSUBTTL"/>
    <w:rsid w:val="009222A1"/>
  </w:style>
  <w:style w:type="paragraph" w:customStyle="1" w:styleId="POLAST">
    <w:name w:val="PO_LAST"/>
    <w:basedOn w:val="CFSUBTTL"/>
    <w:rsid w:val="009222A1"/>
  </w:style>
  <w:style w:type="paragraph" w:customStyle="1" w:styleId="POMID">
    <w:name w:val="PO_MID"/>
    <w:basedOn w:val="CFSUBTTL"/>
    <w:rsid w:val="009222A1"/>
  </w:style>
  <w:style w:type="paragraph" w:customStyle="1" w:styleId="POONLY">
    <w:name w:val="PO_ONLY"/>
    <w:basedOn w:val="CFSUBTTL"/>
    <w:rsid w:val="009222A1"/>
  </w:style>
  <w:style w:type="paragraph" w:customStyle="1" w:styleId="POTTL">
    <w:name w:val="PO_TTL"/>
    <w:basedOn w:val="CFSUBTTL"/>
    <w:rsid w:val="009222A1"/>
  </w:style>
  <w:style w:type="paragraph" w:customStyle="1" w:styleId="PRAC">
    <w:name w:val="PRAC"/>
    <w:basedOn w:val="CFSUBTTL"/>
    <w:rsid w:val="009222A1"/>
  </w:style>
  <w:style w:type="paragraph" w:customStyle="1" w:styleId="PRACCON">
    <w:name w:val="PRAC_CON"/>
    <w:basedOn w:val="CFSUBTTL"/>
    <w:rsid w:val="009222A1"/>
  </w:style>
  <w:style w:type="paragraph" w:customStyle="1" w:styleId="PRACFIRST">
    <w:name w:val="PRAC_FIRST"/>
    <w:basedOn w:val="CFSUBTTL"/>
    <w:rsid w:val="009222A1"/>
  </w:style>
  <w:style w:type="paragraph" w:customStyle="1" w:styleId="PRACHEADFIRST">
    <w:name w:val="PRAC_HEADFIRST"/>
    <w:basedOn w:val="CFSUBTTL"/>
    <w:rsid w:val="009222A1"/>
  </w:style>
  <w:style w:type="paragraph" w:customStyle="1" w:styleId="PRACTTL">
    <w:name w:val="PRAC_TTL"/>
    <w:basedOn w:val="CFSUBTTL"/>
    <w:rsid w:val="009222A1"/>
  </w:style>
  <w:style w:type="paragraph" w:customStyle="1" w:styleId="PRLG">
    <w:name w:val="PRLG"/>
    <w:basedOn w:val="CFSUBTTL"/>
    <w:rsid w:val="009222A1"/>
  </w:style>
  <w:style w:type="paragraph" w:customStyle="1" w:styleId="PRLGCON">
    <w:name w:val="PRLG_CON"/>
    <w:basedOn w:val="CFSUBTTL"/>
    <w:rsid w:val="009222A1"/>
  </w:style>
  <w:style w:type="paragraph" w:customStyle="1" w:styleId="PRLGFIRST">
    <w:name w:val="PRLG_FIRST"/>
    <w:basedOn w:val="CFSUBTTL"/>
    <w:rsid w:val="009222A1"/>
  </w:style>
  <w:style w:type="paragraph" w:customStyle="1" w:styleId="PRLGHEADFIRST">
    <w:name w:val="PRLG_HEADFIRST"/>
    <w:basedOn w:val="CFSUBTTL"/>
    <w:rsid w:val="009222A1"/>
  </w:style>
  <w:style w:type="character" w:customStyle="1" w:styleId="PROBH1">
    <w:name w:val="PROB_H1"/>
    <w:basedOn w:val="DefaultParagraphFont"/>
    <w:rsid w:val="009222A1"/>
    <w:rPr>
      <w:rFonts w:ascii="Arial" w:hAnsi="Arial"/>
      <w:b/>
      <w:color w:val="0000FF"/>
    </w:rPr>
  </w:style>
  <w:style w:type="paragraph" w:customStyle="1" w:styleId="PROBHEADFIRST">
    <w:name w:val="PROB_HEADFIRS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PROBINTRO">
    <w:name w:val="PROB_INTRO"/>
    <w:basedOn w:val="PROBH1"/>
    <w:rsid w:val="009222A1"/>
    <w:rPr>
      <w:rFonts w:ascii="Times New Roman" w:hAnsi="Times New Roman"/>
      <w:b w:val="0"/>
      <w:color w:val="auto"/>
    </w:rPr>
  </w:style>
  <w:style w:type="paragraph" w:customStyle="1" w:styleId="PROBSLBX1">
    <w:name w:val="PROB_SL_BX1"/>
    <w:basedOn w:val="BX1"/>
    <w:qFormat/>
    <w:rsid w:val="009222A1"/>
  </w:style>
  <w:style w:type="paragraph" w:customStyle="1" w:styleId="PROBSLBX1SUPTTL">
    <w:name w:val="PROB_SL_BX1_SUPTTL"/>
    <w:basedOn w:val="BX1SUPTTL"/>
    <w:qFormat/>
    <w:rsid w:val="009222A1"/>
  </w:style>
  <w:style w:type="paragraph" w:customStyle="1" w:styleId="PROBSLBX1TTL">
    <w:name w:val="PROB_SL_BX1_TTL"/>
    <w:basedOn w:val="BX1TTL"/>
    <w:qFormat/>
    <w:rsid w:val="009222A1"/>
  </w:style>
  <w:style w:type="paragraph" w:customStyle="1" w:styleId="PROBSLFIRST">
    <w:name w:val="PROB_SL_FIRST"/>
    <w:basedOn w:val="PROBSLITEMTTL"/>
    <w:rsid w:val="009222A1"/>
    <w:rPr>
      <w:b w:val="0"/>
      <w:color w:val="auto"/>
      <w:sz w:val="22"/>
    </w:rPr>
  </w:style>
  <w:style w:type="paragraph" w:customStyle="1" w:styleId="PROBSLITEMNUM">
    <w:name w:val="PROB_SL_ITEM_NUM"/>
    <w:basedOn w:val="Normal"/>
    <w:rsid w:val="009222A1"/>
    <w:rPr>
      <w:color w:val="0000FF"/>
    </w:rPr>
  </w:style>
  <w:style w:type="paragraph" w:customStyle="1" w:styleId="PROBSLLLBLLAST">
    <w:name w:val="PROB_SL_LL_BL_LAST"/>
    <w:basedOn w:val="PROBSLLLBLFIRST"/>
    <w:rsid w:val="009222A1"/>
  </w:style>
  <w:style w:type="paragraph" w:customStyle="1" w:styleId="PROBSLLLBLMID">
    <w:name w:val="PROB_SL_LL_BL_MID"/>
    <w:basedOn w:val="PROBSLLLBLFIRST"/>
    <w:qFormat/>
    <w:rsid w:val="009222A1"/>
  </w:style>
  <w:style w:type="paragraph" w:customStyle="1" w:styleId="PROBSLLLEXTONLY">
    <w:name w:val="PROB_SL_LL_EXT_ONLY"/>
    <w:next w:val="Normal"/>
    <w:rsid w:val="009222A1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PROBSLLLFIRST">
    <w:name w:val="PROB_SL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LAST">
    <w:name w:val="PROB_SL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PROBSLLLLTR">
    <w:name w:val="PROB_SL_LL_LTR"/>
    <w:basedOn w:val="DefaultParagraphFont"/>
    <w:rsid w:val="009222A1"/>
    <w:rPr>
      <w:rFonts w:eastAsia="Times"/>
      <w:b/>
      <w:bCs/>
      <w:szCs w:val="20"/>
    </w:rPr>
  </w:style>
  <w:style w:type="paragraph" w:customStyle="1" w:styleId="PROBSLLLMID">
    <w:name w:val="PROB_SL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URL">
    <w:name w:val="PROB_SL_LL_URL"/>
    <w:basedOn w:val="PROBSLLLFIRST"/>
    <w:next w:val="PROBSLLLFIRST"/>
    <w:rsid w:val="009222A1"/>
    <w:rPr>
      <w:b/>
      <w:u w:val="single"/>
    </w:rPr>
  </w:style>
  <w:style w:type="paragraph" w:customStyle="1" w:styleId="PROBSLSF1">
    <w:name w:val="PROB_SL_SF1"/>
    <w:basedOn w:val="Normal"/>
    <w:rsid w:val="009222A1"/>
    <w:rPr>
      <w:rFonts w:ascii="Garamond" w:hAnsi="Garamond"/>
      <w:color w:val="FF0000"/>
      <w:sz w:val="22"/>
    </w:rPr>
  </w:style>
  <w:style w:type="character" w:customStyle="1" w:styleId="PROBSLSF1SUPTTL">
    <w:name w:val="PROB_SL_SF1_SUPTTL"/>
    <w:basedOn w:val="DefaultParagraphFont"/>
    <w:rsid w:val="009222A1"/>
    <w:rPr>
      <w:b/>
      <w:color w:val="FF0000"/>
    </w:rPr>
  </w:style>
  <w:style w:type="paragraph" w:customStyle="1" w:styleId="PROBSLUNTBLCOLHD">
    <w:name w:val="PROB_SL_UNTBL_COLHD"/>
    <w:basedOn w:val="Normal"/>
    <w:rsid w:val="009222A1"/>
    <w:rPr>
      <w:rFonts w:ascii="Tahoma" w:hAnsi="Tahoma"/>
      <w:color w:val="0000FF"/>
      <w:sz w:val="22"/>
    </w:rPr>
  </w:style>
  <w:style w:type="paragraph" w:customStyle="1" w:styleId="PROBSLUNTBLTB">
    <w:name w:val="PROB_SL_UNTBL_TB"/>
    <w:basedOn w:val="Normal"/>
    <w:rsid w:val="009222A1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character" w:customStyle="1" w:styleId="PROBSETNUM">
    <w:name w:val="PROBSET_NUM"/>
    <w:rsid w:val="009222A1"/>
    <w:rPr>
      <w:rFonts w:ascii="Times New Roman" w:hAnsi="Times New Roman"/>
      <w:b/>
      <w:color w:val="00FF00"/>
      <w:sz w:val="28"/>
      <w:szCs w:val="28"/>
    </w:rPr>
  </w:style>
  <w:style w:type="paragraph" w:customStyle="1" w:styleId="PROBSETSUPTTL">
    <w:name w:val="PROBSET_SUPTTL"/>
    <w:basedOn w:val="Normal"/>
    <w:rsid w:val="009222A1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PROBSETTTL">
    <w:name w:val="PROB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PUQUO">
    <w:name w:val="PUQUO"/>
    <w:basedOn w:val="CFSUBTTL"/>
    <w:rsid w:val="009222A1"/>
  </w:style>
  <w:style w:type="paragraph" w:customStyle="1" w:styleId="PUQUOATTR">
    <w:name w:val="PUQUO_ATTR"/>
    <w:basedOn w:val="CFSUBTTL"/>
    <w:rsid w:val="009222A1"/>
  </w:style>
  <w:style w:type="paragraph" w:customStyle="1" w:styleId="READ">
    <w:name w:val="READ"/>
    <w:basedOn w:val="CFSUBTTL"/>
    <w:rsid w:val="009222A1"/>
  </w:style>
  <w:style w:type="paragraph" w:customStyle="1" w:styleId="READABA">
    <w:name w:val="READ_ABA"/>
    <w:basedOn w:val="CFSUBTTL"/>
    <w:rsid w:val="009222A1"/>
  </w:style>
  <w:style w:type="paragraph" w:customStyle="1" w:styleId="READABAFIRST">
    <w:name w:val="READ_ABA_FIRST"/>
    <w:basedOn w:val="CFSUBTTL"/>
    <w:rsid w:val="009222A1"/>
  </w:style>
  <w:style w:type="paragraph" w:customStyle="1" w:styleId="READAUAFFIL">
    <w:name w:val="READ_AU_AFFIL"/>
    <w:basedOn w:val="CFSUBTTL"/>
    <w:rsid w:val="009222A1"/>
  </w:style>
  <w:style w:type="paragraph" w:customStyle="1" w:styleId="READAUDA">
    <w:name w:val="READ_AU_DA"/>
    <w:basedOn w:val="CFSUBTTL"/>
    <w:rsid w:val="009222A1"/>
  </w:style>
  <w:style w:type="paragraph" w:customStyle="1" w:styleId="READAUNA">
    <w:name w:val="READ_AU_NA"/>
    <w:basedOn w:val="CFSUBTTL"/>
    <w:rsid w:val="009222A1"/>
  </w:style>
  <w:style w:type="paragraph" w:customStyle="1" w:styleId="READCON">
    <w:name w:val="READ_CON"/>
    <w:basedOn w:val="CFSUBTTL"/>
    <w:rsid w:val="009222A1"/>
  </w:style>
  <w:style w:type="paragraph" w:customStyle="1" w:styleId="READDA">
    <w:name w:val="READ_DA"/>
    <w:basedOn w:val="CFSUBTTL"/>
    <w:rsid w:val="009222A1"/>
  </w:style>
  <w:style w:type="paragraph" w:customStyle="1" w:styleId="READFIRST">
    <w:name w:val="READ_FIRST"/>
    <w:basedOn w:val="CFSUBTTL"/>
    <w:rsid w:val="009222A1"/>
  </w:style>
  <w:style w:type="paragraph" w:customStyle="1" w:styleId="READH1">
    <w:name w:val="READ_H1"/>
    <w:basedOn w:val="CFSUBTTL"/>
    <w:rsid w:val="009222A1"/>
  </w:style>
  <w:style w:type="paragraph" w:customStyle="1" w:styleId="READHEADFIRST">
    <w:name w:val="READ_HEADFIRST"/>
    <w:basedOn w:val="CFSUBTTL"/>
    <w:rsid w:val="009222A1"/>
  </w:style>
  <w:style w:type="paragraph" w:customStyle="1" w:styleId="READNUM">
    <w:name w:val="READ_NUM"/>
    <w:basedOn w:val="CFSUBTTL"/>
    <w:rsid w:val="009222A1"/>
  </w:style>
  <w:style w:type="paragraph" w:customStyle="1" w:styleId="READTTL">
    <w:name w:val="READ_TTL"/>
    <w:basedOn w:val="CFSUBTTL"/>
    <w:rsid w:val="009222A1"/>
  </w:style>
  <w:style w:type="character" w:customStyle="1" w:styleId="SCAP">
    <w:name w:val="SCAP"/>
    <w:basedOn w:val="DefaultParagraphFont"/>
    <w:rsid w:val="009222A1"/>
  </w:style>
  <w:style w:type="paragraph" w:customStyle="1" w:styleId="SCRNCAP">
    <w:name w:val="SCRN_CAP"/>
    <w:basedOn w:val="CFSUBTTL"/>
    <w:rsid w:val="009222A1"/>
  </w:style>
  <w:style w:type="paragraph" w:customStyle="1" w:styleId="SCRNNUM">
    <w:name w:val="SCRN_NUM"/>
    <w:basedOn w:val="CFSUBTTL"/>
    <w:rsid w:val="009222A1"/>
  </w:style>
  <w:style w:type="paragraph" w:customStyle="1" w:styleId="SCRNSRC">
    <w:name w:val="SCRN_SRC"/>
    <w:basedOn w:val="CFSUBTTL"/>
    <w:rsid w:val="009222A1"/>
  </w:style>
  <w:style w:type="paragraph" w:customStyle="1" w:styleId="SCRNTTL">
    <w:name w:val="SCRN_TTL"/>
    <w:basedOn w:val="CFSUBTTL"/>
    <w:rsid w:val="009222A1"/>
  </w:style>
  <w:style w:type="paragraph" w:customStyle="1" w:styleId="UNTBLTB">
    <w:name w:val="UNTBL_TB"/>
    <w:basedOn w:val="Normal"/>
    <w:rsid w:val="009222A1"/>
    <w:rPr>
      <w:sz w:val="20"/>
    </w:rPr>
  </w:style>
  <w:style w:type="paragraph" w:customStyle="1" w:styleId="SF1FIRST">
    <w:name w:val="SF1_FIRST"/>
    <w:basedOn w:val="UNTBLTB"/>
    <w:qFormat/>
    <w:rsid w:val="009222A1"/>
  </w:style>
  <w:style w:type="paragraph" w:customStyle="1" w:styleId="SF1SUBTTL">
    <w:name w:val="SF1_SUBTTL"/>
    <w:basedOn w:val="H2"/>
    <w:qFormat/>
    <w:rsid w:val="009222A1"/>
  </w:style>
  <w:style w:type="character" w:customStyle="1" w:styleId="SF1SUBTTLChar">
    <w:name w:val="SF1_SUBTTL Char"/>
    <w:basedOn w:val="DefaultParagraphFont"/>
    <w:rsid w:val="009222A1"/>
    <w:rPr>
      <w:rFonts w:eastAsia="Times"/>
      <w:color w:val="0000FF"/>
      <w:sz w:val="28"/>
    </w:rPr>
  </w:style>
  <w:style w:type="paragraph" w:customStyle="1" w:styleId="SF1TTL">
    <w:name w:val="SF1_TTL"/>
    <w:basedOn w:val="TTL"/>
    <w:rsid w:val="009222A1"/>
    <w:rPr>
      <w:rFonts w:ascii="Times New Roman" w:hAnsi="Times New Roman"/>
    </w:rPr>
  </w:style>
  <w:style w:type="paragraph" w:customStyle="1" w:styleId="SF1UNTBLBL">
    <w:name w:val="SF1_UNTBL_BL"/>
    <w:basedOn w:val="UNTBLBL"/>
    <w:qFormat/>
    <w:rsid w:val="009222A1"/>
  </w:style>
  <w:style w:type="paragraph" w:customStyle="1" w:styleId="SF1UNTBLCOLHD">
    <w:name w:val="SF1_UNTBL_COLHD"/>
    <w:basedOn w:val="UNTBLCOLHD"/>
    <w:qFormat/>
    <w:rsid w:val="009222A1"/>
  </w:style>
  <w:style w:type="paragraph" w:customStyle="1" w:styleId="SF1UNTBLFIG1NUM">
    <w:name w:val="SF1_UNTBL_FIG1_NUM"/>
    <w:basedOn w:val="FIG1NUM"/>
    <w:rsid w:val="009222A1"/>
    <w:rPr>
      <w:b w:val="0"/>
      <w:bCs/>
    </w:rPr>
  </w:style>
  <w:style w:type="paragraph" w:customStyle="1" w:styleId="SF1UNTBLFIG1TTL">
    <w:name w:val="SF1_UNTBL_FIG1_TTL"/>
    <w:basedOn w:val="FIG1TTL"/>
    <w:rsid w:val="009222A1"/>
    <w:pPr>
      <w:autoSpaceDE w:val="0"/>
      <w:autoSpaceDN w:val="0"/>
      <w:adjustRightInd w:val="0"/>
    </w:pPr>
    <w:rPr>
      <w:b/>
      <w:bCs/>
    </w:rPr>
  </w:style>
  <w:style w:type="paragraph" w:customStyle="1" w:styleId="SF1UNTBLTB">
    <w:name w:val="SF1_UNTBL_TB"/>
    <w:basedOn w:val="Normal"/>
    <w:qFormat/>
    <w:rsid w:val="009222A1"/>
  </w:style>
  <w:style w:type="paragraph" w:customStyle="1" w:styleId="SF1UNTBLUNFIG">
    <w:name w:val="SF1_UNTBL_UNFIG"/>
    <w:basedOn w:val="Normal"/>
    <w:qFormat/>
    <w:rsid w:val="009222A1"/>
  </w:style>
  <w:style w:type="paragraph" w:customStyle="1" w:styleId="SLFIRST">
    <w:name w:val="SL_FIRST"/>
    <w:basedOn w:val="CFSUBTTL"/>
    <w:rsid w:val="009222A1"/>
  </w:style>
  <w:style w:type="paragraph" w:customStyle="1" w:styleId="SLLAST">
    <w:name w:val="SL_LAST"/>
    <w:basedOn w:val="CFSUBTTL"/>
    <w:rsid w:val="009222A1"/>
  </w:style>
  <w:style w:type="paragraph" w:customStyle="1" w:styleId="SLMID">
    <w:name w:val="SL_MID"/>
    <w:basedOn w:val="CFSUBTTL"/>
    <w:rsid w:val="009222A1"/>
  </w:style>
  <w:style w:type="character" w:customStyle="1" w:styleId="SLNUM">
    <w:name w:val="SL_NUM"/>
    <w:basedOn w:val="DefaultParagraphFont"/>
    <w:rsid w:val="009222A1"/>
  </w:style>
  <w:style w:type="paragraph" w:customStyle="1" w:styleId="SN">
    <w:name w:val="SN"/>
    <w:basedOn w:val="CFSUBTTL"/>
    <w:rsid w:val="009222A1"/>
  </w:style>
  <w:style w:type="character" w:customStyle="1" w:styleId="STK">
    <w:name w:val="STK"/>
    <w:basedOn w:val="DefaultParagraphFont"/>
    <w:rsid w:val="009222A1"/>
  </w:style>
  <w:style w:type="paragraph" w:customStyle="1" w:styleId="StyleMN1DMONLYE1">
    <w:name w:val="Style MN1_DM_ONLY_E1"/>
    <w:basedOn w:val="MN1DMONLY"/>
    <w:rsid w:val="009222A1"/>
    <w:rPr>
      <w:color w:val="0000FF"/>
    </w:rPr>
  </w:style>
  <w:style w:type="character" w:customStyle="1" w:styleId="SUB">
    <w:name w:val="SUB"/>
    <w:basedOn w:val="DefaultParagraphFont"/>
    <w:rsid w:val="009222A1"/>
  </w:style>
  <w:style w:type="character" w:customStyle="1" w:styleId="SUP">
    <w:name w:val="SUP"/>
    <w:basedOn w:val="DefaultParagraphFont"/>
    <w:rsid w:val="009222A1"/>
  </w:style>
  <w:style w:type="table" w:styleId="TableGrid">
    <w:name w:val="Table Grid"/>
    <w:basedOn w:val="TableNormal"/>
    <w:uiPriority w:val="59"/>
    <w:rsid w:val="009222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BLCAP">
    <w:name w:val="TBL_CAP"/>
    <w:basedOn w:val="CFSUBTTL"/>
    <w:rsid w:val="009222A1"/>
  </w:style>
  <w:style w:type="paragraph" w:customStyle="1" w:styleId="TBLCOLH2">
    <w:name w:val="TBL_COLH2"/>
    <w:basedOn w:val="CFSUBTTL"/>
    <w:rsid w:val="009222A1"/>
  </w:style>
  <w:style w:type="paragraph" w:customStyle="1" w:styleId="TBLH1">
    <w:name w:val="TBL_H1"/>
    <w:basedOn w:val="CFSUBTTL"/>
    <w:rsid w:val="009222A1"/>
  </w:style>
  <w:style w:type="paragraph" w:customStyle="1" w:styleId="TBLH2">
    <w:name w:val="TBL_H2"/>
    <w:basedOn w:val="CFSUBTTL"/>
    <w:rsid w:val="009222A1"/>
  </w:style>
  <w:style w:type="paragraph" w:customStyle="1" w:styleId="TBLNOTE">
    <w:name w:val="TBL_NOTE"/>
    <w:basedOn w:val="CFSUBTTL"/>
    <w:rsid w:val="009222A1"/>
  </w:style>
  <w:style w:type="paragraph" w:customStyle="1" w:styleId="TBLSH">
    <w:name w:val="TBL_SH"/>
    <w:basedOn w:val="CFSUBTTL"/>
    <w:rsid w:val="009222A1"/>
  </w:style>
  <w:style w:type="paragraph" w:customStyle="1" w:styleId="TBLSRC">
    <w:name w:val="TBL_SRC"/>
    <w:basedOn w:val="CFSUBTTL"/>
    <w:rsid w:val="009222A1"/>
  </w:style>
  <w:style w:type="paragraph" w:customStyle="1" w:styleId="TBLTB">
    <w:name w:val="TBL_TB"/>
    <w:basedOn w:val="Normal"/>
    <w:rsid w:val="009222A1"/>
  </w:style>
  <w:style w:type="paragraph" w:customStyle="1" w:styleId="THM">
    <w:name w:val="THM"/>
    <w:basedOn w:val="CFSUBTTL"/>
    <w:rsid w:val="009222A1"/>
  </w:style>
  <w:style w:type="paragraph" w:customStyle="1" w:styleId="THMTTL">
    <w:name w:val="THM_TTL"/>
    <w:basedOn w:val="CFSUBTTL"/>
    <w:rsid w:val="009222A1"/>
  </w:style>
  <w:style w:type="paragraph" w:customStyle="1" w:styleId="ULFIRST">
    <w:name w:val="UL_FIRST"/>
    <w:basedOn w:val="CFSUBTTL"/>
    <w:rsid w:val="009222A1"/>
  </w:style>
  <w:style w:type="paragraph" w:customStyle="1" w:styleId="ULLAST">
    <w:name w:val="UL_LAST"/>
    <w:basedOn w:val="CFSUBTTL"/>
    <w:rsid w:val="009222A1"/>
  </w:style>
  <w:style w:type="paragraph" w:customStyle="1" w:styleId="ULMID">
    <w:name w:val="UL_MID"/>
    <w:basedOn w:val="CFSUBTTL"/>
    <w:rsid w:val="009222A1"/>
  </w:style>
  <w:style w:type="paragraph" w:customStyle="1" w:styleId="UN">
    <w:name w:val="UN"/>
    <w:basedOn w:val="CFSUBTTL"/>
    <w:rsid w:val="009222A1"/>
  </w:style>
  <w:style w:type="paragraph" w:customStyle="1" w:styleId="UNFIGCAP">
    <w:name w:val="UNFIG_CAP"/>
    <w:basedOn w:val="CFSUBTTL"/>
    <w:rsid w:val="009222A1"/>
  </w:style>
  <w:style w:type="paragraph" w:customStyle="1" w:styleId="UNFIGSRC">
    <w:name w:val="UNFIG_SRC"/>
    <w:basedOn w:val="CFSUBTTL"/>
    <w:rsid w:val="009222A1"/>
  </w:style>
  <w:style w:type="paragraph" w:customStyle="1" w:styleId="UNFIGTTL">
    <w:name w:val="UNFIG_TTL"/>
    <w:basedOn w:val="CFSUBTTL"/>
    <w:rsid w:val="009222A1"/>
  </w:style>
  <w:style w:type="paragraph" w:customStyle="1" w:styleId="UNTBLCAP">
    <w:name w:val="UNTBL_CAP"/>
    <w:basedOn w:val="CFSUBTTL"/>
    <w:rsid w:val="009222A1"/>
  </w:style>
  <w:style w:type="paragraph" w:customStyle="1" w:styleId="UNTBLCOLH2">
    <w:name w:val="UNTBL_COLH2"/>
    <w:basedOn w:val="CFSUBTTL"/>
    <w:rsid w:val="009222A1"/>
  </w:style>
  <w:style w:type="paragraph" w:customStyle="1" w:styleId="UNTBLH1">
    <w:name w:val="UNTBL_H1"/>
    <w:basedOn w:val="CFSUBTTL"/>
    <w:rsid w:val="009222A1"/>
  </w:style>
  <w:style w:type="paragraph" w:customStyle="1" w:styleId="UNTBLH2">
    <w:name w:val="UNTBL_H2"/>
    <w:basedOn w:val="CFSUBTTL"/>
    <w:rsid w:val="009222A1"/>
  </w:style>
  <w:style w:type="paragraph" w:customStyle="1" w:styleId="UNTBLTTL">
    <w:name w:val="UNTBL_TTL"/>
    <w:basedOn w:val="CFSUBTTL"/>
    <w:rsid w:val="009222A1"/>
  </w:style>
  <w:style w:type="character" w:customStyle="1" w:styleId="US">
    <w:name w:val="US"/>
    <w:basedOn w:val="DefaultParagraphFont"/>
    <w:rsid w:val="009222A1"/>
  </w:style>
  <w:style w:type="paragraph" w:customStyle="1" w:styleId="WLFIRST">
    <w:name w:val="WL_FIRST"/>
    <w:basedOn w:val="CFSUBTTL"/>
    <w:rsid w:val="009222A1"/>
  </w:style>
  <w:style w:type="paragraph" w:customStyle="1" w:styleId="WLLAST">
    <w:name w:val="WL_LAST"/>
    <w:basedOn w:val="CFSUBTTL"/>
    <w:rsid w:val="009222A1"/>
  </w:style>
  <w:style w:type="paragraph" w:customStyle="1" w:styleId="WLMID">
    <w:name w:val="WL_MID"/>
    <w:basedOn w:val="CFSUBTTL"/>
    <w:rsid w:val="009222A1"/>
  </w:style>
  <w:style w:type="paragraph" w:customStyle="1" w:styleId="WOL1">
    <w:name w:val="WOL1"/>
    <w:basedOn w:val="CFSUBTTL"/>
    <w:rsid w:val="009222A1"/>
  </w:style>
  <w:style w:type="paragraph" w:customStyle="1" w:styleId="WOL2">
    <w:name w:val="WOL2"/>
    <w:basedOn w:val="CFSUBTTL"/>
    <w:rsid w:val="009222A1"/>
  </w:style>
  <w:style w:type="paragraph" w:styleId="ListParagraph">
    <w:name w:val="List Paragraph"/>
    <w:basedOn w:val="Normal"/>
    <w:uiPriority w:val="34"/>
    <w:qFormat/>
    <w:rsid w:val="00C217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5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5E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0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Barbara Stover</cp:lastModifiedBy>
  <cp:revision>2</cp:revision>
  <dcterms:created xsi:type="dcterms:W3CDTF">2015-11-12T19:56:00Z</dcterms:created>
  <dcterms:modified xsi:type="dcterms:W3CDTF">2015-11-12T19:56:00Z</dcterms:modified>
</cp:coreProperties>
</file>