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BB5CA8" w14:textId="630B3C3E" w:rsidR="0093768C" w:rsidRPr="003278AE" w:rsidRDefault="0093768C" w:rsidP="0093768C">
      <w:pPr>
        <w:pStyle w:val="Heading1"/>
      </w:pPr>
      <w:r w:rsidRPr="003278AE">
        <w:t xml:space="preserve">Instructor’s Manual </w:t>
      </w:r>
      <w:r w:rsidRPr="003278AE">
        <w:br/>
        <w:t xml:space="preserve">Exploring Microsoft </w:t>
      </w:r>
      <w:r w:rsidR="00360E35" w:rsidRPr="003278AE">
        <w:t>Access</w:t>
      </w:r>
      <w:r w:rsidRPr="003278AE">
        <w:t xml:space="preserve"> 20</w:t>
      </w:r>
      <w:r w:rsidR="005C2346" w:rsidRPr="003278AE">
        <w:t>19</w:t>
      </w:r>
      <w:r w:rsidRPr="003278AE">
        <w:t xml:space="preserve">, Chapter </w:t>
      </w:r>
      <w:r w:rsidR="00F83848" w:rsidRPr="003278AE">
        <w:t>1</w:t>
      </w:r>
    </w:p>
    <w:p w14:paraId="6E981A82" w14:textId="77777777" w:rsidR="0057342D" w:rsidRPr="003278AE" w:rsidRDefault="0057342D" w:rsidP="00251545">
      <w:pPr>
        <w:pStyle w:val="Heading2"/>
        <w:jc w:val="center"/>
      </w:pPr>
      <w:r w:rsidRPr="003278AE">
        <w:t>Available Instructor Resources</w:t>
      </w:r>
    </w:p>
    <w:tbl>
      <w:tblPr>
        <w:tblW w:w="9900" w:type="dxa"/>
        <w:tblInd w:w="93" w:type="dxa"/>
        <w:tblLook w:val="04A0" w:firstRow="1" w:lastRow="0" w:firstColumn="1" w:lastColumn="0" w:noHBand="0" w:noVBand="1"/>
      </w:tblPr>
      <w:tblGrid>
        <w:gridCol w:w="3940"/>
        <w:gridCol w:w="3867"/>
        <w:gridCol w:w="2093"/>
      </w:tblGrid>
      <w:tr w:rsidR="00C36EEF" w:rsidRPr="003278AE" w14:paraId="5DEF018F" w14:textId="77777777" w:rsidTr="002776AF">
        <w:trPr>
          <w:trHeight w:val="31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3DF0B9" w14:textId="77777777" w:rsidR="00C36EEF" w:rsidRPr="003278AE" w:rsidRDefault="00C36EEF" w:rsidP="00C36EEF">
            <w:pPr>
              <w:spacing w:after="0" w:line="240" w:lineRule="auto"/>
              <w:jc w:val="center"/>
              <w:rPr>
                <w:rFonts w:ascii="Calibri" w:eastAsia="Times New Roman" w:hAnsi="Calibri" w:cs="Calibri"/>
                <w:b/>
                <w:bCs/>
                <w:color w:val="16365C"/>
                <w:sz w:val="24"/>
                <w:szCs w:val="24"/>
              </w:rPr>
            </w:pPr>
            <w:r w:rsidRPr="003278AE">
              <w:rPr>
                <w:rFonts w:ascii="Calibri" w:eastAsia="Times New Roman" w:hAnsi="Calibri" w:cs="Calibri"/>
                <w:b/>
                <w:bCs/>
                <w:color w:val="16365C"/>
                <w:sz w:val="24"/>
                <w:szCs w:val="24"/>
              </w:rPr>
              <w:t>Resource</w:t>
            </w:r>
          </w:p>
        </w:tc>
        <w:tc>
          <w:tcPr>
            <w:tcW w:w="3867" w:type="dxa"/>
            <w:tcBorders>
              <w:top w:val="single" w:sz="4" w:space="0" w:color="auto"/>
              <w:left w:val="nil"/>
              <w:bottom w:val="single" w:sz="4" w:space="0" w:color="auto"/>
              <w:right w:val="single" w:sz="4" w:space="0" w:color="auto"/>
            </w:tcBorders>
            <w:shd w:val="clear" w:color="000000" w:fill="FFFFFF"/>
            <w:noWrap/>
            <w:vAlign w:val="bottom"/>
            <w:hideMark/>
          </w:tcPr>
          <w:p w14:paraId="4F48E104" w14:textId="77777777" w:rsidR="00C36EEF" w:rsidRPr="003278AE" w:rsidRDefault="00C36EEF" w:rsidP="00C36EEF">
            <w:pPr>
              <w:spacing w:after="0" w:line="240" w:lineRule="auto"/>
              <w:jc w:val="center"/>
              <w:rPr>
                <w:rFonts w:ascii="Calibri" w:eastAsia="Times New Roman" w:hAnsi="Calibri" w:cs="Calibri"/>
                <w:b/>
                <w:bCs/>
                <w:color w:val="16365C"/>
                <w:sz w:val="24"/>
                <w:szCs w:val="24"/>
              </w:rPr>
            </w:pPr>
            <w:r w:rsidRPr="003278AE">
              <w:rPr>
                <w:rFonts w:ascii="Calibri" w:eastAsia="Times New Roman" w:hAnsi="Calibri" w:cs="Calibri"/>
                <w:b/>
                <w:bCs/>
                <w:color w:val="16365C"/>
                <w:sz w:val="24"/>
                <w:szCs w:val="24"/>
              </w:rPr>
              <w:t>File Name</w:t>
            </w:r>
          </w:p>
        </w:tc>
        <w:tc>
          <w:tcPr>
            <w:tcW w:w="2093" w:type="dxa"/>
            <w:tcBorders>
              <w:top w:val="single" w:sz="4" w:space="0" w:color="auto"/>
              <w:left w:val="nil"/>
              <w:bottom w:val="single" w:sz="4" w:space="0" w:color="auto"/>
              <w:right w:val="single" w:sz="4" w:space="0" w:color="auto"/>
            </w:tcBorders>
            <w:shd w:val="clear" w:color="000000" w:fill="FFFFFF"/>
            <w:vAlign w:val="bottom"/>
            <w:hideMark/>
          </w:tcPr>
          <w:p w14:paraId="39ED414D" w14:textId="77777777" w:rsidR="00C36EEF" w:rsidRPr="003278AE" w:rsidRDefault="00C36EEF" w:rsidP="00C36EEF">
            <w:pPr>
              <w:spacing w:after="0" w:line="240" w:lineRule="auto"/>
              <w:jc w:val="center"/>
              <w:rPr>
                <w:rFonts w:ascii="Calibri" w:eastAsia="Times New Roman" w:hAnsi="Calibri" w:cs="Calibri"/>
                <w:b/>
                <w:bCs/>
                <w:color w:val="16365C"/>
                <w:sz w:val="24"/>
                <w:szCs w:val="24"/>
              </w:rPr>
            </w:pPr>
            <w:r w:rsidRPr="003278AE">
              <w:rPr>
                <w:rFonts w:ascii="Calibri" w:eastAsia="Times New Roman" w:hAnsi="Calibri" w:cs="Calibri"/>
                <w:b/>
                <w:bCs/>
                <w:color w:val="16365C"/>
                <w:sz w:val="24"/>
                <w:szCs w:val="24"/>
              </w:rPr>
              <w:t>Found</w:t>
            </w:r>
          </w:p>
        </w:tc>
      </w:tr>
      <w:tr w:rsidR="00C36EEF" w:rsidRPr="003278AE" w14:paraId="3E101233" w14:textId="77777777" w:rsidTr="002776AF">
        <w:trPr>
          <w:trHeight w:val="600"/>
        </w:trPr>
        <w:tc>
          <w:tcPr>
            <w:tcW w:w="3940" w:type="dxa"/>
            <w:tcBorders>
              <w:top w:val="nil"/>
              <w:left w:val="single" w:sz="4" w:space="0" w:color="auto"/>
              <w:bottom w:val="single" w:sz="4" w:space="0" w:color="auto"/>
              <w:right w:val="nil"/>
            </w:tcBorders>
            <w:shd w:val="clear" w:color="000000" w:fill="FFFFFF"/>
            <w:noWrap/>
            <w:vAlign w:val="bottom"/>
            <w:hideMark/>
          </w:tcPr>
          <w:p w14:paraId="351BBBF1" w14:textId="77777777" w:rsidR="00C36EEF" w:rsidRPr="003278AE" w:rsidRDefault="00C36EEF" w:rsidP="00C36EEF">
            <w:pPr>
              <w:spacing w:after="0" w:line="240" w:lineRule="auto"/>
              <w:rPr>
                <w:rFonts w:ascii="Calibri" w:eastAsia="Times New Roman" w:hAnsi="Calibri" w:cs="Calibri"/>
                <w:b/>
                <w:bCs/>
                <w:color w:val="366092"/>
              </w:rPr>
            </w:pPr>
            <w:r w:rsidRPr="003278AE">
              <w:rPr>
                <w:rFonts w:ascii="Calibri" w:eastAsia="Times New Roman" w:hAnsi="Calibri" w:cs="Calibri"/>
                <w:b/>
                <w:bCs/>
                <w:color w:val="366092"/>
              </w:rPr>
              <w:t>Student Data Files</w:t>
            </w:r>
          </w:p>
        </w:tc>
        <w:tc>
          <w:tcPr>
            <w:tcW w:w="3867" w:type="dxa"/>
            <w:tcBorders>
              <w:top w:val="nil"/>
              <w:left w:val="single" w:sz="4" w:space="0" w:color="auto"/>
              <w:bottom w:val="single" w:sz="4" w:space="0" w:color="auto"/>
              <w:right w:val="nil"/>
            </w:tcBorders>
            <w:shd w:val="clear" w:color="000000" w:fill="FFFFFF"/>
            <w:noWrap/>
            <w:vAlign w:val="bottom"/>
            <w:hideMark/>
          </w:tcPr>
          <w:p w14:paraId="0405E319" w14:textId="35D07A87" w:rsidR="00C36EEF" w:rsidRPr="003278AE" w:rsidRDefault="00AD3343" w:rsidP="006318D4">
            <w:pPr>
              <w:spacing w:after="0" w:line="240" w:lineRule="auto"/>
              <w:rPr>
                <w:rFonts w:ascii="Calibri" w:eastAsia="Times New Roman" w:hAnsi="Calibri" w:cs="Calibri"/>
                <w:color w:val="366092"/>
              </w:rPr>
            </w:pPr>
            <w:hyperlink w:anchor="_PROJECTS_AND_EXERCISES" w:history="1">
              <w:r w:rsidR="008921B1" w:rsidRPr="003278AE">
                <w:rPr>
                  <w:rStyle w:val="Hyperlink"/>
                  <w:rFonts w:ascii="Calibri" w:eastAsia="Times New Roman" w:hAnsi="Calibri" w:cs="Calibri"/>
                </w:rPr>
                <w:t>V</w:t>
              </w:r>
              <w:r w:rsidR="00C36EEF" w:rsidRPr="003278AE">
                <w:rPr>
                  <w:rStyle w:val="Hyperlink"/>
                  <w:rFonts w:ascii="Calibri" w:eastAsia="Times New Roman" w:hAnsi="Calibri" w:cs="Calibri"/>
                </w:rPr>
                <w:t>arious</w:t>
              </w:r>
            </w:hyperlink>
            <w:r w:rsidR="008921B1" w:rsidRPr="003278AE">
              <w:rPr>
                <w:rStyle w:val="Hyperlink"/>
                <w:rFonts w:ascii="Calibri" w:eastAsia="Times New Roman" w:hAnsi="Calibri" w:cs="Calibri"/>
              </w:rPr>
              <w:t>,</w:t>
            </w:r>
            <w:r w:rsidR="001D2759" w:rsidRPr="003278AE">
              <w:rPr>
                <w:rFonts w:ascii="Calibri" w:eastAsia="Times New Roman" w:hAnsi="Calibri" w:cs="Calibri"/>
                <w:color w:val="366092"/>
              </w:rPr>
              <w:t xml:space="preserve"> click link to see file list</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70E5E1B0" w14:textId="77777777" w:rsidR="00C36EEF" w:rsidRPr="003278AE" w:rsidRDefault="00C36EEF" w:rsidP="002776AF">
            <w:pPr>
              <w:spacing w:after="0" w:line="240" w:lineRule="auto"/>
              <w:rPr>
                <w:rFonts w:ascii="Calibri" w:eastAsia="Times New Roman" w:hAnsi="Calibri" w:cs="Calibri"/>
                <w:color w:val="366092"/>
              </w:rPr>
            </w:pPr>
            <w:r w:rsidRPr="003278AE">
              <w:rPr>
                <w:rFonts w:ascii="Calibri" w:eastAsia="Times New Roman" w:hAnsi="Calibri" w:cs="Calibri"/>
                <w:color w:val="366092"/>
              </w:rPr>
              <w:t>Online Instructor Resource Center</w:t>
            </w:r>
          </w:p>
        </w:tc>
      </w:tr>
      <w:tr w:rsidR="00C36EEF" w:rsidRPr="003278AE" w14:paraId="1947116C" w14:textId="77777777" w:rsidTr="002776AF">
        <w:trPr>
          <w:trHeight w:val="600"/>
        </w:trPr>
        <w:tc>
          <w:tcPr>
            <w:tcW w:w="3940" w:type="dxa"/>
            <w:tcBorders>
              <w:top w:val="nil"/>
              <w:left w:val="single" w:sz="4" w:space="0" w:color="auto"/>
              <w:bottom w:val="nil"/>
              <w:right w:val="nil"/>
            </w:tcBorders>
            <w:shd w:val="clear" w:color="000000" w:fill="FFFFFF"/>
            <w:noWrap/>
            <w:vAlign w:val="bottom"/>
            <w:hideMark/>
          </w:tcPr>
          <w:p w14:paraId="099712B6" w14:textId="77777777" w:rsidR="00C36EEF" w:rsidRPr="003278AE" w:rsidRDefault="00C36EEF" w:rsidP="00C36EEF">
            <w:pPr>
              <w:spacing w:after="0" w:line="240" w:lineRule="auto"/>
              <w:rPr>
                <w:rFonts w:ascii="Calibri" w:eastAsia="Times New Roman" w:hAnsi="Calibri" w:cs="Calibri"/>
                <w:b/>
                <w:bCs/>
                <w:color w:val="366092"/>
              </w:rPr>
            </w:pPr>
            <w:r w:rsidRPr="003278AE">
              <w:rPr>
                <w:rFonts w:ascii="Calibri" w:eastAsia="Times New Roman" w:hAnsi="Calibri" w:cs="Calibri"/>
                <w:b/>
                <w:bCs/>
                <w:color w:val="366092"/>
              </w:rPr>
              <w:t>Solution Files</w:t>
            </w:r>
          </w:p>
        </w:tc>
        <w:tc>
          <w:tcPr>
            <w:tcW w:w="3867" w:type="dxa"/>
            <w:tcBorders>
              <w:top w:val="nil"/>
              <w:left w:val="single" w:sz="4" w:space="0" w:color="auto"/>
              <w:bottom w:val="nil"/>
              <w:right w:val="nil"/>
            </w:tcBorders>
            <w:shd w:val="clear" w:color="000000" w:fill="FFFFFF"/>
            <w:noWrap/>
            <w:vAlign w:val="bottom"/>
            <w:hideMark/>
          </w:tcPr>
          <w:p w14:paraId="03B57DFA" w14:textId="19F9550D" w:rsidR="00C36EEF" w:rsidRPr="003278AE" w:rsidRDefault="00AD3343" w:rsidP="006318D4">
            <w:pPr>
              <w:spacing w:after="0" w:line="240" w:lineRule="auto"/>
              <w:rPr>
                <w:rFonts w:ascii="Calibri" w:eastAsia="Times New Roman" w:hAnsi="Calibri" w:cs="Calibri"/>
                <w:color w:val="366092"/>
              </w:rPr>
            </w:pPr>
            <w:hyperlink w:anchor="_PROJECTS_AND_EXERCISES" w:history="1">
              <w:r w:rsidR="008921B1" w:rsidRPr="003278AE">
                <w:rPr>
                  <w:rStyle w:val="Hyperlink"/>
                  <w:rFonts w:ascii="Calibri" w:eastAsia="Times New Roman" w:hAnsi="Calibri" w:cs="Calibri"/>
                </w:rPr>
                <w:t>V</w:t>
              </w:r>
              <w:r w:rsidR="00C36EEF" w:rsidRPr="003278AE">
                <w:rPr>
                  <w:rStyle w:val="Hyperlink"/>
                  <w:rFonts w:ascii="Calibri" w:eastAsia="Times New Roman" w:hAnsi="Calibri" w:cs="Calibri"/>
                </w:rPr>
                <w:t>arious</w:t>
              </w:r>
            </w:hyperlink>
            <w:r w:rsidR="008921B1" w:rsidRPr="003278AE">
              <w:rPr>
                <w:rStyle w:val="Hyperlink"/>
                <w:rFonts w:ascii="Calibri" w:eastAsia="Times New Roman" w:hAnsi="Calibri" w:cs="Calibri"/>
              </w:rPr>
              <w:t>,</w:t>
            </w:r>
            <w:r w:rsidR="001D2759" w:rsidRPr="003278AE">
              <w:rPr>
                <w:rFonts w:ascii="Calibri" w:eastAsia="Times New Roman" w:hAnsi="Calibri" w:cs="Calibri"/>
                <w:color w:val="366092"/>
              </w:rPr>
              <w:t xml:space="preserve"> click link to see file list</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64AE9997" w14:textId="77777777" w:rsidR="00C36EEF" w:rsidRPr="003278AE" w:rsidRDefault="00C36EEF" w:rsidP="002776AF">
            <w:pPr>
              <w:spacing w:after="0" w:line="240" w:lineRule="auto"/>
              <w:rPr>
                <w:rFonts w:ascii="Calibri" w:eastAsia="Times New Roman" w:hAnsi="Calibri" w:cs="Calibri"/>
                <w:color w:val="366092"/>
              </w:rPr>
            </w:pPr>
            <w:r w:rsidRPr="003278AE">
              <w:rPr>
                <w:rFonts w:ascii="Calibri" w:eastAsia="Times New Roman" w:hAnsi="Calibri" w:cs="Calibri"/>
                <w:color w:val="366092"/>
              </w:rPr>
              <w:t xml:space="preserve">Online Instructor Resource Center </w:t>
            </w:r>
          </w:p>
        </w:tc>
      </w:tr>
      <w:tr w:rsidR="00C36EEF" w:rsidRPr="003278AE" w14:paraId="725C1681" w14:textId="77777777" w:rsidTr="002776AF">
        <w:trPr>
          <w:trHeight w:val="300"/>
        </w:trPr>
        <w:tc>
          <w:tcPr>
            <w:tcW w:w="3940" w:type="dxa"/>
            <w:tcBorders>
              <w:top w:val="single" w:sz="4" w:space="0" w:color="auto"/>
              <w:left w:val="single" w:sz="4" w:space="0" w:color="auto"/>
              <w:bottom w:val="nil"/>
              <w:right w:val="nil"/>
            </w:tcBorders>
            <w:shd w:val="clear" w:color="000000" w:fill="FFFFFF"/>
            <w:noWrap/>
            <w:vAlign w:val="bottom"/>
            <w:hideMark/>
          </w:tcPr>
          <w:p w14:paraId="56740E5C" w14:textId="77777777" w:rsidR="00C36EEF" w:rsidRPr="003278AE" w:rsidRDefault="00C36EEF" w:rsidP="00C36EEF">
            <w:pPr>
              <w:spacing w:after="0" w:line="240" w:lineRule="auto"/>
              <w:rPr>
                <w:rFonts w:ascii="Calibri" w:eastAsia="Times New Roman" w:hAnsi="Calibri" w:cs="Calibri"/>
                <w:b/>
                <w:bCs/>
                <w:color w:val="366092"/>
              </w:rPr>
            </w:pPr>
            <w:r w:rsidRPr="003278AE">
              <w:rPr>
                <w:rFonts w:ascii="Calibri" w:eastAsia="Times New Roman" w:hAnsi="Calibri" w:cs="Calibri"/>
                <w:b/>
                <w:bCs/>
                <w:color w:val="366092"/>
              </w:rPr>
              <w:t xml:space="preserve">Answer Keys </w:t>
            </w:r>
          </w:p>
        </w:tc>
        <w:tc>
          <w:tcPr>
            <w:tcW w:w="3867" w:type="dxa"/>
            <w:tcBorders>
              <w:top w:val="single" w:sz="4" w:space="0" w:color="auto"/>
              <w:left w:val="single" w:sz="4" w:space="0" w:color="auto"/>
              <w:bottom w:val="nil"/>
              <w:right w:val="nil"/>
            </w:tcBorders>
            <w:shd w:val="clear" w:color="000000" w:fill="FFFFFF"/>
            <w:noWrap/>
            <w:vAlign w:val="bottom"/>
            <w:hideMark/>
          </w:tcPr>
          <w:p w14:paraId="3D57CD1E" w14:textId="77777777" w:rsidR="00C36EEF" w:rsidRPr="003278AE" w:rsidRDefault="00C36EEF" w:rsidP="006318D4">
            <w:pPr>
              <w:spacing w:after="0" w:line="240" w:lineRule="auto"/>
              <w:rPr>
                <w:rFonts w:ascii="Calibri" w:eastAsia="Times New Roman" w:hAnsi="Calibri" w:cs="Calibri"/>
                <w:color w:val="366092"/>
              </w:rPr>
            </w:pPr>
            <w:r w:rsidRPr="003278AE">
              <w:rPr>
                <w:rFonts w:ascii="Calibri" w:eastAsia="Times New Roman" w:hAnsi="Calibri" w:cs="Calibri"/>
                <w:color w:val="366092"/>
              </w:rPr>
              <w:t> </w:t>
            </w:r>
          </w:p>
        </w:tc>
        <w:tc>
          <w:tcPr>
            <w:tcW w:w="2093" w:type="dxa"/>
            <w:vMerge w:val="restart"/>
            <w:tcBorders>
              <w:top w:val="nil"/>
              <w:left w:val="single" w:sz="4" w:space="0" w:color="auto"/>
              <w:bottom w:val="nil"/>
              <w:right w:val="single" w:sz="4" w:space="0" w:color="auto"/>
            </w:tcBorders>
            <w:shd w:val="clear" w:color="000000" w:fill="FFFFFF"/>
            <w:vAlign w:val="center"/>
            <w:hideMark/>
          </w:tcPr>
          <w:p w14:paraId="6C64CEBD" w14:textId="77777777" w:rsidR="00C36EEF" w:rsidRPr="003278AE" w:rsidRDefault="00C36EEF" w:rsidP="002776AF">
            <w:pPr>
              <w:spacing w:after="0" w:line="240" w:lineRule="auto"/>
              <w:rPr>
                <w:rFonts w:ascii="Calibri" w:eastAsia="Times New Roman" w:hAnsi="Calibri" w:cs="Calibri"/>
                <w:color w:val="366092"/>
              </w:rPr>
            </w:pPr>
            <w:r w:rsidRPr="003278AE">
              <w:rPr>
                <w:rFonts w:ascii="Calibri" w:eastAsia="Times New Roman" w:hAnsi="Calibri" w:cs="Calibri"/>
                <w:color w:val="366092"/>
              </w:rPr>
              <w:t xml:space="preserve">Online Instructor Resource Center </w:t>
            </w:r>
          </w:p>
        </w:tc>
      </w:tr>
      <w:tr w:rsidR="00C36EEF" w:rsidRPr="003278AE" w14:paraId="7113832A" w14:textId="77777777" w:rsidTr="002776AF">
        <w:trPr>
          <w:trHeight w:val="300"/>
        </w:trPr>
        <w:tc>
          <w:tcPr>
            <w:tcW w:w="3940" w:type="dxa"/>
            <w:tcBorders>
              <w:top w:val="nil"/>
              <w:left w:val="single" w:sz="4" w:space="0" w:color="auto"/>
              <w:bottom w:val="nil"/>
              <w:right w:val="nil"/>
            </w:tcBorders>
            <w:shd w:val="clear" w:color="000000" w:fill="FFFFFF"/>
            <w:noWrap/>
            <w:vAlign w:val="bottom"/>
            <w:hideMark/>
          </w:tcPr>
          <w:p w14:paraId="51D837CA" w14:textId="77777777" w:rsidR="00C36EEF" w:rsidRPr="003278AE" w:rsidRDefault="00C36EEF" w:rsidP="00C36EEF">
            <w:pPr>
              <w:spacing w:after="0" w:line="240" w:lineRule="auto"/>
              <w:rPr>
                <w:rFonts w:ascii="Calibri" w:eastAsia="Times New Roman" w:hAnsi="Calibri" w:cs="Calibri"/>
                <w:color w:val="366092"/>
              </w:rPr>
            </w:pPr>
            <w:r w:rsidRPr="003278AE">
              <w:rPr>
                <w:rFonts w:ascii="Calibri" w:eastAsia="Times New Roman" w:hAnsi="Calibri" w:cs="Calibri"/>
                <w:color w:val="366092"/>
              </w:rPr>
              <w:t xml:space="preserve">      Matching</w:t>
            </w:r>
          </w:p>
        </w:tc>
        <w:tc>
          <w:tcPr>
            <w:tcW w:w="3867" w:type="dxa"/>
            <w:tcBorders>
              <w:top w:val="nil"/>
              <w:left w:val="single" w:sz="4" w:space="0" w:color="auto"/>
              <w:bottom w:val="nil"/>
              <w:right w:val="nil"/>
            </w:tcBorders>
            <w:shd w:val="clear" w:color="000000" w:fill="FFFFFF"/>
            <w:noWrap/>
            <w:vAlign w:val="bottom"/>
            <w:hideMark/>
          </w:tcPr>
          <w:p w14:paraId="6EE133FF" w14:textId="3F2775F3" w:rsidR="00C36EEF" w:rsidRPr="003278AE" w:rsidRDefault="00E9675D" w:rsidP="006318D4">
            <w:pPr>
              <w:spacing w:after="0" w:line="240" w:lineRule="auto"/>
              <w:rPr>
                <w:rFonts w:ascii="Calibri" w:eastAsia="Times New Roman" w:hAnsi="Calibri" w:cs="Calibri"/>
                <w:color w:val="366092"/>
              </w:rPr>
            </w:pPr>
            <w:r w:rsidRPr="003278AE">
              <w:rPr>
                <w:rFonts w:ascii="Calibri" w:eastAsia="Times New Roman" w:hAnsi="Calibri" w:cs="Calibri"/>
                <w:color w:val="366092"/>
              </w:rPr>
              <w:t>a01</w:t>
            </w:r>
            <w:r w:rsidR="00C36EEF" w:rsidRPr="003278AE">
              <w:rPr>
                <w:rFonts w:ascii="Calibri" w:eastAsia="Times New Roman" w:hAnsi="Calibri" w:cs="Calibri"/>
                <w:color w:val="366092"/>
              </w:rPr>
              <w:t>_answerkey_match</w:t>
            </w:r>
            <w:r w:rsidR="006318D4" w:rsidRPr="003278AE">
              <w:rPr>
                <w:rFonts w:ascii="Calibri" w:eastAsia="Times New Roman" w:hAnsi="Calibri" w:cs="Calibri"/>
                <w:color w:val="366092"/>
              </w:rPr>
              <w:t>.docx</w:t>
            </w:r>
          </w:p>
        </w:tc>
        <w:tc>
          <w:tcPr>
            <w:tcW w:w="2093" w:type="dxa"/>
            <w:vMerge/>
            <w:tcBorders>
              <w:top w:val="nil"/>
              <w:left w:val="single" w:sz="4" w:space="0" w:color="auto"/>
              <w:bottom w:val="nil"/>
              <w:right w:val="single" w:sz="4" w:space="0" w:color="auto"/>
            </w:tcBorders>
            <w:vAlign w:val="center"/>
            <w:hideMark/>
          </w:tcPr>
          <w:p w14:paraId="5094A1E4" w14:textId="77777777" w:rsidR="00C36EEF" w:rsidRPr="003278AE" w:rsidRDefault="00C36EEF" w:rsidP="002776AF">
            <w:pPr>
              <w:spacing w:after="0" w:line="240" w:lineRule="auto"/>
              <w:rPr>
                <w:rFonts w:ascii="Calibri" w:eastAsia="Times New Roman" w:hAnsi="Calibri" w:cs="Calibri"/>
                <w:color w:val="366092"/>
              </w:rPr>
            </w:pPr>
          </w:p>
        </w:tc>
      </w:tr>
      <w:tr w:rsidR="00C36EEF" w:rsidRPr="003278AE" w14:paraId="3E6A9F77" w14:textId="77777777" w:rsidTr="002776AF">
        <w:trPr>
          <w:trHeight w:val="300"/>
        </w:trPr>
        <w:tc>
          <w:tcPr>
            <w:tcW w:w="3940" w:type="dxa"/>
            <w:tcBorders>
              <w:top w:val="nil"/>
              <w:left w:val="single" w:sz="4" w:space="0" w:color="auto"/>
              <w:bottom w:val="nil"/>
              <w:right w:val="nil"/>
            </w:tcBorders>
            <w:shd w:val="clear" w:color="000000" w:fill="FFFFFF"/>
            <w:noWrap/>
            <w:vAlign w:val="bottom"/>
            <w:hideMark/>
          </w:tcPr>
          <w:p w14:paraId="149BCC36" w14:textId="77777777" w:rsidR="00C36EEF" w:rsidRPr="003278AE" w:rsidRDefault="00C36EEF" w:rsidP="00C36EEF">
            <w:pPr>
              <w:spacing w:after="0" w:line="240" w:lineRule="auto"/>
              <w:rPr>
                <w:rFonts w:ascii="Calibri" w:eastAsia="Times New Roman" w:hAnsi="Calibri" w:cs="Calibri"/>
                <w:color w:val="366092"/>
              </w:rPr>
            </w:pPr>
            <w:r w:rsidRPr="003278AE">
              <w:rPr>
                <w:rFonts w:ascii="Calibri" w:eastAsia="Times New Roman" w:hAnsi="Calibri" w:cs="Calibri"/>
                <w:color w:val="366092"/>
              </w:rPr>
              <w:t xml:space="preserve">      Multiple Choice</w:t>
            </w:r>
          </w:p>
        </w:tc>
        <w:tc>
          <w:tcPr>
            <w:tcW w:w="3867" w:type="dxa"/>
            <w:tcBorders>
              <w:top w:val="nil"/>
              <w:left w:val="single" w:sz="4" w:space="0" w:color="auto"/>
              <w:bottom w:val="nil"/>
              <w:right w:val="nil"/>
            </w:tcBorders>
            <w:shd w:val="clear" w:color="000000" w:fill="FFFFFF"/>
            <w:noWrap/>
            <w:vAlign w:val="bottom"/>
            <w:hideMark/>
          </w:tcPr>
          <w:p w14:paraId="37F5E119" w14:textId="501FCDE9" w:rsidR="00C36EEF" w:rsidRPr="003278AE" w:rsidRDefault="00E9675D" w:rsidP="006318D4">
            <w:pPr>
              <w:spacing w:after="0" w:line="240" w:lineRule="auto"/>
              <w:rPr>
                <w:rFonts w:ascii="Calibri" w:eastAsia="Times New Roman" w:hAnsi="Calibri" w:cs="Calibri"/>
                <w:color w:val="366092"/>
              </w:rPr>
            </w:pPr>
            <w:r w:rsidRPr="003278AE">
              <w:rPr>
                <w:rFonts w:ascii="Calibri" w:eastAsia="Times New Roman" w:hAnsi="Calibri" w:cs="Calibri"/>
                <w:color w:val="366092"/>
              </w:rPr>
              <w:t>a01</w:t>
            </w:r>
            <w:r w:rsidR="00C36EEF" w:rsidRPr="003278AE">
              <w:rPr>
                <w:rFonts w:ascii="Calibri" w:eastAsia="Times New Roman" w:hAnsi="Calibri" w:cs="Calibri"/>
                <w:color w:val="366092"/>
              </w:rPr>
              <w:t>_answerkey_mc</w:t>
            </w:r>
            <w:r w:rsidR="006318D4" w:rsidRPr="003278AE">
              <w:rPr>
                <w:rFonts w:ascii="Calibri" w:eastAsia="Times New Roman" w:hAnsi="Calibri" w:cs="Calibri"/>
                <w:color w:val="366092"/>
              </w:rPr>
              <w:t>.docx</w:t>
            </w:r>
          </w:p>
        </w:tc>
        <w:tc>
          <w:tcPr>
            <w:tcW w:w="2093" w:type="dxa"/>
            <w:tcBorders>
              <w:top w:val="nil"/>
              <w:left w:val="single" w:sz="4" w:space="0" w:color="auto"/>
              <w:bottom w:val="nil"/>
              <w:right w:val="single" w:sz="4" w:space="0" w:color="auto"/>
            </w:tcBorders>
            <w:shd w:val="clear" w:color="000000" w:fill="FFFFFF"/>
            <w:vAlign w:val="center"/>
            <w:hideMark/>
          </w:tcPr>
          <w:p w14:paraId="6EC95FBC" w14:textId="77777777" w:rsidR="00C36EEF" w:rsidRPr="003278AE" w:rsidRDefault="00C36EEF" w:rsidP="002776AF">
            <w:pPr>
              <w:spacing w:after="0" w:line="240" w:lineRule="auto"/>
              <w:rPr>
                <w:rFonts w:ascii="Calibri" w:eastAsia="Times New Roman" w:hAnsi="Calibri" w:cs="Calibri"/>
                <w:color w:val="366092"/>
              </w:rPr>
            </w:pPr>
            <w:r w:rsidRPr="003278AE">
              <w:rPr>
                <w:rFonts w:ascii="Calibri" w:eastAsia="Times New Roman" w:hAnsi="Calibri" w:cs="Calibri"/>
                <w:color w:val="366092"/>
              </w:rPr>
              <w:t> </w:t>
            </w:r>
          </w:p>
        </w:tc>
      </w:tr>
      <w:tr w:rsidR="00C36EEF" w:rsidRPr="003278AE" w14:paraId="2AE25D70" w14:textId="77777777" w:rsidTr="002776AF">
        <w:trPr>
          <w:trHeight w:val="300"/>
        </w:trPr>
        <w:tc>
          <w:tcPr>
            <w:tcW w:w="3940" w:type="dxa"/>
            <w:tcBorders>
              <w:top w:val="nil"/>
              <w:left w:val="single" w:sz="4" w:space="0" w:color="auto"/>
              <w:bottom w:val="nil"/>
              <w:right w:val="nil"/>
            </w:tcBorders>
            <w:shd w:val="clear" w:color="000000" w:fill="FFFFFF"/>
            <w:noWrap/>
            <w:vAlign w:val="bottom"/>
            <w:hideMark/>
          </w:tcPr>
          <w:p w14:paraId="1B746EED" w14:textId="77777777" w:rsidR="00C36EEF" w:rsidRPr="003278AE" w:rsidRDefault="00C36EEF" w:rsidP="00C36EEF">
            <w:pPr>
              <w:spacing w:after="0" w:line="240" w:lineRule="auto"/>
              <w:rPr>
                <w:rFonts w:ascii="Calibri" w:eastAsia="Times New Roman" w:hAnsi="Calibri" w:cs="Calibri"/>
                <w:color w:val="366092"/>
              </w:rPr>
            </w:pPr>
            <w:r w:rsidRPr="003278AE">
              <w:rPr>
                <w:rFonts w:ascii="Calibri" w:eastAsia="Times New Roman" w:hAnsi="Calibri" w:cs="Calibri"/>
                <w:color w:val="366092"/>
              </w:rPr>
              <w:t xml:space="preserve">      Concepts Checks</w:t>
            </w:r>
          </w:p>
        </w:tc>
        <w:tc>
          <w:tcPr>
            <w:tcW w:w="3867" w:type="dxa"/>
            <w:tcBorders>
              <w:top w:val="nil"/>
              <w:left w:val="single" w:sz="4" w:space="0" w:color="auto"/>
              <w:bottom w:val="nil"/>
              <w:right w:val="nil"/>
            </w:tcBorders>
            <w:shd w:val="clear" w:color="000000" w:fill="FFFFFF"/>
            <w:noWrap/>
            <w:vAlign w:val="bottom"/>
            <w:hideMark/>
          </w:tcPr>
          <w:p w14:paraId="5CD033A4" w14:textId="6CAE2401" w:rsidR="00C36EEF" w:rsidRPr="003278AE" w:rsidRDefault="00E9675D" w:rsidP="006318D4">
            <w:pPr>
              <w:spacing w:after="0" w:line="240" w:lineRule="auto"/>
              <w:rPr>
                <w:rFonts w:ascii="Calibri" w:eastAsia="Times New Roman" w:hAnsi="Calibri" w:cs="Calibri"/>
                <w:color w:val="366092"/>
              </w:rPr>
            </w:pPr>
            <w:r w:rsidRPr="003278AE">
              <w:rPr>
                <w:rFonts w:ascii="Calibri" w:eastAsia="Times New Roman" w:hAnsi="Calibri" w:cs="Calibri"/>
                <w:color w:val="366092"/>
              </w:rPr>
              <w:t>a01</w:t>
            </w:r>
            <w:r w:rsidR="00C36EEF" w:rsidRPr="003278AE">
              <w:rPr>
                <w:rFonts w:ascii="Calibri" w:eastAsia="Times New Roman" w:hAnsi="Calibri" w:cs="Calibri"/>
                <w:color w:val="366092"/>
              </w:rPr>
              <w:t>_answerkey_concepts</w:t>
            </w:r>
            <w:r w:rsidR="006318D4" w:rsidRPr="003278AE">
              <w:rPr>
                <w:rFonts w:ascii="Calibri" w:eastAsia="Times New Roman" w:hAnsi="Calibri" w:cs="Calibri"/>
                <w:color w:val="366092"/>
              </w:rPr>
              <w:t>.docx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3A5A0799" w14:textId="77777777" w:rsidR="00C36EEF" w:rsidRPr="003278AE" w:rsidRDefault="00C36EEF" w:rsidP="002776AF">
            <w:pPr>
              <w:spacing w:after="0" w:line="240" w:lineRule="auto"/>
              <w:rPr>
                <w:rFonts w:ascii="Calibri" w:eastAsia="Times New Roman" w:hAnsi="Calibri" w:cs="Calibri"/>
                <w:color w:val="366092"/>
              </w:rPr>
            </w:pPr>
            <w:r w:rsidRPr="003278AE">
              <w:rPr>
                <w:rFonts w:ascii="Calibri" w:eastAsia="Times New Roman" w:hAnsi="Calibri" w:cs="Calibri"/>
                <w:color w:val="366092"/>
              </w:rPr>
              <w:t> </w:t>
            </w:r>
          </w:p>
        </w:tc>
      </w:tr>
      <w:tr w:rsidR="00C36EEF" w:rsidRPr="003278AE" w14:paraId="4989FE3C" w14:textId="77777777" w:rsidTr="002776AF">
        <w:trPr>
          <w:trHeight w:val="66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2757E5" w14:textId="77777777" w:rsidR="00C36EEF" w:rsidRPr="003278AE" w:rsidRDefault="00C36EEF" w:rsidP="00C36EEF">
            <w:pPr>
              <w:spacing w:after="0" w:line="240" w:lineRule="auto"/>
              <w:rPr>
                <w:rFonts w:ascii="Calibri" w:eastAsia="Times New Roman" w:hAnsi="Calibri" w:cs="Calibri"/>
                <w:b/>
                <w:bCs/>
                <w:color w:val="366092"/>
              </w:rPr>
            </w:pPr>
            <w:r w:rsidRPr="003278AE">
              <w:rPr>
                <w:rFonts w:ascii="Calibri" w:eastAsia="Times New Roman" w:hAnsi="Calibri" w:cs="Calibri"/>
                <w:b/>
                <w:bCs/>
                <w:color w:val="366092"/>
              </w:rPr>
              <w:t>Scorecards</w:t>
            </w:r>
          </w:p>
        </w:tc>
        <w:tc>
          <w:tcPr>
            <w:tcW w:w="3867" w:type="dxa"/>
            <w:tcBorders>
              <w:top w:val="single" w:sz="4" w:space="0" w:color="auto"/>
              <w:left w:val="nil"/>
              <w:bottom w:val="single" w:sz="4" w:space="0" w:color="auto"/>
              <w:right w:val="nil"/>
            </w:tcBorders>
            <w:shd w:val="clear" w:color="000000" w:fill="FFFFFF"/>
            <w:noWrap/>
            <w:vAlign w:val="bottom"/>
            <w:hideMark/>
          </w:tcPr>
          <w:p w14:paraId="60D34584" w14:textId="2ACEA015" w:rsidR="00DB0A35" w:rsidRPr="003278AE" w:rsidRDefault="00E9675D" w:rsidP="006318D4">
            <w:pPr>
              <w:spacing w:after="0" w:line="240" w:lineRule="auto"/>
              <w:rPr>
                <w:rFonts w:ascii="Calibri" w:eastAsia="Times New Roman" w:hAnsi="Calibri" w:cs="Calibri"/>
                <w:color w:val="366092"/>
              </w:rPr>
            </w:pPr>
            <w:r w:rsidRPr="003278AE">
              <w:rPr>
                <w:rFonts w:ascii="Calibri" w:eastAsia="Times New Roman" w:hAnsi="Calibri" w:cs="Calibri"/>
                <w:color w:val="366092"/>
              </w:rPr>
              <w:t>a01</w:t>
            </w:r>
            <w:r w:rsidR="003D5D4C" w:rsidRPr="003278AE">
              <w:rPr>
                <w:rFonts w:ascii="Calibri" w:eastAsia="Times New Roman" w:hAnsi="Calibri" w:cs="Calibri"/>
                <w:color w:val="366092"/>
              </w:rPr>
              <w:t>p1Replace</w:t>
            </w:r>
            <w:r w:rsidR="006318D4" w:rsidRPr="003278AE">
              <w:rPr>
                <w:rFonts w:ascii="Calibri" w:eastAsia="Times New Roman" w:hAnsi="Calibri" w:cs="Calibri"/>
                <w:color w:val="366092"/>
              </w:rPr>
              <w:t xml:space="preserve"> </w:t>
            </w:r>
            <w:r w:rsidR="00C36EEF" w:rsidRPr="003278AE">
              <w:rPr>
                <w:rFonts w:ascii="Calibri" w:eastAsia="Times New Roman" w:hAnsi="Calibri" w:cs="Calibri"/>
                <w:color w:val="366092"/>
              </w:rPr>
              <w:t>_scorecard</w:t>
            </w:r>
            <w:r w:rsidR="006318D4" w:rsidRPr="003278AE">
              <w:rPr>
                <w:rFonts w:ascii="Calibri" w:eastAsia="Times New Roman" w:hAnsi="Calibri" w:cs="Calibri"/>
                <w:color w:val="366092"/>
              </w:rPr>
              <w:t>.</w:t>
            </w:r>
            <w:r w:rsidR="006E5DE0">
              <w:rPr>
                <w:rFonts w:ascii="Calibri" w:eastAsia="Times New Roman" w:hAnsi="Calibri" w:cs="Calibri"/>
                <w:color w:val="366092"/>
              </w:rPr>
              <w:t>xlsx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241EB81D" w14:textId="77777777" w:rsidR="00C36EEF" w:rsidRPr="003278AE" w:rsidRDefault="00C36EEF" w:rsidP="002776AF">
            <w:pPr>
              <w:spacing w:after="0" w:line="240" w:lineRule="auto"/>
              <w:rPr>
                <w:rFonts w:ascii="Calibri" w:eastAsia="Times New Roman" w:hAnsi="Calibri" w:cs="Calibri"/>
                <w:color w:val="366092"/>
              </w:rPr>
            </w:pPr>
            <w:r w:rsidRPr="003278AE">
              <w:rPr>
                <w:rFonts w:ascii="Calibri" w:eastAsia="Times New Roman" w:hAnsi="Calibri" w:cs="Calibri"/>
                <w:color w:val="366092"/>
              </w:rPr>
              <w:t xml:space="preserve">Online Instructor Resource Center </w:t>
            </w:r>
          </w:p>
        </w:tc>
      </w:tr>
      <w:tr w:rsidR="00C36EEF" w:rsidRPr="003278AE" w14:paraId="7E6B1D4B" w14:textId="77777777" w:rsidTr="002776AF">
        <w:trPr>
          <w:trHeight w:val="80"/>
        </w:trPr>
        <w:tc>
          <w:tcPr>
            <w:tcW w:w="3940" w:type="dxa"/>
            <w:tcBorders>
              <w:top w:val="nil"/>
              <w:left w:val="single" w:sz="4" w:space="0" w:color="auto"/>
              <w:bottom w:val="single" w:sz="4" w:space="0" w:color="auto"/>
              <w:right w:val="nil"/>
            </w:tcBorders>
            <w:shd w:val="clear" w:color="000000" w:fill="FFFFFF"/>
            <w:noWrap/>
            <w:vAlign w:val="bottom"/>
            <w:hideMark/>
          </w:tcPr>
          <w:p w14:paraId="4DEB2B7F" w14:textId="77777777" w:rsidR="00C36EEF" w:rsidRPr="003278AE" w:rsidRDefault="00C36EEF" w:rsidP="00C36EEF">
            <w:pPr>
              <w:spacing w:after="0" w:line="240" w:lineRule="auto"/>
              <w:rPr>
                <w:rFonts w:ascii="Calibri" w:eastAsia="Times New Roman" w:hAnsi="Calibri" w:cs="Calibri"/>
                <w:b/>
                <w:bCs/>
                <w:color w:val="366092"/>
              </w:rPr>
            </w:pPr>
            <w:r w:rsidRPr="003278AE">
              <w:rPr>
                <w:rFonts w:ascii="Calibri" w:eastAsia="Times New Roman" w:hAnsi="Calibri" w:cs="Calibri"/>
                <w:b/>
                <w:bCs/>
                <w:color w:val="366092"/>
              </w:rPr>
              <w:t>Scoring Rubrics</w:t>
            </w:r>
          </w:p>
        </w:tc>
        <w:tc>
          <w:tcPr>
            <w:tcW w:w="3867" w:type="dxa"/>
            <w:tcBorders>
              <w:top w:val="nil"/>
              <w:left w:val="single" w:sz="4" w:space="0" w:color="auto"/>
              <w:bottom w:val="single" w:sz="4" w:space="0" w:color="auto"/>
              <w:right w:val="nil"/>
            </w:tcBorders>
            <w:shd w:val="clear" w:color="000000" w:fill="FFFFFF"/>
            <w:noWrap/>
            <w:vAlign w:val="bottom"/>
            <w:hideMark/>
          </w:tcPr>
          <w:p w14:paraId="51F08FF6" w14:textId="552090F0" w:rsidR="00C36EEF" w:rsidRPr="003278AE" w:rsidRDefault="00E9675D" w:rsidP="00106DF0">
            <w:pPr>
              <w:spacing w:after="0" w:line="240" w:lineRule="auto"/>
              <w:rPr>
                <w:rFonts w:ascii="Calibri" w:eastAsia="Times New Roman" w:hAnsi="Calibri" w:cs="Calibri"/>
                <w:color w:val="366092"/>
              </w:rPr>
            </w:pPr>
            <w:r w:rsidRPr="003278AE">
              <w:rPr>
                <w:rFonts w:ascii="Calibri" w:eastAsia="Times New Roman" w:hAnsi="Calibri" w:cs="Calibri"/>
                <w:color w:val="366092"/>
              </w:rPr>
              <w:t>a01</w:t>
            </w:r>
            <w:r w:rsidR="00106DF0" w:rsidRPr="003278AE">
              <w:rPr>
                <w:rFonts w:ascii="Calibri" w:eastAsia="Times New Roman" w:hAnsi="Calibri" w:cs="Calibri"/>
                <w:color w:val="366092"/>
              </w:rPr>
              <w:t xml:space="preserve"> </w:t>
            </w:r>
            <w:r w:rsidR="00C36EEF" w:rsidRPr="003278AE">
              <w:rPr>
                <w:rFonts w:ascii="Calibri" w:eastAsia="Times New Roman" w:hAnsi="Calibri" w:cs="Calibri"/>
                <w:color w:val="366092"/>
              </w:rPr>
              <w:t>_rubric</w:t>
            </w:r>
            <w:r w:rsidR="006318D4" w:rsidRPr="003278AE">
              <w:rPr>
                <w:rFonts w:ascii="Calibri" w:eastAsia="Times New Roman" w:hAnsi="Calibri" w:cs="Calibri"/>
                <w:color w:val="366092"/>
              </w:rPr>
              <w:t>.docx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14CFAEA1" w14:textId="77777777" w:rsidR="00C36EEF" w:rsidRPr="003278AE" w:rsidRDefault="00C36EEF" w:rsidP="002776AF">
            <w:pPr>
              <w:spacing w:after="0" w:line="240" w:lineRule="auto"/>
              <w:rPr>
                <w:rFonts w:ascii="Calibri" w:eastAsia="Times New Roman" w:hAnsi="Calibri" w:cs="Calibri"/>
                <w:color w:val="366092"/>
              </w:rPr>
            </w:pPr>
            <w:r w:rsidRPr="003278AE">
              <w:rPr>
                <w:rFonts w:ascii="Calibri" w:eastAsia="Times New Roman" w:hAnsi="Calibri" w:cs="Calibri"/>
                <w:color w:val="366092"/>
              </w:rPr>
              <w:t xml:space="preserve">Online Instructor Resource Center </w:t>
            </w:r>
          </w:p>
        </w:tc>
      </w:tr>
      <w:tr w:rsidR="00C36EEF" w:rsidRPr="003278AE" w14:paraId="7735BF6B" w14:textId="77777777" w:rsidTr="002776AF">
        <w:trPr>
          <w:trHeight w:val="600"/>
        </w:trPr>
        <w:tc>
          <w:tcPr>
            <w:tcW w:w="3940" w:type="dxa"/>
            <w:tcBorders>
              <w:top w:val="nil"/>
              <w:left w:val="single" w:sz="4" w:space="0" w:color="auto"/>
              <w:bottom w:val="nil"/>
              <w:right w:val="nil"/>
            </w:tcBorders>
            <w:shd w:val="clear" w:color="000000" w:fill="FFFFFF"/>
            <w:noWrap/>
            <w:vAlign w:val="bottom"/>
            <w:hideMark/>
          </w:tcPr>
          <w:p w14:paraId="6E4FB909" w14:textId="102D8351" w:rsidR="00C36EEF" w:rsidRPr="003278AE" w:rsidRDefault="00C36EEF" w:rsidP="00C36EEF">
            <w:pPr>
              <w:spacing w:after="0" w:line="240" w:lineRule="auto"/>
              <w:rPr>
                <w:rFonts w:ascii="Calibri" w:eastAsia="Times New Roman" w:hAnsi="Calibri" w:cs="Calibri"/>
                <w:b/>
                <w:bCs/>
                <w:color w:val="366092"/>
              </w:rPr>
            </w:pPr>
            <w:r w:rsidRPr="003278AE">
              <w:rPr>
                <w:rFonts w:ascii="Calibri" w:eastAsia="Times New Roman" w:hAnsi="Calibri" w:cs="Calibri"/>
                <w:b/>
                <w:bCs/>
                <w:color w:val="366092"/>
              </w:rPr>
              <w:t>Annotated Solution File</w:t>
            </w:r>
            <w:r w:rsidR="00C775EF" w:rsidRPr="003278AE">
              <w:rPr>
                <w:rFonts w:ascii="Calibri" w:eastAsia="Times New Roman" w:hAnsi="Calibri" w:cs="Calibri"/>
                <w:b/>
                <w:bCs/>
                <w:color w:val="366092"/>
              </w:rPr>
              <w:t>s</w:t>
            </w:r>
          </w:p>
        </w:tc>
        <w:tc>
          <w:tcPr>
            <w:tcW w:w="3867" w:type="dxa"/>
            <w:tcBorders>
              <w:top w:val="nil"/>
              <w:left w:val="single" w:sz="4" w:space="0" w:color="auto"/>
              <w:bottom w:val="nil"/>
              <w:right w:val="nil"/>
            </w:tcBorders>
            <w:shd w:val="clear" w:color="000000" w:fill="FFFFFF"/>
            <w:noWrap/>
            <w:vAlign w:val="bottom"/>
            <w:hideMark/>
          </w:tcPr>
          <w:p w14:paraId="037A729A" w14:textId="16E61570" w:rsidR="00C36EEF" w:rsidRPr="003278AE" w:rsidRDefault="00E9675D" w:rsidP="006318D4">
            <w:pPr>
              <w:spacing w:after="0" w:line="240" w:lineRule="auto"/>
              <w:rPr>
                <w:rFonts w:ascii="Calibri" w:eastAsia="Times New Roman" w:hAnsi="Calibri" w:cs="Calibri"/>
                <w:color w:val="366092"/>
              </w:rPr>
            </w:pPr>
            <w:r w:rsidRPr="003278AE">
              <w:rPr>
                <w:rFonts w:ascii="Calibri" w:eastAsia="Times New Roman" w:hAnsi="Calibri" w:cs="Calibri"/>
                <w:color w:val="366092"/>
              </w:rPr>
              <w:t>a01</w:t>
            </w:r>
            <w:r w:rsidR="003D5D4C" w:rsidRPr="003278AE">
              <w:rPr>
                <w:rFonts w:ascii="Calibri" w:eastAsia="Times New Roman" w:hAnsi="Calibri" w:cs="Calibri"/>
                <w:color w:val="366092"/>
              </w:rPr>
              <w:t>p1Replace</w:t>
            </w:r>
            <w:r w:rsidR="00C36EEF" w:rsidRPr="003278AE">
              <w:rPr>
                <w:rFonts w:ascii="Calibri" w:eastAsia="Times New Roman" w:hAnsi="Calibri" w:cs="Calibri"/>
                <w:color w:val="366092"/>
              </w:rPr>
              <w:t>_annsolution</w:t>
            </w:r>
            <w:r w:rsidR="006318D4" w:rsidRPr="003278AE">
              <w:rPr>
                <w:rFonts w:ascii="Calibri" w:eastAsia="Times New Roman" w:hAnsi="Calibri" w:cs="Calibri"/>
                <w:color w:val="366092"/>
              </w:rPr>
              <w:t>.pdf</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0B8B39D1" w14:textId="77777777" w:rsidR="00C36EEF" w:rsidRPr="003278AE" w:rsidRDefault="00C36EEF" w:rsidP="002776AF">
            <w:pPr>
              <w:spacing w:after="0" w:line="240" w:lineRule="auto"/>
              <w:rPr>
                <w:rFonts w:ascii="Calibri" w:eastAsia="Times New Roman" w:hAnsi="Calibri" w:cs="Calibri"/>
                <w:color w:val="366092"/>
              </w:rPr>
            </w:pPr>
            <w:r w:rsidRPr="003278AE">
              <w:rPr>
                <w:rFonts w:ascii="Calibri" w:eastAsia="Times New Roman" w:hAnsi="Calibri" w:cs="Calibri"/>
                <w:color w:val="366092"/>
              </w:rPr>
              <w:t xml:space="preserve">Online Instructor Resource Center </w:t>
            </w:r>
          </w:p>
        </w:tc>
      </w:tr>
      <w:tr w:rsidR="00C36EEF" w:rsidRPr="003278AE" w14:paraId="63EFB566" w14:textId="77777777" w:rsidTr="002776AF">
        <w:trPr>
          <w:trHeight w:val="300"/>
        </w:trPr>
        <w:tc>
          <w:tcPr>
            <w:tcW w:w="3940" w:type="dxa"/>
            <w:tcBorders>
              <w:top w:val="single" w:sz="4" w:space="0" w:color="auto"/>
              <w:left w:val="single" w:sz="4" w:space="0" w:color="auto"/>
              <w:bottom w:val="nil"/>
              <w:right w:val="nil"/>
            </w:tcBorders>
            <w:shd w:val="clear" w:color="000000" w:fill="FFFFFF"/>
            <w:noWrap/>
            <w:vAlign w:val="bottom"/>
            <w:hideMark/>
          </w:tcPr>
          <w:p w14:paraId="63FD6A6C" w14:textId="77777777" w:rsidR="00C36EEF" w:rsidRPr="003278AE" w:rsidRDefault="00C36EEF" w:rsidP="00C36EEF">
            <w:pPr>
              <w:spacing w:after="0" w:line="240" w:lineRule="auto"/>
              <w:rPr>
                <w:rFonts w:ascii="Calibri" w:eastAsia="Times New Roman" w:hAnsi="Calibri" w:cs="Calibri"/>
                <w:b/>
                <w:color w:val="366092"/>
              </w:rPr>
            </w:pPr>
            <w:r w:rsidRPr="003278AE">
              <w:rPr>
                <w:rFonts w:ascii="Calibri" w:eastAsia="Times New Roman" w:hAnsi="Calibri" w:cs="Calibri"/>
                <w:b/>
                <w:color w:val="366092"/>
              </w:rPr>
              <w:t>Scripted Lecture (Script)</w:t>
            </w:r>
          </w:p>
        </w:tc>
        <w:tc>
          <w:tcPr>
            <w:tcW w:w="3867" w:type="dxa"/>
            <w:tcBorders>
              <w:top w:val="single" w:sz="4" w:space="0" w:color="auto"/>
              <w:left w:val="single" w:sz="4" w:space="0" w:color="auto"/>
              <w:bottom w:val="nil"/>
              <w:right w:val="nil"/>
            </w:tcBorders>
            <w:shd w:val="clear" w:color="000000" w:fill="FFFFFF"/>
            <w:noWrap/>
            <w:vAlign w:val="bottom"/>
            <w:hideMark/>
          </w:tcPr>
          <w:p w14:paraId="0BE8A97F" w14:textId="1BBFF5FA" w:rsidR="00C36EEF" w:rsidRPr="003278AE" w:rsidRDefault="00E9675D" w:rsidP="006318D4">
            <w:pPr>
              <w:spacing w:after="0" w:line="240" w:lineRule="auto"/>
              <w:rPr>
                <w:rFonts w:ascii="Calibri" w:eastAsia="Times New Roman" w:hAnsi="Calibri" w:cs="Calibri"/>
                <w:color w:val="366092"/>
              </w:rPr>
            </w:pPr>
            <w:r w:rsidRPr="003278AE">
              <w:rPr>
                <w:rFonts w:ascii="Calibri" w:eastAsia="Times New Roman" w:hAnsi="Calibri" w:cs="Calibri"/>
                <w:color w:val="366092"/>
              </w:rPr>
              <w:t>a01</w:t>
            </w:r>
            <w:r w:rsidR="00C36EEF" w:rsidRPr="003278AE">
              <w:rPr>
                <w:rFonts w:ascii="Calibri" w:eastAsia="Times New Roman" w:hAnsi="Calibri" w:cs="Calibri"/>
                <w:color w:val="366092"/>
              </w:rPr>
              <w:t>_script</w:t>
            </w:r>
            <w:r w:rsidR="006318D4" w:rsidRPr="003278AE">
              <w:rPr>
                <w:rFonts w:ascii="Calibri" w:eastAsia="Times New Roman" w:hAnsi="Calibri" w:cs="Calibri"/>
                <w:color w:val="366092"/>
              </w:rPr>
              <w:t>.docx</w:t>
            </w:r>
          </w:p>
        </w:tc>
        <w:tc>
          <w:tcPr>
            <w:tcW w:w="2093" w:type="dxa"/>
            <w:vMerge w:val="restart"/>
            <w:tcBorders>
              <w:top w:val="nil"/>
              <w:left w:val="single" w:sz="4" w:space="0" w:color="auto"/>
              <w:bottom w:val="nil"/>
              <w:right w:val="single" w:sz="4" w:space="0" w:color="auto"/>
            </w:tcBorders>
            <w:shd w:val="clear" w:color="000000" w:fill="FFFFFF"/>
            <w:vAlign w:val="center"/>
            <w:hideMark/>
          </w:tcPr>
          <w:p w14:paraId="77BB3511" w14:textId="77777777" w:rsidR="00C36EEF" w:rsidRPr="003278AE" w:rsidRDefault="00C36EEF" w:rsidP="002776AF">
            <w:pPr>
              <w:spacing w:after="0" w:line="240" w:lineRule="auto"/>
              <w:rPr>
                <w:rFonts w:ascii="Calibri" w:eastAsia="Times New Roman" w:hAnsi="Calibri" w:cs="Calibri"/>
                <w:color w:val="366092"/>
              </w:rPr>
            </w:pPr>
            <w:r w:rsidRPr="003278AE">
              <w:rPr>
                <w:rFonts w:ascii="Calibri" w:eastAsia="Times New Roman" w:hAnsi="Calibri" w:cs="Calibri"/>
                <w:color w:val="366092"/>
              </w:rPr>
              <w:t xml:space="preserve">Online Instructor Resource Center </w:t>
            </w:r>
          </w:p>
        </w:tc>
      </w:tr>
      <w:tr w:rsidR="00C36EEF" w:rsidRPr="003278AE" w14:paraId="61A1DBC1" w14:textId="77777777" w:rsidTr="002776AF">
        <w:trPr>
          <w:trHeight w:val="300"/>
        </w:trPr>
        <w:tc>
          <w:tcPr>
            <w:tcW w:w="3940" w:type="dxa"/>
            <w:tcBorders>
              <w:top w:val="nil"/>
              <w:left w:val="single" w:sz="4" w:space="0" w:color="auto"/>
              <w:bottom w:val="nil"/>
              <w:right w:val="nil"/>
            </w:tcBorders>
            <w:shd w:val="clear" w:color="000000" w:fill="FFFFFF"/>
            <w:noWrap/>
            <w:vAlign w:val="bottom"/>
            <w:hideMark/>
          </w:tcPr>
          <w:p w14:paraId="7E0EFD5E" w14:textId="72CE7321" w:rsidR="00C36EEF" w:rsidRPr="003278AE" w:rsidRDefault="00C36EEF" w:rsidP="002776AF">
            <w:pPr>
              <w:spacing w:after="0" w:line="240" w:lineRule="auto"/>
              <w:rPr>
                <w:rFonts w:ascii="Calibri" w:eastAsia="Times New Roman" w:hAnsi="Calibri" w:cs="Calibri"/>
                <w:color w:val="366092"/>
              </w:rPr>
            </w:pPr>
            <w:r w:rsidRPr="003278AE">
              <w:rPr>
                <w:rFonts w:ascii="Calibri" w:eastAsia="Times New Roman" w:hAnsi="Calibri" w:cs="Calibri"/>
                <w:color w:val="366092"/>
              </w:rPr>
              <w:t xml:space="preserve">    Scripted Lecture </w:t>
            </w:r>
            <w:r w:rsidR="002776AF" w:rsidRPr="003278AE">
              <w:rPr>
                <w:rFonts w:ascii="Calibri" w:eastAsia="Times New Roman" w:hAnsi="Calibri" w:cs="Calibri"/>
                <w:color w:val="366092"/>
              </w:rPr>
              <w:t>Data</w:t>
            </w:r>
          </w:p>
        </w:tc>
        <w:tc>
          <w:tcPr>
            <w:tcW w:w="3867" w:type="dxa"/>
            <w:tcBorders>
              <w:top w:val="nil"/>
              <w:left w:val="single" w:sz="4" w:space="0" w:color="auto"/>
              <w:bottom w:val="nil"/>
              <w:right w:val="nil"/>
            </w:tcBorders>
            <w:shd w:val="clear" w:color="000000" w:fill="FFFFFF"/>
            <w:noWrap/>
            <w:vAlign w:val="bottom"/>
            <w:hideMark/>
          </w:tcPr>
          <w:p w14:paraId="201AEDE5" w14:textId="3B2D80AB" w:rsidR="00C36EEF" w:rsidRPr="003278AE" w:rsidRDefault="00E9675D" w:rsidP="002776AF">
            <w:pPr>
              <w:spacing w:after="0" w:line="240" w:lineRule="auto"/>
              <w:rPr>
                <w:rFonts w:ascii="Calibri" w:eastAsia="Times New Roman" w:hAnsi="Calibri" w:cs="Calibri"/>
                <w:color w:val="366092"/>
              </w:rPr>
            </w:pPr>
            <w:r w:rsidRPr="003278AE">
              <w:rPr>
                <w:rFonts w:ascii="Calibri" w:eastAsia="Times New Roman" w:hAnsi="Calibri" w:cs="Calibri"/>
                <w:color w:val="366092"/>
              </w:rPr>
              <w:t>a01</w:t>
            </w:r>
            <w:r w:rsidR="002776AF" w:rsidRPr="003278AE">
              <w:rPr>
                <w:rFonts w:ascii="Calibri" w:eastAsia="Times New Roman" w:hAnsi="Calibri" w:cs="Calibri"/>
                <w:color w:val="366092"/>
              </w:rPr>
              <w:t>_script_data.</w:t>
            </w:r>
            <w:r w:rsidR="00E05F83" w:rsidRPr="003278AE">
              <w:rPr>
                <w:rFonts w:ascii="Calibri" w:eastAsia="Times New Roman" w:hAnsi="Calibri" w:cs="Calibri"/>
                <w:color w:val="366092"/>
              </w:rPr>
              <w:t>accdb</w:t>
            </w:r>
          </w:p>
        </w:tc>
        <w:tc>
          <w:tcPr>
            <w:tcW w:w="2093" w:type="dxa"/>
            <w:vMerge/>
            <w:tcBorders>
              <w:top w:val="nil"/>
              <w:left w:val="single" w:sz="4" w:space="0" w:color="auto"/>
              <w:bottom w:val="nil"/>
              <w:right w:val="single" w:sz="4" w:space="0" w:color="auto"/>
            </w:tcBorders>
            <w:vAlign w:val="center"/>
            <w:hideMark/>
          </w:tcPr>
          <w:p w14:paraId="44252FA6" w14:textId="77777777" w:rsidR="00C36EEF" w:rsidRPr="003278AE" w:rsidRDefault="00C36EEF" w:rsidP="002776AF">
            <w:pPr>
              <w:spacing w:after="0" w:line="240" w:lineRule="auto"/>
              <w:rPr>
                <w:rFonts w:ascii="Calibri" w:eastAsia="Times New Roman" w:hAnsi="Calibri" w:cs="Calibri"/>
                <w:color w:val="366092"/>
              </w:rPr>
            </w:pPr>
          </w:p>
        </w:tc>
      </w:tr>
      <w:tr w:rsidR="00C36EEF" w:rsidRPr="003278AE" w14:paraId="2A9AB9DC" w14:textId="77777777" w:rsidTr="002776AF">
        <w:trPr>
          <w:trHeight w:val="80"/>
        </w:trPr>
        <w:tc>
          <w:tcPr>
            <w:tcW w:w="3940" w:type="dxa"/>
            <w:tcBorders>
              <w:top w:val="nil"/>
              <w:left w:val="single" w:sz="4" w:space="0" w:color="auto"/>
              <w:bottom w:val="nil"/>
              <w:right w:val="nil"/>
            </w:tcBorders>
            <w:shd w:val="clear" w:color="000000" w:fill="FFFFFF"/>
            <w:noWrap/>
            <w:vAlign w:val="bottom"/>
            <w:hideMark/>
          </w:tcPr>
          <w:p w14:paraId="19785CE6" w14:textId="726E0D9F" w:rsidR="00C36EEF" w:rsidRPr="003278AE" w:rsidRDefault="00C36EEF" w:rsidP="002776AF">
            <w:pPr>
              <w:spacing w:after="0" w:line="240" w:lineRule="auto"/>
              <w:rPr>
                <w:rFonts w:ascii="Calibri" w:eastAsia="Times New Roman" w:hAnsi="Calibri" w:cs="Calibri"/>
                <w:color w:val="366092"/>
              </w:rPr>
            </w:pPr>
            <w:r w:rsidRPr="003278AE">
              <w:rPr>
                <w:rFonts w:ascii="Calibri" w:eastAsia="Times New Roman" w:hAnsi="Calibri" w:cs="Calibri"/>
                <w:color w:val="366092"/>
              </w:rPr>
              <w:t xml:space="preserve">    Scripted Lecture</w:t>
            </w:r>
            <w:r w:rsidR="002776AF" w:rsidRPr="003278AE">
              <w:rPr>
                <w:rFonts w:ascii="Calibri" w:eastAsia="Times New Roman" w:hAnsi="Calibri" w:cs="Calibri"/>
                <w:color w:val="366092"/>
              </w:rPr>
              <w:t xml:space="preserve"> Solution</w:t>
            </w:r>
          </w:p>
        </w:tc>
        <w:tc>
          <w:tcPr>
            <w:tcW w:w="3867" w:type="dxa"/>
            <w:tcBorders>
              <w:top w:val="nil"/>
              <w:left w:val="single" w:sz="4" w:space="0" w:color="auto"/>
              <w:bottom w:val="nil"/>
              <w:right w:val="nil"/>
            </w:tcBorders>
            <w:shd w:val="clear" w:color="000000" w:fill="FFFFFF"/>
            <w:noWrap/>
            <w:vAlign w:val="bottom"/>
            <w:hideMark/>
          </w:tcPr>
          <w:p w14:paraId="3990989B" w14:textId="396A05EC" w:rsidR="00C36EEF" w:rsidRPr="003278AE" w:rsidRDefault="00E9675D" w:rsidP="006318D4">
            <w:pPr>
              <w:spacing w:after="0" w:line="240" w:lineRule="auto"/>
              <w:rPr>
                <w:rFonts w:ascii="Calibri" w:eastAsia="Times New Roman" w:hAnsi="Calibri" w:cs="Calibri"/>
                <w:color w:val="366092"/>
              </w:rPr>
            </w:pPr>
            <w:r w:rsidRPr="003278AE">
              <w:rPr>
                <w:rFonts w:ascii="Calibri" w:eastAsia="Times New Roman" w:hAnsi="Calibri" w:cs="Calibri"/>
                <w:color w:val="366092"/>
              </w:rPr>
              <w:t>a01</w:t>
            </w:r>
            <w:r w:rsidR="002776AF" w:rsidRPr="003278AE">
              <w:rPr>
                <w:rFonts w:ascii="Calibri" w:eastAsia="Times New Roman" w:hAnsi="Calibri" w:cs="Calibri"/>
                <w:color w:val="366092"/>
              </w:rPr>
              <w:t>_script_solution.</w:t>
            </w:r>
            <w:r w:rsidR="00E05F83" w:rsidRPr="003278AE">
              <w:rPr>
                <w:rFonts w:ascii="Calibri" w:eastAsia="Times New Roman" w:hAnsi="Calibri" w:cs="Calibri"/>
                <w:color w:val="366092"/>
              </w:rPr>
              <w:t>accdb</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7B3B3CDC" w14:textId="77777777" w:rsidR="00C36EEF" w:rsidRPr="003278AE" w:rsidRDefault="00C36EEF" w:rsidP="002776AF">
            <w:pPr>
              <w:spacing w:after="0" w:line="240" w:lineRule="auto"/>
              <w:rPr>
                <w:rFonts w:ascii="Calibri" w:eastAsia="Times New Roman" w:hAnsi="Calibri" w:cs="Calibri"/>
                <w:color w:val="366092"/>
              </w:rPr>
            </w:pPr>
            <w:r w:rsidRPr="003278AE">
              <w:rPr>
                <w:rFonts w:ascii="Calibri" w:eastAsia="Times New Roman" w:hAnsi="Calibri" w:cs="Calibri"/>
                <w:color w:val="366092"/>
              </w:rPr>
              <w:t> </w:t>
            </w:r>
          </w:p>
        </w:tc>
      </w:tr>
      <w:tr w:rsidR="00C36EEF" w:rsidRPr="003278AE" w14:paraId="3C1CABC0" w14:textId="77777777" w:rsidTr="002776AF">
        <w:trPr>
          <w:trHeight w:val="70"/>
        </w:trPr>
        <w:tc>
          <w:tcPr>
            <w:tcW w:w="3940" w:type="dxa"/>
            <w:tcBorders>
              <w:top w:val="single" w:sz="4" w:space="0" w:color="auto"/>
              <w:left w:val="single" w:sz="4" w:space="0" w:color="auto"/>
              <w:bottom w:val="single" w:sz="4" w:space="0" w:color="auto"/>
              <w:right w:val="nil"/>
            </w:tcBorders>
            <w:shd w:val="clear" w:color="000000" w:fill="FFFFFF"/>
            <w:noWrap/>
            <w:vAlign w:val="bottom"/>
            <w:hideMark/>
          </w:tcPr>
          <w:p w14:paraId="0CD9032B" w14:textId="77777777" w:rsidR="00C36EEF" w:rsidRPr="003278AE" w:rsidRDefault="00C36EEF" w:rsidP="00C36EEF">
            <w:pPr>
              <w:spacing w:after="0" w:line="240" w:lineRule="auto"/>
              <w:rPr>
                <w:rFonts w:ascii="Calibri" w:eastAsia="Times New Roman" w:hAnsi="Calibri" w:cs="Calibri"/>
                <w:b/>
                <w:bCs/>
                <w:color w:val="366092"/>
              </w:rPr>
            </w:pPr>
            <w:r w:rsidRPr="003278AE">
              <w:rPr>
                <w:rFonts w:ascii="Calibri" w:eastAsia="Times New Roman" w:hAnsi="Calibri" w:cs="Calibri"/>
                <w:b/>
                <w:bCs/>
                <w:color w:val="366092"/>
              </w:rPr>
              <w:t>PowerPoint Presentation</w:t>
            </w:r>
          </w:p>
        </w:tc>
        <w:tc>
          <w:tcPr>
            <w:tcW w:w="3867" w:type="dxa"/>
            <w:tcBorders>
              <w:top w:val="single" w:sz="4" w:space="0" w:color="auto"/>
              <w:left w:val="single" w:sz="4" w:space="0" w:color="auto"/>
              <w:bottom w:val="single" w:sz="4" w:space="0" w:color="auto"/>
              <w:right w:val="nil"/>
            </w:tcBorders>
            <w:shd w:val="clear" w:color="000000" w:fill="FFFFFF"/>
            <w:noWrap/>
            <w:vAlign w:val="bottom"/>
            <w:hideMark/>
          </w:tcPr>
          <w:p w14:paraId="7C5B3EB7" w14:textId="28065B37" w:rsidR="00C36EEF" w:rsidRPr="003278AE" w:rsidRDefault="00E9675D" w:rsidP="006318D4">
            <w:pPr>
              <w:spacing w:after="0" w:line="240" w:lineRule="auto"/>
              <w:rPr>
                <w:rFonts w:ascii="Calibri" w:eastAsia="Times New Roman" w:hAnsi="Calibri" w:cs="Calibri"/>
                <w:color w:val="366092"/>
              </w:rPr>
            </w:pPr>
            <w:r w:rsidRPr="003278AE">
              <w:rPr>
                <w:rFonts w:ascii="Calibri" w:eastAsia="Times New Roman" w:hAnsi="Calibri" w:cs="Calibri"/>
                <w:color w:val="366092"/>
              </w:rPr>
              <w:t>a01</w:t>
            </w:r>
            <w:r w:rsidR="002776AF" w:rsidRPr="003278AE">
              <w:rPr>
                <w:rFonts w:ascii="Calibri" w:eastAsia="Times New Roman" w:hAnsi="Calibri" w:cs="Calibri"/>
                <w:color w:val="366092"/>
              </w:rPr>
              <w:t>_</w:t>
            </w:r>
            <w:r w:rsidR="00AE19A3">
              <w:rPr>
                <w:rFonts w:ascii="Calibri" w:eastAsia="Times New Roman" w:hAnsi="Calibri" w:cs="Calibri"/>
                <w:color w:val="366092"/>
              </w:rPr>
              <w:t>powerpoint_accessible</w:t>
            </w:r>
            <w:r w:rsidR="002776AF" w:rsidRPr="003278AE">
              <w:rPr>
                <w:rFonts w:ascii="Calibri" w:eastAsia="Times New Roman" w:hAnsi="Calibri" w:cs="Calibri"/>
                <w:color w:val="366092"/>
              </w:rPr>
              <w:t>.pptx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5381F83A" w14:textId="77777777" w:rsidR="00C36EEF" w:rsidRPr="003278AE" w:rsidRDefault="00C36EEF" w:rsidP="002776AF">
            <w:pPr>
              <w:spacing w:after="0" w:line="240" w:lineRule="auto"/>
              <w:rPr>
                <w:rFonts w:ascii="Calibri" w:eastAsia="Times New Roman" w:hAnsi="Calibri" w:cs="Calibri"/>
                <w:color w:val="366092"/>
              </w:rPr>
            </w:pPr>
            <w:r w:rsidRPr="003278AE">
              <w:rPr>
                <w:rFonts w:ascii="Calibri" w:eastAsia="Times New Roman" w:hAnsi="Calibri" w:cs="Calibri"/>
                <w:color w:val="366092"/>
              </w:rPr>
              <w:t xml:space="preserve">Online Instructor Resource Center </w:t>
            </w:r>
          </w:p>
        </w:tc>
      </w:tr>
      <w:tr w:rsidR="00C36EEF" w:rsidRPr="003278AE" w14:paraId="71045376" w14:textId="77777777" w:rsidTr="002776AF">
        <w:trPr>
          <w:trHeight w:val="600"/>
        </w:trPr>
        <w:tc>
          <w:tcPr>
            <w:tcW w:w="3940" w:type="dxa"/>
            <w:tcBorders>
              <w:top w:val="nil"/>
              <w:left w:val="single" w:sz="4" w:space="0" w:color="auto"/>
              <w:bottom w:val="nil"/>
              <w:right w:val="nil"/>
            </w:tcBorders>
            <w:shd w:val="clear" w:color="000000" w:fill="FFFFFF"/>
            <w:noWrap/>
            <w:vAlign w:val="bottom"/>
            <w:hideMark/>
          </w:tcPr>
          <w:p w14:paraId="32F5C70F" w14:textId="77777777" w:rsidR="00C36EEF" w:rsidRPr="003278AE" w:rsidRDefault="00C36EEF" w:rsidP="00C36EEF">
            <w:pPr>
              <w:spacing w:after="0" w:line="240" w:lineRule="auto"/>
              <w:rPr>
                <w:rFonts w:ascii="Calibri" w:eastAsia="Times New Roman" w:hAnsi="Calibri" w:cs="Calibri"/>
                <w:b/>
                <w:bCs/>
                <w:color w:val="366092"/>
              </w:rPr>
            </w:pPr>
            <w:proofErr w:type="spellStart"/>
            <w:r w:rsidRPr="003278AE">
              <w:rPr>
                <w:rFonts w:ascii="Calibri" w:eastAsia="Times New Roman" w:hAnsi="Calibri" w:cs="Calibri"/>
                <w:b/>
                <w:bCs/>
                <w:color w:val="366092"/>
              </w:rPr>
              <w:t>Testbank</w:t>
            </w:r>
            <w:proofErr w:type="spellEnd"/>
          </w:p>
        </w:tc>
        <w:tc>
          <w:tcPr>
            <w:tcW w:w="3867" w:type="dxa"/>
            <w:tcBorders>
              <w:top w:val="nil"/>
              <w:left w:val="single" w:sz="4" w:space="0" w:color="auto"/>
              <w:bottom w:val="nil"/>
              <w:right w:val="nil"/>
            </w:tcBorders>
            <w:shd w:val="clear" w:color="000000" w:fill="FFFFFF"/>
            <w:noWrap/>
            <w:vAlign w:val="bottom"/>
            <w:hideMark/>
          </w:tcPr>
          <w:p w14:paraId="19E249EB" w14:textId="283A573A" w:rsidR="002776AF" w:rsidRPr="003278AE" w:rsidRDefault="00E9675D" w:rsidP="006318D4">
            <w:pPr>
              <w:spacing w:after="0" w:line="240" w:lineRule="auto"/>
              <w:rPr>
                <w:rFonts w:ascii="Calibri" w:eastAsia="Times New Roman" w:hAnsi="Calibri" w:cs="Calibri"/>
                <w:color w:val="366092"/>
              </w:rPr>
            </w:pPr>
            <w:r w:rsidRPr="003278AE">
              <w:rPr>
                <w:rFonts w:ascii="Calibri" w:eastAsia="Times New Roman" w:hAnsi="Calibri" w:cs="Calibri"/>
                <w:color w:val="366092"/>
              </w:rPr>
              <w:t>a01</w:t>
            </w:r>
            <w:r w:rsidR="00C36EEF" w:rsidRPr="003278AE">
              <w:rPr>
                <w:rFonts w:ascii="Calibri" w:eastAsia="Times New Roman" w:hAnsi="Calibri" w:cs="Calibri"/>
                <w:color w:val="366092"/>
              </w:rPr>
              <w:t>_testbank</w:t>
            </w:r>
            <w:r w:rsidR="002776AF" w:rsidRPr="003278AE">
              <w:rPr>
                <w:rFonts w:ascii="Calibri" w:eastAsia="Times New Roman" w:hAnsi="Calibri" w:cs="Calibri"/>
                <w:color w:val="366092"/>
              </w:rPr>
              <w:t>.doc</w:t>
            </w:r>
            <w:r w:rsidR="00AE19A3">
              <w:rPr>
                <w:rFonts w:ascii="Calibri" w:eastAsia="Times New Roman" w:hAnsi="Calibri" w:cs="Calibri"/>
                <w:color w:val="366092"/>
              </w:rPr>
              <w:t>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193A6A14" w14:textId="77777777" w:rsidR="00C36EEF" w:rsidRPr="003278AE" w:rsidRDefault="00C36EEF" w:rsidP="002776AF">
            <w:pPr>
              <w:spacing w:after="0" w:line="240" w:lineRule="auto"/>
              <w:rPr>
                <w:rFonts w:ascii="Calibri" w:eastAsia="Times New Roman" w:hAnsi="Calibri" w:cs="Calibri"/>
                <w:color w:val="366092"/>
              </w:rPr>
            </w:pPr>
            <w:r w:rsidRPr="003278AE">
              <w:rPr>
                <w:rFonts w:ascii="Calibri" w:eastAsia="Times New Roman" w:hAnsi="Calibri" w:cs="Calibri"/>
                <w:color w:val="366092"/>
              </w:rPr>
              <w:t xml:space="preserve">Online Instructor Resource Center </w:t>
            </w:r>
          </w:p>
        </w:tc>
      </w:tr>
      <w:tr w:rsidR="00C36EEF" w:rsidRPr="003278AE" w14:paraId="7A54BD1A" w14:textId="77777777" w:rsidTr="002776AF">
        <w:trPr>
          <w:trHeight w:val="58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02B9AC" w14:textId="77777777" w:rsidR="00C36EEF" w:rsidRPr="003278AE" w:rsidRDefault="00C36EEF" w:rsidP="00C36EEF">
            <w:pPr>
              <w:spacing w:after="0" w:line="240" w:lineRule="auto"/>
              <w:rPr>
                <w:rFonts w:ascii="Calibri" w:eastAsia="Times New Roman" w:hAnsi="Calibri" w:cs="Calibri"/>
                <w:b/>
                <w:bCs/>
                <w:color w:val="366092"/>
              </w:rPr>
            </w:pPr>
            <w:r w:rsidRPr="003278AE">
              <w:rPr>
                <w:rFonts w:ascii="Calibri" w:eastAsia="Times New Roman" w:hAnsi="Calibri" w:cs="Calibri"/>
                <w:b/>
                <w:bCs/>
                <w:color w:val="366092"/>
              </w:rPr>
              <w:t>Instructor's Manual (lesson plans incl.)</w:t>
            </w:r>
          </w:p>
        </w:tc>
        <w:tc>
          <w:tcPr>
            <w:tcW w:w="3867" w:type="dxa"/>
            <w:tcBorders>
              <w:top w:val="single" w:sz="4" w:space="0" w:color="auto"/>
              <w:left w:val="nil"/>
              <w:bottom w:val="single" w:sz="4" w:space="0" w:color="auto"/>
              <w:right w:val="single" w:sz="4" w:space="0" w:color="auto"/>
            </w:tcBorders>
            <w:shd w:val="clear" w:color="000000" w:fill="FFFFFF"/>
            <w:noWrap/>
            <w:vAlign w:val="bottom"/>
            <w:hideMark/>
          </w:tcPr>
          <w:p w14:paraId="5999D339" w14:textId="52C9DAFE" w:rsidR="00C36EEF" w:rsidRPr="003278AE" w:rsidRDefault="00E9675D" w:rsidP="006318D4">
            <w:pPr>
              <w:spacing w:after="0" w:line="240" w:lineRule="auto"/>
              <w:rPr>
                <w:rFonts w:ascii="Calibri" w:eastAsia="Times New Roman" w:hAnsi="Calibri" w:cs="Calibri"/>
                <w:color w:val="366092"/>
              </w:rPr>
            </w:pPr>
            <w:r w:rsidRPr="003278AE">
              <w:rPr>
                <w:rFonts w:ascii="Calibri" w:eastAsia="Times New Roman" w:hAnsi="Calibri" w:cs="Calibri"/>
                <w:color w:val="366092"/>
              </w:rPr>
              <w:t>a01</w:t>
            </w:r>
            <w:r w:rsidR="00C36EEF" w:rsidRPr="003278AE">
              <w:rPr>
                <w:rFonts w:ascii="Calibri" w:eastAsia="Times New Roman" w:hAnsi="Calibri" w:cs="Calibri"/>
                <w:color w:val="366092"/>
              </w:rPr>
              <w:t>_instructormanual</w:t>
            </w:r>
            <w:r w:rsidR="002776AF" w:rsidRPr="003278AE">
              <w:rPr>
                <w:rFonts w:ascii="Calibri" w:eastAsia="Times New Roman" w:hAnsi="Calibri" w:cs="Calibri"/>
                <w:color w:val="366092"/>
              </w:rPr>
              <w:t>.docx</w:t>
            </w:r>
          </w:p>
        </w:tc>
        <w:tc>
          <w:tcPr>
            <w:tcW w:w="2093" w:type="dxa"/>
            <w:tcBorders>
              <w:top w:val="nil"/>
              <w:left w:val="nil"/>
              <w:bottom w:val="single" w:sz="4" w:space="0" w:color="auto"/>
              <w:right w:val="single" w:sz="4" w:space="0" w:color="auto"/>
            </w:tcBorders>
            <w:shd w:val="clear" w:color="000000" w:fill="FFFFFF"/>
            <w:vAlign w:val="center"/>
            <w:hideMark/>
          </w:tcPr>
          <w:p w14:paraId="7D492671" w14:textId="77777777" w:rsidR="00C36EEF" w:rsidRPr="003278AE" w:rsidRDefault="00C36EEF" w:rsidP="002776AF">
            <w:pPr>
              <w:spacing w:after="0" w:line="240" w:lineRule="auto"/>
              <w:rPr>
                <w:rFonts w:ascii="Calibri" w:eastAsia="Times New Roman" w:hAnsi="Calibri" w:cs="Calibri"/>
                <w:color w:val="366092"/>
              </w:rPr>
            </w:pPr>
            <w:r w:rsidRPr="003278AE">
              <w:rPr>
                <w:rFonts w:ascii="Calibri" w:eastAsia="Times New Roman" w:hAnsi="Calibri" w:cs="Calibri"/>
                <w:color w:val="366092"/>
              </w:rPr>
              <w:t xml:space="preserve">Online Instructor Resource Center </w:t>
            </w:r>
          </w:p>
        </w:tc>
      </w:tr>
      <w:tr w:rsidR="00C36EEF" w:rsidRPr="003278AE" w14:paraId="5C99031E" w14:textId="77777777" w:rsidTr="002776AF">
        <w:trPr>
          <w:trHeight w:val="413"/>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14:paraId="1FE7789F" w14:textId="77777777" w:rsidR="00C36EEF" w:rsidRPr="003278AE" w:rsidRDefault="00C36EEF" w:rsidP="00C36EEF">
            <w:pPr>
              <w:spacing w:after="0" w:line="240" w:lineRule="auto"/>
              <w:rPr>
                <w:rFonts w:ascii="Calibri" w:eastAsia="Times New Roman" w:hAnsi="Calibri" w:cs="Calibri"/>
                <w:b/>
                <w:bCs/>
                <w:color w:val="366092"/>
              </w:rPr>
            </w:pPr>
            <w:r w:rsidRPr="003278AE">
              <w:rPr>
                <w:rFonts w:ascii="Calibri" w:eastAsia="Times New Roman" w:hAnsi="Calibri" w:cs="Calibri"/>
                <w:b/>
                <w:bCs/>
                <w:color w:val="366092"/>
              </w:rPr>
              <w:t>Assignment Sheet</w:t>
            </w:r>
          </w:p>
        </w:tc>
        <w:tc>
          <w:tcPr>
            <w:tcW w:w="3867" w:type="dxa"/>
            <w:tcBorders>
              <w:top w:val="nil"/>
              <w:left w:val="nil"/>
              <w:bottom w:val="single" w:sz="4" w:space="0" w:color="auto"/>
              <w:right w:val="single" w:sz="4" w:space="0" w:color="auto"/>
            </w:tcBorders>
            <w:shd w:val="clear" w:color="000000" w:fill="FFFFFF"/>
            <w:noWrap/>
            <w:vAlign w:val="bottom"/>
            <w:hideMark/>
          </w:tcPr>
          <w:p w14:paraId="0E0B2E14" w14:textId="364D46A2" w:rsidR="00C36EEF" w:rsidRPr="003278AE" w:rsidRDefault="00E9675D" w:rsidP="006318D4">
            <w:pPr>
              <w:spacing w:after="0" w:line="240" w:lineRule="auto"/>
              <w:rPr>
                <w:rFonts w:ascii="Calibri" w:eastAsia="Times New Roman" w:hAnsi="Calibri" w:cs="Calibri"/>
                <w:color w:val="366092"/>
              </w:rPr>
            </w:pPr>
            <w:r w:rsidRPr="003278AE">
              <w:rPr>
                <w:rFonts w:ascii="Calibri" w:eastAsia="Times New Roman" w:hAnsi="Calibri" w:cs="Calibri"/>
                <w:color w:val="366092"/>
              </w:rPr>
              <w:t>a01</w:t>
            </w:r>
            <w:r w:rsidR="00C36EEF" w:rsidRPr="003278AE">
              <w:rPr>
                <w:rFonts w:ascii="Calibri" w:eastAsia="Times New Roman" w:hAnsi="Calibri" w:cs="Calibri"/>
                <w:color w:val="366092"/>
              </w:rPr>
              <w:t>_assignsheet</w:t>
            </w:r>
            <w:r w:rsidR="002776AF" w:rsidRPr="003278AE">
              <w:rPr>
                <w:rFonts w:ascii="Calibri" w:eastAsia="Times New Roman" w:hAnsi="Calibri" w:cs="Calibri"/>
                <w:color w:val="366092"/>
              </w:rPr>
              <w:t>.docx</w:t>
            </w:r>
          </w:p>
        </w:tc>
        <w:tc>
          <w:tcPr>
            <w:tcW w:w="2093" w:type="dxa"/>
            <w:tcBorders>
              <w:top w:val="nil"/>
              <w:left w:val="nil"/>
              <w:bottom w:val="single" w:sz="4" w:space="0" w:color="auto"/>
              <w:right w:val="single" w:sz="4" w:space="0" w:color="auto"/>
            </w:tcBorders>
            <w:shd w:val="clear" w:color="000000" w:fill="FFFFFF"/>
            <w:vAlign w:val="center"/>
            <w:hideMark/>
          </w:tcPr>
          <w:p w14:paraId="5DF35F39" w14:textId="77777777" w:rsidR="00C36EEF" w:rsidRPr="003278AE" w:rsidRDefault="00C36EEF" w:rsidP="002776AF">
            <w:pPr>
              <w:spacing w:after="0" w:line="240" w:lineRule="auto"/>
              <w:rPr>
                <w:rFonts w:ascii="Calibri" w:eastAsia="Times New Roman" w:hAnsi="Calibri" w:cs="Calibri"/>
                <w:color w:val="366092"/>
              </w:rPr>
            </w:pPr>
            <w:r w:rsidRPr="003278AE">
              <w:rPr>
                <w:rFonts w:ascii="Calibri" w:eastAsia="Times New Roman" w:hAnsi="Calibri" w:cs="Calibri"/>
                <w:color w:val="366092"/>
              </w:rPr>
              <w:t xml:space="preserve">Online Instructor Resource Center </w:t>
            </w:r>
          </w:p>
        </w:tc>
      </w:tr>
      <w:tr w:rsidR="00C36EEF" w:rsidRPr="003278AE" w14:paraId="1D0B23BC"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751987F0" w14:textId="77777777" w:rsidR="00C36EEF" w:rsidRPr="003278AE" w:rsidRDefault="00C36EEF" w:rsidP="00C36EEF">
            <w:pPr>
              <w:spacing w:after="0" w:line="240" w:lineRule="auto"/>
              <w:rPr>
                <w:rFonts w:ascii="Calibri" w:eastAsia="Times New Roman" w:hAnsi="Calibri" w:cs="Calibri"/>
                <w:b/>
                <w:bCs/>
                <w:color w:val="366092"/>
              </w:rPr>
            </w:pPr>
            <w:r w:rsidRPr="003278AE">
              <w:rPr>
                <w:rFonts w:ascii="Calibri" w:eastAsia="Times New Roman" w:hAnsi="Calibri" w:cs="Calibri"/>
                <w:b/>
                <w:bCs/>
                <w:color w:val="366092"/>
              </w:rPr>
              <w:t>Prepared Exam (Chapter &amp; App)</w:t>
            </w:r>
          </w:p>
        </w:tc>
        <w:tc>
          <w:tcPr>
            <w:tcW w:w="3867" w:type="dxa"/>
            <w:tcBorders>
              <w:top w:val="nil"/>
              <w:left w:val="nil"/>
              <w:bottom w:val="nil"/>
              <w:right w:val="single" w:sz="4" w:space="0" w:color="auto"/>
            </w:tcBorders>
            <w:shd w:val="clear" w:color="auto" w:fill="auto"/>
            <w:noWrap/>
            <w:vAlign w:val="bottom"/>
            <w:hideMark/>
          </w:tcPr>
          <w:p w14:paraId="6F80ED8F" w14:textId="77777777" w:rsidR="00C36EEF" w:rsidRPr="003278AE" w:rsidRDefault="00C36EEF" w:rsidP="006318D4">
            <w:pPr>
              <w:spacing w:after="0" w:line="240" w:lineRule="auto"/>
              <w:rPr>
                <w:rFonts w:ascii="Calibri" w:eastAsia="Times New Roman" w:hAnsi="Calibri" w:cs="Calibri"/>
                <w:color w:val="366092"/>
              </w:rPr>
            </w:pPr>
            <w:r w:rsidRPr="003278AE">
              <w:rPr>
                <w:rFonts w:ascii="Calibri" w:eastAsia="Times New Roman" w:hAnsi="Calibri" w:cs="Calibri"/>
                <w:color w:val="366092"/>
              </w:rPr>
              <w:t> </w:t>
            </w:r>
          </w:p>
        </w:tc>
        <w:tc>
          <w:tcPr>
            <w:tcW w:w="2093" w:type="dxa"/>
            <w:vMerge w:val="restart"/>
            <w:tcBorders>
              <w:top w:val="nil"/>
              <w:left w:val="single" w:sz="4" w:space="0" w:color="auto"/>
              <w:bottom w:val="nil"/>
              <w:right w:val="single" w:sz="4" w:space="0" w:color="auto"/>
            </w:tcBorders>
            <w:shd w:val="clear" w:color="000000" w:fill="FFFFFF"/>
            <w:vAlign w:val="center"/>
            <w:hideMark/>
          </w:tcPr>
          <w:p w14:paraId="40266C07" w14:textId="77777777" w:rsidR="00C36EEF" w:rsidRPr="003278AE" w:rsidRDefault="00C36EEF" w:rsidP="002776AF">
            <w:pPr>
              <w:spacing w:after="0" w:line="240" w:lineRule="auto"/>
              <w:rPr>
                <w:rFonts w:ascii="Calibri" w:eastAsia="Times New Roman" w:hAnsi="Calibri" w:cs="Calibri"/>
                <w:color w:val="366092"/>
              </w:rPr>
            </w:pPr>
            <w:r w:rsidRPr="003278AE">
              <w:rPr>
                <w:rFonts w:ascii="Calibri" w:eastAsia="Times New Roman" w:hAnsi="Calibri" w:cs="Calibri"/>
                <w:color w:val="366092"/>
              </w:rPr>
              <w:t xml:space="preserve">Online Instructor Resource Center </w:t>
            </w:r>
          </w:p>
        </w:tc>
      </w:tr>
      <w:tr w:rsidR="00C36EEF" w:rsidRPr="003278AE" w14:paraId="75CFF358"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4F6698F2" w14:textId="77777777" w:rsidR="00C36EEF" w:rsidRPr="003278AE" w:rsidRDefault="00C36EEF" w:rsidP="00C36EEF">
            <w:pPr>
              <w:spacing w:after="0" w:line="240" w:lineRule="auto"/>
              <w:rPr>
                <w:rFonts w:ascii="Calibri" w:eastAsia="Times New Roman" w:hAnsi="Calibri" w:cs="Calibri"/>
                <w:color w:val="366092"/>
              </w:rPr>
            </w:pPr>
            <w:r w:rsidRPr="003278AE">
              <w:rPr>
                <w:rFonts w:ascii="Calibri" w:eastAsia="Times New Roman" w:hAnsi="Calibri" w:cs="Calibri"/>
                <w:color w:val="366092"/>
              </w:rPr>
              <w:t xml:space="preserve">      Prepared Exam-Chap instruction</w:t>
            </w:r>
          </w:p>
        </w:tc>
        <w:tc>
          <w:tcPr>
            <w:tcW w:w="3867" w:type="dxa"/>
            <w:tcBorders>
              <w:top w:val="nil"/>
              <w:left w:val="nil"/>
              <w:bottom w:val="nil"/>
              <w:right w:val="single" w:sz="4" w:space="0" w:color="auto"/>
            </w:tcBorders>
            <w:shd w:val="clear" w:color="000000" w:fill="FFFFFF"/>
            <w:noWrap/>
            <w:vAlign w:val="bottom"/>
            <w:hideMark/>
          </w:tcPr>
          <w:p w14:paraId="2E0657DA" w14:textId="619EA66A" w:rsidR="00C36EEF" w:rsidRPr="003278AE" w:rsidRDefault="00E9675D" w:rsidP="006318D4">
            <w:pPr>
              <w:spacing w:after="0" w:line="240" w:lineRule="auto"/>
              <w:rPr>
                <w:rFonts w:ascii="Calibri" w:eastAsia="Times New Roman" w:hAnsi="Calibri" w:cs="Calibri"/>
                <w:color w:val="366092"/>
              </w:rPr>
            </w:pPr>
            <w:r w:rsidRPr="003278AE">
              <w:rPr>
                <w:rFonts w:ascii="Calibri" w:eastAsia="Times New Roman" w:hAnsi="Calibri" w:cs="Calibri"/>
                <w:color w:val="366092"/>
              </w:rPr>
              <w:t>a01</w:t>
            </w:r>
            <w:r w:rsidR="00C36EEF" w:rsidRPr="003278AE">
              <w:rPr>
                <w:rFonts w:ascii="Calibri" w:eastAsia="Times New Roman" w:hAnsi="Calibri" w:cs="Calibri"/>
                <w:color w:val="366092"/>
              </w:rPr>
              <w:t>_exam_chap_instruction</w:t>
            </w:r>
            <w:r w:rsidR="002776AF" w:rsidRPr="003278AE">
              <w:rPr>
                <w:rFonts w:ascii="Calibri" w:eastAsia="Times New Roman" w:hAnsi="Calibri" w:cs="Calibri"/>
                <w:color w:val="366092"/>
              </w:rPr>
              <w:t>.docx</w:t>
            </w:r>
          </w:p>
        </w:tc>
        <w:tc>
          <w:tcPr>
            <w:tcW w:w="2093" w:type="dxa"/>
            <w:vMerge/>
            <w:tcBorders>
              <w:top w:val="nil"/>
              <w:left w:val="single" w:sz="4" w:space="0" w:color="auto"/>
              <w:bottom w:val="nil"/>
              <w:right w:val="single" w:sz="4" w:space="0" w:color="auto"/>
            </w:tcBorders>
            <w:vAlign w:val="center"/>
            <w:hideMark/>
          </w:tcPr>
          <w:p w14:paraId="44651B2A" w14:textId="77777777" w:rsidR="00C36EEF" w:rsidRPr="003278AE" w:rsidRDefault="00C36EEF" w:rsidP="002776AF">
            <w:pPr>
              <w:spacing w:after="0" w:line="240" w:lineRule="auto"/>
              <w:rPr>
                <w:rFonts w:ascii="Calibri" w:eastAsia="Times New Roman" w:hAnsi="Calibri" w:cs="Calibri"/>
                <w:color w:val="366092"/>
              </w:rPr>
            </w:pPr>
          </w:p>
        </w:tc>
      </w:tr>
      <w:tr w:rsidR="00C36EEF" w:rsidRPr="003278AE" w14:paraId="1FA83C6C"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45B7760C" w14:textId="4AC59836" w:rsidR="00C36EEF" w:rsidRPr="003278AE" w:rsidRDefault="00C36EEF" w:rsidP="002776AF">
            <w:pPr>
              <w:spacing w:after="0" w:line="240" w:lineRule="auto"/>
              <w:rPr>
                <w:rFonts w:ascii="Calibri" w:eastAsia="Times New Roman" w:hAnsi="Calibri" w:cs="Calibri"/>
                <w:color w:val="366092"/>
              </w:rPr>
            </w:pPr>
            <w:r w:rsidRPr="003278AE">
              <w:rPr>
                <w:rFonts w:ascii="Calibri" w:eastAsia="Times New Roman" w:hAnsi="Calibri" w:cs="Calibri"/>
                <w:color w:val="366092"/>
              </w:rPr>
              <w:t xml:space="preserve">      Prepared Exam-Chap </w:t>
            </w:r>
            <w:r w:rsidR="002776AF" w:rsidRPr="003278AE">
              <w:rPr>
                <w:rFonts w:ascii="Calibri" w:eastAsia="Times New Roman" w:hAnsi="Calibri" w:cs="Calibri"/>
                <w:color w:val="366092"/>
              </w:rPr>
              <w:t>Data</w:t>
            </w:r>
          </w:p>
        </w:tc>
        <w:tc>
          <w:tcPr>
            <w:tcW w:w="3867" w:type="dxa"/>
            <w:tcBorders>
              <w:top w:val="nil"/>
              <w:left w:val="nil"/>
              <w:bottom w:val="nil"/>
              <w:right w:val="single" w:sz="4" w:space="0" w:color="auto"/>
            </w:tcBorders>
            <w:shd w:val="clear" w:color="000000" w:fill="FFFFFF"/>
            <w:noWrap/>
            <w:vAlign w:val="bottom"/>
            <w:hideMark/>
          </w:tcPr>
          <w:p w14:paraId="2A388699" w14:textId="39833848" w:rsidR="00C36EEF" w:rsidRPr="003278AE" w:rsidRDefault="00E9675D" w:rsidP="002776AF">
            <w:pPr>
              <w:spacing w:after="0" w:line="240" w:lineRule="auto"/>
              <w:rPr>
                <w:rFonts w:ascii="Calibri" w:eastAsia="Times New Roman" w:hAnsi="Calibri" w:cs="Calibri"/>
                <w:color w:val="366092"/>
              </w:rPr>
            </w:pPr>
            <w:r w:rsidRPr="003278AE">
              <w:rPr>
                <w:rFonts w:ascii="Calibri" w:eastAsia="Times New Roman" w:hAnsi="Calibri" w:cs="Calibri"/>
                <w:color w:val="366092"/>
              </w:rPr>
              <w:t>a01</w:t>
            </w:r>
            <w:r w:rsidR="00C36EEF" w:rsidRPr="003278AE">
              <w:rPr>
                <w:rFonts w:ascii="Calibri" w:eastAsia="Times New Roman" w:hAnsi="Calibri" w:cs="Calibri"/>
                <w:color w:val="366092"/>
              </w:rPr>
              <w:t>_exam_chap_</w:t>
            </w:r>
            <w:r w:rsidR="002776AF" w:rsidRPr="003278AE">
              <w:rPr>
                <w:rFonts w:ascii="Calibri" w:eastAsia="Times New Roman" w:hAnsi="Calibri" w:cs="Calibri"/>
                <w:color w:val="366092"/>
              </w:rPr>
              <w:t>data.</w:t>
            </w:r>
            <w:r w:rsidR="00E05F83" w:rsidRPr="003278AE">
              <w:rPr>
                <w:rFonts w:ascii="Calibri" w:eastAsia="Times New Roman" w:hAnsi="Calibri" w:cs="Calibri"/>
                <w:color w:val="366092"/>
              </w:rPr>
              <w:t>accdb</w:t>
            </w:r>
          </w:p>
        </w:tc>
        <w:tc>
          <w:tcPr>
            <w:tcW w:w="2093" w:type="dxa"/>
            <w:vMerge/>
            <w:tcBorders>
              <w:top w:val="nil"/>
              <w:left w:val="single" w:sz="4" w:space="0" w:color="auto"/>
              <w:bottom w:val="nil"/>
              <w:right w:val="single" w:sz="4" w:space="0" w:color="auto"/>
            </w:tcBorders>
            <w:vAlign w:val="center"/>
            <w:hideMark/>
          </w:tcPr>
          <w:p w14:paraId="5590660F" w14:textId="77777777" w:rsidR="00C36EEF" w:rsidRPr="003278AE" w:rsidRDefault="00C36EEF" w:rsidP="002776AF">
            <w:pPr>
              <w:spacing w:after="0" w:line="240" w:lineRule="auto"/>
              <w:rPr>
                <w:rFonts w:ascii="Calibri" w:eastAsia="Times New Roman" w:hAnsi="Calibri" w:cs="Calibri"/>
                <w:color w:val="366092"/>
              </w:rPr>
            </w:pPr>
          </w:p>
        </w:tc>
      </w:tr>
      <w:tr w:rsidR="00C36EEF" w:rsidRPr="003278AE" w14:paraId="6BD8662B"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1422AF16" w14:textId="2F301205" w:rsidR="00C36EEF" w:rsidRPr="003278AE" w:rsidRDefault="00C36EEF" w:rsidP="002776AF">
            <w:pPr>
              <w:spacing w:after="0" w:line="240" w:lineRule="auto"/>
              <w:rPr>
                <w:rFonts w:ascii="Calibri" w:eastAsia="Times New Roman" w:hAnsi="Calibri" w:cs="Calibri"/>
                <w:color w:val="366092"/>
              </w:rPr>
            </w:pPr>
            <w:r w:rsidRPr="003278AE">
              <w:rPr>
                <w:rFonts w:ascii="Calibri" w:eastAsia="Times New Roman" w:hAnsi="Calibri" w:cs="Calibri"/>
                <w:color w:val="366092"/>
              </w:rPr>
              <w:t xml:space="preserve">      Prepared Exam-Chap </w:t>
            </w:r>
            <w:r w:rsidR="002776AF" w:rsidRPr="003278AE">
              <w:rPr>
                <w:rFonts w:ascii="Calibri" w:eastAsia="Times New Roman" w:hAnsi="Calibri" w:cs="Calibri"/>
                <w:color w:val="366092"/>
              </w:rPr>
              <w:t>Solution</w:t>
            </w:r>
          </w:p>
        </w:tc>
        <w:tc>
          <w:tcPr>
            <w:tcW w:w="3867" w:type="dxa"/>
            <w:tcBorders>
              <w:top w:val="nil"/>
              <w:left w:val="nil"/>
              <w:bottom w:val="nil"/>
              <w:right w:val="single" w:sz="4" w:space="0" w:color="auto"/>
            </w:tcBorders>
            <w:shd w:val="clear" w:color="000000" w:fill="FFFFFF"/>
            <w:noWrap/>
            <w:vAlign w:val="bottom"/>
            <w:hideMark/>
          </w:tcPr>
          <w:p w14:paraId="11A3AD25" w14:textId="43888C42" w:rsidR="00C36EEF" w:rsidRPr="003278AE" w:rsidRDefault="00E9675D" w:rsidP="006318D4">
            <w:pPr>
              <w:spacing w:after="0" w:line="240" w:lineRule="auto"/>
              <w:rPr>
                <w:rFonts w:ascii="Calibri" w:eastAsia="Times New Roman" w:hAnsi="Calibri" w:cs="Calibri"/>
                <w:color w:val="366092"/>
              </w:rPr>
            </w:pPr>
            <w:r w:rsidRPr="003278AE">
              <w:rPr>
                <w:rFonts w:ascii="Calibri" w:eastAsia="Times New Roman" w:hAnsi="Calibri" w:cs="Calibri"/>
                <w:color w:val="366092"/>
              </w:rPr>
              <w:t>a01</w:t>
            </w:r>
            <w:r w:rsidR="002776AF" w:rsidRPr="003278AE">
              <w:rPr>
                <w:rFonts w:ascii="Calibri" w:eastAsia="Times New Roman" w:hAnsi="Calibri" w:cs="Calibri"/>
                <w:color w:val="366092"/>
              </w:rPr>
              <w:t>_exam_chap_solution.</w:t>
            </w:r>
            <w:r w:rsidR="00E05F83" w:rsidRPr="003278AE">
              <w:rPr>
                <w:rFonts w:ascii="Calibri" w:eastAsia="Times New Roman" w:hAnsi="Calibri" w:cs="Calibri"/>
                <w:color w:val="366092"/>
              </w:rPr>
              <w:t>accdb</w:t>
            </w:r>
          </w:p>
        </w:tc>
        <w:tc>
          <w:tcPr>
            <w:tcW w:w="2093" w:type="dxa"/>
            <w:vMerge/>
            <w:tcBorders>
              <w:top w:val="nil"/>
              <w:left w:val="single" w:sz="4" w:space="0" w:color="auto"/>
              <w:bottom w:val="nil"/>
              <w:right w:val="single" w:sz="4" w:space="0" w:color="auto"/>
            </w:tcBorders>
            <w:vAlign w:val="center"/>
            <w:hideMark/>
          </w:tcPr>
          <w:p w14:paraId="4F36293A" w14:textId="77777777" w:rsidR="00C36EEF" w:rsidRPr="003278AE" w:rsidRDefault="00C36EEF" w:rsidP="002776AF">
            <w:pPr>
              <w:spacing w:after="0" w:line="240" w:lineRule="auto"/>
              <w:rPr>
                <w:rFonts w:ascii="Calibri" w:eastAsia="Times New Roman" w:hAnsi="Calibri" w:cs="Calibri"/>
                <w:color w:val="366092"/>
              </w:rPr>
            </w:pPr>
          </w:p>
        </w:tc>
      </w:tr>
      <w:tr w:rsidR="00C36EEF" w:rsidRPr="003278AE" w14:paraId="2D010CF4"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67D46020" w14:textId="1B93D094" w:rsidR="00C36EEF" w:rsidRPr="003278AE" w:rsidRDefault="00C36EEF" w:rsidP="00C36EEF">
            <w:pPr>
              <w:spacing w:after="0" w:line="240" w:lineRule="auto"/>
              <w:rPr>
                <w:rFonts w:ascii="Calibri" w:eastAsia="Times New Roman" w:hAnsi="Calibri" w:cs="Calibri"/>
                <w:color w:val="366092"/>
              </w:rPr>
            </w:pPr>
            <w:r w:rsidRPr="003278AE">
              <w:rPr>
                <w:rFonts w:ascii="Calibri" w:eastAsia="Times New Roman" w:hAnsi="Calibri" w:cs="Calibri"/>
                <w:color w:val="366092"/>
              </w:rPr>
              <w:t xml:space="preserve">      Prepared Exam-Chap Annot</w:t>
            </w:r>
            <w:r w:rsidR="00540A28" w:rsidRPr="003278AE">
              <w:rPr>
                <w:rFonts w:ascii="Calibri" w:eastAsia="Times New Roman" w:hAnsi="Calibri" w:cs="Calibri"/>
                <w:color w:val="366092"/>
              </w:rPr>
              <w:t>at</w:t>
            </w:r>
            <w:r w:rsidRPr="003278AE">
              <w:rPr>
                <w:rFonts w:ascii="Calibri" w:eastAsia="Times New Roman" w:hAnsi="Calibri" w:cs="Calibri"/>
                <w:color w:val="366092"/>
              </w:rPr>
              <w:t>ed Sol.</w:t>
            </w:r>
          </w:p>
        </w:tc>
        <w:tc>
          <w:tcPr>
            <w:tcW w:w="3867" w:type="dxa"/>
            <w:tcBorders>
              <w:top w:val="nil"/>
              <w:left w:val="nil"/>
              <w:bottom w:val="nil"/>
              <w:right w:val="single" w:sz="4" w:space="0" w:color="auto"/>
            </w:tcBorders>
            <w:shd w:val="clear" w:color="000000" w:fill="FFFFFF"/>
            <w:noWrap/>
            <w:vAlign w:val="bottom"/>
            <w:hideMark/>
          </w:tcPr>
          <w:p w14:paraId="5978AA07" w14:textId="7FABB667" w:rsidR="00C36EEF" w:rsidRPr="003278AE" w:rsidRDefault="00E9675D" w:rsidP="006318D4">
            <w:pPr>
              <w:spacing w:after="0" w:line="240" w:lineRule="auto"/>
              <w:rPr>
                <w:rFonts w:ascii="Calibri" w:eastAsia="Times New Roman" w:hAnsi="Calibri" w:cs="Calibri"/>
                <w:color w:val="366092"/>
              </w:rPr>
            </w:pPr>
            <w:r w:rsidRPr="003278AE">
              <w:rPr>
                <w:rFonts w:ascii="Calibri" w:eastAsia="Times New Roman" w:hAnsi="Calibri" w:cs="Calibri"/>
                <w:color w:val="366092"/>
              </w:rPr>
              <w:t>a01</w:t>
            </w:r>
            <w:r w:rsidR="00C36EEF" w:rsidRPr="003278AE">
              <w:rPr>
                <w:rFonts w:ascii="Calibri" w:eastAsia="Times New Roman" w:hAnsi="Calibri" w:cs="Calibri"/>
                <w:color w:val="366092"/>
              </w:rPr>
              <w:t>_exam_chap_annsolution</w:t>
            </w:r>
            <w:r w:rsidR="002776AF" w:rsidRPr="003278AE">
              <w:rPr>
                <w:rFonts w:ascii="Calibri" w:eastAsia="Times New Roman" w:hAnsi="Calibri" w:cs="Calibri"/>
                <w:color w:val="366092"/>
              </w:rPr>
              <w:t>.pdf</w:t>
            </w:r>
          </w:p>
        </w:tc>
        <w:tc>
          <w:tcPr>
            <w:tcW w:w="2093" w:type="dxa"/>
            <w:vMerge/>
            <w:tcBorders>
              <w:top w:val="nil"/>
              <w:left w:val="single" w:sz="4" w:space="0" w:color="auto"/>
              <w:bottom w:val="nil"/>
              <w:right w:val="single" w:sz="4" w:space="0" w:color="auto"/>
            </w:tcBorders>
            <w:vAlign w:val="center"/>
            <w:hideMark/>
          </w:tcPr>
          <w:p w14:paraId="051FB8CC" w14:textId="77777777" w:rsidR="00C36EEF" w:rsidRPr="003278AE" w:rsidRDefault="00C36EEF" w:rsidP="002776AF">
            <w:pPr>
              <w:spacing w:after="0" w:line="240" w:lineRule="auto"/>
              <w:rPr>
                <w:rFonts w:ascii="Calibri" w:eastAsia="Times New Roman" w:hAnsi="Calibri" w:cs="Calibri"/>
                <w:color w:val="366092"/>
              </w:rPr>
            </w:pPr>
          </w:p>
        </w:tc>
      </w:tr>
      <w:tr w:rsidR="00C36EEF" w:rsidRPr="003278AE" w14:paraId="1F6A0C3E"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1C5AB1E0" w14:textId="77777777" w:rsidR="00C36EEF" w:rsidRPr="003278AE" w:rsidRDefault="00C36EEF" w:rsidP="00C36EEF">
            <w:pPr>
              <w:spacing w:after="0" w:line="240" w:lineRule="auto"/>
              <w:rPr>
                <w:rFonts w:ascii="Calibri" w:eastAsia="Times New Roman" w:hAnsi="Calibri" w:cs="Calibri"/>
                <w:color w:val="366092"/>
              </w:rPr>
            </w:pPr>
            <w:r w:rsidRPr="003278AE">
              <w:rPr>
                <w:rFonts w:ascii="Calibri" w:eastAsia="Times New Roman" w:hAnsi="Calibri" w:cs="Calibri"/>
                <w:color w:val="366092"/>
              </w:rPr>
              <w:t xml:space="preserve">      Prepared Exam-Chap Scorecard</w:t>
            </w:r>
          </w:p>
        </w:tc>
        <w:tc>
          <w:tcPr>
            <w:tcW w:w="3867" w:type="dxa"/>
            <w:tcBorders>
              <w:top w:val="nil"/>
              <w:left w:val="nil"/>
              <w:bottom w:val="nil"/>
              <w:right w:val="single" w:sz="4" w:space="0" w:color="auto"/>
            </w:tcBorders>
            <w:shd w:val="clear" w:color="000000" w:fill="FFFFFF"/>
            <w:noWrap/>
            <w:vAlign w:val="bottom"/>
            <w:hideMark/>
          </w:tcPr>
          <w:p w14:paraId="5E66B1EB" w14:textId="27A4174C" w:rsidR="00C36EEF" w:rsidRPr="003278AE" w:rsidRDefault="00E9675D" w:rsidP="006318D4">
            <w:pPr>
              <w:spacing w:after="0" w:line="240" w:lineRule="auto"/>
              <w:rPr>
                <w:rFonts w:ascii="Calibri" w:eastAsia="Times New Roman" w:hAnsi="Calibri" w:cs="Calibri"/>
                <w:color w:val="366092"/>
              </w:rPr>
            </w:pPr>
            <w:r w:rsidRPr="003278AE">
              <w:rPr>
                <w:rFonts w:ascii="Calibri" w:eastAsia="Times New Roman" w:hAnsi="Calibri" w:cs="Calibri"/>
                <w:color w:val="366092"/>
              </w:rPr>
              <w:t>a01</w:t>
            </w:r>
            <w:r w:rsidR="00C36EEF" w:rsidRPr="003278AE">
              <w:rPr>
                <w:rFonts w:ascii="Calibri" w:eastAsia="Times New Roman" w:hAnsi="Calibri" w:cs="Calibri"/>
                <w:color w:val="366092"/>
              </w:rPr>
              <w:t>_exam_chap_scorecard</w:t>
            </w:r>
            <w:r w:rsidR="002776AF" w:rsidRPr="003278AE">
              <w:rPr>
                <w:rFonts w:ascii="Calibri" w:eastAsia="Times New Roman" w:hAnsi="Calibri" w:cs="Calibri"/>
                <w:color w:val="366092"/>
              </w:rPr>
              <w:t>.</w:t>
            </w:r>
            <w:r w:rsidR="005336EB">
              <w:rPr>
                <w:rFonts w:ascii="Calibri" w:eastAsia="Times New Roman" w:hAnsi="Calibri" w:cs="Calibri"/>
                <w:color w:val="366092"/>
              </w:rPr>
              <w:t>xlsx</w:t>
            </w:r>
          </w:p>
        </w:tc>
        <w:tc>
          <w:tcPr>
            <w:tcW w:w="2093" w:type="dxa"/>
            <w:vMerge/>
            <w:tcBorders>
              <w:top w:val="nil"/>
              <w:left w:val="single" w:sz="4" w:space="0" w:color="auto"/>
              <w:bottom w:val="nil"/>
              <w:right w:val="single" w:sz="4" w:space="0" w:color="auto"/>
            </w:tcBorders>
            <w:vAlign w:val="center"/>
            <w:hideMark/>
          </w:tcPr>
          <w:p w14:paraId="24C47285" w14:textId="77777777" w:rsidR="00C36EEF" w:rsidRPr="003278AE" w:rsidRDefault="00C36EEF" w:rsidP="002776AF">
            <w:pPr>
              <w:spacing w:after="0" w:line="240" w:lineRule="auto"/>
              <w:rPr>
                <w:rFonts w:ascii="Calibri" w:eastAsia="Times New Roman" w:hAnsi="Calibri" w:cs="Calibri"/>
                <w:color w:val="366092"/>
              </w:rPr>
            </w:pPr>
          </w:p>
        </w:tc>
      </w:tr>
      <w:tr w:rsidR="00C36EEF" w:rsidRPr="003278AE" w14:paraId="7F4BA8A4" w14:textId="77777777" w:rsidTr="002776AF">
        <w:trPr>
          <w:trHeight w:val="300"/>
        </w:trPr>
        <w:tc>
          <w:tcPr>
            <w:tcW w:w="3940" w:type="dxa"/>
            <w:tcBorders>
              <w:top w:val="single" w:sz="4" w:space="0" w:color="auto"/>
              <w:left w:val="single" w:sz="4" w:space="0" w:color="auto"/>
              <w:bottom w:val="nil"/>
              <w:right w:val="single" w:sz="4" w:space="0" w:color="auto"/>
            </w:tcBorders>
            <w:shd w:val="clear" w:color="000000" w:fill="FFFFFF"/>
            <w:noWrap/>
            <w:vAlign w:val="bottom"/>
            <w:hideMark/>
          </w:tcPr>
          <w:p w14:paraId="42647BA4" w14:textId="77777777" w:rsidR="00C36EEF" w:rsidRPr="003278AE" w:rsidRDefault="00C36EEF" w:rsidP="00C36EEF">
            <w:pPr>
              <w:spacing w:after="0" w:line="240" w:lineRule="auto"/>
              <w:rPr>
                <w:rFonts w:ascii="Calibri" w:eastAsia="Times New Roman" w:hAnsi="Calibri" w:cs="Calibri"/>
                <w:color w:val="366092"/>
              </w:rPr>
            </w:pPr>
            <w:r w:rsidRPr="003278AE">
              <w:rPr>
                <w:rFonts w:ascii="Calibri" w:eastAsia="Times New Roman" w:hAnsi="Calibri" w:cs="Calibri"/>
                <w:color w:val="366092"/>
              </w:rPr>
              <w:t xml:space="preserve">      Prepared Exam-App instruction</w:t>
            </w:r>
          </w:p>
        </w:tc>
        <w:tc>
          <w:tcPr>
            <w:tcW w:w="3867" w:type="dxa"/>
            <w:tcBorders>
              <w:top w:val="single" w:sz="4" w:space="0" w:color="auto"/>
              <w:left w:val="nil"/>
              <w:bottom w:val="nil"/>
              <w:right w:val="single" w:sz="4" w:space="0" w:color="auto"/>
            </w:tcBorders>
            <w:shd w:val="clear" w:color="000000" w:fill="FFFFFF"/>
            <w:noWrap/>
            <w:vAlign w:val="bottom"/>
            <w:hideMark/>
          </w:tcPr>
          <w:p w14:paraId="23E8299B" w14:textId="48FA88AD" w:rsidR="00C36EEF" w:rsidRPr="003278AE" w:rsidRDefault="00E9675D" w:rsidP="006318D4">
            <w:pPr>
              <w:spacing w:after="0" w:line="240" w:lineRule="auto"/>
              <w:rPr>
                <w:rFonts w:ascii="Calibri" w:eastAsia="Times New Roman" w:hAnsi="Calibri" w:cs="Calibri"/>
                <w:color w:val="366092"/>
              </w:rPr>
            </w:pPr>
            <w:r w:rsidRPr="003278AE">
              <w:rPr>
                <w:rFonts w:ascii="Calibri" w:eastAsia="Times New Roman" w:hAnsi="Calibri" w:cs="Calibri"/>
                <w:color w:val="366092"/>
              </w:rPr>
              <w:t>a0</w:t>
            </w:r>
            <w:r w:rsidR="00D60DE5">
              <w:rPr>
                <w:rFonts w:ascii="Calibri" w:eastAsia="Times New Roman" w:hAnsi="Calibri" w:cs="Calibri"/>
                <w:color w:val="366092"/>
              </w:rPr>
              <w:t>1</w:t>
            </w:r>
            <w:r w:rsidR="00C36EEF" w:rsidRPr="003278AE">
              <w:rPr>
                <w:rFonts w:ascii="Calibri" w:eastAsia="Times New Roman" w:hAnsi="Calibri" w:cs="Calibri"/>
                <w:color w:val="366092"/>
              </w:rPr>
              <w:t>_</w:t>
            </w:r>
            <w:r w:rsidR="007C16DD" w:rsidRPr="003278AE">
              <w:rPr>
                <w:rFonts w:ascii="Calibri" w:eastAsia="Times New Roman" w:hAnsi="Calibri" w:cs="Calibri"/>
                <w:color w:val="366092"/>
              </w:rPr>
              <w:t>cumexam_</w:t>
            </w:r>
            <w:r w:rsidR="00C36EEF" w:rsidRPr="003278AE">
              <w:rPr>
                <w:rFonts w:ascii="Calibri" w:eastAsia="Times New Roman" w:hAnsi="Calibri" w:cs="Calibri"/>
                <w:color w:val="366092"/>
              </w:rPr>
              <w:t>instruction</w:t>
            </w:r>
            <w:r w:rsidR="002776AF" w:rsidRPr="003278AE">
              <w:rPr>
                <w:rFonts w:ascii="Calibri" w:eastAsia="Times New Roman" w:hAnsi="Calibri" w:cs="Calibri"/>
                <w:color w:val="366092"/>
              </w:rPr>
              <w:t>.docx</w:t>
            </w:r>
          </w:p>
        </w:tc>
        <w:tc>
          <w:tcPr>
            <w:tcW w:w="2093" w:type="dxa"/>
            <w:tcBorders>
              <w:top w:val="nil"/>
              <w:left w:val="nil"/>
              <w:bottom w:val="nil"/>
              <w:right w:val="single" w:sz="4" w:space="0" w:color="auto"/>
            </w:tcBorders>
            <w:shd w:val="clear" w:color="000000" w:fill="FFFFFF"/>
            <w:vAlign w:val="center"/>
            <w:hideMark/>
          </w:tcPr>
          <w:p w14:paraId="1C90EFC9" w14:textId="77777777" w:rsidR="00C36EEF" w:rsidRPr="003278AE" w:rsidRDefault="00C36EEF" w:rsidP="002776AF">
            <w:pPr>
              <w:spacing w:after="0" w:line="240" w:lineRule="auto"/>
              <w:rPr>
                <w:rFonts w:ascii="Calibri" w:eastAsia="Times New Roman" w:hAnsi="Calibri" w:cs="Calibri"/>
                <w:color w:val="366092"/>
              </w:rPr>
            </w:pPr>
            <w:r w:rsidRPr="003278AE">
              <w:rPr>
                <w:rFonts w:ascii="Calibri" w:eastAsia="Times New Roman" w:hAnsi="Calibri" w:cs="Calibri"/>
                <w:color w:val="366092"/>
              </w:rPr>
              <w:t> </w:t>
            </w:r>
          </w:p>
        </w:tc>
      </w:tr>
      <w:tr w:rsidR="00C36EEF" w:rsidRPr="003278AE" w14:paraId="6A6FD9E1"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14918561" w14:textId="22C07DDD" w:rsidR="00C36EEF" w:rsidRPr="003278AE" w:rsidRDefault="00C36EEF" w:rsidP="002776AF">
            <w:pPr>
              <w:spacing w:after="0" w:line="240" w:lineRule="auto"/>
              <w:rPr>
                <w:rFonts w:ascii="Calibri" w:eastAsia="Times New Roman" w:hAnsi="Calibri" w:cs="Calibri"/>
                <w:color w:val="366092"/>
              </w:rPr>
            </w:pPr>
            <w:r w:rsidRPr="003278AE">
              <w:rPr>
                <w:rFonts w:ascii="Calibri" w:eastAsia="Times New Roman" w:hAnsi="Calibri" w:cs="Calibri"/>
                <w:color w:val="366092"/>
              </w:rPr>
              <w:t xml:space="preserve">      Prepared Exam-App </w:t>
            </w:r>
            <w:r w:rsidR="002776AF" w:rsidRPr="003278AE">
              <w:rPr>
                <w:rFonts w:ascii="Calibri" w:eastAsia="Times New Roman" w:hAnsi="Calibri" w:cs="Calibri"/>
                <w:color w:val="366092"/>
              </w:rPr>
              <w:t>Data</w:t>
            </w:r>
          </w:p>
        </w:tc>
        <w:tc>
          <w:tcPr>
            <w:tcW w:w="3867" w:type="dxa"/>
            <w:tcBorders>
              <w:top w:val="nil"/>
              <w:left w:val="nil"/>
              <w:bottom w:val="nil"/>
              <w:right w:val="single" w:sz="4" w:space="0" w:color="auto"/>
            </w:tcBorders>
            <w:shd w:val="clear" w:color="000000" w:fill="FFFFFF"/>
            <w:noWrap/>
            <w:vAlign w:val="bottom"/>
            <w:hideMark/>
          </w:tcPr>
          <w:p w14:paraId="2DB69FFF" w14:textId="32844100" w:rsidR="00C36EEF" w:rsidRPr="003278AE" w:rsidRDefault="00E9675D" w:rsidP="002776AF">
            <w:pPr>
              <w:spacing w:after="0" w:line="240" w:lineRule="auto"/>
              <w:rPr>
                <w:rFonts w:ascii="Calibri" w:eastAsia="Times New Roman" w:hAnsi="Calibri" w:cs="Calibri"/>
                <w:color w:val="366092"/>
              </w:rPr>
            </w:pPr>
            <w:r w:rsidRPr="003278AE">
              <w:rPr>
                <w:rFonts w:ascii="Calibri" w:eastAsia="Times New Roman" w:hAnsi="Calibri" w:cs="Calibri"/>
                <w:color w:val="366092"/>
              </w:rPr>
              <w:t>a0</w:t>
            </w:r>
            <w:r w:rsidR="00D60DE5">
              <w:rPr>
                <w:rFonts w:ascii="Calibri" w:eastAsia="Times New Roman" w:hAnsi="Calibri" w:cs="Calibri"/>
                <w:color w:val="366092"/>
              </w:rPr>
              <w:t>1</w:t>
            </w:r>
            <w:r w:rsidR="00C36EEF" w:rsidRPr="003278AE">
              <w:rPr>
                <w:rFonts w:ascii="Calibri" w:eastAsia="Times New Roman" w:hAnsi="Calibri" w:cs="Calibri"/>
                <w:color w:val="366092"/>
              </w:rPr>
              <w:t>_</w:t>
            </w:r>
            <w:r w:rsidR="007C16DD" w:rsidRPr="003278AE">
              <w:rPr>
                <w:rFonts w:ascii="Calibri" w:eastAsia="Times New Roman" w:hAnsi="Calibri" w:cs="Calibri"/>
                <w:color w:val="366092"/>
              </w:rPr>
              <w:t>cumexam_</w:t>
            </w:r>
            <w:r w:rsidR="002776AF" w:rsidRPr="003278AE">
              <w:rPr>
                <w:rFonts w:ascii="Calibri" w:eastAsia="Times New Roman" w:hAnsi="Calibri" w:cs="Calibri"/>
                <w:color w:val="366092"/>
              </w:rPr>
              <w:t>data.</w:t>
            </w:r>
            <w:r w:rsidR="00E05F83" w:rsidRPr="003278AE">
              <w:rPr>
                <w:rFonts w:ascii="Calibri" w:eastAsia="Times New Roman" w:hAnsi="Calibri" w:cs="Calibri"/>
                <w:color w:val="366092"/>
              </w:rPr>
              <w:t>accdb</w:t>
            </w:r>
          </w:p>
        </w:tc>
        <w:tc>
          <w:tcPr>
            <w:tcW w:w="2093" w:type="dxa"/>
            <w:tcBorders>
              <w:top w:val="nil"/>
              <w:left w:val="nil"/>
              <w:bottom w:val="nil"/>
              <w:right w:val="single" w:sz="4" w:space="0" w:color="auto"/>
            </w:tcBorders>
            <w:shd w:val="clear" w:color="000000" w:fill="FFFFFF"/>
            <w:vAlign w:val="center"/>
            <w:hideMark/>
          </w:tcPr>
          <w:p w14:paraId="5224D799" w14:textId="77777777" w:rsidR="00C36EEF" w:rsidRPr="003278AE" w:rsidRDefault="00C36EEF" w:rsidP="002776AF">
            <w:pPr>
              <w:spacing w:after="0" w:line="240" w:lineRule="auto"/>
              <w:rPr>
                <w:rFonts w:ascii="Calibri" w:eastAsia="Times New Roman" w:hAnsi="Calibri" w:cs="Calibri"/>
                <w:color w:val="366092"/>
              </w:rPr>
            </w:pPr>
            <w:r w:rsidRPr="003278AE">
              <w:rPr>
                <w:rFonts w:ascii="Calibri" w:eastAsia="Times New Roman" w:hAnsi="Calibri" w:cs="Calibri"/>
                <w:color w:val="366092"/>
              </w:rPr>
              <w:t> </w:t>
            </w:r>
          </w:p>
        </w:tc>
      </w:tr>
      <w:tr w:rsidR="00C36EEF" w:rsidRPr="003278AE" w14:paraId="39A5B4F4"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600669A6" w14:textId="0B12EB84" w:rsidR="00C36EEF" w:rsidRPr="003278AE" w:rsidRDefault="00C36EEF" w:rsidP="002776AF">
            <w:pPr>
              <w:spacing w:after="0" w:line="240" w:lineRule="auto"/>
              <w:rPr>
                <w:rFonts w:ascii="Calibri" w:eastAsia="Times New Roman" w:hAnsi="Calibri" w:cs="Calibri"/>
                <w:color w:val="366092"/>
              </w:rPr>
            </w:pPr>
            <w:r w:rsidRPr="003278AE">
              <w:rPr>
                <w:rFonts w:ascii="Calibri" w:eastAsia="Times New Roman" w:hAnsi="Calibri" w:cs="Calibri"/>
                <w:color w:val="366092"/>
              </w:rPr>
              <w:t xml:space="preserve">      Prepared Exam-App </w:t>
            </w:r>
            <w:r w:rsidR="002776AF" w:rsidRPr="003278AE">
              <w:rPr>
                <w:rFonts w:ascii="Calibri" w:eastAsia="Times New Roman" w:hAnsi="Calibri" w:cs="Calibri"/>
                <w:color w:val="366092"/>
              </w:rPr>
              <w:t>Solution</w:t>
            </w:r>
          </w:p>
        </w:tc>
        <w:tc>
          <w:tcPr>
            <w:tcW w:w="3867" w:type="dxa"/>
            <w:tcBorders>
              <w:top w:val="nil"/>
              <w:left w:val="nil"/>
              <w:bottom w:val="nil"/>
              <w:right w:val="single" w:sz="4" w:space="0" w:color="auto"/>
            </w:tcBorders>
            <w:shd w:val="clear" w:color="000000" w:fill="FFFFFF"/>
            <w:noWrap/>
            <w:vAlign w:val="bottom"/>
            <w:hideMark/>
          </w:tcPr>
          <w:p w14:paraId="710FE822" w14:textId="4CA76F33" w:rsidR="00C36EEF" w:rsidRPr="003278AE" w:rsidRDefault="00E9675D" w:rsidP="002776AF">
            <w:pPr>
              <w:spacing w:after="0" w:line="240" w:lineRule="auto"/>
              <w:rPr>
                <w:rFonts w:ascii="Calibri" w:eastAsia="Times New Roman" w:hAnsi="Calibri" w:cs="Calibri"/>
                <w:color w:val="366092"/>
              </w:rPr>
            </w:pPr>
            <w:r w:rsidRPr="003278AE">
              <w:rPr>
                <w:rFonts w:ascii="Calibri" w:eastAsia="Times New Roman" w:hAnsi="Calibri" w:cs="Calibri"/>
                <w:color w:val="366092"/>
              </w:rPr>
              <w:t>a0</w:t>
            </w:r>
            <w:r w:rsidR="00D60DE5">
              <w:rPr>
                <w:rFonts w:ascii="Calibri" w:eastAsia="Times New Roman" w:hAnsi="Calibri" w:cs="Calibri"/>
                <w:color w:val="366092"/>
              </w:rPr>
              <w:t>1</w:t>
            </w:r>
            <w:r w:rsidR="00C36EEF" w:rsidRPr="003278AE">
              <w:rPr>
                <w:rFonts w:ascii="Calibri" w:eastAsia="Times New Roman" w:hAnsi="Calibri" w:cs="Calibri"/>
                <w:color w:val="366092"/>
              </w:rPr>
              <w:t>_</w:t>
            </w:r>
            <w:r w:rsidR="007C16DD" w:rsidRPr="003278AE">
              <w:rPr>
                <w:rFonts w:ascii="Calibri" w:eastAsia="Times New Roman" w:hAnsi="Calibri" w:cs="Calibri"/>
                <w:color w:val="366092"/>
              </w:rPr>
              <w:t>cumexam_</w:t>
            </w:r>
            <w:r w:rsidR="002776AF" w:rsidRPr="003278AE">
              <w:rPr>
                <w:rFonts w:ascii="Calibri" w:eastAsia="Times New Roman" w:hAnsi="Calibri" w:cs="Calibri"/>
                <w:color w:val="366092"/>
              </w:rPr>
              <w:t>solution.</w:t>
            </w:r>
            <w:r w:rsidR="00E05F83" w:rsidRPr="003278AE">
              <w:rPr>
                <w:rFonts w:ascii="Calibri" w:eastAsia="Times New Roman" w:hAnsi="Calibri" w:cs="Calibri"/>
                <w:color w:val="366092"/>
              </w:rPr>
              <w:t>accdb</w:t>
            </w:r>
          </w:p>
        </w:tc>
        <w:tc>
          <w:tcPr>
            <w:tcW w:w="2093" w:type="dxa"/>
            <w:tcBorders>
              <w:top w:val="nil"/>
              <w:left w:val="nil"/>
              <w:bottom w:val="nil"/>
              <w:right w:val="single" w:sz="4" w:space="0" w:color="auto"/>
            </w:tcBorders>
            <w:shd w:val="clear" w:color="000000" w:fill="FFFFFF"/>
            <w:vAlign w:val="center"/>
            <w:hideMark/>
          </w:tcPr>
          <w:p w14:paraId="0A495099" w14:textId="77777777" w:rsidR="00C36EEF" w:rsidRPr="003278AE" w:rsidRDefault="00C36EEF" w:rsidP="002776AF">
            <w:pPr>
              <w:spacing w:after="0" w:line="240" w:lineRule="auto"/>
              <w:rPr>
                <w:rFonts w:ascii="Calibri" w:eastAsia="Times New Roman" w:hAnsi="Calibri" w:cs="Calibri"/>
                <w:color w:val="366092"/>
              </w:rPr>
            </w:pPr>
            <w:r w:rsidRPr="003278AE">
              <w:rPr>
                <w:rFonts w:ascii="Calibri" w:eastAsia="Times New Roman" w:hAnsi="Calibri" w:cs="Calibri"/>
                <w:color w:val="366092"/>
              </w:rPr>
              <w:t> </w:t>
            </w:r>
          </w:p>
        </w:tc>
      </w:tr>
      <w:tr w:rsidR="00C36EEF" w:rsidRPr="003278AE" w14:paraId="44E2A422"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251BD766" w14:textId="5B61D648" w:rsidR="00C36EEF" w:rsidRPr="003278AE" w:rsidRDefault="00C36EEF" w:rsidP="007C16DD">
            <w:pPr>
              <w:spacing w:after="0" w:line="240" w:lineRule="auto"/>
              <w:rPr>
                <w:rFonts w:ascii="Calibri" w:eastAsia="Times New Roman" w:hAnsi="Calibri" w:cs="Calibri"/>
                <w:color w:val="366092"/>
              </w:rPr>
            </w:pPr>
            <w:r w:rsidRPr="003278AE">
              <w:rPr>
                <w:rFonts w:ascii="Calibri" w:eastAsia="Times New Roman" w:hAnsi="Calibri" w:cs="Calibri"/>
                <w:color w:val="366092"/>
              </w:rPr>
              <w:t xml:space="preserve">      Prepared Exam-App Annot</w:t>
            </w:r>
            <w:r w:rsidR="007C16DD" w:rsidRPr="003278AE">
              <w:rPr>
                <w:rFonts w:ascii="Calibri" w:eastAsia="Times New Roman" w:hAnsi="Calibri" w:cs="Calibri"/>
                <w:color w:val="366092"/>
              </w:rPr>
              <w:t>at</w:t>
            </w:r>
            <w:r w:rsidRPr="003278AE">
              <w:rPr>
                <w:rFonts w:ascii="Calibri" w:eastAsia="Times New Roman" w:hAnsi="Calibri" w:cs="Calibri"/>
                <w:color w:val="366092"/>
              </w:rPr>
              <w:t>ed Sol.</w:t>
            </w:r>
          </w:p>
        </w:tc>
        <w:tc>
          <w:tcPr>
            <w:tcW w:w="3867" w:type="dxa"/>
            <w:tcBorders>
              <w:top w:val="nil"/>
              <w:left w:val="nil"/>
              <w:bottom w:val="nil"/>
              <w:right w:val="single" w:sz="4" w:space="0" w:color="auto"/>
            </w:tcBorders>
            <w:shd w:val="clear" w:color="000000" w:fill="FFFFFF"/>
            <w:noWrap/>
            <w:vAlign w:val="bottom"/>
            <w:hideMark/>
          </w:tcPr>
          <w:p w14:paraId="382326F7" w14:textId="32AC934C" w:rsidR="00C36EEF" w:rsidRPr="003278AE" w:rsidRDefault="00E9675D" w:rsidP="006318D4">
            <w:pPr>
              <w:spacing w:after="0" w:line="240" w:lineRule="auto"/>
              <w:rPr>
                <w:rFonts w:ascii="Calibri" w:eastAsia="Times New Roman" w:hAnsi="Calibri" w:cs="Calibri"/>
                <w:color w:val="366092"/>
              </w:rPr>
            </w:pPr>
            <w:r w:rsidRPr="003278AE">
              <w:rPr>
                <w:rFonts w:ascii="Calibri" w:eastAsia="Times New Roman" w:hAnsi="Calibri" w:cs="Calibri"/>
                <w:color w:val="366092"/>
              </w:rPr>
              <w:t>a0</w:t>
            </w:r>
            <w:r w:rsidR="00D60DE5">
              <w:rPr>
                <w:rFonts w:ascii="Calibri" w:eastAsia="Times New Roman" w:hAnsi="Calibri" w:cs="Calibri"/>
                <w:color w:val="366092"/>
              </w:rPr>
              <w:t>1</w:t>
            </w:r>
            <w:r w:rsidR="00C36EEF" w:rsidRPr="003278AE">
              <w:rPr>
                <w:rFonts w:ascii="Calibri" w:eastAsia="Times New Roman" w:hAnsi="Calibri" w:cs="Calibri"/>
                <w:color w:val="366092"/>
              </w:rPr>
              <w:t>_</w:t>
            </w:r>
            <w:r w:rsidR="007C16DD" w:rsidRPr="003278AE">
              <w:rPr>
                <w:rFonts w:ascii="Calibri" w:eastAsia="Times New Roman" w:hAnsi="Calibri" w:cs="Calibri"/>
                <w:color w:val="366092"/>
              </w:rPr>
              <w:t>cumexam_</w:t>
            </w:r>
            <w:r w:rsidR="00C36EEF" w:rsidRPr="003278AE">
              <w:rPr>
                <w:rFonts w:ascii="Calibri" w:eastAsia="Times New Roman" w:hAnsi="Calibri" w:cs="Calibri"/>
                <w:color w:val="366092"/>
              </w:rPr>
              <w:t>annsolution</w:t>
            </w:r>
            <w:r w:rsidR="002776AF" w:rsidRPr="003278AE">
              <w:rPr>
                <w:rFonts w:ascii="Calibri" w:eastAsia="Times New Roman" w:hAnsi="Calibri" w:cs="Calibri"/>
                <w:color w:val="366092"/>
              </w:rPr>
              <w:t>.pdf</w:t>
            </w:r>
          </w:p>
        </w:tc>
        <w:tc>
          <w:tcPr>
            <w:tcW w:w="2093" w:type="dxa"/>
            <w:tcBorders>
              <w:top w:val="nil"/>
              <w:left w:val="nil"/>
              <w:bottom w:val="nil"/>
              <w:right w:val="single" w:sz="4" w:space="0" w:color="auto"/>
            </w:tcBorders>
            <w:shd w:val="clear" w:color="000000" w:fill="FFFFFF"/>
            <w:vAlign w:val="center"/>
            <w:hideMark/>
          </w:tcPr>
          <w:p w14:paraId="379AB370" w14:textId="77777777" w:rsidR="00C36EEF" w:rsidRPr="003278AE" w:rsidRDefault="00C36EEF" w:rsidP="002776AF">
            <w:pPr>
              <w:spacing w:after="0" w:line="240" w:lineRule="auto"/>
              <w:rPr>
                <w:rFonts w:ascii="Calibri" w:eastAsia="Times New Roman" w:hAnsi="Calibri" w:cs="Calibri"/>
                <w:color w:val="366092"/>
              </w:rPr>
            </w:pPr>
            <w:r w:rsidRPr="003278AE">
              <w:rPr>
                <w:rFonts w:ascii="Calibri" w:eastAsia="Times New Roman" w:hAnsi="Calibri" w:cs="Calibri"/>
                <w:color w:val="366092"/>
              </w:rPr>
              <w:t> </w:t>
            </w:r>
          </w:p>
        </w:tc>
      </w:tr>
      <w:tr w:rsidR="00C36EEF" w:rsidRPr="003278AE" w14:paraId="4EB97458" w14:textId="77777777" w:rsidTr="002776AF">
        <w:trPr>
          <w:trHeight w:val="300"/>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14:paraId="45BF7B07" w14:textId="77777777" w:rsidR="00C36EEF" w:rsidRPr="003278AE" w:rsidRDefault="00C36EEF" w:rsidP="00C36EEF">
            <w:pPr>
              <w:spacing w:after="0" w:line="240" w:lineRule="auto"/>
              <w:rPr>
                <w:rFonts w:ascii="Calibri" w:eastAsia="Times New Roman" w:hAnsi="Calibri" w:cs="Calibri"/>
                <w:color w:val="366092"/>
              </w:rPr>
            </w:pPr>
            <w:r w:rsidRPr="003278AE">
              <w:rPr>
                <w:rFonts w:ascii="Calibri" w:eastAsia="Times New Roman" w:hAnsi="Calibri" w:cs="Calibri"/>
                <w:color w:val="366092"/>
              </w:rPr>
              <w:t xml:space="preserve">      Prepared Exam-App scorecard</w:t>
            </w:r>
          </w:p>
        </w:tc>
        <w:tc>
          <w:tcPr>
            <w:tcW w:w="3867" w:type="dxa"/>
            <w:tcBorders>
              <w:top w:val="nil"/>
              <w:left w:val="nil"/>
              <w:bottom w:val="single" w:sz="4" w:space="0" w:color="auto"/>
              <w:right w:val="single" w:sz="4" w:space="0" w:color="auto"/>
            </w:tcBorders>
            <w:shd w:val="clear" w:color="000000" w:fill="FFFFFF"/>
            <w:noWrap/>
            <w:vAlign w:val="bottom"/>
            <w:hideMark/>
          </w:tcPr>
          <w:p w14:paraId="008E3A2F" w14:textId="3E3CE9D3" w:rsidR="00C36EEF" w:rsidRPr="003278AE" w:rsidRDefault="00E9675D" w:rsidP="006318D4">
            <w:pPr>
              <w:spacing w:after="0" w:line="240" w:lineRule="auto"/>
              <w:rPr>
                <w:rFonts w:ascii="Calibri" w:eastAsia="Times New Roman" w:hAnsi="Calibri" w:cs="Calibri"/>
                <w:color w:val="366092"/>
              </w:rPr>
            </w:pPr>
            <w:r w:rsidRPr="003278AE">
              <w:rPr>
                <w:rFonts w:ascii="Calibri" w:eastAsia="Times New Roman" w:hAnsi="Calibri" w:cs="Calibri"/>
                <w:color w:val="366092"/>
              </w:rPr>
              <w:t>a0</w:t>
            </w:r>
            <w:r w:rsidR="00D60DE5">
              <w:rPr>
                <w:rFonts w:ascii="Calibri" w:eastAsia="Times New Roman" w:hAnsi="Calibri" w:cs="Calibri"/>
                <w:color w:val="366092"/>
              </w:rPr>
              <w:t>1</w:t>
            </w:r>
            <w:r w:rsidR="00C36EEF" w:rsidRPr="003278AE">
              <w:rPr>
                <w:rFonts w:ascii="Calibri" w:eastAsia="Times New Roman" w:hAnsi="Calibri" w:cs="Calibri"/>
                <w:color w:val="366092"/>
              </w:rPr>
              <w:t>_</w:t>
            </w:r>
            <w:r w:rsidR="007C16DD" w:rsidRPr="003278AE">
              <w:rPr>
                <w:rFonts w:ascii="Calibri" w:eastAsia="Times New Roman" w:hAnsi="Calibri" w:cs="Calibri"/>
                <w:color w:val="366092"/>
              </w:rPr>
              <w:t>cumexam_s</w:t>
            </w:r>
            <w:r w:rsidR="00C36EEF" w:rsidRPr="003278AE">
              <w:rPr>
                <w:rFonts w:ascii="Calibri" w:eastAsia="Times New Roman" w:hAnsi="Calibri" w:cs="Calibri"/>
                <w:color w:val="366092"/>
              </w:rPr>
              <w:t>corecard</w:t>
            </w:r>
            <w:r w:rsidR="002776AF" w:rsidRPr="003278AE">
              <w:rPr>
                <w:rFonts w:ascii="Calibri" w:eastAsia="Times New Roman" w:hAnsi="Calibri" w:cs="Calibri"/>
                <w:color w:val="366092"/>
              </w:rPr>
              <w:t>.</w:t>
            </w:r>
            <w:r w:rsidR="005336EB">
              <w:rPr>
                <w:rFonts w:ascii="Calibri" w:eastAsia="Times New Roman" w:hAnsi="Calibri" w:cs="Calibri"/>
                <w:color w:val="366092"/>
              </w:rPr>
              <w:t>xlsx</w:t>
            </w:r>
          </w:p>
          <w:p w14:paraId="1413F903" w14:textId="77777777" w:rsidR="005C2346" w:rsidRPr="003278AE" w:rsidRDefault="005C2346" w:rsidP="005C2346">
            <w:pPr>
              <w:rPr>
                <w:rFonts w:ascii="Calibri" w:eastAsia="Times New Roman" w:hAnsi="Calibri" w:cs="Calibri"/>
                <w:color w:val="366092"/>
              </w:rPr>
            </w:pPr>
          </w:p>
          <w:p w14:paraId="5DDF8ABE" w14:textId="6B5AC3BC" w:rsidR="005C2346" w:rsidRPr="003278AE" w:rsidRDefault="005C2346" w:rsidP="005C2346">
            <w:pPr>
              <w:rPr>
                <w:rFonts w:ascii="Calibri" w:eastAsia="Times New Roman" w:hAnsi="Calibri" w:cs="Calibri"/>
              </w:rPr>
            </w:pPr>
          </w:p>
        </w:tc>
        <w:tc>
          <w:tcPr>
            <w:tcW w:w="2093" w:type="dxa"/>
            <w:tcBorders>
              <w:top w:val="nil"/>
              <w:left w:val="nil"/>
              <w:bottom w:val="single" w:sz="4" w:space="0" w:color="auto"/>
              <w:right w:val="single" w:sz="4" w:space="0" w:color="auto"/>
            </w:tcBorders>
            <w:shd w:val="clear" w:color="000000" w:fill="FFFFFF"/>
            <w:vAlign w:val="center"/>
            <w:hideMark/>
          </w:tcPr>
          <w:p w14:paraId="63DA74A3" w14:textId="77777777" w:rsidR="00C36EEF" w:rsidRPr="003278AE" w:rsidRDefault="00C36EEF" w:rsidP="002776AF">
            <w:pPr>
              <w:spacing w:after="0" w:line="240" w:lineRule="auto"/>
              <w:rPr>
                <w:rFonts w:ascii="Calibri" w:eastAsia="Times New Roman" w:hAnsi="Calibri" w:cs="Calibri"/>
                <w:color w:val="366092"/>
              </w:rPr>
            </w:pPr>
            <w:r w:rsidRPr="003278AE">
              <w:rPr>
                <w:rFonts w:ascii="Calibri" w:eastAsia="Times New Roman" w:hAnsi="Calibri" w:cs="Calibri"/>
                <w:color w:val="366092"/>
              </w:rPr>
              <w:t> </w:t>
            </w:r>
          </w:p>
        </w:tc>
      </w:tr>
      <w:tr w:rsidR="00C36EEF" w:rsidRPr="003278AE" w14:paraId="6E6FA8E1" w14:textId="77777777" w:rsidTr="002776AF">
        <w:trPr>
          <w:trHeight w:val="600"/>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14:paraId="3BB139B9" w14:textId="77777777" w:rsidR="00C36EEF" w:rsidRPr="003278AE" w:rsidRDefault="00C36EEF" w:rsidP="00C36EEF">
            <w:pPr>
              <w:spacing w:after="0" w:line="240" w:lineRule="auto"/>
              <w:rPr>
                <w:rFonts w:ascii="Calibri" w:eastAsia="Times New Roman" w:hAnsi="Calibri" w:cs="Calibri"/>
                <w:b/>
                <w:bCs/>
                <w:color w:val="366092"/>
              </w:rPr>
            </w:pPr>
            <w:r w:rsidRPr="003278AE">
              <w:rPr>
                <w:rFonts w:ascii="Calibri" w:eastAsia="Times New Roman" w:hAnsi="Calibri" w:cs="Calibri"/>
                <w:b/>
                <w:bCs/>
                <w:color w:val="366092"/>
              </w:rPr>
              <w:lastRenderedPageBreak/>
              <w:t>File Guide</w:t>
            </w:r>
          </w:p>
        </w:tc>
        <w:tc>
          <w:tcPr>
            <w:tcW w:w="3867" w:type="dxa"/>
            <w:tcBorders>
              <w:top w:val="nil"/>
              <w:left w:val="nil"/>
              <w:bottom w:val="single" w:sz="4" w:space="0" w:color="auto"/>
              <w:right w:val="single" w:sz="4" w:space="0" w:color="auto"/>
            </w:tcBorders>
            <w:shd w:val="clear" w:color="000000" w:fill="FFFFFF"/>
            <w:noWrap/>
            <w:vAlign w:val="bottom"/>
            <w:hideMark/>
          </w:tcPr>
          <w:p w14:paraId="19003B50" w14:textId="5EB44D7B" w:rsidR="00C36EEF" w:rsidRPr="003278AE" w:rsidRDefault="00E9675D" w:rsidP="006318D4">
            <w:pPr>
              <w:spacing w:after="0" w:line="240" w:lineRule="auto"/>
              <w:rPr>
                <w:rFonts w:ascii="Calibri" w:eastAsia="Times New Roman" w:hAnsi="Calibri" w:cs="Calibri"/>
                <w:color w:val="366092"/>
              </w:rPr>
            </w:pPr>
            <w:r w:rsidRPr="003278AE">
              <w:rPr>
                <w:rFonts w:ascii="Calibri" w:eastAsia="Times New Roman" w:hAnsi="Calibri" w:cs="Calibri"/>
                <w:color w:val="366092"/>
              </w:rPr>
              <w:t>a01</w:t>
            </w:r>
            <w:r w:rsidR="00C36EEF" w:rsidRPr="003278AE">
              <w:rPr>
                <w:rFonts w:ascii="Calibri" w:eastAsia="Times New Roman" w:hAnsi="Calibri" w:cs="Calibri"/>
                <w:color w:val="366092"/>
              </w:rPr>
              <w:t>_fileguide</w:t>
            </w:r>
            <w:r w:rsidR="002776AF" w:rsidRPr="003278AE">
              <w:rPr>
                <w:rFonts w:ascii="Calibri" w:eastAsia="Times New Roman" w:hAnsi="Calibri" w:cs="Calibri"/>
                <w:color w:val="366092"/>
              </w:rPr>
              <w:t>.</w:t>
            </w:r>
            <w:r w:rsidR="00C775C9">
              <w:rPr>
                <w:rFonts w:ascii="Calibri" w:eastAsia="Times New Roman" w:hAnsi="Calibri" w:cs="Calibri"/>
                <w:color w:val="366092"/>
              </w:rPr>
              <w:t>xlsx</w:t>
            </w:r>
          </w:p>
        </w:tc>
        <w:tc>
          <w:tcPr>
            <w:tcW w:w="2093" w:type="dxa"/>
            <w:tcBorders>
              <w:top w:val="nil"/>
              <w:left w:val="nil"/>
              <w:bottom w:val="single" w:sz="4" w:space="0" w:color="auto"/>
              <w:right w:val="single" w:sz="4" w:space="0" w:color="auto"/>
            </w:tcBorders>
            <w:shd w:val="clear" w:color="000000" w:fill="FFFFFF"/>
            <w:vAlign w:val="center"/>
            <w:hideMark/>
          </w:tcPr>
          <w:p w14:paraId="38F01C04" w14:textId="77777777" w:rsidR="00C36EEF" w:rsidRPr="003278AE" w:rsidRDefault="00C36EEF" w:rsidP="002776AF">
            <w:pPr>
              <w:spacing w:after="0" w:line="240" w:lineRule="auto"/>
              <w:rPr>
                <w:rFonts w:ascii="Calibri" w:eastAsia="Times New Roman" w:hAnsi="Calibri" w:cs="Calibri"/>
                <w:color w:val="366092"/>
              </w:rPr>
            </w:pPr>
            <w:r w:rsidRPr="003278AE">
              <w:rPr>
                <w:rFonts w:ascii="Calibri" w:eastAsia="Times New Roman" w:hAnsi="Calibri" w:cs="Calibri"/>
                <w:color w:val="366092"/>
              </w:rPr>
              <w:t xml:space="preserve">Online Instructor Resource Center </w:t>
            </w:r>
          </w:p>
        </w:tc>
      </w:tr>
      <w:tr w:rsidR="00C36EEF" w:rsidRPr="003278AE" w14:paraId="2B54A106" w14:textId="77777777" w:rsidTr="002776AF">
        <w:trPr>
          <w:trHeight w:val="600"/>
        </w:trPr>
        <w:tc>
          <w:tcPr>
            <w:tcW w:w="3940" w:type="dxa"/>
            <w:tcBorders>
              <w:top w:val="nil"/>
              <w:left w:val="single" w:sz="4" w:space="0" w:color="auto"/>
              <w:bottom w:val="single" w:sz="4" w:space="0" w:color="auto"/>
              <w:right w:val="nil"/>
            </w:tcBorders>
            <w:shd w:val="clear" w:color="000000" w:fill="FFFFFF"/>
            <w:noWrap/>
            <w:vAlign w:val="bottom"/>
            <w:hideMark/>
          </w:tcPr>
          <w:p w14:paraId="1D6195DF" w14:textId="77777777" w:rsidR="00C36EEF" w:rsidRPr="003278AE" w:rsidRDefault="00C36EEF" w:rsidP="00C36EEF">
            <w:pPr>
              <w:spacing w:after="0" w:line="240" w:lineRule="auto"/>
              <w:rPr>
                <w:rFonts w:ascii="Calibri" w:eastAsia="Times New Roman" w:hAnsi="Calibri" w:cs="Calibri"/>
                <w:b/>
                <w:bCs/>
                <w:color w:val="366092"/>
              </w:rPr>
            </w:pPr>
            <w:r w:rsidRPr="003278AE">
              <w:rPr>
                <w:rFonts w:ascii="Calibri" w:eastAsia="Times New Roman" w:hAnsi="Calibri" w:cs="Calibri"/>
                <w:b/>
                <w:bCs/>
                <w:color w:val="366092"/>
              </w:rPr>
              <w:t>Objective Map</w:t>
            </w:r>
          </w:p>
        </w:tc>
        <w:tc>
          <w:tcPr>
            <w:tcW w:w="3867" w:type="dxa"/>
            <w:tcBorders>
              <w:top w:val="nil"/>
              <w:left w:val="single" w:sz="4" w:space="0" w:color="auto"/>
              <w:bottom w:val="single" w:sz="4" w:space="0" w:color="auto"/>
              <w:right w:val="nil"/>
            </w:tcBorders>
            <w:shd w:val="clear" w:color="000000" w:fill="FFFFFF"/>
            <w:noWrap/>
            <w:vAlign w:val="bottom"/>
            <w:hideMark/>
          </w:tcPr>
          <w:p w14:paraId="43BF4914" w14:textId="3C163937" w:rsidR="00C36EEF" w:rsidRPr="003278AE" w:rsidRDefault="00E9675D" w:rsidP="006318D4">
            <w:pPr>
              <w:spacing w:after="0" w:line="240" w:lineRule="auto"/>
              <w:rPr>
                <w:rFonts w:ascii="Calibri" w:eastAsia="Times New Roman" w:hAnsi="Calibri" w:cs="Calibri"/>
                <w:color w:val="366092"/>
              </w:rPr>
            </w:pPr>
            <w:r w:rsidRPr="003278AE">
              <w:rPr>
                <w:rFonts w:ascii="Calibri" w:eastAsia="Times New Roman" w:hAnsi="Calibri" w:cs="Calibri"/>
                <w:color w:val="366092"/>
              </w:rPr>
              <w:t>a01</w:t>
            </w:r>
            <w:r w:rsidR="00C36EEF" w:rsidRPr="003278AE">
              <w:rPr>
                <w:rFonts w:ascii="Calibri" w:eastAsia="Times New Roman" w:hAnsi="Calibri" w:cs="Calibri"/>
                <w:color w:val="366092"/>
              </w:rPr>
              <w:t>_objectivesmap</w:t>
            </w:r>
            <w:r w:rsidR="00C775C9">
              <w:rPr>
                <w:rFonts w:ascii="Calibri" w:eastAsia="Times New Roman" w:hAnsi="Calibri" w:cs="Calibri"/>
                <w:color w:val="366092"/>
              </w:rPr>
              <w:t>.xlsx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1C635F88" w14:textId="77777777" w:rsidR="00C36EEF" w:rsidRPr="003278AE" w:rsidRDefault="00C36EEF" w:rsidP="002776AF">
            <w:pPr>
              <w:spacing w:after="0" w:line="240" w:lineRule="auto"/>
              <w:rPr>
                <w:rFonts w:ascii="Calibri" w:eastAsia="Times New Roman" w:hAnsi="Calibri" w:cs="Calibri"/>
                <w:color w:val="366092"/>
              </w:rPr>
            </w:pPr>
            <w:r w:rsidRPr="003278AE">
              <w:rPr>
                <w:rFonts w:ascii="Calibri" w:eastAsia="Times New Roman" w:hAnsi="Calibri" w:cs="Calibri"/>
                <w:color w:val="366092"/>
              </w:rPr>
              <w:t xml:space="preserve">Online Instructor Resource Center </w:t>
            </w:r>
          </w:p>
        </w:tc>
      </w:tr>
      <w:tr w:rsidR="00C36EEF" w:rsidRPr="003278AE" w14:paraId="563C7CE4" w14:textId="77777777" w:rsidTr="002776AF">
        <w:trPr>
          <w:trHeight w:val="300"/>
        </w:trPr>
        <w:tc>
          <w:tcPr>
            <w:tcW w:w="3940" w:type="dxa"/>
            <w:tcBorders>
              <w:top w:val="single" w:sz="4" w:space="0" w:color="auto"/>
              <w:left w:val="single" w:sz="4" w:space="0" w:color="auto"/>
              <w:bottom w:val="nil"/>
              <w:right w:val="single" w:sz="4" w:space="0" w:color="auto"/>
            </w:tcBorders>
            <w:shd w:val="clear" w:color="000000" w:fill="FFFFFF"/>
            <w:noWrap/>
            <w:vAlign w:val="bottom"/>
            <w:hideMark/>
          </w:tcPr>
          <w:p w14:paraId="388E6BD1" w14:textId="77777777" w:rsidR="00C36EEF" w:rsidRPr="003278AE" w:rsidRDefault="00C36EEF" w:rsidP="00C36EEF">
            <w:pPr>
              <w:spacing w:after="0" w:line="240" w:lineRule="auto"/>
              <w:rPr>
                <w:rFonts w:ascii="Calibri" w:eastAsia="Times New Roman" w:hAnsi="Calibri" w:cs="Calibri"/>
                <w:b/>
                <w:bCs/>
                <w:color w:val="366092"/>
              </w:rPr>
            </w:pPr>
            <w:r w:rsidRPr="003278AE">
              <w:rPr>
                <w:rFonts w:ascii="Calibri" w:eastAsia="Times New Roman" w:hAnsi="Calibri" w:cs="Calibri"/>
                <w:b/>
                <w:bCs/>
                <w:color w:val="366092"/>
              </w:rPr>
              <w:t>Grader Project</w:t>
            </w:r>
          </w:p>
        </w:tc>
        <w:tc>
          <w:tcPr>
            <w:tcW w:w="3867" w:type="dxa"/>
            <w:tcBorders>
              <w:top w:val="single" w:sz="4" w:space="0" w:color="auto"/>
              <w:left w:val="nil"/>
              <w:bottom w:val="nil"/>
              <w:right w:val="single" w:sz="4" w:space="0" w:color="auto"/>
            </w:tcBorders>
            <w:shd w:val="clear" w:color="auto" w:fill="auto"/>
            <w:noWrap/>
            <w:vAlign w:val="bottom"/>
            <w:hideMark/>
          </w:tcPr>
          <w:p w14:paraId="4ACB1029" w14:textId="77777777" w:rsidR="00C36EEF" w:rsidRPr="003278AE" w:rsidRDefault="00C36EEF" w:rsidP="006318D4">
            <w:pPr>
              <w:spacing w:after="0" w:line="240" w:lineRule="auto"/>
              <w:rPr>
                <w:rFonts w:ascii="Calibri" w:eastAsia="Times New Roman" w:hAnsi="Calibri" w:cs="Calibri"/>
                <w:color w:val="366092"/>
              </w:rPr>
            </w:pPr>
            <w:r w:rsidRPr="003278AE">
              <w:rPr>
                <w:rFonts w:ascii="Calibri" w:eastAsia="Times New Roman" w:hAnsi="Calibri" w:cs="Calibri"/>
                <w:color w:val="366092"/>
              </w:rPr>
              <w:t> </w:t>
            </w:r>
          </w:p>
        </w:tc>
        <w:tc>
          <w:tcPr>
            <w:tcW w:w="2093" w:type="dxa"/>
            <w:tcBorders>
              <w:top w:val="single" w:sz="4" w:space="0" w:color="auto"/>
              <w:left w:val="nil"/>
              <w:bottom w:val="nil"/>
              <w:right w:val="single" w:sz="4" w:space="0" w:color="auto"/>
            </w:tcBorders>
            <w:shd w:val="clear" w:color="auto" w:fill="auto"/>
            <w:vAlign w:val="center"/>
            <w:hideMark/>
          </w:tcPr>
          <w:p w14:paraId="6B37C990" w14:textId="77777777" w:rsidR="00C36EEF" w:rsidRPr="003278AE" w:rsidRDefault="00C36EEF" w:rsidP="002776AF">
            <w:pPr>
              <w:spacing w:after="0" w:line="240" w:lineRule="auto"/>
              <w:rPr>
                <w:rFonts w:ascii="Calibri" w:eastAsia="Times New Roman" w:hAnsi="Calibri" w:cs="Calibri"/>
                <w:color w:val="366092"/>
              </w:rPr>
            </w:pPr>
            <w:r w:rsidRPr="003278AE">
              <w:rPr>
                <w:rFonts w:ascii="Calibri" w:eastAsia="Times New Roman" w:hAnsi="Calibri" w:cs="Calibri"/>
                <w:color w:val="366092"/>
              </w:rPr>
              <w:t> </w:t>
            </w:r>
          </w:p>
        </w:tc>
      </w:tr>
      <w:tr w:rsidR="00C36EEF" w:rsidRPr="003278AE" w14:paraId="5B5CB0B5"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6990201A" w14:textId="7FC58CFA" w:rsidR="00C36EEF" w:rsidRPr="003278AE" w:rsidRDefault="00C36EEF" w:rsidP="002776AF">
            <w:pPr>
              <w:spacing w:after="0" w:line="240" w:lineRule="auto"/>
              <w:rPr>
                <w:rFonts w:ascii="Calibri" w:eastAsia="Times New Roman" w:hAnsi="Calibri" w:cs="Calibri"/>
                <w:color w:val="366092"/>
              </w:rPr>
            </w:pPr>
            <w:r w:rsidRPr="003278AE">
              <w:rPr>
                <w:rFonts w:ascii="Calibri" w:eastAsia="Times New Roman" w:hAnsi="Calibri" w:cs="Calibri"/>
                <w:color w:val="366092"/>
              </w:rPr>
              <w:t xml:space="preserve">       Grade</w:t>
            </w:r>
            <w:r w:rsidR="002776AF" w:rsidRPr="003278AE">
              <w:rPr>
                <w:rFonts w:ascii="Calibri" w:eastAsia="Times New Roman" w:hAnsi="Calibri" w:cs="Calibri"/>
                <w:color w:val="366092"/>
              </w:rPr>
              <w:t>r I</w:t>
            </w:r>
            <w:r w:rsidRPr="003278AE">
              <w:rPr>
                <w:rFonts w:ascii="Calibri" w:eastAsia="Times New Roman" w:hAnsi="Calibri" w:cs="Calibri"/>
                <w:color w:val="366092"/>
              </w:rPr>
              <w:t>nstruction</w:t>
            </w:r>
          </w:p>
        </w:tc>
        <w:tc>
          <w:tcPr>
            <w:tcW w:w="3867" w:type="dxa"/>
            <w:tcBorders>
              <w:top w:val="nil"/>
              <w:left w:val="nil"/>
              <w:bottom w:val="nil"/>
              <w:right w:val="single" w:sz="4" w:space="0" w:color="auto"/>
            </w:tcBorders>
            <w:shd w:val="clear" w:color="000000" w:fill="FFFFFF"/>
            <w:noWrap/>
            <w:vAlign w:val="bottom"/>
            <w:hideMark/>
          </w:tcPr>
          <w:p w14:paraId="592C6727" w14:textId="144DF32F" w:rsidR="00C36EEF" w:rsidRPr="003278AE" w:rsidRDefault="00E9675D" w:rsidP="006318D4">
            <w:pPr>
              <w:spacing w:after="0" w:line="240" w:lineRule="auto"/>
              <w:rPr>
                <w:rFonts w:ascii="Calibri" w:eastAsia="Times New Roman" w:hAnsi="Calibri" w:cs="Calibri"/>
                <w:color w:val="366092"/>
              </w:rPr>
            </w:pPr>
            <w:r w:rsidRPr="003278AE">
              <w:rPr>
                <w:rFonts w:ascii="Calibri" w:eastAsia="Times New Roman" w:hAnsi="Calibri" w:cs="Calibri"/>
                <w:color w:val="366092"/>
              </w:rPr>
              <w:t>a01</w:t>
            </w:r>
            <w:r w:rsidR="00C36EEF" w:rsidRPr="003278AE">
              <w:rPr>
                <w:rFonts w:ascii="Calibri" w:eastAsia="Times New Roman" w:hAnsi="Calibri" w:cs="Calibri"/>
                <w:color w:val="366092"/>
              </w:rPr>
              <w:t>_grader_instruction</w:t>
            </w:r>
            <w:r w:rsidR="002776AF" w:rsidRPr="003278AE">
              <w:rPr>
                <w:rFonts w:ascii="Calibri" w:eastAsia="Times New Roman" w:hAnsi="Calibri" w:cs="Calibri"/>
                <w:color w:val="366092"/>
              </w:rPr>
              <w:t>.docx</w:t>
            </w:r>
          </w:p>
        </w:tc>
        <w:tc>
          <w:tcPr>
            <w:tcW w:w="2093" w:type="dxa"/>
            <w:vMerge w:val="restart"/>
            <w:tcBorders>
              <w:top w:val="nil"/>
              <w:left w:val="single" w:sz="4" w:space="0" w:color="auto"/>
              <w:bottom w:val="nil"/>
              <w:right w:val="single" w:sz="4" w:space="0" w:color="auto"/>
            </w:tcBorders>
            <w:shd w:val="clear" w:color="000000" w:fill="FFFFFF"/>
            <w:vAlign w:val="center"/>
            <w:hideMark/>
          </w:tcPr>
          <w:p w14:paraId="177E179D" w14:textId="77777777" w:rsidR="00C36EEF" w:rsidRPr="003278AE" w:rsidRDefault="00C36EEF" w:rsidP="002776AF">
            <w:pPr>
              <w:spacing w:after="0" w:line="240" w:lineRule="auto"/>
              <w:rPr>
                <w:rFonts w:ascii="Calibri" w:eastAsia="Times New Roman" w:hAnsi="Calibri" w:cs="Calibri"/>
                <w:color w:val="366092"/>
              </w:rPr>
            </w:pPr>
            <w:r w:rsidRPr="003278AE">
              <w:rPr>
                <w:rFonts w:ascii="Calibri" w:eastAsia="Times New Roman" w:hAnsi="Calibri" w:cs="Calibri"/>
                <w:color w:val="366092"/>
              </w:rPr>
              <w:t xml:space="preserve">Online Instructor Resource Center </w:t>
            </w:r>
          </w:p>
        </w:tc>
      </w:tr>
      <w:tr w:rsidR="00C36EEF" w:rsidRPr="003278AE" w14:paraId="17037698"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0DF40552" w14:textId="201D920D" w:rsidR="00C36EEF" w:rsidRPr="003278AE" w:rsidRDefault="00C36EEF" w:rsidP="002776AF">
            <w:pPr>
              <w:spacing w:after="0" w:line="240" w:lineRule="auto"/>
              <w:rPr>
                <w:rFonts w:ascii="Calibri" w:eastAsia="Times New Roman" w:hAnsi="Calibri" w:cs="Calibri"/>
                <w:color w:val="366092"/>
              </w:rPr>
            </w:pPr>
            <w:r w:rsidRPr="003278AE">
              <w:rPr>
                <w:rFonts w:ascii="Calibri" w:eastAsia="Times New Roman" w:hAnsi="Calibri" w:cs="Calibri"/>
                <w:color w:val="366092"/>
              </w:rPr>
              <w:t xml:space="preserve">       </w:t>
            </w:r>
            <w:r w:rsidR="002776AF" w:rsidRPr="003278AE">
              <w:rPr>
                <w:rFonts w:ascii="Calibri" w:eastAsia="Times New Roman" w:hAnsi="Calibri" w:cs="Calibri"/>
                <w:color w:val="366092"/>
              </w:rPr>
              <w:t>Grader Data</w:t>
            </w:r>
          </w:p>
        </w:tc>
        <w:tc>
          <w:tcPr>
            <w:tcW w:w="3867" w:type="dxa"/>
            <w:tcBorders>
              <w:top w:val="nil"/>
              <w:left w:val="nil"/>
              <w:bottom w:val="nil"/>
              <w:right w:val="single" w:sz="4" w:space="0" w:color="auto"/>
            </w:tcBorders>
            <w:shd w:val="clear" w:color="000000" w:fill="FFFFFF"/>
            <w:noWrap/>
            <w:vAlign w:val="bottom"/>
            <w:hideMark/>
          </w:tcPr>
          <w:p w14:paraId="657CCE0A" w14:textId="3A8D72E7" w:rsidR="00C36EEF" w:rsidRPr="003278AE" w:rsidRDefault="00E9675D" w:rsidP="006318D4">
            <w:pPr>
              <w:spacing w:after="0" w:line="240" w:lineRule="auto"/>
              <w:rPr>
                <w:rFonts w:ascii="Calibri" w:eastAsia="Times New Roman" w:hAnsi="Calibri" w:cs="Calibri"/>
                <w:color w:val="366092"/>
              </w:rPr>
            </w:pPr>
            <w:r w:rsidRPr="003278AE">
              <w:rPr>
                <w:rFonts w:ascii="Calibri" w:eastAsia="Times New Roman" w:hAnsi="Calibri" w:cs="Calibri"/>
                <w:color w:val="366092"/>
              </w:rPr>
              <w:t>a01</w:t>
            </w:r>
            <w:r w:rsidR="002776AF" w:rsidRPr="003278AE">
              <w:rPr>
                <w:rFonts w:ascii="Calibri" w:eastAsia="Times New Roman" w:hAnsi="Calibri" w:cs="Calibri"/>
                <w:color w:val="366092"/>
              </w:rPr>
              <w:t>_grader_data.</w:t>
            </w:r>
            <w:r w:rsidR="00E05F83" w:rsidRPr="003278AE">
              <w:rPr>
                <w:rFonts w:ascii="Calibri" w:eastAsia="Times New Roman" w:hAnsi="Calibri" w:cs="Calibri"/>
                <w:color w:val="366092"/>
              </w:rPr>
              <w:t>accdb</w:t>
            </w:r>
          </w:p>
        </w:tc>
        <w:tc>
          <w:tcPr>
            <w:tcW w:w="2093" w:type="dxa"/>
            <w:vMerge/>
            <w:tcBorders>
              <w:top w:val="nil"/>
              <w:left w:val="single" w:sz="4" w:space="0" w:color="auto"/>
              <w:bottom w:val="nil"/>
              <w:right w:val="single" w:sz="4" w:space="0" w:color="auto"/>
            </w:tcBorders>
            <w:vAlign w:val="center"/>
            <w:hideMark/>
          </w:tcPr>
          <w:p w14:paraId="7FF938C2" w14:textId="77777777" w:rsidR="00C36EEF" w:rsidRPr="003278AE" w:rsidRDefault="00C36EEF" w:rsidP="002776AF">
            <w:pPr>
              <w:spacing w:after="0" w:line="240" w:lineRule="auto"/>
              <w:rPr>
                <w:rFonts w:ascii="Calibri" w:eastAsia="Times New Roman" w:hAnsi="Calibri" w:cs="Calibri"/>
                <w:color w:val="366092"/>
              </w:rPr>
            </w:pPr>
          </w:p>
        </w:tc>
      </w:tr>
      <w:tr w:rsidR="00C36EEF" w:rsidRPr="003278AE" w14:paraId="6B4E8C91"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7AE97277" w14:textId="7EDB9698" w:rsidR="00C36EEF" w:rsidRPr="003278AE" w:rsidRDefault="00C36EEF" w:rsidP="00C36EEF">
            <w:pPr>
              <w:spacing w:after="0" w:line="240" w:lineRule="auto"/>
              <w:rPr>
                <w:rFonts w:ascii="Calibri" w:eastAsia="Times New Roman" w:hAnsi="Calibri" w:cs="Calibri"/>
                <w:color w:val="366092"/>
              </w:rPr>
            </w:pPr>
            <w:r w:rsidRPr="003278AE">
              <w:rPr>
                <w:rFonts w:ascii="Calibri" w:eastAsia="Times New Roman" w:hAnsi="Calibri" w:cs="Calibri"/>
                <w:color w:val="366092"/>
              </w:rPr>
              <w:t xml:space="preserve">       </w:t>
            </w:r>
            <w:r w:rsidR="002776AF" w:rsidRPr="003278AE">
              <w:rPr>
                <w:rFonts w:ascii="Calibri" w:eastAsia="Times New Roman" w:hAnsi="Calibri" w:cs="Calibri"/>
                <w:color w:val="366092"/>
              </w:rPr>
              <w:t>Grader Solution</w:t>
            </w:r>
          </w:p>
        </w:tc>
        <w:tc>
          <w:tcPr>
            <w:tcW w:w="3867" w:type="dxa"/>
            <w:tcBorders>
              <w:top w:val="nil"/>
              <w:left w:val="nil"/>
              <w:bottom w:val="nil"/>
              <w:right w:val="single" w:sz="4" w:space="0" w:color="auto"/>
            </w:tcBorders>
            <w:shd w:val="clear" w:color="000000" w:fill="FFFFFF"/>
            <w:noWrap/>
            <w:vAlign w:val="bottom"/>
            <w:hideMark/>
          </w:tcPr>
          <w:p w14:paraId="68D949D8" w14:textId="7ADD660F" w:rsidR="00C36EEF" w:rsidRPr="003278AE" w:rsidRDefault="00E9675D" w:rsidP="006318D4">
            <w:pPr>
              <w:spacing w:after="0" w:line="240" w:lineRule="auto"/>
              <w:rPr>
                <w:rFonts w:ascii="Calibri" w:eastAsia="Times New Roman" w:hAnsi="Calibri" w:cs="Calibri"/>
                <w:color w:val="366092"/>
              </w:rPr>
            </w:pPr>
            <w:r w:rsidRPr="003278AE">
              <w:rPr>
                <w:rFonts w:ascii="Calibri" w:eastAsia="Times New Roman" w:hAnsi="Calibri" w:cs="Calibri"/>
                <w:color w:val="366092"/>
              </w:rPr>
              <w:t>a01</w:t>
            </w:r>
            <w:r w:rsidR="002776AF" w:rsidRPr="003278AE">
              <w:rPr>
                <w:rFonts w:ascii="Calibri" w:eastAsia="Times New Roman" w:hAnsi="Calibri" w:cs="Calibri"/>
                <w:color w:val="366092"/>
              </w:rPr>
              <w:t>_grader_solution.</w:t>
            </w:r>
            <w:r w:rsidR="00E05F83" w:rsidRPr="003278AE">
              <w:rPr>
                <w:rFonts w:ascii="Calibri" w:eastAsia="Times New Roman" w:hAnsi="Calibri" w:cs="Calibri"/>
                <w:color w:val="366092"/>
              </w:rPr>
              <w:t>accdb</w:t>
            </w:r>
          </w:p>
        </w:tc>
        <w:tc>
          <w:tcPr>
            <w:tcW w:w="2093" w:type="dxa"/>
            <w:vMerge/>
            <w:tcBorders>
              <w:top w:val="nil"/>
              <w:left w:val="single" w:sz="4" w:space="0" w:color="auto"/>
              <w:bottom w:val="nil"/>
              <w:right w:val="single" w:sz="4" w:space="0" w:color="auto"/>
            </w:tcBorders>
            <w:vAlign w:val="center"/>
            <w:hideMark/>
          </w:tcPr>
          <w:p w14:paraId="72F2E52B" w14:textId="77777777" w:rsidR="00C36EEF" w:rsidRPr="003278AE" w:rsidRDefault="00C36EEF" w:rsidP="002776AF">
            <w:pPr>
              <w:spacing w:after="0" w:line="240" w:lineRule="auto"/>
              <w:rPr>
                <w:rFonts w:ascii="Calibri" w:eastAsia="Times New Roman" w:hAnsi="Calibri" w:cs="Calibri"/>
                <w:color w:val="366092"/>
              </w:rPr>
            </w:pPr>
          </w:p>
        </w:tc>
      </w:tr>
      <w:tr w:rsidR="00C36EEF" w:rsidRPr="003278AE" w14:paraId="2F2F4FAA" w14:textId="77777777" w:rsidTr="00F41539">
        <w:trPr>
          <w:trHeight w:val="300"/>
        </w:trPr>
        <w:tc>
          <w:tcPr>
            <w:tcW w:w="3940" w:type="dxa"/>
            <w:tcBorders>
              <w:top w:val="nil"/>
              <w:left w:val="single" w:sz="4" w:space="0" w:color="auto"/>
              <w:right w:val="single" w:sz="4" w:space="0" w:color="auto"/>
            </w:tcBorders>
            <w:shd w:val="clear" w:color="000000" w:fill="FFFFFF"/>
            <w:noWrap/>
            <w:vAlign w:val="bottom"/>
            <w:hideMark/>
          </w:tcPr>
          <w:p w14:paraId="3F7390E2" w14:textId="203ADE0B" w:rsidR="00C36EEF" w:rsidRPr="003278AE" w:rsidRDefault="00C36EEF" w:rsidP="00C36EEF">
            <w:pPr>
              <w:spacing w:after="0" w:line="240" w:lineRule="auto"/>
              <w:rPr>
                <w:rFonts w:ascii="Calibri" w:eastAsia="Times New Roman" w:hAnsi="Calibri" w:cs="Calibri"/>
                <w:color w:val="366092"/>
              </w:rPr>
            </w:pPr>
            <w:r w:rsidRPr="003278AE">
              <w:rPr>
                <w:rFonts w:ascii="Calibri" w:eastAsia="Times New Roman" w:hAnsi="Calibri" w:cs="Calibri"/>
                <w:color w:val="366092"/>
              </w:rPr>
              <w:t xml:space="preserve">       </w:t>
            </w:r>
            <w:r w:rsidR="002776AF" w:rsidRPr="003278AE">
              <w:rPr>
                <w:rFonts w:ascii="Calibri" w:eastAsia="Times New Roman" w:hAnsi="Calibri" w:cs="Calibri"/>
                <w:color w:val="366092"/>
              </w:rPr>
              <w:t>Grader A</w:t>
            </w:r>
            <w:r w:rsidRPr="003278AE">
              <w:rPr>
                <w:rFonts w:ascii="Calibri" w:eastAsia="Times New Roman" w:hAnsi="Calibri" w:cs="Calibri"/>
                <w:color w:val="366092"/>
              </w:rPr>
              <w:t>nnot</w:t>
            </w:r>
            <w:r w:rsidR="002776AF" w:rsidRPr="003278AE">
              <w:rPr>
                <w:rFonts w:ascii="Calibri" w:eastAsia="Times New Roman" w:hAnsi="Calibri" w:cs="Calibri"/>
                <w:color w:val="366092"/>
              </w:rPr>
              <w:t>ated</w:t>
            </w:r>
            <w:r w:rsidRPr="003278AE">
              <w:rPr>
                <w:rFonts w:ascii="Calibri" w:eastAsia="Times New Roman" w:hAnsi="Calibri" w:cs="Calibri"/>
                <w:color w:val="366092"/>
              </w:rPr>
              <w:t xml:space="preserve"> Solution</w:t>
            </w:r>
          </w:p>
        </w:tc>
        <w:tc>
          <w:tcPr>
            <w:tcW w:w="3867" w:type="dxa"/>
            <w:tcBorders>
              <w:top w:val="nil"/>
              <w:left w:val="nil"/>
              <w:right w:val="single" w:sz="4" w:space="0" w:color="auto"/>
            </w:tcBorders>
            <w:shd w:val="clear" w:color="000000" w:fill="FFFFFF"/>
            <w:noWrap/>
            <w:vAlign w:val="bottom"/>
            <w:hideMark/>
          </w:tcPr>
          <w:p w14:paraId="4F8A11D5" w14:textId="150D814F" w:rsidR="00C36EEF" w:rsidRPr="003278AE" w:rsidRDefault="00E9675D" w:rsidP="006318D4">
            <w:pPr>
              <w:spacing w:after="0" w:line="240" w:lineRule="auto"/>
              <w:rPr>
                <w:rFonts w:ascii="Calibri" w:eastAsia="Times New Roman" w:hAnsi="Calibri" w:cs="Calibri"/>
                <w:color w:val="366092"/>
              </w:rPr>
            </w:pPr>
            <w:r w:rsidRPr="003278AE">
              <w:rPr>
                <w:rFonts w:ascii="Calibri" w:eastAsia="Times New Roman" w:hAnsi="Calibri" w:cs="Calibri"/>
                <w:color w:val="366092"/>
              </w:rPr>
              <w:t>a01</w:t>
            </w:r>
            <w:r w:rsidR="00C36EEF" w:rsidRPr="003278AE">
              <w:rPr>
                <w:rFonts w:ascii="Calibri" w:eastAsia="Times New Roman" w:hAnsi="Calibri" w:cs="Calibri"/>
                <w:color w:val="366092"/>
              </w:rPr>
              <w:t>_grader_annsolution</w:t>
            </w:r>
            <w:r w:rsidR="002776AF" w:rsidRPr="003278AE">
              <w:rPr>
                <w:rFonts w:ascii="Calibri" w:eastAsia="Times New Roman" w:hAnsi="Calibri" w:cs="Calibri"/>
                <w:color w:val="366092"/>
              </w:rPr>
              <w:t>.pdf</w:t>
            </w:r>
          </w:p>
        </w:tc>
        <w:tc>
          <w:tcPr>
            <w:tcW w:w="2093" w:type="dxa"/>
            <w:tcBorders>
              <w:top w:val="nil"/>
              <w:left w:val="nil"/>
              <w:right w:val="single" w:sz="4" w:space="0" w:color="auto"/>
            </w:tcBorders>
            <w:shd w:val="clear" w:color="000000" w:fill="FFFFFF"/>
            <w:vAlign w:val="center"/>
            <w:hideMark/>
          </w:tcPr>
          <w:p w14:paraId="7EDAE926" w14:textId="77777777" w:rsidR="00C36EEF" w:rsidRPr="003278AE" w:rsidRDefault="00C36EEF" w:rsidP="002776AF">
            <w:pPr>
              <w:spacing w:after="0" w:line="240" w:lineRule="auto"/>
              <w:rPr>
                <w:rFonts w:ascii="Calibri" w:eastAsia="Times New Roman" w:hAnsi="Calibri" w:cs="Calibri"/>
                <w:color w:val="366092"/>
              </w:rPr>
            </w:pPr>
            <w:r w:rsidRPr="003278AE">
              <w:rPr>
                <w:rFonts w:ascii="Calibri" w:eastAsia="Times New Roman" w:hAnsi="Calibri" w:cs="Calibri"/>
                <w:color w:val="366092"/>
              </w:rPr>
              <w:t> </w:t>
            </w:r>
          </w:p>
        </w:tc>
      </w:tr>
      <w:tr w:rsidR="00C36EEF" w:rsidRPr="003278AE" w14:paraId="3CF6035F" w14:textId="77777777" w:rsidTr="00F41539">
        <w:trPr>
          <w:trHeight w:val="300"/>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14:paraId="45100626" w14:textId="7B3E61DC" w:rsidR="00C36EEF" w:rsidRPr="003278AE" w:rsidRDefault="00C36EEF" w:rsidP="00C36EEF">
            <w:pPr>
              <w:spacing w:after="0" w:line="240" w:lineRule="auto"/>
              <w:rPr>
                <w:rFonts w:ascii="Calibri" w:eastAsia="Times New Roman" w:hAnsi="Calibri" w:cs="Calibri"/>
                <w:color w:val="366092"/>
              </w:rPr>
            </w:pPr>
            <w:r w:rsidRPr="003278AE">
              <w:rPr>
                <w:rFonts w:ascii="Calibri" w:eastAsia="Times New Roman" w:hAnsi="Calibri" w:cs="Calibri"/>
                <w:color w:val="366092"/>
              </w:rPr>
              <w:t xml:space="preserve">       </w:t>
            </w:r>
            <w:r w:rsidR="002776AF" w:rsidRPr="003278AE">
              <w:rPr>
                <w:rFonts w:ascii="Calibri" w:eastAsia="Times New Roman" w:hAnsi="Calibri" w:cs="Calibri"/>
                <w:color w:val="366092"/>
              </w:rPr>
              <w:t>Grader S</w:t>
            </w:r>
            <w:r w:rsidRPr="003278AE">
              <w:rPr>
                <w:rFonts w:ascii="Calibri" w:eastAsia="Times New Roman" w:hAnsi="Calibri" w:cs="Calibri"/>
                <w:color w:val="366092"/>
              </w:rPr>
              <w:t>corecard</w:t>
            </w:r>
          </w:p>
        </w:tc>
        <w:tc>
          <w:tcPr>
            <w:tcW w:w="3867" w:type="dxa"/>
            <w:tcBorders>
              <w:top w:val="nil"/>
              <w:left w:val="nil"/>
              <w:bottom w:val="single" w:sz="4" w:space="0" w:color="auto"/>
              <w:right w:val="single" w:sz="4" w:space="0" w:color="auto"/>
            </w:tcBorders>
            <w:shd w:val="clear" w:color="000000" w:fill="FFFFFF"/>
            <w:noWrap/>
            <w:vAlign w:val="bottom"/>
            <w:hideMark/>
          </w:tcPr>
          <w:p w14:paraId="12C8AE08" w14:textId="2D4CF5AC" w:rsidR="00C36EEF" w:rsidRPr="003278AE" w:rsidRDefault="00E9675D" w:rsidP="006318D4">
            <w:pPr>
              <w:spacing w:after="0" w:line="240" w:lineRule="auto"/>
              <w:rPr>
                <w:rFonts w:ascii="Calibri" w:eastAsia="Times New Roman" w:hAnsi="Calibri" w:cs="Calibri"/>
                <w:color w:val="366092"/>
              </w:rPr>
            </w:pPr>
            <w:r w:rsidRPr="003278AE">
              <w:rPr>
                <w:rFonts w:ascii="Calibri" w:eastAsia="Times New Roman" w:hAnsi="Calibri" w:cs="Calibri"/>
                <w:color w:val="366092"/>
              </w:rPr>
              <w:t>a01</w:t>
            </w:r>
            <w:r w:rsidR="00C36EEF" w:rsidRPr="003278AE">
              <w:rPr>
                <w:rFonts w:ascii="Calibri" w:eastAsia="Times New Roman" w:hAnsi="Calibri" w:cs="Calibri"/>
                <w:color w:val="366092"/>
              </w:rPr>
              <w:t>_grader_scorecard</w:t>
            </w:r>
            <w:r w:rsidR="002776AF" w:rsidRPr="003278AE">
              <w:rPr>
                <w:rFonts w:ascii="Calibri" w:eastAsia="Times New Roman" w:hAnsi="Calibri" w:cs="Calibri"/>
                <w:color w:val="366092"/>
              </w:rPr>
              <w:t>.</w:t>
            </w:r>
            <w:r w:rsidR="005336EB">
              <w:rPr>
                <w:rFonts w:ascii="Calibri" w:eastAsia="Times New Roman" w:hAnsi="Calibri" w:cs="Calibri"/>
                <w:color w:val="366092"/>
              </w:rPr>
              <w:t>xlsx</w:t>
            </w:r>
          </w:p>
        </w:tc>
        <w:tc>
          <w:tcPr>
            <w:tcW w:w="2093" w:type="dxa"/>
            <w:tcBorders>
              <w:top w:val="nil"/>
              <w:left w:val="nil"/>
              <w:bottom w:val="single" w:sz="4" w:space="0" w:color="auto"/>
              <w:right w:val="single" w:sz="4" w:space="0" w:color="auto"/>
            </w:tcBorders>
            <w:shd w:val="clear" w:color="000000" w:fill="FFFFFF"/>
            <w:vAlign w:val="center"/>
            <w:hideMark/>
          </w:tcPr>
          <w:p w14:paraId="37C934A9" w14:textId="77777777" w:rsidR="00C36EEF" w:rsidRPr="003278AE" w:rsidRDefault="00C36EEF" w:rsidP="002776AF">
            <w:pPr>
              <w:spacing w:after="0" w:line="240" w:lineRule="auto"/>
              <w:rPr>
                <w:rFonts w:ascii="Calibri" w:eastAsia="Times New Roman" w:hAnsi="Calibri" w:cs="Calibri"/>
                <w:color w:val="366092"/>
              </w:rPr>
            </w:pPr>
            <w:r w:rsidRPr="003278AE">
              <w:rPr>
                <w:rFonts w:ascii="Calibri" w:eastAsia="Times New Roman" w:hAnsi="Calibri" w:cs="Calibri"/>
                <w:color w:val="366092"/>
              </w:rPr>
              <w:t> </w:t>
            </w:r>
          </w:p>
        </w:tc>
      </w:tr>
    </w:tbl>
    <w:p w14:paraId="67B15C92" w14:textId="77777777" w:rsidR="00C36EEF" w:rsidRPr="003278AE" w:rsidRDefault="00C36EEF" w:rsidP="00C36EEF"/>
    <w:p w14:paraId="1A3945D3" w14:textId="77777777" w:rsidR="0057342D" w:rsidRPr="003278AE" w:rsidRDefault="0057342D" w:rsidP="00251545">
      <w:pPr>
        <w:pStyle w:val="Heading2"/>
      </w:pPr>
      <w:r w:rsidRPr="003278AE">
        <w:t xml:space="preserve">CHAPTER OBJECTIVES </w:t>
      </w:r>
    </w:p>
    <w:p w14:paraId="6CE00560" w14:textId="3F0A6115" w:rsidR="0057342D" w:rsidRPr="003278AE" w:rsidRDefault="0057342D" w:rsidP="00251545">
      <w:pPr>
        <w:pStyle w:val="Heading3"/>
        <w:sectPr w:rsidR="0057342D" w:rsidRPr="003278AE">
          <w:headerReference w:type="default" r:id="rId8"/>
          <w:footerReference w:type="default" r:id="rId9"/>
          <w:pgSz w:w="12240" w:h="15840"/>
          <w:pgMar w:top="1440" w:right="1440" w:bottom="1440" w:left="1440" w:header="720" w:footer="720" w:gutter="0"/>
          <w:cols w:space="720"/>
          <w:docGrid w:linePitch="360"/>
        </w:sectPr>
      </w:pPr>
      <w:r w:rsidRPr="003278AE">
        <w:t>When students have finished reading this chapter, they will be able to:</w:t>
      </w:r>
    </w:p>
    <w:p w14:paraId="693B29BC" w14:textId="5FC20290" w:rsidR="00DB61A7" w:rsidRPr="003278AE" w:rsidRDefault="00950BE5" w:rsidP="000D0353">
      <w:pPr>
        <w:pStyle w:val="ListParagraph"/>
        <w:numPr>
          <w:ilvl w:val="0"/>
          <w:numId w:val="8"/>
        </w:numPr>
        <w:autoSpaceDE w:val="0"/>
        <w:autoSpaceDN w:val="0"/>
        <w:adjustRightInd w:val="0"/>
        <w:spacing w:after="0" w:line="240" w:lineRule="auto"/>
        <w:rPr>
          <w:rFonts w:eastAsia="Times New Roman" w:cs="Calibri"/>
          <w:color w:val="366092"/>
        </w:rPr>
      </w:pPr>
      <w:r w:rsidRPr="003278AE">
        <w:rPr>
          <w:rFonts w:eastAsia="Times New Roman" w:cs="Calibri"/>
          <w:color w:val="366092"/>
        </w:rPr>
        <w:t>Open, save, and enable content in a database</w:t>
      </w:r>
    </w:p>
    <w:p w14:paraId="1DBD06DD" w14:textId="4CFCC528" w:rsidR="00DB61A7" w:rsidRPr="003278AE" w:rsidRDefault="00D22F8C" w:rsidP="000D0353">
      <w:pPr>
        <w:pStyle w:val="ListParagraph"/>
        <w:numPr>
          <w:ilvl w:val="0"/>
          <w:numId w:val="8"/>
        </w:numPr>
        <w:autoSpaceDE w:val="0"/>
        <w:autoSpaceDN w:val="0"/>
        <w:adjustRightInd w:val="0"/>
        <w:spacing w:after="0" w:line="240" w:lineRule="auto"/>
        <w:rPr>
          <w:rFonts w:eastAsia="Times New Roman" w:cs="Calibri"/>
          <w:color w:val="366092"/>
        </w:rPr>
      </w:pPr>
      <w:r w:rsidRPr="003278AE">
        <w:rPr>
          <w:rFonts w:eastAsia="Times New Roman" w:cs="Calibri"/>
          <w:color w:val="366092"/>
        </w:rPr>
        <w:t>Recognize database object types</w:t>
      </w:r>
    </w:p>
    <w:p w14:paraId="77BCFF88" w14:textId="06AE12B2" w:rsidR="00DB61A7" w:rsidRPr="003278AE" w:rsidRDefault="00D22F8C" w:rsidP="000D0353">
      <w:pPr>
        <w:pStyle w:val="ListParagraph"/>
        <w:numPr>
          <w:ilvl w:val="0"/>
          <w:numId w:val="8"/>
        </w:numPr>
        <w:autoSpaceDE w:val="0"/>
        <w:autoSpaceDN w:val="0"/>
        <w:adjustRightInd w:val="0"/>
        <w:spacing w:after="0" w:line="240" w:lineRule="auto"/>
        <w:rPr>
          <w:rFonts w:eastAsia="Times New Roman" w:cs="Calibri"/>
          <w:color w:val="366092"/>
        </w:rPr>
      </w:pPr>
      <w:r w:rsidRPr="003278AE">
        <w:rPr>
          <w:rFonts w:eastAsia="Times New Roman" w:cs="Calibri"/>
          <w:color w:val="366092"/>
        </w:rPr>
        <w:t>Modify, add, and save data</w:t>
      </w:r>
    </w:p>
    <w:p w14:paraId="28A40DE7" w14:textId="7744912F" w:rsidR="00DB61A7" w:rsidRPr="003278AE" w:rsidRDefault="00D22F8C" w:rsidP="000D0353">
      <w:pPr>
        <w:pStyle w:val="ListParagraph"/>
        <w:numPr>
          <w:ilvl w:val="0"/>
          <w:numId w:val="8"/>
        </w:numPr>
        <w:autoSpaceDE w:val="0"/>
        <w:autoSpaceDN w:val="0"/>
        <w:adjustRightInd w:val="0"/>
        <w:spacing w:after="0" w:line="240" w:lineRule="auto"/>
        <w:rPr>
          <w:rFonts w:eastAsia="Times New Roman" w:cs="Calibri"/>
          <w:color w:val="366092"/>
        </w:rPr>
      </w:pPr>
      <w:r w:rsidRPr="003278AE">
        <w:rPr>
          <w:rFonts w:eastAsia="Times New Roman" w:cs="Calibri"/>
          <w:color w:val="366092"/>
        </w:rPr>
        <w:t>Use database utilities</w:t>
      </w:r>
    </w:p>
    <w:p w14:paraId="125243D6" w14:textId="7CA61E78" w:rsidR="00760371" w:rsidRPr="003278AE" w:rsidRDefault="00D22F8C" w:rsidP="000D0353">
      <w:pPr>
        <w:pStyle w:val="ListParagraph"/>
        <w:numPr>
          <w:ilvl w:val="0"/>
          <w:numId w:val="8"/>
        </w:numPr>
        <w:autoSpaceDE w:val="0"/>
        <w:autoSpaceDN w:val="0"/>
        <w:adjustRightInd w:val="0"/>
        <w:spacing w:after="0" w:line="240" w:lineRule="auto"/>
        <w:rPr>
          <w:rFonts w:eastAsia="Times New Roman" w:cs="Calibri"/>
          <w:color w:val="366092"/>
        </w:rPr>
      </w:pPr>
      <w:r w:rsidRPr="003278AE">
        <w:rPr>
          <w:rFonts w:eastAsia="Times New Roman" w:cs="Calibri"/>
          <w:color w:val="366092"/>
        </w:rPr>
        <w:t>Work with filters</w:t>
      </w:r>
    </w:p>
    <w:p w14:paraId="68CC75AE" w14:textId="0CC38CFB" w:rsidR="00DB61A7" w:rsidRPr="003278AE" w:rsidRDefault="00D22F8C" w:rsidP="00D22F8C">
      <w:pPr>
        <w:pStyle w:val="ListParagraph"/>
        <w:numPr>
          <w:ilvl w:val="0"/>
          <w:numId w:val="8"/>
        </w:numPr>
        <w:autoSpaceDE w:val="0"/>
        <w:autoSpaceDN w:val="0"/>
        <w:adjustRightInd w:val="0"/>
        <w:spacing w:after="0" w:line="240" w:lineRule="auto"/>
        <w:rPr>
          <w:rFonts w:eastAsia="Times New Roman" w:cs="Calibri"/>
          <w:color w:val="366092"/>
        </w:rPr>
      </w:pPr>
      <w:r w:rsidRPr="003278AE">
        <w:rPr>
          <w:rFonts w:eastAsia="Times New Roman" w:cs="Calibri"/>
          <w:color w:val="366092"/>
        </w:rPr>
        <w:t>Perform sorts</w:t>
      </w:r>
    </w:p>
    <w:p w14:paraId="46C80932" w14:textId="7AE3A75A" w:rsidR="00A92171" w:rsidRPr="003278AE" w:rsidRDefault="00152E5F" w:rsidP="000D0353">
      <w:pPr>
        <w:pStyle w:val="ListParagraph"/>
        <w:numPr>
          <w:ilvl w:val="0"/>
          <w:numId w:val="8"/>
        </w:numPr>
        <w:spacing w:after="0" w:line="360" w:lineRule="auto"/>
        <w:sectPr w:rsidR="00A92171" w:rsidRPr="003278AE" w:rsidSect="0057342D">
          <w:type w:val="continuous"/>
          <w:pgSz w:w="12240" w:h="15840"/>
          <w:pgMar w:top="1440" w:right="1440" w:bottom="1440" w:left="1440" w:header="720" w:footer="720" w:gutter="0"/>
          <w:cols w:num="2" w:space="720"/>
          <w:docGrid w:linePitch="360"/>
        </w:sectPr>
      </w:pPr>
      <w:r w:rsidRPr="003278AE">
        <w:rPr>
          <w:rFonts w:eastAsia="Times New Roman" w:cs="Calibri"/>
          <w:color w:val="366092"/>
        </w:rPr>
        <w:t xml:space="preserve">Create </w:t>
      </w:r>
      <w:r w:rsidR="00D22F8C" w:rsidRPr="003278AE">
        <w:rPr>
          <w:rFonts w:eastAsia="Times New Roman" w:cs="Calibri"/>
          <w:color w:val="366092"/>
        </w:rPr>
        <w:t>a database</w:t>
      </w:r>
    </w:p>
    <w:p w14:paraId="6D7D34D2" w14:textId="77777777" w:rsidR="00A92171" w:rsidRPr="003278AE" w:rsidRDefault="00A92171" w:rsidP="00251545">
      <w:pPr>
        <w:pStyle w:val="Heading2"/>
      </w:pPr>
      <w:r w:rsidRPr="003278AE">
        <w:t>CHAPTER OVERVIEW</w:t>
      </w:r>
    </w:p>
    <w:p w14:paraId="77604663" w14:textId="1739FDF9" w:rsidR="00E47066" w:rsidRPr="003278AE" w:rsidRDefault="005D475D" w:rsidP="00E47066">
      <w:pPr>
        <w:autoSpaceDE w:val="0"/>
        <w:autoSpaceDN w:val="0"/>
        <w:adjustRightInd w:val="0"/>
        <w:spacing w:after="0" w:line="240" w:lineRule="auto"/>
        <w:rPr>
          <w:rFonts w:eastAsiaTheme="majorEastAsia" w:cs="MinionPro-Regular"/>
          <w:bCs/>
          <w:iCs/>
          <w:color w:val="1F497D" w:themeColor="text2"/>
        </w:rPr>
      </w:pPr>
      <w:r w:rsidRPr="003278AE">
        <w:rPr>
          <w:rFonts w:eastAsiaTheme="majorEastAsia" w:cs="MinionPro-Regular"/>
          <w:bCs/>
          <w:iCs/>
          <w:color w:val="1F497D" w:themeColor="text2"/>
        </w:rPr>
        <w:t>The students will be asked to create and modify accurate and effective charts</w:t>
      </w:r>
      <w:r w:rsidR="00484DD7" w:rsidRPr="003278AE">
        <w:rPr>
          <w:rFonts w:eastAsiaTheme="majorEastAsia" w:cs="MinionPro-Regular"/>
          <w:bCs/>
          <w:iCs/>
          <w:color w:val="1F497D" w:themeColor="text2"/>
        </w:rPr>
        <w:t xml:space="preserve">. </w:t>
      </w:r>
      <w:r w:rsidR="00B42E2D" w:rsidRPr="003278AE">
        <w:rPr>
          <w:rFonts w:eastAsiaTheme="majorEastAsia" w:cs="MinionPro-Regular"/>
          <w:bCs/>
          <w:iCs/>
          <w:color w:val="1F497D" w:themeColor="text2"/>
        </w:rPr>
        <w:t>The student</w:t>
      </w:r>
      <w:r w:rsidR="00553699">
        <w:rPr>
          <w:rFonts w:eastAsiaTheme="majorEastAsia" w:cs="MinionPro-Regular"/>
          <w:bCs/>
          <w:iCs/>
          <w:color w:val="1F497D" w:themeColor="text2"/>
        </w:rPr>
        <w:t>s</w:t>
      </w:r>
      <w:r w:rsidR="00B42E2D" w:rsidRPr="003278AE">
        <w:rPr>
          <w:rFonts w:eastAsiaTheme="majorEastAsia" w:cs="MinionPro-Regular"/>
          <w:bCs/>
          <w:iCs/>
          <w:color w:val="1F497D" w:themeColor="text2"/>
        </w:rPr>
        <w:t xml:space="preserve"> will learn that the chart is a</w:t>
      </w:r>
      <w:r w:rsidR="00E47066" w:rsidRPr="003278AE">
        <w:rPr>
          <w:rFonts w:eastAsiaTheme="majorEastAsia" w:cs="MinionPro-Regular"/>
          <w:bCs/>
          <w:iCs/>
          <w:color w:val="1F497D" w:themeColor="text2"/>
        </w:rPr>
        <w:t xml:space="preserve"> visual representation of numerical data that compares data and helps reveal trends or patterns to help people make informed decisions. </w:t>
      </w:r>
      <w:r w:rsidR="00B42E2D" w:rsidRPr="003278AE">
        <w:rPr>
          <w:rFonts w:eastAsiaTheme="majorEastAsia" w:cs="MinionPro-Regular"/>
          <w:bCs/>
          <w:iCs/>
          <w:color w:val="1F497D" w:themeColor="text2"/>
        </w:rPr>
        <w:t>Students will create e</w:t>
      </w:r>
      <w:r w:rsidR="00E47066" w:rsidRPr="003278AE">
        <w:rPr>
          <w:rFonts w:eastAsiaTheme="majorEastAsia" w:cs="MinionPro-Regular"/>
          <w:bCs/>
          <w:iCs/>
          <w:color w:val="1F497D" w:themeColor="text2"/>
        </w:rPr>
        <w:t>ffective chart</w:t>
      </w:r>
      <w:r w:rsidR="00B42E2D" w:rsidRPr="003278AE">
        <w:rPr>
          <w:rFonts w:eastAsiaTheme="majorEastAsia" w:cs="MinionPro-Regular"/>
          <w:bCs/>
          <w:iCs/>
          <w:color w:val="1F497D" w:themeColor="text2"/>
        </w:rPr>
        <w:t>s that</w:t>
      </w:r>
      <w:r w:rsidR="00E47066" w:rsidRPr="003278AE">
        <w:rPr>
          <w:rFonts w:eastAsiaTheme="majorEastAsia" w:cs="MinionPro-Regular"/>
          <w:bCs/>
          <w:iCs/>
          <w:color w:val="1F497D" w:themeColor="text2"/>
        </w:rPr>
        <w:t xml:space="preserve"> depict data in a clear, easy-to-i</w:t>
      </w:r>
      <w:r w:rsidR="00B07B8C" w:rsidRPr="003278AE">
        <w:rPr>
          <w:rFonts w:eastAsiaTheme="majorEastAsia" w:cs="MinionPro-Regular"/>
          <w:bCs/>
          <w:iCs/>
          <w:color w:val="1F497D" w:themeColor="text2"/>
        </w:rPr>
        <w:t>nterpret manner. Student</w:t>
      </w:r>
      <w:r w:rsidR="00553699">
        <w:rPr>
          <w:rFonts w:eastAsiaTheme="majorEastAsia" w:cs="MinionPro-Regular"/>
          <w:bCs/>
          <w:iCs/>
          <w:color w:val="1F497D" w:themeColor="text2"/>
        </w:rPr>
        <w:t>s</w:t>
      </w:r>
      <w:r w:rsidR="00B07B8C" w:rsidRPr="003278AE">
        <w:rPr>
          <w:rFonts w:eastAsiaTheme="majorEastAsia" w:cs="MinionPro-Regular"/>
          <w:bCs/>
          <w:iCs/>
          <w:color w:val="1F497D" w:themeColor="text2"/>
        </w:rPr>
        <w:t xml:space="preserve"> will learn that a chart needs to contain </w:t>
      </w:r>
      <w:r w:rsidR="00E47066" w:rsidRPr="003278AE">
        <w:rPr>
          <w:rFonts w:eastAsiaTheme="majorEastAsia" w:cs="MinionPro-Regular"/>
          <w:bCs/>
          <w:iCs/>
          <w:color w:val="1F497D" w:themeColor="text2"/>
        </w:rPr>
        <w:t>enough data to be useful without</w:t>
      </w:r>
      <w:r w:rsidRPr="003278AE">
        <w:rPr>
          <w:rFonts w:eastAsiaTheme="majorEastAsia" w:cs="MinionPro-Regular"/>
          <w:bCs/>
          <w:iCs/>
          <w:color w:val="1F497D" w:themeColor="text2"/>
        </w:rPr>
        <w:t xml:space="preserve"> </w:t>
      </w:r>
      <w:r w:rsidR="00E47066" w:rsidRPr="003278AE">
        <w:rPr>
          <w:rFonts w:eastAsiaTheme="majorEastAsia" w:cs="MinionPro-Regular"/>
          <w:bCs/>
          <w:iCs/>
          <w:color w:val="1F497D" w:themeColor="text2"/>
        </w:rPr>
        <w:t xml:space="preserve">overwhelming </w:t>
      </w:r>
      <w:r w:rsidR="00B42E2D" w:rsidRPr="003278AE">
        <w:rPr>
          <w:rFonts w:eastAsiaTheme="majorEastAsia" w:cs="MinionPro-Regular"/>
          <w:bCs/>
          <w:iCs/>
          <w:color w:val="1F497D" w:themeColor="text2"/>
        </w:rPr>
        <w:t>the</w:t>
      </w:r>
      <w:r w:rsidR="00E47066" w:rsidRPr="003278AE">
        <w:rPr>
          <w:rFonts w:eastAsiaTheme="majorEastAsia" w:cs="MinionPro-Regular"/>
          <w:bCs/>
          <w:iCs/>
          <w:color w:val="1F497D" w:themeColor="text2"/>
        </w:rPr>
        <w:t xml:space="preserve"> audience.</w:t>
      </w:r>
    </w:p>
    <w:p w14:paraId="43793CAD" w14:textId="178A56E1" w:rsidR="00A92171" w:rsidRPr="003278AE" w:rsidRDefault="00A92171" w:rsidP="0072717D">
      <w:pPr>
        <w:pStyle w:val="Heading3"/>
      </w:pPr>
      <w:r w:rsidRPr="003278AE">
        <w:t>The major sections in this chapter are</w:t>
      </w:r>
      <w:r w:rsidR="008D395B" w:rsidRPr="003278AE">
        <w:t>:</w:t>
      </w:r>
    </w:p>
    <w:p w14:paraId="769D0130" w14:textId="687D5054" w:rsidR="003C55E5" w:rsidRPr="003278AE" w:rsidRDefault="00950BE5" w:rsidP="000D0353">
      <w:pPr>
        <w:pStyle w:val="ListNumber"/>
        <w:numPr>
          <w:ilvl w:val="0"/>
          <w:numId w:val="37"/>
        </w:numPr>
        <w:rPr>
          <w:rFonts w:asciiTheme="minorHAnsi" w:hAnsiTheme="minorHAnsi" w:cstheme="minorHAnsi"/>
          <w:color w:val="1F497D" w:themeColor="text2"/>
        </w:rPr>
      </w:pPr>
      <w:r w:rsidRPr="003278AE">
        <w:rPr>
          <w:rFonts w:asciiTheme="minorHAnsi" w:hAnsiTheme="minorHAnsi" w:cstheme="minorHAnsi"/>
          <w:b/>
          <w:color w:val="1F497D" w:themeColor="text2"/>
        </w:rPr>
        <w:t>Databases Are Everywhere</w:t>
      </w:r>
      <w:r w:rsidR="00A92171" w:rsidRPr="003278AE">
        <w:rPr>
          <w:rFonts w:asciiTheme="minorHAnsi" w:hAnsiTheme="minorHAnsi" w:cstheme="minorHAnsi"/>
          <w:b/>
          <w:color w:val="1F497D" w:themeColor="text2"/>
        </w:rPr>
        <w:t>.</w:t>
      </w:r>
      <w:r w:rsidR="00B8062B" w:rsidRPr="003278AE">
        <w:rPr>
          <w:rFonts w:asciiTheme="minorHAnsi" w:hAnsiTheme="minorHAnsi" w:cstheme="minorHAnsi"/>
          <w:color w:val="1F497D" w:themeColor="text2"/>
        </w:rPr>
        <w:t xml:space="preserve"> In this section, the student will learn </w:t>
      </w:r>
      <w:r w:rsidRPr="003278AE">
        <w:rPr>
          <w:rFonts w:asciiTheme="minorHAnsi" w:hAnsiTheme="minorHAnsi" w:cstheme="minorHAnsi"/>
          <w:color w:val="1F497D" w:themeColor="text2"/>
        </w:rPr>
        <w:t>the fundamentals of organizing data in a database</w:t>
      </w:r>
      <w:r w:rsidR="00B8062B" w:rsidRPr="003278AE">
        <w:rPr>
          <w:rFonts w:asciiTheme="minorHAnsi" w:hAnsiTheme="minorHAnsi" w:cstheme="minorHAnsi"/>
          <w:color w:val="1F497D" w:themeColor="text2"/>
        </w:rPr>
        <w:t>.</w:t>
      </w:r>
      <w:r w:rsidRPr="003278AE">
        <w:rPr>
          <w:rFonts w:asciiTheme="minorHAnsi" w:hAnsiTheme="minorHAnsi" w:cstheme="minorHAnsi"/>
          <w:color w:val="1F497D" w:themeColor="text2"/>
        </w:rPr>
        <w:t xml:space="preserve"> The student will also learn the purpose of Access database objects and will examine the Access interface.</w:t>
      </w:r>
    </w:p>
    <w:p w14:paraId="12FEEAB9" w14:textId="11E116AA" w:rsidR="003C55E5" w:rsidRPr="003278AE" w:rsidRDefault="00950BE5" w:rsidP="000D0353">
      <w:pPr>
        <w:pStyle w:val="ListNumber"/>
        <w:numPr>
          <w:ilvl w:val="0"/>
          <w:numId w:val="37"/>
        </w:numPr>
        <w:jc w:val="left"/>
        <w:rPr>
          <w:rFonts w:asciiTheme="minorHAnsi" w:hAnsiTheme="minorHAnsi" w:cstheme="minorHAnsi"/>
          <w:color w:val="1F497D" w:themeColor="text2"/>
        </w:rPr>
      </w:pPr>
      <w:r w:rsidRPr="003278AE">
        <w:rPr>
          <w:rFonts w:asciiTheme="minorHAnsi" w:hAnsiTheme="minorHAnsi" w:cstheme="minorHAnsi"/>
          <w:b/>
          <w:color w:val="1F497D" w:themeColor="text2"/>
        </w:rPr>
        <w:t>Filters and Sorts</w:t>
      </w:r>
      <w:r w:rsidR="00A92171" w:rsidRPr="003278AE">
        <w:rPr>
          <w:rFonts w:asciiTheme="minorHAnsi" w:hAnsiTheme="minorHAnsi" w:cstheme="minorHAnsi"/>
          <w:b/>
          <w:color w:val="1F497D" w:themeColor="text2"/>
        </w:rPr>
        <w:t>.</w:t>
      </w:r>
      <w:r w:rsidR="00484DD7" w:rsidRPr="003278AE">
        <w:rPr>
          <w:rFonts w:asciiTheme="minorHAnsi" w:hAnsiTheme="minorHAnsi" w:cstheme="minorHAnsi"/>
          <w:color w:val="1F497D" w:themeColor="text2"/>
        </w:rPr>
        <w:t xml:space="preserve"> </w:t>
      </w:r>
      <w:r w:rsidR="00A22884" w:rsidRPr="003278AE">
        <w:rPr>
          <w:rFonts w:asciiTheme="minorHAnsi" w:hAnsiTheme="minorHAnsi" w:cstheme="minorHAnsi"/>
          <w:color w:val="1F497D" w:themeColor="text2"/>
        </w:rPr>
        <w:t>In this section</w:t>
      </w:r>
      <w:r w:rsidR="00A65BAB">
        <w:rPr>
          <w:rFonts w:asciiTheme="minorHAnsi" w:hAnsiTheme="minorHAnsi" w:cstheme="minorHAnsi"/>
          <w:color w:val="1F497D" w:themeColor="text2"/>
        </w:rPr>
        <w:t>,</w:t>
      </w:r>
      <w:r w:rsidR="00A22884" w:rsidRPr="003278AE">
        <w:rPr>
          <w:rFonts w:asciiTheme="minorHAnsi" w:hAnsiTheme="minorHAnsi" w:cstheme="minorHAnsi"/>
          <w:color w:val="1F497D" w:themeColor="text2"/>
        </w:rPr>
        <w:t xml:space="preserve"> students will learn </w:t>
      </w:r>
      <w:r w:rsidRPr="003278AE">
        <w:rPr>
          <w:rFonts w:asciiTheme="minorHAnsi" w:hAnsiTheme="minorHAnsi" w:cstheme="minorHAnsi"/>
          <w:color w:val="1F497D" w:themeColor="text2"/>
        </w:rPr>
        <w:t>how to use filters to create subsets of information that match specified criteria, how to organize data by sorting, and how to locate records in a table based on criteria.</w:t>
      </w:r>
    </w:p>
    <w:p w14:paraId="5263DCFF" w14:textId="26D0F8F6" w:rsidR="00035B0D" w:rsidRPr="003278AE" w:rsidRDefault="00950BE5" w:rsidP="00950BE5">
      <w:pPr>
        <w:pStyle w:val="ListNumber"/>
        <w:numPr>
          <w:ilvl w:val="0"/>
          <w:numId w:val="37"/>
        </w:numPr>
        <w:rPr>
          <w:rFonts w:asciiTheme="minorHAnsi" w:hAnsiTheme="minorHAnsi" w:cstheme="minorHAnsi"/>
          <w:color w:val="1F497D" w:themeColor="text2"/>
        </w:rPr>
      </w:pPr>
      <w:r w:rsidRPr="003278AE">
        <w:rPr>
          <w:rFonts w:asciiTheme="minorHAnsi" w:hAnsiTheme="minorHAnsi" w:cstheme="minorHAnsi"/>
          <w:b/>
          <w:color w:val="1F497D" w:themeColor="text2"/>
        </w:rPr>
        <w:t>Access Database Creation</w:t>
      </w:r>
      <w:r w:rsidR="00A92171" w:rsidRPr="003278AE">
        <w:rPr>
          <w:rFonts w:asciiTheme="minorHAnsi" w:hAnsiTheme="minorHAnsi" w:cstheme="minorHAnsi"/>
          <w:b/>
          <w:color w:val="1F497D" w:themeColor="text2"/>
        </w:rPr>
        <w:t>.</w:t>
      </w:r>
      <w:r w:rsidR="00A92171" w:rsidRPr="003278AE">
        <w:rPr>
          <w:rFonts w:asciiTheme="minorHAnsi" w:hAnsiTheme="minorHAnsi" w:cstheme="minorHAnsi"/>
          <w:color w:val="1F497D" w:themeColor="text2"/>
        </w:rPr>
        <w:t xml:space="preserve"> </w:t>
      </w:r>
      <w:r w:rsidRPr="003278AE">
        <w:rPr>
          <w:rFonts w:asciiTheme="minorHAnsi" w:hAnsiTheme="minorHAnsi" w:cstheme="minorHAnsi"/>
          <w:color w:val="1F497D" w:themeColor="text2"/>
        </w:rPr>
        <w:t xml:space="preserve">In this section, students will learn to create a blank database, </w:t>
      </w:r>
      <w:r w:rsidR="00FF0CB3">
        <w:rPr>
          <w:rFonts w:asciiTheme="minorHAnsi" w:hAnsiTheme="minorHAnsi" w:cstheme="minorHAnsi"/>
          <w:color w:val="1F497D" w:themeColor="text2"/>
        </w:rPr>
        <w:t>and h</w:t>
      </w:r>
      <w:r w:rsidRPr="003278AE">
        <w:rPr>
          <w:rFonts w:asciiTheme="minorHAnsi" w:hAnsiTheme="minorHAnsi" w:cstheme="minorHAnsi"/>
          <w:color w:val="1F497D" w:themeColor="text2"/>
        </w:rPr>
        <w:t>ow to create a database from a template.</w:t>
      </w:r>
    </w:p>
    <w:p w14:paraId="39A69E02" w14:textId="77777777" w:rsidR="00035B0D" w:rsidRPr="003278AE" w:rsidRDefault="00035B0D" w:rsidP="00035B0D">
      <w:pPr>
        <w:pStyle w:val="ListNumber"/>
        <w:numPr>
          <w:ilvl w:val="0"/>
          <w:numId w:val="0"/>
        </w:numPr>
        <w:rPr>
          <w:rFonts w:asciiTheme="minorHAnsi" w:hAnsiTheme="minorHAnsi" w:cstheme="minorHAnsi"/>
          <w:color w:val="1F497D" w:themeColor="text2"/>
        </w:rPr>
      </w:pPr>
    </w:p>
    <w:p w14:paraId="619B3968" w14:textId="2B9CCE64" w:rsidR="00035B0D" w:rsidRPr="003278AE" w:rsidRDefault="00035B0D" w:rsidP="00035B0D">
      <w:pPr>
        <w:pStyle w:val="ListNumber"/>
        <w:numPr>
          <w:ilvl w:val="0"/>
          <w:numId w:val="0"/>
        </w:numPr>
        <w:rPr>
          <w:rFonts w:asciiTheme="minorHAnsi" w:hAnsiTheme="minorHAnsi" w:cstheme="minorHAnsi"/>
          <w:color w:val="1F497D" w:themeColor="text2"/>
        </w:rPr>
        <w:sectPr w:rsidR="00035B0D" w:rsidRPr="003278AE" w:rsidSect="00A92171">
          <w:type w:val="continuous"/>
          <w:pgSz w:w="12240" w:h="15840"/>
          <w:pgMar w:top="1440" w:right="1440" w:bottom="1440" w:left="1440" w:header="720" w:footer="720" w:gutter="0"/>
          <w:cols w:space="720"/>
          <w:docGrid w:linePitch="360"/>
        </w:sectPr>
      </w:pPr>
    </w:p>
    <w:p w14:paraId="1AF63DCC" w14:textId="77777777" w:rsidR="00A92171" w:rsidRPr="003278AE" w:rsidRDefault="00A92171" w:rsidP="00251545">
      <w:pPr>
        <w:pStyle w:val="Heading2"/>
      </w:pPr>
      <w:r w:rsidRPr="003278AE">
        <w:t>CLASS RUN-DOWN</w:t>
      </w:r>
    </w:p>
    <w:p w14:paraId="73AD8DFA" w14:textId="206189B7" w:rsidR="00A92171" w:rsidRPr="003278AE" w:rsidRDefault="00A92171" w:rsidP="000D0353">
      <w:pPr>
        <w:pStyle w:val="ListParagraph"/>
        <w:numPr>
          <w:ilvl w:val="0"/>
          <w:numId w:val="33"/>
        </w:numPr>
        <w:spacing w:after="0" w:line="240" w:lineRule="auto"/>
        <w:rPr>
          <w:rFonts w:eastAsia="Times New Roman" w:cstheme="minorHAnsi"/>
          <w:color w:val="1F497D" w:themeColor="text2"/>
        </w:rPr>
      </w:pPr>
      <w:r w:rsidRPr="003278AE">
        <w:rPr>
          <w:rFonts w:eastAsia="Times New Roman" w:cstheme="minorHAnsi"/>
          <w:color w:val="1F497D" w:themeColor="text2"/>
        </w:rPr>
        <w:t xml:space="preserve">Have students turn in </w:t>
      </w:r>
      <w:r w:rsidR="00B659AC" w:rsidRPr="003278AE">
        <w:rPr>
          <w:rFonts w:eastAsia="Times New Roman" w:cstheme="minorHAnsi"/>
          <w:color w:val="1F497D" w:themeColor="text2"/>
        </w:rPr>
        <w:t>h</w:t>
      </w:r>
      <w:r w:rsidRPr="003278AE">
        <w:rPr>
          <w:rFonts w:eastAsia="Times New Roman" w:cstheme="minorHAnsi"/>
          <w:color w:val="1F497D" w:themeColor="text2"/>
        </w:rPr>
        <w:t>omework assignments.</w:t>
      </w:r>
    </w:p>
    <w:p w14:paraId="642CABFA" w14:textId="69523F45" w:rsidR="00A92171" w:rsidRPr="003278AE" w:rsidRDefault="00A92171" w:rsidP="000D0353">
      <w:pPr>
        <w:pStyle w:val="ListParagraph"/>
        <w:numPr>
          <w:ilvl w:val="0"/>
          <w:numId w:val="33"/>
        </w:numPr>
        <w:spacing w:after="0" w:line="240" w:lineRule="auto"/>
        <w:rPr>
          <w:rFonts w:eastAsia="Times New Roman" w:cstheme="minorHAnsi"/>
          <w:color w:val="1F497D" w:themeColor="text2"/>
        </w:rPr>
      </w:pPr>
      <w:r w:rsidRPr="003278AE">
        <w:rPr>
          <w:rFonts w:eastAsia="Times New Roman" w:cstheme="minorHAnsi"/>
          <w:color w:val="1F497D" w:themeColor="text2"/>
        </w:rPr>
        <w:t>Talk about</w:t>
      </w:r>
      <w:r w:rsidR="00B659AC" w:rsidRPr="003278AE">
        <w:rPr>
          <w:rFonts w:eastAsia="Times New Roman" w:cstheme="minorHAnsi"/>
          <w:color w:val="1F497D" w:themeColor="text2"/>
        </w:rPr>
        <w:t xml:space="preserve"> the</w:t>
      </w:r>
      <w:r w:rsidRPr="003278AE">
        <w:rPr>
          <w:rFonts w:eastAsia="Times New Roman" w:cstheme="minorHAnsi"/>
          <w:color w:val="1F497D" w:themeColor="text2"/>
        </w:rPr>
        <w:t xml:space="preserve"> chapter using </w:t>
      </w:r>
      <w:r w:rsidR="00B659AC" w:rsidRPr="003278AE">
        <w:rPr>
          <w:rFonts w:eastAsia="Times New Roman" w:cstheme="minorHAnsi"/>
          <w:color w:val="1F497D" w:themeColor="text2"/>
        </w:rPr>
        <w:t xml:space="preserve">the </w:t>
      </w:r>
      <w:r w:rsidRPr="003278AE">
        <w:rPr>
          <w:rFonts w:eastAsia="Times New Roman" w:cstheme="minorHAnsi"/>
          <w:color w:val="1F497D" w:themeColor="text2"/>
        </w:rPr>
        <w:t xml:space="preserve">discussion questions listed below. </w:t>
      </w:r>
    </w:p>
    <w:p w14:paraId="20CE6EEA" w14:textId="7DB1A4FB" w:rsidR="00B363CC" w:rsidRPr="003278AE" w:rsidRDefault="00B363CC" w:rsidP="000D0353">
      <w:pPr>
        <w:pStyle w:val="ListParagraph"/>
        <w:numPr>
          <w:ilvl w:val="0"/>
          <w:numId w:val="33"/>
        </w:numPr>
        <w:spacing w:after="0" w:line="240" w:lineRule="auto"/>
        <w:rPr>
          <w:rFonts w:eastAsia="Times New Roman" w:cstheme="minorHAnsi"/>
          <w:color w:val="1F497D" w:themeColor="text2"/>
        </w:rPr>
      </w:pPr>
      <w:r w:rsidRPr="003278AE">
        <w:rPr>
          <w:rFonts w:eastAsia="Times New Roman" w:cstheme="minorHAnsi"/>
          <w:color w:val="1F497D" w:themeColor="text2"/>
        </w:rPr>
        <w:t>Use</w:t>
      </w:r>
      <w:r w:rsidR="00B659AC" w:rsidRPr="003278AE">
        <w:rPr>
          <w:rFonts w:eastAsia="Times New Roman" w:cstheme="minorHAnsi"/>
          <w:color w:val="1F497D" w:themeColor="text2"/>
        </w:rPr>
        <w:t xml:space="preserve"> a</w:t>
      </w:r>
      <w:r w:rsidRPr="003278AE">
        <w:rPr>
          <w:rFonts w:eastAsia="Times New Roman" w:cstheme="minorHAnsi"/>
          <w:color w:val="1F497D" w:themeColor="text2"/>
        </w:rPr>
        <w:t xml:space="preserve"> PowerPoint </w:t>
      </w:r>
      <w:r w:rsidR="00B659AC" w:rsidRPr="003278AE">
        <w:rPr>
          <w:rFonts w:eastAsia="Times New Roman" w:cstheme="minorHAnsi"/>
          <w:color w:val="1F497D" w:themeColor="text2"/>
        </w:rPr>
        <w:t>p</w:t>
      </w:r>
      <w:r w:rsidRPr="003278AE">
        <w:rPr>
          <w:rFonts w:eastAsia="Times New Roman" w:cstheme="minorHAnsi"/>
          <w:color w:val="1F497D" w:themeColor="text2"/>
        </w:rPr>
        <w:t xml:space="preserve">resentation to help students understand </w:t>
      </w:r>
      <w:r w:rsidR="00B659AC" w:rsidRPr="003278AE">
        <w:rPr>
          <w:rFonts w:eastAsia="Times New Roman" w:cstheme="minorHAnsi"/>
          <w:color w:val="1F497D" w:themeColor="text2"/>
        </w:rPr>
        <w:t xml:space="preserve">the </w:t>
      </w:r>
      <w:r w:rsidRPr="003278AE">
        <w:rPr>
          <w:rFonts w:eastAsia="Times New Roman" w:cstheme="minorHAnsi"/>
          <w:color w:val="1F497D" w:themeColor="text2"/>
        </w:rPr>
        <w:t>chapter content</w:t>
      </w:r>
      <w:r w:rsidR="00AA4353" w:rsidRPr="003278AE">
        <w:rPr>
          <w:rFonts w:eastAsia="Times New Roman" w:cstheme="minorHAnsi"/>
          <w:color w:val="1F497D" w:themeColor="text2"/>
        </w:rPr>
        <w:t>.</w:t>
      </w:r>
    </w:p>
    <w:p w14:paraId="4A3DF792" w14:textId="7AB31ABD" w:rsidR="00D22F8C" w:rsidRPr="003278AE" w:rsidRDefault="00D22F8C" w:rsidP="000D0353">
      <w:pPr>
        <w:pStyle w:val="ListParagraph"/>
        <w:numPr>
          <w:ilvl w:val="0"/>
          <w:numId w:val="33"/>
        </w:numPr>
        <w:spacing w:after="0" w:line="240" w:lineRule="auto"/>
        <w:rPr>
          <w:rFonts w:eastAsia="Times New Roman" w:cstheme="minorHAnsi"/>
          <w:color w:val="1F497D" w:themeColor="text2"/>
        </w:rPr>
      </w:pPr>
      <w:r w:rsidRPr="003278AE">
        <w:rPr>
          <w:rFonts w:eastAsia="Times New Roman" w:cstheme="minorHAnsi"/>
          <w:color w:val="1F497D" w:themeColor="text2"/>
        </w:rPr>
        <w:lastRenderedPageBreak/>
        <w:t>Explain the concept of a database using familiar databases, such as a library catalog or telephone book.</w:t>
      </w:r>
    </w:p>
    <w:p w14:paraId="2A81B95C" w14:textId="5E567367" w:rsidR="00A92171" w:rsidRPr="003278AE" w:rsidRDefault="00A92171" w:rsidP="000D0353">
      <w:pPr>
        <w:pStyle w:val="ListParagraph"/>
        <w:numPr>
          <w:ilvl w:val="0"/>
          <w:numId w:val="33"/>
        </w:numPr>
        <w:spacing w:after="0" w:line="240" w:lineRule="auto"/>
        <w:rPr>
          <w:rFonts w:eastAsia="Times New Roman" w:cstheme="minorHAnsi"/>
          <w:color w:val="1F497D" w:themeColor="text2"/>
        </w:rPr>
      </w:pPr>
      <w:r w:rsidRPr="003278AE">
        <w:rPr>
          <w:rFonts w:eastAsia="Times New Roman" w:cstheme="minorHAnsi"/>
          <w:color w:val="1F497D" w:themeColor="text2"/>
        </w:rPr>
        <w:t xml:space="preserve">Demonstrate </w:t>
      </w:r>
      <w:r w:rsidR="00D22F8C" w:rsidRPr="003278AE">
        <w:rPr>
          <w:rFonts w:eastAsia="Times New Roman" w:cstheme="minorHAnsi"/>
          <w:color w:val="1F497D" w:themeColor="text2"/>
        </w:rPr>
        <w:t>and explain the objects in a database.</w:t>
      </w:r>
    </w:p>
    <w:p w14:paraId="4DB0DAA8" w14:textId="66209A46" w:rsidR="00B363CC" w:rsidRPr="003278AE" w:rsidRDefault="00AD3343" w:rsidP="000D0353">
      <w:pPr>
        <w:pStyle w:val="ListParagraph"/>
        <w:numPr>
          <w:ilvl w:val="0"/>
          <w:numId w:val="33"/>
        </w:numPr>
        <w:spacing w:after="0" w:line="240" w:lineRule="auto"/>
        <w:rPr>
          <w:rFonts w:eastAsia="Times New Roman" w:cstheme="minorHAnsi"/>
          <w:color w:val="1F497D" w:themeColor="text2"/>
        </w:rPr>
      </w:pPr>
      <w:hyperlink w:anchor="_WHEN_USING_SCRIPTED" w:history="1">
        <w:r w:rsidR="00B363CC" w:rsidRPr="003278AE">
          <w:rPr>
            <w:rStyle w:val="Hyperlink"/>
            <w:rFonts w:eastAsia="Times New Roman" w:cstheme="minorHAnsi"/>
          </w:rPr>
          <w:t xml:space="preserve">Run through </w:t>
        </w:r>
        <w:r w:rsidR="00B659AC" w:rsidRPr="003278AE">
          <w:rPr>
            <w:rStyle w:val="Hyperlink"/>
            <w:rFonts w:eastAsia="Times New Roman" w:cstheme="minorHAnsi"/>
          </w:rPr>
          <w:t xml:space="preserve">the </w:t>
        </w:r>
        <w:r w:rsidR="00B363CC" w:rsidRPr="003278AE">
          <w:rPr>
            <w:rStyle w:val="Hyperlink"/>
            <w:rFonts w:eastAsia="Times New Roman" w:cstheme="minorHAnsi"/>
          </w:rPr>
          <w:t xml:space="preserve">Scripted Lecture for </w:t>
        </w:r>
        <w:r w:rsidR="00B659AC" w:rsidRPr="003278AE">
          <w:rPr>
            <w:rStyle w:val="Hyperlink"/>
            <w:rFonts w:eastAsia="Times New Roman" w:cstheme="minorHAnsi"/>
          </w:rPr>
          <w:t xml:space="preserve">the </w:t>
        </w:r>
        <w:r w:rsidR="00B363CC" w:rsidRPr="003278AE">
          <w:rPr>
            <w:rStyle w:val="Hyperlink"/>
            <w:rFonts w:eastAsia="Times New Roman" w:cstheme="minorHAnsi"/>
          </w:rPr>
          <w:t>chapter</w:t>
        </w:r>
        <w:r w:rsidR="00484DD7" w:rsidRPr="003278AE">
          <w:rPr>
            <w:rStyle w:val="Hyperlink"/>
            <w:rFonts w:eastAsia="Times New Roman" w:cstheme="minorHAnsi"/>
          </w:rPr>
          <w:t xml:space="preserve">. </w:t>
        </w:r>
        <w:r w:rsidR="00730656" w:rsidRPr="003278AE">
          <w:rPr>
            <w:rStyle w:val="Hyperlink"/>
            <w:rFonts w:eastAsia="Times New Roman" w:cstheme="minorHAnsi"/>
          </w:rPr>
          <w:t xml:space="preserve">Give special attention to areas </w:t>
        </w:r>
        <w:r w:rsidR="00B659AC" w:rsidRPr="003278AE">
          <w:rPr>
            <w:rStyle w:val="Hyperlink"/>
            <w:rFonts w:eastAsia="Times New Roman" w:cstheme="minorHAnsi"/>
          </w:rPr>
          <w:t>in which</w:t>
        </w:r>
        <w:r w:rsidR="00730656" w:rsidRPr="003278AE">
          <w:rPr>
            <w:rStyle w:val="Hyperlink"/>
            <w:rFonts w:eastAsia="Times New Roman" w:cstheme="minorHAnsi"/>
          </w:rPr>
          <w:t xml:space="preserve"> students might be challenged.</w:t>
        </w:r>
      </w:hyperlink>
    </w:p>
    <w:p w14:paraId="14C14FE0" w14:textId="250668B5" w:rsidR="00A92171" w:rsidRPr="003278AE" w:rsidRDefault="00A92171" w:rsidP="000D0353">
      <w:pPr>
        <w:pStyle w:val="ListParagraph"/>
        <w:numPr>
          <w:ilvl w:val="0"/>
          <w:numId w:val="33"/>
        </w:numPr>
        <w:spacing w:after="0" w:line="240" w:lineRule="auto"/>
        <w:rPr>
          <w:rFonts w:eastAsia="Times New Roman" w:cstheme="minorHAnsi"/>
          <w:color w:val="1F497D" w:themeColor="text2"/>
        </w:rPr>
      </w:pPr>
      <w:r w:rsidRPr="003278AE">
        <w:rPr>
          <w:rFonts w:eastAsia="Times New Roman" w:cstheme="minorHAnsi"/>
          <w:color w:val="1F497D" w:themeColor="text2"/>
        </w:rPr>
        <w:t xml:space="preserve">Have students complete </w:t>
      </w:r>
      <w:r w:rsidR="00B659AC" w:rsidRPr="003278AE">
        <w:rPr>
          <w:rFonts w:eastAsia="Times New Roman" w:cstheme="minorHAnsi"/>
          <w:color w:val="1F497D" w:themeColor="text2"/>
        </w:rPr>
        <w:t xml:space="preserve">the </w:t>
      </w:r>
      <w:r w:rsidRPr="003278AE">
        <w:rPr>
          <w:rFonts w:eastAsia="Times New Roman" w:cstheme="minorHAnsi"/>
          <w:color w:val="1F497D" w:themeColor="text2"/>
        </w:rPr>
        <w:t xml:space="preserve">Capstone Exercise for </w:t>
      </w:r>
      <w:r w:rsidR="00D22F8C" w:rsidRPr="003278AE">
        <w:rPr>
          <w:rFonts w:eastAsia="Times New Roman" w:cstheme="minorHAnsi"/>
          <w:color w:val="1F497D" w:themeColor="text2"/>
        </w:rPr>
        <w:t>Access</w:t>
      </w:r>
      <w:r w:rsidRPr="003278AE">
        <w:rPr>
          <w:rFonts w:eastAsia="Times New Roman" w:cstheme="minorHAnsi"/>
          <w:color w:val="1F497D" w:themeColor="text2"/>
        </w:rPr>
        <w:t xml:space="preserve"> Chapter </w:t>
      </w:r>
      <w:r w:rsidR="00035B0D" w:rsidRPr="003278AE">
        <w:rPr>
          <w:rFonts w:eastAsia="Times New Roman" w:cstheme="minorHAnsi"/>
          <w:color w:val="1F497D" w:themeColor="text2"/>
        </w:rPr>
        <w:t>1</w:t>
      </w:r>
      <w:r w:rsidR="00AA4353" w:rsidRPr="003278AE">
        <w:rPr>
          <w:rFonts w:eastAsia="Times New Roman" w:cstheme="minorHAnsi"/>
          <w:color w:val="1F497D" w:themeColor="text2"/>
        </w:rPr>
        <w:t>.</w:t>
      </w:r>
    </w:p>
    <w:p w14:paraId="7A9889B5" w14:textId="308CD2E6" w:rsidR="0015405A" w:rsidRPr="003278AE" w:rsidRDefault="00B363CC" w:rsidP="000D0353">
      <w:pPr>
        <w:pStyle w:val="ListParagraph"/>
        <w:numPr>
          <w:ilvl w:val="0"/>
          <w:numId w:val="33"/>
        </w:numPr>
        <w:spacing w:after="0" w:line="240" w:lineRule="auto"/>
        <w:rPr>
          <w:rFonts w:eastAsia="Times New Roman" w:cstheme="minorHAnsi"/>
          <w:color w:val="1F497D" w:themeColor="text2"/>
        </w:rPr>
      </w:pPr>
      <w:r w:rsidRPr="003278AE">
        <w:rPr>
          <w:rFonts w:eastAsia="Times New Roman" w:cstheme="minorHAnsi"/>
          <w:color w:val="1F497D" w:themeColor="text2"/>
        </w:rPr>
        <w:t xml:space="preserve">Use </w:t>
      </w:r>
      <w:proofErr w:type="spellStart"/>
      <w:r w:rsidR="00B659AC" w:rsidRPr="003278AE">
        <w:rPr>
          <w:rFonts w:eastAsia="Times New Roman" w:cstheme="minorHAnsi"/>
          <w:color w:val="1F497D" w:themeColor="text2"/>
        </w:rPr>
        <w:t>MyITLab</w:t>
      </w:r>
      <w:proofErr w:type="spellEnd"/>
      <w:r w:rsidRPr="003278AE">
        <w:rPr>
          <w:rFonts w:eastAsia="Times New Roman" w:cstheme="minorHAnsi"/>
          <w:color w:val="1F497D" w:themeColor="text2"/>
        </w:rPr>
        <w:t xml:space="preserve"> for in-class work or to go over homework</w:t>
      </w:r>
      <w:r w:rsidR="00472A23" w:rsidRPr="003278AE">
        <w:rPr>
          <w:rFonts w:eastAsia="Times New Roman" w:cstheme="minorHAnsi"/>
          <w:color w:val="1F497D" w:themeColor="text2"/>
        </w:rPr>
        <w:t>.</w:t>
      </w:r>
    </w:p>
    <w:p w14:paraId="5058D366" w14:textId="50A63E36" w:rsidR="00A92171" w:rsidRPr="003278AE" w:rsidRDefault="00A92171" w:rsidP="000D0353">
      <w:pPr>
        <w:pStyle w:val="ListParagraph"/>
        <w:numPr>
          <w:ilvl w:val="0"/>
          <w:numId w:val="33"/>
        </w:numPr>
        <w:spacing w:after="0" w:line="240" w:lineRule="auto"/>
        <w:rPr>
          <w:rFonts w:eastAsia="Times New Roman" w:cstheme="minorHAnsi"/>
          <w:color w:val="1F497D" w:themeColor="text2"/>
        </w:rPr>
      </w:pPr>
      <w:r w:rsidRPr="003278AE">
        <w:rPr>
          <w:rFonts w:eastAsia="Times New Roman" w:cstheme="minorHAnsi"/>
          <w:color w:val="1F497D" w:themeColor="text2"/>
        </w:rPr>
        <w:t xml:space="preserve">Give students </w:t>
      </w:r>
      <w:r w:rsidR="00B659AC" w:rsidRPr="003278AE">
        <w:rPr>
          <w:rFonts w:eastAsia="Times New Roman" w:cstheme="minorHAnsi"/>
          <w:color w:val="1F497D" w:themeColor="text2"/>
        </w:rPr>
        <w:t>the h</w:t>
      </w:r>
      <w:r w:rsidRPr="003278AE">
        <w:rPr>
          <w:rFonts w:eastAsia="Times New Roman" w:cstheme="minorHAnsi"/>
          <w:color w:val="1F497D" w:themeColor="text2"/>
        </w:rPr>
        <w:t xml:space="preserve">omework </w:t>
      </w:r>
      <w:r w:rsidR="00B659AC" w:rsidRPr="003278AE">
        <w:rPr>
          <w:rFonts w:eastAsia="Times New Roman" w:cstheme="minorHAnsi"/>
          <w:color w:val="1F497D" w:themeColor="text2"/>
        </w:rPr>
        <w:t>h</w:t>
      </w:r>
      <w:r w:rsidRPr="003278AE">
        <w:rPr>
          <w:rFonts w:eastAsia="Times New Roman" w:cstheme="minorHAnsi"/>
          <w:color w:val="1F497D" w:themeColor="text2"/>
        </w:rPr>
        <w:t xml:space="preserve">andout for </w:t>
      </w:r>
      <w:r w:rsidR="00B659AC" w:rsidRPr="003278AE">
        <w:rPr>
          <w:rFonts w:eastAsia="Times New Roman" w:cstheme="minorHAnsi"/>
          <w:color w:val="1F497D" w:themeColor="text2"/>
        </w:rPr>
        <w:t xml:space="preserve">the </w:t>
      </w:r>
      <w:r w:rsidRPr="003278AE">
        <w:rPr>
          <w:rFonts w:eastAsia="Times New Roman" w:cstheme="minorHAnsi"/>
          <w:color w:val="1F497D" w:themeColor="text2"/>
        </w:rPr>
        <w:t>next class period</w:t>
      </w:r>
      <w:r w:rsidRPr="003278AE">
        <w:rPr>
          <w:rFonts w:eastAsia="Times New Roman" w:cstheme="minorHAnsi"/>
          <w:sz w:val="24"/>
          <w:szCs w:val="24"/>
        </w:rPr>
        <w:t xml:space="preserve">. </w:t>
      </w:r>
    </w:p>
    <w:p w14:paraId="7AB2BE34" w14:textId="77777777" w:rsidR="00A92171" w:rsidRPr="003278AE" w:rsidRDefault="00A92171" w:rsidP="0015405A">
      <w:pPr>
        <w:spacing w:after="0" w:line="240" w:lineRule="auto"/>
        <w:rPr>
          <w:rFonts w:eastAsia="Times New Roman" w:cstheme="minorHAnsi"/>
          <w:sz w:val="24"/>
          <w:szCs w:val="24"/>
        </w:rPr>
      </w:pPr>
    </w:p>
    <w:p w14:paraId="3637BC0A" w14:textId="77777777" w:rsidR="00A92171" w:rsidRPr="003278AE" w:rsidRDefault="00A92171" w:rsidP="00251545">
      <w:pPr>
        <w:pStyle w:val="Heading2"/>
      </w:pPr>
      <w:r w:rsidRPr="003278AE">
        <w:t>LEARNING OBJECTIVES</w:t>
      </w:r>
    </w:p>
    <w:p w14:paraId="0AA9F530" w14:textId="58FCCDA1" w:rsidR="00A92171" w:rsidRPr="003278AE" w:rsidRDefault="00A92171" w:rsidP="00251545">
      <w:pPr>
        <w:pStyle w:val="Heading3"/>
      </w:pPr>
      <w:r w:rsidRPr="003278AE">
        <w:t>At the end of this le</w:t>
      </w:r>
      <w:r w:rsidR="00A53855" w:rsidRPr="003278AE">
        <w:t>sson students should be able to</w:t>
      </w:r>
      <w:r w:rsidR="00152E5F" w:rsidRPr="003278AE">
        <w:t>:</w:t>
      </w:r>
    </w:p>
    <w:p w14:paraId="352FDBE0" w14:textId="244049DE" w:rsidR="0000032A" w:rsidRPr="003278AE" w:rsidRDefault="00D22F8C" w:rsidP="000D0353">
      <w:pPr>
        <w:pStyle w:val="ListParagraph"/>
        <w:numPr>
          <w:ilvl w:val="0"/>
          <w:numId w:val="32"/>
        </w:numPr>
        <w:autoSpaceDE w:val="0"/>
        <w:autoSpaceDN w:val="0"/>
        <w:adjustRightInd w:val="0"/>
        <w:spacing w:after="0" w:line="240" w:lineRule="auto"/>
        <w:contextualSpacing w:val="0"/>
        <w:rPr>
          <w:rFonts w:eastAsia="Times" w:cstheme="minorHAnsi"/>
          <w:color w:val="1F497D" w:themeColor="text2"/>
        </w:rPr>
      </w:pPr>
      <w:r w:rsidRPr="003278AE">
        <w:rPr>
          <w:rFonts w:eastAsia="Times" w:cstheme="minorHAnsi"/>
          <w:color w:val="1F497D" w:themeColor="text2"/>
        </w:rPr>
        <w:t>Open a Database</w:t>
      </w:r>
    </w:p>
    <w:p w14:paraId="088B9BDE" w14:textId="4B9B616B" w:rsidR="00152E5F" w:rsidRPr="003278AE" w:rsidRDefault="00D22F8C" w:rsidP="000D0353">
      <w:pPr>
        <w:pStyle w:val="ListParagraph"/>
        <w:numPr>
          <w:ilvl w:val="0"/>
          <w:numId w:val="32"/>
        </w:numPr>
        <w:autoSpaceDE w:val="0"/>
        <w:autoSpaceDN w:val="0"/>
        <w:adjustRightInd w:val="0"/>
        <w:spacing w:after="0" w:line="240" w:lineRule="auto"/>
        <w:contextualSpacing w:val="0"/>
        <w:rPr>
          <w:rFonts w:eastAsia="Times" w:cstheme="minorHAnsi"/>
          <w:color w:val="1F497D" w:themeColor="text2"/>
        </w:rPr>
      </w:pPr>
      <w:r w:rsidRPr="003278AE">
        <w:rPr>
          <w:rFonts w:eastAsia="Times" w:cstheme="minorHAnsi"/>
          <w:color w:val="1F497D" w:themeColor="text2"/>
        </w:rPr>
        <w:t>Enable Content in a Database</w:t>
      </w:r>
    </w:p>
    <w:p w14:paraId="1CA8E24E" w14:textId="1D075344" w:rsidR="00152E5F" w:rsidRPr="003278AE" w:rsidRDefault="00D22F8C" w:rsidP="000D0353">
      <w:pPr>
        <w:pStyle w:val="ListParagraph"/>
        <w:numPr>
          <w:ilvl w:val="0"/>
          <w:numId w:val="32"/>
        </w:numPr>
        <w:autoSpaceDE w:val="0"/>
        <w:autoSpaceDN w:val="0"/>
        <w:adjustRightInd w:val="0"/>
        <w:spacing w:after="0" w:line="240" w:lineRule="auto"/>
        <w:contextualSpacing w:val="0"/>
        <w:rPr>
          <w:rFonts w:eastAsia="Times" w:cstheme="minorHAnsi"/>
          <w:color w:val="1F497D" w:themeColor="text2"/>
        </w:rPr>
      </w:pPr>
      <w:r w:rsidRPr="003278AE">
        <w:rPr>
          <w:rFonts w:eastAsia="Times" w:cstheme="minorHAnsi"/>
          <w:color w:val="1F497D" w:themeColor="text2"/>
        </w:rPr>
        <w:t>Save a Database with a New Name</w:t>
      </w:r>
    </w:p>
    <w:p w14:paraId="5F3605D8" w14:textId="39617527" w:rsidR="00152E5F" w:rsidRPr="003278AE" w:rsidRDefault="00D22F8C" w:rsidP="000D0353">
      <w:pPr>
        <w:pStyle w:val="ListParagraph"/>
        <w:numPr>
          <w:ilvl w:val="0"/>
          <w:numId w:val="32"/>
        </w:numPr>
        <w:autoSpaceDE w:val="0"/>
        <w:autoSpaceDN w:val="0"/>
        <w:adjustRightInd w:val="0"/>
        <w:spacing w:after="0" w:line="240" w:lineRule="auto"/>
        <w:contextualSpacing w:val="0"/>
        <w:rPr>
          <w:rFonts w:eastAsia="Times" w:cstheme="minorHAnsi"/>
          <w:color w:val="1F497D" w:themeColor="text2"/>
        </w:rPr>
      </w:pPr>
      <w:r w:rsidRPr="003278AE">
        <w:rPr>
          <w:rFonts w:eastAsia="Times" w:cstheme="minorHAnsi"/>
          <w:color w:val="1F497D" w:themeColor="text2"/>
        </w:rPr>
        <w:t>Recognize Database Object Types</w:t>
      </w:r>
    </w:p>
    <w:p w14:paraId="2F9A3B9E" w14:textId="64A58FAE" w:rsidR="00152E5F" w:rsidRPr="003278AE" w:rsidRDefault="00D22F8C" w:rsidP="000D0353">
      <w:pPr>
        <w:pStyle w:val="ListParagraph"/>
        <w:numPr>
          <w:ilvl w:val="0"/>
          <w:numId w:val="32"/>
        </w:numPr>
        <w:autoSpaceDE w:val="0"/>
        <w:autoSpaceDN w:val="0"/>
        <w:adjustRightInd w:val="0"/>
        <w:spacing w:after="0" w:line="240" w:lineRule="auto"/>
        <w:contextualSpacing w:val="0"/>
        <w:rPr>
          <w:rFonts w:eastAsia="Times" w:cstheme="minorHAnsi"/>
          <w:color w:val="1F497D" w:themeColor="text2"/>
        </w:rPr>
      </w:pPr>
      <w:r w:rsidRPr="003278AE">
        <w:rPr>
          <w:rFonts w:eastAsia="Times" w:cstheme="minorHAnsi"/>
          <w:color w:val="1F497D" w:themeColor="text2"/>
        </w:rPr>
        <w:t>Understand Relationships between Tables</w:t>
      </w:r>
    </w:p>
    <w:p w14:paraId="4AEDF749" w14:textId="2E06289B" w:rsidR="00152E5F" w:rsidRPr="003278AE" w:rsidRDefault="00D22F8C" w:rsidP="000D0353">
      <w:pPr>
        <w:pStyle w:val="ListParagraph"/>
        <w:numPr>
          <w:ilvl w:val="0"/>
          <w:numId w:val="32"/>
        </w:numPr>
        <w:autoSpaceDE w:val="0"/>
        <w:autoSpaceDN w:val="0"/>
        <w:adjustRightInd w:val="0"/>
        <w:spacing w:after="0" w:line="240" w:lineRule="auto"/>
        <w:contextualSpacing w:val="0"/>
        <w:rPr>
          <w:rFonts w:eastAsia="Times" w:cstheme="minorHAnsi"/>
          <w:color w:val="1F497D" w:themeColor="text2"/>
        </w:rPr>
      </w:pPr>
      <w:r w:rsidRPr="003278AE">
        <w:rPr>
          <w:rFonts w:eastAsia="Times" w:cstheme="minorHAnsi"/>
          <w:color w:val="1F497D" w:themeColor="text2"/>
        </w:rPr>
        <w:t>Modify, Add, and Delete Records in a Table</w:t>
      </w:r>
    </w:p>
    <w:p w14:paraId="49D2B63D" w14:textId="16088380" w:rsidR="00152E5F" w:rsidRPr="003278AE" w:rsidRDefault="00D22F8C" w:rsidP="000D0353">
      <w:pPr>
        <w:pStyle w:val="ListParagraph"/>
        <w:numPr>
          <w:ilvl w:val="0"/>
          <w:numId w:val="32"/>
        </w:numPr>
        <w:autoSpaceDE w:val="0"/>
        <w:autoSpaceDN w:val="0"/>
        <w:adjustRightInd w:val="0"/>
        <w:spacing w:after="0" w:line="240" w:lineRule="auto"/>
        <w:contextualSpacing w:val="0"/>
        <w:rPr>
          <w:rFonts w:eastAsia="Times" w:cstheme="minorHAnsi"/>
          <w:color w:val="1F497D" w:themeColor="text2"/>
        </w:rPr>
      </w:pPr>
      <w:r w:rsidRPr="003278AE">
        <w:rPr>
          <w:rFonts w:eastAsia="Times" w:cstheme="minorHAnsi"/>
          <w:color w:val="1F497D" w:themeColor="text2"/>
        </w:rPr>
        <w:t>Back up a Database</w:t>
      </w:r>
    </w:p>
    <w:p w14:paraId="0598A8AB" w14:textId="0DF2C278" w:rsidR="00152E5F" w:rsidRPr="003278AE" w:rsidRDefault="00D22F8C" w:rsidP="000D0353">
      <w:pPr>
        <w:pStyle w:val="ListParagraph"/>
        <w:numPr>
          <w:ilvl w:val="0"/>
          <w:numId w:val="32"/>
        </w:numPr>
        <w:autoSpaceDE w:val="0"/>
        <w:autoSpaceDN w:val="0"/>
        <w:adjustRightInd w:val="0"/>
        <w:spacing w:after="0" w:line="240" w:lineRule="auto"/>
        <w:contextualSpacing w:val="0"/>
        <w:rPr>
          <w:rFonts w:eastAsia="Times" w:cstheme="minorHAnsi"/>
          <w:color w:val="1F497D" w:themeColor="text2"/>
        </w:rPr>
      </w:pPr>
      <w:r w:rsidRPr="003278AE">
        <w:rPr>
          <w:rFonts w:eastAsia="Times" w:cstheme="minorHAnsi"/>
          <w:color w:val="1F497D" w:themeColor="text2"/>
        </w:rPr>
        <w:t>Print Information</w:t>
      </w:r>
    </w:p>
    <w:p w14:paraId="19F5265E" w14:textId="195622F8" w:rsidR="00152E5F" w:rsidRPr="003278AE" w:rsidRDefault="00D22F8C" w:rsidP="000D0353">
      <w:pPr>
        <w:pStyle w:val="ListParagraph"/>
        <w:numPr>
          <w:ilvl w:val="0"/>
          <w:numId w:val="32"/>
        </w:numPr>
        <w:autoSpaceDE w:val="0"/>
        <w:autoSpaceDN w:val="0"/>
        <w:adjustRightInd w:val="0"/>
        <w:spacing w:after="0" w:line="240" w:lineRule="auto"/>
        <w:contextualSpacing w:val="0"/>
        <w:rPr>
          <w:rFonts w:eastAsia="Times" w:cstheme="minorHAnsi"/>
          <w:color w:val="1F497D" w:themeColor="text2"/>
        </w:rPr>
      </w:pPr>
      <w:r w:rsidRPr="003278AE">
        <w:rPr>
          <w:rFonts w:eastAsia="Times" w:cstheme="minorHAnsi"/>
          <w:color w:val="1F497D" w:themeColor="text2"/>
        </w:rPr>
        <w:t>Use a Selection Filter to Find Exact Matches</w:t>
      </w:r>
    </w:p>
    <w:p w14:paraId="28BFA9F5" w14:textId="52E5B31F" w:rsidR="00152E5F" w:rsidRPr="003278AE" w:rsidRDefault="00D22F8C" w:rsidP="000D0353">
      <w:pPr>
        <w:pStyle w:val="ListParagraph"/>
        <w:numPr>
          <w:ilvl w:val="0"/>
          <w:numId w:val="32"/>
        </w:numPr>
        <w:autoSpaceDE w:val="0"/>
        <w:autoSpaceDN w:val="0"/>
        <w:adjustRightInd w:val="0"/>
        <w:spacing w:after="0" w:line="240" w:lineRule="auto"/>
        <w:contextualSpacing w:val="0"/>
        <w:rPr>
          <w:rFonts w:eastAsia="Times" w:cstheme="minorHAnsi"/>
          <w:color w:val="1F497D" w:themeColor="text2"/>
        </w:rPr>
      </w:pPr>
      <w:r w:rsidRPr="003278AE">
        <w:rPr>
          <w:rFonts w:eastAsia="Times" w:cstheme="minorHAnsi"/>
          <w:color w:val="1F497D" w:themeColor="text2"/>
        </w:rPr>
        <w:t>Use a Selection Filter to Find Records Containing a Value</w:t>
      </w:r>
    </w:p>
    <w:p w14:paraId="51157CBC" w14:textId="76D12252" w:rsidR="00D22F8C" w:rsidRPr="003278AE" w:rsidRDefault="00D22F8C" w:rsidP="000D0353">
      <w:pPr>
        <w:pStyle w:val="ListParagraph"/>
        <w:numPr>
          <w:ilvl w:val="0"/>
          <w:numId w:val="32"/>
        </w:numPr>
        <w:autoSpaceDE w:val="0"/>
        <w:autoSpaceDN w:val="0"/>
        <w:adjustRightInd w:val="0"/>
        <w:spacing w:after="0" w:line="240" w:lineRule="auto"/>
        <w:contextualSpacing w:val="0"/>
        <w:rPr>
          <w:rFonts w:eastAsia="Times" w:cstheme="minorHAnsi"/>
          <w:color w:val="1F497D" w:themeColor="text2"/>
        </w:rPr>
      </w:pPr>
      <w:r w:rsidRPr="003278AE">
        <w:rPr>
          <w:rFonts w:eastAsia="Times" w:cstheme="minorHAnsi"/>
          <w:color w:val="1F497D" w:themeColor="text2"/>
        </w:rPr>
        <w:t>Use Filter by Form</w:t>
      </w:r>
    </w:p>
    <w:p w14:paraId="501E953B" w14:textId="6107A0D8" w:rsidR="00D22F8C" w:rsidRPr="003278AE" w:rsidRDefault="00D22F8C" w:rsidP="000D0353">
      <w:pPr>
        <w:pStyle w:val="ListParagraph"/>
        <w:numPr>
          <w:ilvl w:val="0"/>
          <w:numId w:val="32"/>
        </w:numPr>
        <w:autoSpaceDE w:val="0"/>
        <w:autoSpaceDN w:val="0"/>
        <w:adjustRightInd w:val="0"/>
        <w:spacing w:after="0" w:line="240" w:lineRule="auto"/>
        <w:contextualSpacing w:val="0"/>
        <w:rPr>
          <w:rFonts w:eastAsia="Times" w:cstheme="minorHAnsi"/>
          <w:color w:val="1F497D" w:themeColor="text2"/>
        </w:rPr>
      </w:pPr>
      <w:r w:rsidRPr="003278AE">
        <w:rPr>
          <w:rFonts w:eastAsia="Times" w:cstheme="minorHAnsi"/>
          <w:color w:val="1F497D" w:themeColor="text2"/>
        </w:rPr>
        <w:t>Sort Table Data</w:t>
      </w:r>
    </w:p>
    <w:p w14:paraId="7CB27680" w14:textId="553690BE" w:rsidR="00D22F8C" w:rsidRPr="003278AE" w:rsidRDefault="00D22F8C" w:rsidP="000D0353">
      <w:pPr>
        <w:pStyle w:val="ListParagraph"/>
        <w:numPr>
          <w:ilvl w:val="0"/>
          <w:numId w:val="32"/>
        </w:numPr>
        <w:autoSpaceDE w:val="0"/>
        <w:autoSpaceDN w:val="0"/>
        <w:adjustRightInd w:val="0"/>
        <w:spacing w:after="0" w:line="240" w:lineRule="auto"/>
        <w:contextualSpacing w:val="0"/>
        <w:rPr>
          <w:rFonts w:eastAsia="Times" w:cstheme="minorHAnsi"/>
          <w:color w:val="1F497D" w:themeColor="text2"/>
        </w:rPr>
      </w:pPr>
      <w:r w:rsidRPr="003278AE">
        <w:rPr>
          <w:rFonts w:eastAsia="Times" w:cstheme="minorHAnsi"/>
          <w:color w:val="1F497D" w:themeColor="text2"/>
        </w:rPr>
        <w:t>Create a Blank Database</w:t>
      </w:r>
    </w:p>
    <w:p w14:paraId="295BABC8" w14:textId="1AE34B8B" w:rsidR="00D22F8C" w:rsidRPr="003278AE" w:rsidRDefault="00D22F8C" w:rsidP="000D0353">
      <w:pPr>
        <w:pStyle w:val="ListParagraph"/>
        <w:numPr>
          <w:ilvl w:val="0"/>
          <w:numId w:val="32"/>
        </w:numPr>
        <w:autoSpaceDE w:val="0"/>
        <w:autoSpaceDN w:val="0"/>
        <w:adjustRightInd w:val="0"/>
        <w:spacing w:after="0" w:line="240" w:lineRule="auto"/>
        <w:contextualSpacing w:val="0"/>
        <w:rPr>
          <w:rFonts w:eastAsia="Times" w:cstheme="minorHAnsi"/>
          <w:color w:val="1F497D" w:themeColor="text2"/>
        </w:rPr>
      </w:pPr>
      <w:r w:rsidRPr="003278AE">
        <w:rPr>
          <w:rFonts w:eastAsia="Times" w:cstheme="minorHAnsi"/>
          <w:color w:val="1F497D" w:themeColor="text2"/>
        </w:rPr>
        <w:t>Create a Database Using a Template</w:t>
      </w:r>
    </w:p>
    <w:p w14:paraId="1CD5D0F1" w14:textId="134B8052" w:rsidR="00D22F8C" w:rsidRPr="003278AE" w:rsidRDefault="00D22F8C" w:rsidP="000D0353">
      <w:pPr>
        <w:pStyle w:val="ListParagraph"/>
        <w:numPr>
          <w:ilvl w:val="0"/>
          <w:numId w:val="32"/>
        </w:numPr>
        <w:autoSpaceDE w:val="0"/>
        <w:autoSpaceDN w:val="0"/>
        <w:adjustRightInd w:val="0"/>
        <w:spacing w:after="0" w:line="240" w:lineRule="auto"/>
        <w:contextualSpacing w:val="0"/>
        <w:rPr>
          <w:rFonts w:eastAsia="Times" w:cstheme="minorHAnsi"/>
          <w:color w:val="1F497D" w:themeColor="text2"/>
        </w:rPr>
      </w:pPr>
      <w:r w:rsidRPr="003278AE">
        <w:rPr>
          <w:rFonts w:eastAsia="Times" w:cstheme="minorHAnsi"/>
          <w:color w:val="1F497D" w:themeColor="text2"/>
        </w:rPr>
        <w:t>Customize a Database Template</w:t>
      </w:r>
    </w:p>
    <w:p w14:paraId="52869504" w14:textId="6FB44EB9" w:rsidR="00D22F8C" w:rsidRPr="003278AE" w:rsidRDefault="00D22F8C" w:rsidP="000D0353">
      <w:pPr>
        <w:pStyle w:val="ListParagraph"/>
        <w:numPr>
          <w:ilvl w:val="0"/>
          <w:numId w:val="32"/>
        </w:numPr>
        <w:autoSpaceDE w:val="0"/>
        <w:autoSpaceDN w:val="0"/>
        <w:adjustRightInd w:val="0"/>
        <w:spacing w:after="0" w:line="240" w:lineRule="auto"/>
        <w:contextualSpacing w:val="0"/>
        <w:rPr>
          <w:rFonts w:eastAsia="Times" w:cstheme="minorHAnsi"/>
          <w:color w:val="1F497D" w:themeColor="text2"/>
        </w:rPr>
      </w:pPr>
      <w:r w:rsidRPr="003278AE">
        <w:rPr>
          <w:rFonts w:eastAsia="Times" w:cstheme="minorHAnsi"/>
          <w:color w:val="1F497D" w:themeColor="text2"/>
        </w:rPr>
        <w:t>Create a Table Using an Application Part</w:t>
      </w:r>
    </w:p>
    <w:p w14:paraId="75696EC1" w14:textId="77777777" w:rsidR="0015405A" w:rsidRPr="003278AE" w:rsidRDefault="0015405A" w:rsidP="0015405A">
      <w:pPr>
        <w:autoSpaceDE w:val="0"/>
        <w:autoSpaceDN w:val="0"/>
        <w:adjustRightInd w:val="0"/>
        <w:spacing w:after="0" w:line="240" w:lineRule="auto"/>
        <w:rPr>
          <w:rFonts w:eastAsia="Times" w:cstheme="minorHAnsi"/>
          <w:color w:val="1F497D" w:themeColor="text2"/>
        </w:rPr>
      </w:pPr>
    </w:p>
    <w:p w14:paraId="1D91CF15" w14:textId="77777777" w:rsidR="0015405A" w:rsidRPr="003278AE" w:rsidRDefault="0015405A" w:rsidP="0015405A">
      <w:pPr>
        <w:autoSpaceDE w:val="0"/>
        <w:autoSpaceDN w:val="0"/>
        <w:adjustRightInd w:val="0"/>
        <w:spacing w:after="0" w:line="240" w:lineRule="auto"/>
        <w:rPr>
          <w:rFonts w:eastAsia="Times" w:cstheme="minorHAnsi"/>
          <w:color w:val="1F497D" w:themeColor="text2"/>
        </w:rPr>
        <w:sectPr w:rsidR="0015405A" w:rsidRPr="003278AE" w:rsidSect="0015405A">
          <w:headerReference w:type="even" r:id="rId10"/>
          <w:headerReference w:type="default" r:id="rId11"/>
          <w:footerReference w:type="even" r:id="rId12"/>
          <w:footerReference w:type="default" r:id="rId13"/>
          <w:footerReference w:type="first" r:id="rId14"/>
          <w:type w:val="continuous"/>
          <w:pgSz w:w="12240" w:h="15840" w:code="1"/>
          <w:pgMar w:top="1080" w:right="1080" w:bottom="1080" w:left="1440" w:header="720" w:footer="720" w:gutter="0"/>
          <w:cols w:space="720"/>
          <w:titlePg/>
          <w:docGrid w:linePitch="204"/>
        </w:sectPr>
      </w:pPr>
    </w:p>
    <w:p w14:paraId="01C635A4" w14:textId="5C061135" w:rsidR="00CA7752" w:rsidRPr="003278AE" w:rsidRDefault="00965CF3" w:rsidP="00251545">
      <w:pPr>
        <w:pStyle w:val="Heading2"/>
      </w:pPr>
      <w:r w:rsidRPr="003278AE">
        <w:t>KEY TERMS</w:t>
      </w:r>
    </w:p>
    <w:p w14:paraId="2D659AC4" w14:textId="1701F493" w:rsidR="00927DD2" w:rsidRPr="003278AE" w:rsidRDefault="008E7B3F" w:rsidP="008D395B">
      <w:pPr>
        <w:ind w:left="360"/>
        <w:rPr>
          <w:rFonts w:cstheme="minorHAnsi"/>
          <w:color w:val="1F497D" w:themeColor="text2"/>
        </w:rPr>
      </w:pPr>
      <w:r w:rsidRPr="003278AE">
        <w:rPr>
          <w:rFonts w:cstheme="minorHAnsi"/>
          <w:b/>
          <w:color w:val="1F497D" w:themeColor="text2"/>
        </w:rPr>
        <w:br/>
        <w:t>Application part</w:t>
      </w:r>
      <w:r w:rsidR="00927DD2" w:rsidRPr="003278AE">
        <w:rPr>
          <w:rFonts w:cstheme="minorHAnsi"/>
          <w:b/>
          <w:color w:val="1F497D" w:themeColor="text2"/>
        </w:rPr>
        <w:t>–</w:t>
      </w:r>
      <w:r w:rsidR="00927DD2" w:rsidRPr="003278AE">
        <w:rPr>
          <w:rFonts w:cstheme="minorHAnsi"/>
          <w:color w:val="1F497D" w:themeColor="text2"/>
        </w:rPr>
        <w:t xml:space="preserve">A </w:t>
      </w:r>
      <w:r w:rsidRPr="003278AE">
        <w:rPr>
          <w:rFonts w:cstheme="minorHAnsi"/>
          <w:color w:val="1F497D" w:themeColor="text2"/>
        </w:rPr>
        <w:t>feature that enables you to add a set of common Access components to an existing database, such as a table, a form, and a report for a related task.</w:t>
      </w:r>
    </w:p>
    <w:p w14:paraId="4EB66EB0" w14:textId="1105C710" w:rsidR="00927DD2" w:rsidRPr="003278AE" w:rsidRDefault="008E7B3F" w:rsidP="008D395B">
      <w:pPr>
        <w:ind w:left="360"/>
        <w:rPr>
          <w:rFonts w:cstheme="minorHAnsi"/>
          <w:color w:val="1F497D" w:themeColor="text2"/>
        </w:rPr>
      </w:pPr>
      <w:r w:rsidRPr="003278AE">
        <w:rPr>
          <w:rFonts w:cstheme="minorHAnsi"/>
          <w:b/>
          <w:color w:val="1F497D" w:themeColor="text2"/>
        </w:rPr>
        <w:t>Back Up Database</w:t>
      </w:r>
      <w:r w:rsidR="00927DD2" w:rsidRPr="003278AE">
        <w:rPr>
          <w:rFonts w:cstheme="minorHAnsi"/>
          <w:b/>
          <w:color w:val="1F497D" w:themeColor="text2"/>
        </w:rPr>
        <w:t>–</w:t>
      </w:r>
      <w:r w:rsidRPr="003278AE">
        <w:rPr>
          <w:rFonts w:cstheme="minorHAnsi"/>
          <w:color w:val="1F497D" w:themeColor="text2"/>
        </w:rPr>
        <w:t>A utility that creates a duplicate copy of the entire database to protect from loss or damage.</w:t>
      </w:r>
      <w:r w:rsidR="00927DD2" w:rsidRPr="003278AE">
        <w:rPr>
          <w:rFonts w:cstheme="minorHAnsi"/>
          <w:color w:val="1F497D" w:themeColor="text2"/>
        </w:rPr>
        <w:t xml:space="preserve"> </w:t>
      </w:r>
    </w:p>
    <w:p w14:paraId="6AB06095" w14:textId="388F3970" w:rsidR="00927DD2" w:rsidRPr="003278AE" w:rsidRDefault="008E7B3F" w:rsidP="008D395B">
      <w:pPr>
        <w:ind w:left="360"/>
        <w:rPr>
          <w:rFonts w:cstheme="minorHAnsi"/>
          <w:color w:val="1F497D" w:themeColor="text2"/>
        </w:rPr>
      </w:pPr>
      <w:r w:rsidRPr="003278AE">
        <w:rPr>
          <w:rFonts w:cstheme="minorHAnsi"/>
          <w:b/>
          <w:color w:val="1F497D" w:themeColor="text2"/>
        </w:rPr>
        <w:t>Compact and Repair Database</w:t>
      </w:r>
      <w:r w:rsidR="00927DD2" w:rsidRPr="007E364C">
        <w:rPr>
          <w:b/>
          <w:color w:val="1F497D" w:themeColor="text2"/>
        </w:rPr>
        <w:t>–</w:t>
      </w:r>
      <w:r w:rsidRPr="003278AE">
        <w:rPr>
          <w:rFonts w:cstheme="minorHAnsi"/>
          <w:color w:val="1F497D" w:themeColor="text2"/>
        </w:rPr>
        <w:t>A utility that reduces the size of a database and fixes any errors that may exist in the file.</w:t>
      </w:r>
    </w:p>
    <w:p w14:paraId="000EA429" w14:textId="59562C22" w:rsidR="00927DD2" w:rsidRPr="003278AE" w:rsidRDefault="008E7B3F" w:rsidP="008D395B">
      <w:pPr>
        <w:ind w:left="360"/>
        <w:rPr>
          <w:rFonts w:cstheme="minorHAnsi"/>
          <w:b/>
          <w:color w:val="1F497D" w:themeColor="text2"/>
        </w:rPr>
      </w:pPr>
      <w:r w:rsidRPr="003278AE">
        <w:rPr>
          <w:rFonts w:cstheme="minorHAnsi"/>
          <w:b/>
          <w:color w:val="1F497D" w:themeColor="text2"/>
        </w:rPr>
        <w:t>Database</w:t>
      </w:r>
      <w:r w:rsidR="00927DD2" w:rsidRPr="003278AE">
        <w:rPr>
          <w:rFonts w:cstheme="minorHAnsi"/>
          <w:b/>
          <w:color w:val="1F497D" w:themeColor="text2"/>
        </w:rPr>
        <w:t>–</w:t>
      </w:r>
      <w:r w:rsidRPr="003278AE">
        <w:rPr>
          <w:rFonts w:cstheme="minorHAnsi"/>
          <w:color w:val="1F497D" w:themeColor="text2"/>
        </w:rPr>
        <w:t>A collection of data organized as meaningful information that can be accessed, managed, stored, queried, sorted, and reported.</w:t>
      </w:r>
    </w:p>
    <w:p w14:paraId="4766DD0C" w14:textId="0D226563" w:rsidR="00927DD2" w:rsidRPr="003278AE" w:rsidRDefault="008E7B3F" w:rsidP="008D395B">
      <w:pPr>
        <w:ind w:left="360"/>
        <w:rPr>
          <w:rFonts w:cstheme="minorHAnsi"/>
          <w:color w:val="1F497D" w:themeColor="text2"/>
        </w:rPr>
      </w:pPr>
      <w:r w:rsidRPr="003278AE">
        <w:rPr>
          <w:rFonts w:cstheme="minorHAnsi"/>
          <w:b/>
          <w:color w:val="1F497D" w:themeColor="text2"/>
        </w:rPr>
        <w:t>Database Management System (DBMS)</w:t>
      </w:r>
      <w:r w:rsidR="00927DD2" w:rsidRPr="003278AE">
        <w:rPr>
          <w:rFonts w:cstheme="minorHAnsi"/>
          <w:b/>
          <w:color w:val="1F497D" w:themeColor="text2"/>
        </w:rPr>
        <w:t>–</w:t>
      </w:r>
      <w:r w:rsidRPr="003278AE">
        <w:rPr>
          <w:rFonts w:cstheme="minorHAnsi"/>
          <w:color w:val="1F497D" w:themeColor="text2"/>
        </w:rPr>
        <w:t>A software system that provides the tools needed to create, maintain, and use a database.</w:t>
      </w:r>
    </w:p>
    <w:p w14:paraId="4D757151" w14:textId="023A2ECF" w:rsidR="00927DD2" w:rsidRPr="003278AE" w:rsidRDefault="008E7B3F" w:rsidP="008D395B">
      <w:pPr>
        <w:ind w:left="360"/>
        <w:rPr>
          <w:rFonts w:cstheme="minorHAnsi"/>
          <w:color w:val="1F497D" w:themeColor="text2"/>
        </w:rPr>
      </w:pPr>
      <w:r w:rsidRPr="003278AE">
        <w:rPr>
          <w:rFonts w:cstheme="minorHAnsi"/>
          <w:b/>
          <w:color w:val="1F497D" w:themeColor="text2"/>
        </w:rPr>
        <w:lastRenderedPageBreak/>
        <w:t>Datasheet view</w:t>
      </w:r>
      <w:r w:rsidR="00927DD2" w:rsidRPr="003278AE">
        <w:rPr>
          <w:rFonts w:cstheme="minorHAnsi"/>
          <w:b/>
          <w:color w:val="1F497D" w:themeColor="text2"/>
        </w:rPr>
        <w:t>–</w:t>
      </w:r>
      <w:r w:rsidRPr="003278AE">
        <w:rPr>
          <w:rFonts w:cstheme="minorHAnsi"/>
          <w:color w:val="1F497D" w:themeColor="text2"/>
        </w:rPr>
        <w:t>A grid containing fields (columns) and records (rows) used to view, add, edit, and delete records</w:t>
      </w:r>
      <w:r w:rsidR="00927DD2" w:rsidRPr="003278AE">
        <w:rPr>
          <w:rFonts w:cstheme="minorHAnsi"/>
          <w:color w:val="1F497D" w:themeColor="text2"/>
        </w:rPr>
        <w:t>.</w:t>
      </w:r>
    </w:p>
    <w:p w14:paraId="2AA84C66" w14:textId="23416AFB" w:rsidR="00927DD2" w:rsidRPr="003278AE" w:rsidRDefault="008E7B3F" w:rsidP="008D395B">
      <w:pPr>
        <w:ind w:left="360"/>
        <w:rPr>
          <w:rFonts w:cstheme="minorHAnsi"/>
          <w:color w:val="1F497D" w:themeColor="text2"/>
        </w:rPr>
      </w:pPr>
      <w:r w:rsidRPr="003278AE">
        <w:rPr>
          <w:rFonts w:cstheme="minorHAnsi"/>
          <w:b/>
          <w:color w:val="1F497D" w:themeColor="text2"/>
        </w:rPr>
        <w:t>Design View (form/report)</w:t>
      </w:r>
      <w:r w:rsidR="00927DD2" w:rsidRPr="003278AE">
        <w:rPr>
          <w:rFonts w:cstheme="minorHAnsi"/>
          <w:b/>
          <w:color w:val="1F497D" w:themeColor="text2"/>
        </w:rPr>
        <w:t>–</w:t>
      </w:r>
      <w:r w:rsidRPr="003278AE">
        <w:rPr>
          <w:rFonts w:cstheme="minorHAnsi"/>
          <w:color w:val="1F497D" w:themeColor="text2"/>
        </w:rPr>
        <w:t>A view that gives users advanced design settings not available in Layout view (such as changing the tab order of a form)</w:t>
      </w:r>
      <w:r w:rsidR="001969F8">
        <w:rPr>
          <w:rFonts w:cstheme="minorHAnsi"/>
          <w:color w:val="1F497D" w:themeColor="text2"/>
        </w:rPr>
        <w:t>,</w:t>
      </w:r>
      <w:r w:rsidRPr="003278AE">
        <w:rPr>
          <w:rFonts w:cstheme="minorHAnsi"/>
          <w:color w:val="1F497D" w:themeColor="text2"/>
        </w:rPr>
        <w:t xml:space="preserve"> providing more control over the form and report design. Also used to create a new report or form from scratch by adding fields and controls manually to a blank object.</w:t>
      </w:r>
    </w:p>
    <w:p w14:paraId="43096A96" w14:textId="5C0B3561" w:rsidR="00927DD2" w:rsidRPr="003278AE" w:rsidRDefault="008E7B3F" w:rsidP="008D395B">
      <w:pPr>
        <w:ind w:left="360"/>
        <w:rPr>
          <w:rFonts w:cstheme="minorHAnsi"/>
          <w:color w:val="1F497D" w:themeColor="text2"/>
        </w:rPr>
      </w:pPr>
      <w:r w:rsidRPr="003278AE">
        <w:rPr>
          <w:rFonts w:cstheme="minorHAnsi"/>
          <w:b/>
          <w:color w:val="1F497D" w:themeColor="text2"/>
        </w:rPr>
        <w:t>Design view (query)</w:t>
      </w:r>
      <w:r w:rsidR="00927DD2" w:rsidRPr="003278AE">
        <w:rPr>
          <w:rFonts w:cstheme="minorHAnsi"/>
          <w:b/>
          <w:color w:val="1F497D" w:themeColor="text2"/>
        </w:rPr>
        <w:t>–</w:t>
      </w:r>
      <w:r w:rsidRPr="003278AE">
        <w:rPr>
          <w:rFonts w:cstheme="minorHAnsi"/>
          <w:color w:val="1F497D" w:themeColor="text2"/>
        </w:rPr>
        <w:t>A detailed view of a query’s structure and is used to create and/or modify a query’s design by specifying the tables, fields, and criteria required for output.</w:t>
      </w:r>
    </w:p>
    <w:p w14:paraId="5443DCF4" w14:textId="3359E55E" w:rsidR="00927DD2" w:rsidRPr="003278AE" w:rsidRDefault="008E7B3F" w:rsidP="008D395B">
      <w:pPr>
        <w:ind w:left="360"/>
        <w:rPr>
          <w:rFonts w:cstheme="minorHAnsi"/>
          <w:color w:val="1F497D" w:themeColor="text2"/>
        </w:rPr>
      </w:pPr>
      <w:r w:rsidRPr="003278AE">
        <w:rPr>
          <w:rFonts w:cstheme="minorHAnsi"/>
          <w:b/>
          <w:color w:val="1F497D" w:themeColor="text2"/>
        </w:rPr>
        <w:t>Design view (table)</w:t>
      </w:r>
      <w:r w:rsidR="00927DD2" w:rsidRPr="003278AE">
        <w:rPr>
          <w:rFonts w:cstheme="minorHAnsi"/>
          <w:b/>
          <w:color w:val="1F497D" w:themeColor="text2"/>
        </w:rPr>
        <w:t>–</w:t>
      </w:r>
      <w:r w:rsidRPr="003278AE">
        <w:rPr>
          <w:rFonts w:cstheme="minorHAnsi"/>
          <w:color w:val="1F497D" w:themeColor="text2"/>
        </w:rPr>
        <w:t>A view that gives users a detailed view of the table’s structure and is used to create and modify a table’s design by specifying the fields it will contain, the fields’ data types, and their associated properties.</w:t>
      </w:r>
    </w:p>
    <w:p w14:paraId="54CE2CD9" w14:textId="2E1A76AA" w:rsidR="00927DD2" w:rsidRPr="003278AE" w:rsidRDefault="008E7B3F" w:rsidP="008D395B">
      <w:pPr>
        <w:ind w:left="360"/>
        <w:rPr>
          <w:rFonts w:cstheme="minorHAnsi"/>
          <w:color w:val="1F497D" w:themeColor="text2"/>
        </w:rPr>
      </w:pPr>
      <w:r w:rsidRPr="003278AE">
        <w:rPr>
          <w:rFonts w:cstheme="minorHAnsi"/>
          <w:b/>
          <w:color w:val="1F497D" w:themeColor="text2"/>
        </w:rPr>
        <w:t>Field</w:t>
      </w:r>
      <w:r w:rsidR="00927DD2" w:rsidRPr="003278AE">
        <w:rPr>
          <w:rFonts w:cstheme="minorHAnsi"/>
          <w:b/>
          <w:color w:val="1F497D" w:themeColor="text2"/>
        </w:rPr>
        <w:t>–</w:t>
      </w:r>
      <w:r w:rsidRPr="003278AE">
        <w:rPr>
          <w:rFonts w:cstheme="minorHAnsi"/>
          <w:color w:val="1F497D" w:themeColor="text2"/>
        </w:rPr>
        <w:t>The smallest data element contained in a table, such as first name, last name, address, and phone number.</w:t>
      </w:r>
    </w:p>
    <w:p w14:paraId="77E74003" w14:textId="4BE18F2B" w:rsidR="00927DD2" w:rsidRPr="003278AE" w:rsidRDefault="008E7B3F" w:rsidP="008D395B">
      <w:pPr>
        <w:ind w:left="360"/>
        <w:rPr>
          <w:rFonts w:cstheme="minorHAnsi"/>
          <w:color w:val="1F497D" w:themeColor="text2"/>
        </w:rPr>
      </w:pPr>
      <w:r w:rsidRPr="003278AE">
        <w:rPr>
          <w:rFonts w:cstheme="minorHAnsi"/>
          <w:b/>
          <w:color w:val="1F497D" w:themeColor="text2"/>
        </w:rPr>
        <w:t>Field property</w:t>
      </w:r>
      <w:r w:rsidR="00927DD2" w:rsidRPr="003278AE">
        <w:rPr>
          <w:rFonts w:cstheme="minorHAnsi"/>
          <w:b/>
          <w:color w:val="1F497D" w:themeColor="text2"/>
        </w:rPr>
        <w:t>–</w:t>
      </w:r>
      <w:r w:rsidRPr="003278AE">
        <w:rPr>
          <w:rFonts w:cstheme="minorHAnsi"/>
          <w:color w:val="1F497D" w:themeColor="text2"/>
        </w:rPr>
        <w:t>A characteristic of a field that determines how it will look and behave.</w:t>
      </w:r>
    </w:p>
    <w:p w14:paraId="3ACF1ECD" w14:textId="2F44C40D" w:rsidR="00882131" w:rsidRPr="003278AE" w:rsidRDefault="008E7B3F" w:rsidP="008D395B">
      <w:pPr>
        <w:ind w:left="360"/>
        <w:rPr>
          <w:rFonts w:cstheme="minorHAnsi"/>
          <w:color w:val="1F497D" w:themeColor="text2"/>
        </w:rPr>
      </w:pPr>
      <w:r w:rsidRPr="003278AE">
        <w:rPr>
          <w:rFonts w:cstheme="minorHAnsi"/>
          <w:b/>
          <w:color w:val="1F497D" w:themeColor="text2"/>
        </w:rPr>
        <w:t>Filter</w:t>
      </w:r>
      <w:r w:rsidR="00143646" w:rsidRPr="003278AE">
        <w:rPr>
          <w:rFonts w:cstheme="minorHAnsi"/>
          <w:b/>
          <w:color w:val="1F497D" w:themeColor="text2"/>
        </w:rPr>
        <w:t>–</w:t>
      </w:r>
      <w:r w:rsidRPr="003278AE">
        <w:rPr>
          <w:rFonts w:cstheme="minorHAnsi"/>
          <w:color w:val="1F497D" w:themeColor="text2"/>
        </w:rPr>
        <w:t>A feature that enables users to specify conditions to display only those records that meet those conditions</w:t>
      </w:r>
      <w:r w:rsidR="00143646" w:rsidRPr="003278AE">
        <w:rPr>
          <w:rFonts w:cstheme="minorHAnsi"/>
          <w:color w:val="1F497D" w:themeColor="text2"/>
        </w:rPr>
        <w:t>.</w:t>
      </w:r>
    </w:p>
    <w:p w14:paraId="4ED99B3E" w14:textId="5DDC5022" w:rsidR="00143646" w:rsidRPr="003278AE" w:rsidRDefault="008E7B3F" w:rsidP="008D395B">
      <w:pPr>
        <w:ind w:left="360"/>
        <w:rPr>
          <w:rFonts w:cstheme="minorHAnsi"/>
          <w:color w:val="1F497D" w:themeColor="text2"/>
        </w:rPr>
      </w:pPr>
      <w:r w:rsidRPr="003278AE">
        <w:rPr>
          <w:rFonts w:cstheme="minorHAnsi"/>
          <w:b/>
          <w:color w:val="1F497D" w:themeColor="text2"/>
        </w:rPr>
        <w:t>Filter By Form</w:t>
      </w:r>
      <w:r w:rsidR="00143646" w:rsidRPr="003278AE">
        <w:rPr>
          <w:rFonts w:cstheme="minorHAnsi"/>
          <w:b/>
          <w:color w:val="1F497D" w:themeColor="text2"/>
        </w:rPr>
        <w:t>–</w:t>
      </w:r>
      <w:r w:rsidRPr="003278AE">
        <w:rPr>
          <w:rFonts w:cstheme="minorHAnsi"/>
          <w:color w:val="1F497D" w:themeColor="text2"/>
        </w:rPr>
        <w:t>A more versatile method of selecting data, enabling users to display records based on multiple criteria.</w:t>
      </w:r>
    </w:p>
    <w:p w14:paraId="50E84AAB" w14:textId="79F37B39" w:rsidR="00143646" w:rsidRPr="003278AE" w:rsidRDefault="008E7B3F" w:rsidP="008D395B">
      <w:pPr>
        <w:ind w:left="360"/>
        <w:rPr>
          <w:rFonts w:cstheme="minorHAnsi"/>
          <w:color w:val="1F497D" w:themeColor="text2"/>
        </w:rPr>
      </w:pPr>
      <w:r w:rsidRPr="003278AE">
        <w:rPr>
          <w:rFonts w:cstheme="minorHAnsi"/>
          <w:b/>
          <w:color w:val="1F497D" w:themeColor="text2"/>
        </w:rPr>
        <w:t>Form</w:t>
      </w:r>
      <w:r w:rsidR="00143646" w:rsidRPr="003278AE">
        <w:rPr>
          <w:rFonts w:cstheme="minorHAnsi"/>
          <w:b/>
          <w:color w:val="1F497D" w:themeColor="text2"/>
        </w:rPr>
        <w:t>–</w:t>
      </w:r>
      <w:r w:rsidRPr="003278AE">
        <w:rPr>
          <w:rFonts w:cstheme="minorHAnsi"/>
          <w:color w:val="1F497D" w:themeColor="text2"/>
        </w:rPr>
        <w:t>A database object that is used to view data, add data to, or edit data in a table.</w:t>
      </w:r>
    </w:p>
    <w:p w14:paraId="3E550ED0" w14:textId="27589C42" w:rsidR="00143646" w:rsidRPr="003278AE" w:rsidRDefault="001905BF" w:rsidP="008D395B">
      <w:pPr>
        <w:ind w:left="360"/>
        <w:rPr>
          <w:rFonts w:cstheme="minorHAnsi"/>
          <w:color w:val="1F497D" w:themeColor="text2"/>
        </w:rPr>
      </w:pPr>
      <w:r w:rsidRPr="003278AE">
        <w:rPr>
          <w:rFonts w:cstheme="minorHAnsi"/>
          <w:b/>
          <w:color w:val="1F497D" w:themeColor="text2"/>
        </w:rPr>
        <w:t>Macro</w:t>
      </w:r>
      <w:r w:rsidR="00143646" w:rsidRPr="003278AE">
        <w:rPr>
          <w:rFonts w:cstheme="minorHAnsi"/>
          <w:b/>
          <w:color w:val="1F497D" w:themeColor="text2"/>
        </w:rPr>
        <w:t>–</w:t>
      </w:r>
      <w:r w:rsidRPr="003278AE">
        <w:rPr>
          <w:rFonts w:cstheme="minorHAnsi"/>
          <w:color w:val="1F497D" w:themeColor="text2"/>
        </w:rPr>
        <w:t>A stored series of commands that carry out an action; often used to automate simple tasks.</w:t>
      </w:r>
    </w:p>
    <w:p w14:paraId="7C491B97" w14:textId="10188BC1" w:rsidR="00143646" w:rsidRPr="003278AE" w:rsidRDefault="001905BF" w:rsidP="008D395B">
      <w:pPr>
        <w:ind w:left="360"/>
        <w:rPr>
          <w:rFonts w:cstheme="minorHAnsi"/>
          <w:color w:val="1F497D" w:themeColor="text2"/>
        </w:rPr>
      </w:pPr>
      <w:r w:rsidRPr="003278AE">
        <w:rPr>
          <w:rFonts w:cstheme="minorHAnsi"/>
          <w:b/>
          <w:color w:val="1F497D" w:themeColor="text2"/>
        </w:rPr>
        <w:t>Microsoft Access</w:t>
      </w:r>
      <w:r w:rsidR="00143646" w:rsidRPr="003278AE">
        <w:rPr>
          <w:rFonts w:cstheme="minorHAnsi"/>
          <w:b/>
          <w:color w:val="1F497D" w:themeColor="text2"/>
        </w:rPr>
        <w:t>–</w:t>
      </w:r>
      <w:r w:rsidRPr="003278AE">
        <w:rPr>
          <w:rFonts w:cstheme="minorHAnsi"/>
          <w:color w:val="1F497D" w:themeColor="text2"/>
        </w:rPr>
        <w:t>A relational database management system in which you can record and link data, query databases, and create forms and reports.</w:t>
      </w:r>
    </w:p>
    <w:p w14:paraId="2F444B87" w14:textId="02C4867B" w:rsidR="00143646" w:rsidRPr="003278AE" w:rsidRDefault="001905BF" w:rsidP="008D395B">
      <w:pPr>
        <w:ind w:left="360"/>
        <w:rPr>
          <w:rFonts w:cstheme="minorHAnsi"/>
          <w:color w:val="1F497D" w:themeColor="text2"/>
        </w:rPr>
      </w:pPr>
      <w:r w:rsidRPr="003278AE">
        <w:rPr>
          <w:rFonts w:cstheme="minorHAnsi"/>
          <w:b/>
          <w:color w:val="1F497D" w:themeColor="text2"/>
        </w:rPr>
        <w:t>Module</w:t>
      </w:r>
      <w:r w:rsidR="00143646" w:rsidRPr="003278AE">
        <w:rPr>
          <w:rFonts w:cstheme="minorHAnsi"/>
          <w:b/>
          <w:color w:val="1F497D" w:themeColor="text2"/>
        </w:rPr>
        <w:t>–</w:t>
      </w:r>
      <w:r w:rsidRPr="003278AE">
        <w:rPr>
          <w:rFonts w:cstheme="minorHAnsi"/>
          <w:color w:val="1F497D" w:themeColor="text2"/>
        </w:rPr>
        <w:t>An advanced object written using the VBA (Visual Basic for Applications) programming language.</w:t>
      </w:r>
    </w:p>
    <w:p w14:paraId="3EC25682" w14:textId="7CCAEDFA" w:rsidR="00143646" w:rsidRPr="003278AE" w:rsidRDefault="001905BF" w:rsidP="008D395B">
      <w:pPr>
        <w:ind w:left="360"/>
        <w:rPr>
          <w:rFonts w:cstheme="minorHAnsi"/>
          <w:color w:val="1F497D" w:themeColor="text2"/>
        </w:rPr>
      </w:pPr>
      <w:r w:rsidRPr="003278AE">
        <w:rPr>
          <w:rFonts w:cstheme="minorHAnsi"/>
          <w:b/>
          <w:color w:val="1F497D" w:themeColor="text2"/>
        </w:rPr>
        <w:t>Navigation Pane</w:t>
      </w:r>
      <w:r w:rsidR="00143646" w:rsidRPr="003278AE">
        <w:rPr>
          <w:rFonts w:cstheme="minorHAnsi"/>
          <w:b/>
          <w:color w:val="1F497D" w:themeColor="text2"/>
        </w:rPr>
        <w:t>–</w:t>
      </w:r>
      <w:r w:rsidRPr="003278AE">
        <w:rPr>
          <w:rFonts w:cstheme="minorHAnsi"/>
          <w:color w:val="1F497D" w:themeColor="text2"/>
        </w:rPr>
        <w:t>An Access interface element that organizes and lists the objects in an Access database.</w:t>
      </w:r>
    </w:p>
    <w:p w14:paraId="4C8C5163" w14:textId="75A64C0D" w:rsidR="00143646" w:rsidRPr="003278AE" w:rsidRDefault="001905BF" w:rsidP="008D395B">
      <w:pPr>
        <w:ind w:left="360"/>
        <w:rPr>
          <w:rFonts w:cstheme="minorHAnsi"/>
          <w:color w:val="1F497D" w:themeColor="text2"/>
        </w:rPr>
      </w:pPr>
      <w:r w:rsidRPr="003278AE">
        <w:rPr>
          <w:rFonts w:cstheme="minorHAnsi"/>
          <w:b/>
          <w:color w:val="1F497D" w:themeColor="text2"/>
        </w:rPr>
        <w:t>Object</w:t>
      </w:r>
      <w:r w:rsidR="00143646" w:rsidRPr="003278AE">
        <w:rPr>
          <w:rFonts w:cstheme="minorHAnsi"/>
          <w:b/>
          <w:color w:val="1F497D" w:themeColor="text2"/>
        </w:rPr>
        <w:t>–</w:t>
      </w:r>
      <w:r w:rsidRPr="003278AE">
        <w:rPr>
          <w:rFonts w:cstheme="minorHAnsi"/>
          <w:color w:val="1F497D" w:themeColor="text2"/>
        </w:rPr>
        <w:t>An item, such as a picture or text box, that can be individually selected and manipulated in a document.</w:t>
      </w:r>
    </w:p>
    <w:p w14:paraId="72412A63" w14:textId="1594BFC3" w:rsidR="00143646" w:rsidRPr="003278AE" w:rsidRDefault="001905BF" w:rsidP="008D395B">
      <w:pPr>
        <w:ind w:left="360"/>
        <w:rPr>
          <w:rFonts w:cstheme="minorHAnsi"/>
          <w:color w:val="1F497D" w:themeColor="text2"/>
        </w:rPr>
      </w:pPr>
      <w:r w:rsidRPr="003278AE">
        <w:rPr>
          <w:rFonts w:cstheme="minorHAnsi"/>
          <w:b/>
          <w:color w:val="1F497D" w:themeColor="text2"/>
        </w:rPr>
        <w:t>Primary key</w:t>
      </w:r>
      <w:r w:rsidR="00143646" w:rsidRPr="003278AE">
        <w:rPr>
          <w:rFonts w:cstheme="minorHAnsi"/>
          <w:b/>
          <w:color w:val="1F497D" w:themeColor="text2"/>
        </w:rPr>
        <w:t>–</w:t>
      </w:r>
      <w:r w:rsidRPr="003278AE">
        <w:rPr>
          <w:rFonts w:cstheme="minorHAnsi"/>
          <w:color w:val="1F497D" w:themeColor="text2"/>
        </w:rPr>
        <w:t>The field (or combination of fields) that uniquely identifies each record in a table.</w:t>
      </w:r>
    </w:p>
    <w:p w14:paraId="5CAC7821" w14:textId="10D19CF3" w:rsidR="00143646" w:rsidRPr="003278AE" w:rsidRDefault="001905BF" w:rsidP="008D395B">
      <w:pPr>
        <w:ind w:left="360"/>
        <w:rPr>
          <w:rFonts w:cstheme="minorHAnsi"/>
          <w:color w:val="1F497D" w:themeColor="text2"/>
        </w:rPr>
      </w:pPr>
      <w:r w:rsidRPr="003278AE">
        <w:rPr>
          <w:rFonts w:cstheme="minorHAnsi"/>
          <w:b/>
          <w:color w:val="1F497D" w:themeColor="text2"/>
        </w:rPr>
        <w:t>Query</w:t>
      </w:r>
      <w:r w:rsidR="00143646" w:rsidRPr="003278AE">
        <w:rPr>
          <w:rFonts w:cstheme="minorHAnsi"/>
          <w:b/>
          <w:color w:val="1F497D" w:themeColor="text2"/>
        </w:rPr>
        <w:t>–</w:t>
      </w:r>
      <w:r w:rsidRPr="003278AE">
        <w:rPr>
          <w:rFonts w:cstheme="minorHAnsi"/>
          <w:color w:val="1F497D" w:themeColor="text2"/>
        </w:rPr>
        <w:t>A question about the data stored in a database; answers provided in a datasheet.</w:t>
      </w:r>
    </w:p>
    <w:p w14:paraId="4AC17985" w14:textId="427B1B8A" w:rsidR="00143646" w:rsidRPr="003278AE" w:rsidRDefault="001905BF" w:rsidP="008D395B">
      <w:pPr>
        <w:ind w:left="360"/>
        <w:rPr>
          <w:rFonts w:cstheme="minorHAnsi"/>
          <w:color w:val="1F497D" w:themeColor="text2"/>
        </w:rPr>
      </w:pPr>
      <w:r w:rsidRPr="003278AE">
        <w:rPr>
          <w:rFonts w:cstheme="minorHAnsi"/>
          <w:b/>
          <w:color w:val="1F497D" w:themeColor="text2"/>
        </w:rPr>
        <w:lastRenderedPageBreak/>
        <w:t>Record</w:t>
      </w:r>
      <w:r w:rsidR="00143646" w:rsidRPr="003278AE">
        <w:rPr>
          <w:rFonts w:cstheme="minorHAnsi"/>
          <w:b/>
          <w:color w:val="1F497D" w:themeColor="text2"/>
        </w:rPr>
        <w:t>–</w:t>
      </w:r>
      <w:r w:rsidRPr="003278AE">
        <w:rPr>
          <w:rFonts w:cstheme="minorHAnsi"/>
          <w:color w:val="1F497D" w:themeColor="text2"/>
        </w:rPr>
        <w:t>A group of related fields representing one entity, such as data for one person, place, event, or concept.</w:t>
      </w:r>
    </w:p>
    <w:p w14:paraId="6A00DA31" w14:textId="7841D014" w:rsidR="00143646" w:rsidRPr="003278AE" w:rsidRDefault="001905BF" w:rsidP="008D395B">
      <w:pPr>
        <w:ind w:left="360"/>
        <w:rPr>
          <w:rFonts w:cstheme="minorHAnsi"/>
          <w:color w:val="1F497D" w:themeColor="text2"/>
        </w:rPr>
      </w:pPr>
      <w:r w:rsidRPr="003278AE">
        <w:rPr>
          <w:rFonts w:cstheme="minorHAnsi"/>
          <w:b/>
          <w:color w:val="1F497D" w:themeColor="text2"/>
        </w:rPr>
        <w:t>Relationship</w:t>
      </w:r>
      <w:r w:rsidR="00143646" w:rsidRPr="003278AE">
        <w:rPr>
          <w:rFonts w:cstheme="minorHAnsi"/>
          <w:b/>
          <w:color w:val="1F497D" w:themeColor="text2"/>
        </w:rPr>
        <w:t>–</w:t>
      </w:r>
      <w:r w:rsidRPr="003278AE">
        <w:rPr>
          <w:rFonts w:cstheme="minorHAnsi"/>
          <w:color w:val="1F497D" w:themeColor="text2"/>
        </w:rPr>
        <w:t>A connection between two tables using a common field.</w:t>
      </w:r>
    </w:p>
    <w:p w14:paraId="3EF9CDAC" w14:textId="2071EEF7" w:rsidR="00143646" w:rsidRPr="003278AE" w:rsidRDefault="001905BF" w:rsidP="008D395B">
      <w:pPr>
        <w:ind w:left="360"/>
        <w:rPr>
          <w:rFonts w:cstheme="minorHAnsi"/>
          <w:color w:val="1F497D" w:themeColor="text2"/>
        </w:rPr>
      </w:pPr>
      <w:r w:rsidRPr="003278AE">
        <w:rPr>
          <w:rFonts w:cstheme="minorHAnsi"/>
          <w:b/>
          <w:color w:val="1F497D" w:themeColor="text2"/>
        </w:rPr>
        <w:t>Report</w:t>
      </w:r>
      <w:r w:rsidR="00143646" w:rsidRPr="003278AE">
        <w:rPr>
          <w:rFonts w:cstheme="minorHAnsi"/>
          <w:b/>
          <w:color w:val="1F497D" w:themeColor="text2"/>
        </w:rPr>
        <w:t>–</w:t>
      </w:r>
      <w:r w:rsidRPr="003278AE">
        <w:rPr>
          <w:rFonts w:cstheme="minorHAnsi"/>
          <w:color w:val="1F497D" w:themeColor="text2"/>
        </w:rPr>
        <w:t>A database document that outputs meaningful, professional-looking, formatted information from underlying tables or queries.</w:t>
      </w:r>
    </w:p>
    <w:p w14:paraId="03F3CD90" w14:textId="1D3E82A0" w:rsidR="00143646" w:rsidRPr="003278AE" w:rsidRDefault="001905BF" w:rsidP="008D395B">
      <w:pPr>
        <w:ind w:left="360"/>
        <w:rPr>
          <w:rFonts w:cstheme="minorHAnsi"/>
          <w:color w:val="1F497D" w:themeColor="text2"/>
        </w:rPr>
      </w:pPr>
      <w:r w:rsidRPr="003278AE">
        <w:rPr>
          <w:rFonts w:cstheme="minorHAnsi"/>
          <w:b/>
          <w:color w:val="1F497D" w:themeColor="text2"/>
        </w:rPr>
        <w:t>Selection filter</w:t>
      </w:r>
      <w:r w:rsidR="008A1D6D" w:rsidRPr="003278AE">
        <w:rPr>
          <w:rFonts w:cstheme="minorHAnsi"/>
          <w:b/>
          <w:color w:val="1F497D" w:themeColor="text2"/>
        </w:rPr>
        <w:t>–</w:t>
      </w:r>
      <w:r w:rsidRPr="003278AE">
        <w:rPr>
          <w:rFonts w:cstheme="minorHAnsi"/>
          <w:color w:val="1F497D" w:themeColor="text2"/>
        </w:rPr>
        <w:t>A method of selecting that displays only the records that match a criterion you select.</w:t>
      </w:r>
    </w:p>
    <w:p w14:paraId="286D3743" w14:textId="2212E32B" w:rsidR="008A1D6D" w:rsidRPr="003278AE" w:rsidRDefault="001905BF" w:rsidP="008D395B">
      <w:pPr>
        <w:ind w:left="360"/>
        <w:rPr>
          <w:rFonts w:cstheme="minorHAnsi"/>
          <w:color w:val="1F497D" w:themeColor="text2"/>
        </w:rPr>
      </w:pPr>
      <w:r w:rsidRPr="003278AE">
        <w:rPr>
          <w:rFonts w:cstheme="minorHAnsi"/>
          <w:b/>
          <w:color w:val="1F497D" w:themeColor="text2"/>
        </w:rPr>
        <w:t>Sort</w:t>
      </w:r>
      <w:r w:rsidR="008A1D6D" w:rsidRPr="003278AE">
        <w:rPr>
          <w:rFonts w:cstheme="minorHAnsi"/>
          <w:b/>
          <w:color w:val="1F497D" w:themeColor="text2"/>
        </w:rPr>
        <w:t>–</w:t>
      </w:r>
      <w:r w:rsidRPr="003278AE">
        <w:rPr>
          <w:rFonts w:cstheme="minorHAnsi"/>
          <w:color w:val="1F497D" w:themeColor="text2"/>
        </w:rPr>
        <w:t>A feature that lists records in a specific sequence.</w:t>
      </w:r>
    </w:p>
    <w:p w14:paraId="4E79CBF1" w14:textId="38CAF72F" w:rsidR="008A1D6D" w:rsidRPr="003278AE" w:rsidRDefault="001905BF" w:rsidP="008D395B">
      <w:pPr>
        <w:ind w:left="360"/>
        <w:rPr>
          <w:rFonts w:cstheme="minorHAnsi"/>
          <w:color w:val="1F497D" w:themeColor="text2"/>
        </w:rPr>
      </w:pPr>
      <w:r w:rsidRPr="003278AE">
        <w:rPr>
          <w:rFonts w:cstheme="minorHAnsi"/>
          <w:b/>
          <w:color w:val="1F497D" w:themeColor="text2"/>
        </w:rPr>
        <w:t>Table (Access)</w:t>
      </w:r>
      <w:r w:rsidR="008A1D6D" w:rsidRPr="003278AE">
        <w:rPr>
          <w:rFonts w:cstheme="minorHAnsi"/>
          <w:b/>
          <w:color w:val="1F497D" w:themeColor="text2"/>
        </w:rPr>
        <w:t>–</w:t>
      </w:r>
      <w:r w:rsidRPr="003278AE">
        <w:rPr>
          <w:rFonts w:cstheme="minorHAnsi"/>
          <w:color w:val="1F497D" w:themeColor="text2"/>
        </w:rPr>
        <w:t>The location where all data are stored in a database; organizes data into columns and rows.</w:t>
      </w:r>
    </w:p>
    <w:p w14:paraId="729FAB18" w14:textId="0B109C9E" w:rsidR="008A1D6D" w:rsidRPr="003278AE" w:rsidRDefault="001905BF" w:rsidP="008D395B">
      <w:pPr>
        <w:ind w:left="360"/>
        <w:rPr>
          <w:rFonts w:cstheme="minorHAnsi"/>
          <w:color w:val="1F497D" w:themeColor="text2"/>
        </w:rPr>
      </w:pPr>
      <w:r w:rsidRPr="003278AE">
        <w:rPr>
          <w:rFonts w:cstheme="minorHAnsi"/>
          <w:b/>
          <w:color w:val="1F497D" w:themeColor="text2"/>
        </w:rPr>
        <w:t>Template (Access)</w:t>
      </w:r>
      <w:r w:rsidR="008A1D6D" w:rsidRPr="003278AE">
        <w:rPr>
          <w:rFonts w:cstheme="minorHAnsi"/>
          <w:b/>
          <w:color w:val="1F497D" w:themeColor="text2"/>
        </w:rPr>
        <w:t>–</w:t>
      </w:r>
      <w:r w:rsidRPr="003278AE">
        <w:rPr>
          <w:rFonts w:cstheme="minorHAnsi"/>
          <w:color w:val="1F497D" w:themeColor="text2"/>
        </w:rPr>
        <w:t>A predefined database that includes professionally designed tables, forms, reports, and other objects that you can use to jumpstart the creation of your database.</w:t>
      </w:r>
    </w:p>
    <w:p w14:paraId="7B8ED40A" w14:textId="77777777" w:rsidR="00A92171" w:rsidRPr="003278AE" w:rsidRDefault="00A92171" w:rsidP="00251545">
      <w:pPr>
        <w:pStyle w:val="Heading2"/>
      </w:pPr>
      <w:r w:rsidRPr="003278AE">
        <w:t>DISCUSSION QUESTIONS</w:t>
      </w:r>
    </w:p>
    <w:p w14:paraId="31696FE8" w14:textId="244A63B5" w:rsidR="00C6156E" w:rsidRPr="003278AE" w:rsidRDefault="00604144" w:rsidP="000D0353">
      <w:pPr>
        <w:pStyle w:val="ListParagraph"/>
        <w:numPr>
          <w:ilvl w:val="0"/>
          <w:numId w:val="4"/>
        </w:numPr>
        <w:rPr>
          <w:color w:val="1F497D" w:themeColor="text2"/>
        </w:rPr>
      </w:pPr>
      <w:r w:rsidRPr="003278AE">
        <w:rPr>
          <w:color w:val="1F497D" w:themeColor="text2"/>
        </w:rPr>
        <w:t>What would happen if a major company, such as a life insurance company lost all their data?</w:t>
      </w:r>
    </w:p>
    <w:p w14:paraId="34F6DCE4" w14:textId="42DDE425" w:rsidR="00C6156E" w:rsidRPr="003278AE" w:rsidRDefault="00604144" w:rsidP="000D0353">
      <w:pPr>
        <w:pStyle w:val="ListParagraph"/>
        <w:numPr>
          <w:ilvl w:val="0"/>
          <w:numId w:val="4"/>
        </w:numPr>
        <w:rPr>
          <w:color w:val="1F497D" w:themeColor="text2"/>
        </w:rPr>
      </w:pPr>
      <w:r w:rsidRPr="003278AE">
        <w:rPr>
          <w:color w:val="1F497D" w:themeColor="text2"/>
        </w:rPr>
        <w:t>Why would you want to create a database that only allowed users to enter data, but not modify or delete entries?</w:t>
      </w:r>
    </w:p>
    <w:p w14:paraId="7D84E6D9" w14:textId="0C41C827" w:rsidR="00C6156E" w:rsidRPr="003278AE" w:rsidRDefault="00907442" w:rsidP="000D0353">
      <w:pPr>
        <w:pStyle w:val="ListParagraph"/>
        <w:numPr>
          <w:ilvl w:val="0"/>
          <w:numId w:val="4"/>
        </w:numPr>
        <w:rPr>
          <w:color w:val="1F497D" w:themeColor="text2"/>
        </w:rPr>
      </w:pPr>
      <w:r w:rsidRPr="003278AE">
        <w:rPr>
          <w:color w:val="1F497D" w:themeColor="text2"/>
        </w:rPr>
        <w:t>When should the Back Up Database utility be used?</w:t>
      </w:r>
    </w:p>
    <w:p w14:paraId="0170928A" w14:textId="7CA2A048" w:rsidR="00C6156E" w:rsidRPr="003278AE" w:rsidRDefault="00907442" w:rsidP="000D0353">
      <w:pPr>
        <w:pStyle w:val="ListParagraph"/>
        <w:numPr>
          <w:ilvl w:val="0"/>
          <w:numId w:val="4"/>
        </w:numPr>
        <w:rPr>
          <w:color w:val="1F497D" w:themeColor="text2"/>
        </w:rPr>
      </w:pPr>
      <w:r w:rsidRPr="003278AE">
        <w:rPr>
          <w:color w:val="1F497D" w:themeColor="text2"/>
        </w:rPr>
        <w:t>What is the benefit of a common field between related tables?</w:t>
      </w:r>
    </w:p>
    <w:p w14:paraId="56B25C52" w14:textId="219E47ED" w:rsidR="00C6156E" w:rsidRPr="003278AE" w:rsidRDefault="00907442" w:rsidP="000D0353">
      <w:pPr>
        <w:pStyle w:val="ListParagraph"/>
        <w:numPr>
          <w:ilvl w:val="0"/>
          <w:numId w:val="4"/>
        </w:numPr>
        <w:rPr>
          <w:color w:val="1F497D" w:themeColor="text2"/>
        </w:rPr>
      </w:pPr>
      <w:r w:rsidRPr="003278AE">
        <w:rPr>
          <w:color w:val="1F497D" w:themeColor="text2"/>
        </w:rPr>
        <w:t>Why do tables need a primary key</w:t>
      </w:r>
      <w:r w:rsidR="00C6156E" w:rsidRPr="003278AE">
        <w:rPr>
          <w:color w:val="1F497D" w:themeColor="text2"/>
        </w:rPr>
        <w:t>?</w:t>
      </w:r>
    </w:p>
    <w:p w14:paraId="4E37187F" w14:textId="1B96FF77" w:rsidR="00B363CC" w:rsidRPr="003278AE" w:rsidRDefault="00B363CC" w:rsidP="00251545">
      <w:pPr>
        <w:pStyle w:val="Heading2"/>
      </w:pPr>
      <w:bookmarkStart w:id="0" w:name="_WHEN_USING_SCRIPTED"/>
      <w:bookmarkEnd w:id="0"/>
      <w:r w:rsidRPr="003278AE">
        <w:t>WHEN USING SCRIPTED LECTURE IN CLASS, DEMONSTRATE HOW TO</w:t>
      </w:r>
      <w:r w:rsidR="00436AA3" w:rsidRPr="003278AE">
        <w:t xml:space="preserve">: </w:t>
      </w:r>
    </w:p>
    <w:p w14:paraId="3F47E575" w14:textId="60E0D9C6" w:rsidR="001905BF" w:rsidRPr="003278AE" w:rsidRDefault="001905BF" w:rsidP="000D0353">
      <w:pPr>
        <w:pStyle w:val="ListParagraph"/>
        <w:numPr>
          <w:ilvl w:val="0"/>
          <w:numId w:val="4"/>
        </w:numPr>
        <w:rPr>
          <w:color w:val="1F497D" w:themeColor="text2"/>
        </w:rPr>
      </w:pPr>
      <w:r w:rsidRPr="003278AE">
        <w:rPr>
          <w:color w:val="1F497D" w:themeColor="text2"/>
        </w:rPr>
        <w:t>Open a Database</w:t>
      </w:r>
    </w:p>
    <w:p w14:paraId="44685593" w14:textId="0A0AC9DA" w:rsidR="006B1840" w:rsidRPr="003278AE" w:rsidRDefault="001905BF" w:rsidP="000D0353">
      <w:pPr>
        <w:pStyle w:val="ListParagraph"/>
        <w:numPr>
          <w:ilvl w:val="0"/>
          <w:numId w:val="4"/>
        </w:numPr>
        <w:rPr>
          <w:color w:val="1F497D" w:themeColor="text2"/>
        </w:rPr>
      </w:pPr>
      <w:r w:rsidRPr="003278AE">
        <w:rPr>
          <w:color w:val="1F497D" w:themeColor="text2"/>
        </w:rPr>
        <w:t>Save a Database with a New Name</w:t>
      </w:r>
    </w:p>
    <w:p w14:paraId="3D2D8D58" w14:textId="226A0B71" w:rsidR="001905BF" w:rsidRPr="003278AE" w:rsidRDefault="001905BF" w:rsidP="000D0353">
      <w:pPr>
        <w:pStyle w:val="ListParagraph"/>
        <w:numPr>
          <w:ilvl w:val="0"/>
          <w:numId w:val="4"/>
        </w:numPr>
        <w:rPr>
          <w:color w:val="1F497D" w:themeColor="text2"/>
        </w:rPr>
      </w:pPr>
      <w:r w:rsidRPr="003278AE">
        <w:rPr>
          <w:color w:val="1F497D" w:themeColor="text2"/>
        </w:rPr>
        <w:t>Navigate Through Records</w:t>
      </w:r>
    </w:p>
    <w:p w14:paraId="45226FA6" w14:textId="79386189" w:rsidR="002867A9" w:rsidRPr="003278AE" w:rsidRDefault="002867A9" w:rsidP="000D0353">
      <w:pPr>
        <w:pStyle w:val="ListParagraph"/>
        <w:numPr>
          <w:ilvl w:val="0"/>
          <w:numId w:val="4"/>
        </w:numPr>
        <w:rPr>
          <w:color w:val="1F497D" w:themeColor="text2"/>
        </w:rPr>
      </w:pPr>
      <w:r w:rsidRPr="003278AE">
        <w:rPr>
          <w:color w:val="1F497D" w:themeColor="text2"/>
        </w:rPr>
        <w:t>Understand Relationships between Tables</w:t>
      </w:r>
    </w:p>
    <w:p w14:paraId="0302C640" w14:textId="27AC0983" w:rsidR="002867A9" w:rsidRPr="003278AE" w:rsidRDefault="002867A9" w:rsidP="000D0353">
      <w:pPr>
        <w:pStyle w:val="ListParagraph"/>
        <w:numPr>
          <w:ilvl w:val="0"/>
          <w:numId w:val="4"/>
        </w:numPr>
        <w:rPr>
          <w:color w:val="1F497D" w:themeColor="text2"/>
        </w:rPr>
      </w:pPr>
      <w:r w:rsidRPr="003278AE">
        <w:rPr>
          <w:color w:val="1F497D" w:themeColor="text2"/>
        </w:rPr>
        <w:t>Add Records in a Table</w:t>
      </w:r>
    </w:p>
    <w:p w14:paraId="0DF5B3B2" w14:textId="34365E36" w:rsidR="002867A9" w:rsidRPr="003278AE" w:rsidRDefault="002867A9" w:rsidP="000D0353">
      <w:pPr>
        <w:pStyle w:val="ListParagraph"/>
        <w:numPr>
          <w:ilvl w:val="0"/>
          <w:numId w:val="4"/>
        </w:numPr>
        <w:rPr>
          <w:color w:val="1F497D" w:themeColor="text2"/>
        </w:rPr>
      </w:pPr>
      <w:r w:rsidRPr="003278AE">
        <w:rPr>
          <w:color w:val="1F497D" w:themeColor="text2"/>
        </w:rPr>
        <w:t>Modify Records in a Table</w:t>
      </w:r>
    </w:p>
    <w:p w14:paraId="24C911EA" w14:textId="68D89E57" w:rsidR="002867A9" w:rsidRPr="003278AE" w:rsidRDefault="002867A9" w:rsidP="000D0353">
      <w:pPr>
        <w:pStyle w:val="ListParagraph"/>
        <w:numPr>
          <w:ilvl w:val="0"/>
          <w:numId w:val="4"/>
        </w:numPr>
        <w:rPr>
          <w:color w:val="1F497D" w:themeColor="text2"/>
        </w:rPr>
      </w:pPr>
      <w:r w:rsidRPr="003278AE">
        <w:rPr>
          <w:color w:val="1F497D" w:themeColor="text2"/>
        </w:rPr>
        <w:t>Delete Records from a Table</w:t>
      </w:r>
    </w:p>
    <w:p w14:paraId="768BEE83" w14:textId="63A97A82" w:rsidR="002867A9" w:rsidRPr="003278AE" w:rsidRDefault="002867A9" w:rsidP="000D0353">
      <w:pPr>
        <w:pStyle w:val="ListParagraph"/>
        <w:numPr>
          <w:ilvl w:val="0"/>
          <w:numId w:val="4"/>
        </w:numPr>
        <w:rPr>
          <w:color w:val="1F497D" w:themeColor="text2"/>
        </w:rPr>
      </w:pPr>
      <w:r w:rsidRPr="003278AE">
        <w:rPr>
          <w:color w:val="1F497D" w:themeColor="text2"/>
        </w:rPr>
        <w:t>Back Up a Database</w:t>
      </w:r>
    </w:p>
    <w:p w14:paraId="77CDACE8" w14:textId="593F4C71" w:rsidR="002867A9" w:rsidRPr="003278AE" w:rsidRDefault="002867A9" w:rsidP="000D0353">
      <w:pPr>
        <w:pStyle w:val="ListParagraph"/>
        <w:numPr>
          <w:ilvl w:val="0"/>
          <w:numId w:val="4"/>
        </w:numPr>
        <w:rPr>
          <w:color w:val="1F497D" w:themeColor="text2"/>
        </w:rPr>
      </w:pPr>
      <w:r w:rsidRPr="003278AE">
        <w:rPr>
          <w:color w:val="1F497D" w:themeColor="text2"/>
        </w:rPr>
        <w:t>Print Database Information</w:t>
      </w:r>
    </w:p>
    <w:p w14:paraId="6C6466E9" w14:textId="6FBC9341" w:rsidR="002867A9" w:rsidRPr="003278AE" w:rsidRDefault="002867A9" w:rsidP="000D0353">
      <w:pPr>
        <w:pStyle w:val="ListParagraph"/>
        <w:numPr>
          <w:ilvl w:val="0"/>
          <w:numId w:val="4"/>
        </w:numPr>
        <w:rPr>
          <w:color w:val="1F497D" w:themeColor="text2"/>
        </w:rPr>
      </w:pPr>
      <w:r w:rsidRPr="003278AE">
        <w:rPr>
          <w:color w:val="1F497D" w:themeColor="text2"/>
        </w:rPr>
        <w:t>Use a Selection Filter to Find Exact Matches</w:t>
      </w:r>
    </w:p>
    <w:p w14:paraId="55982043" w14:textId="6B9FF819" w:rsidR="002867A9" w:rsidRPr="003278AE" w:rsidRDefault="002867A9" w:rsidP="000D0353">
      <w:pPr>
        <w:pStyle w:val="ListParagraph"/>
        <w:numPr>
          <w:ilvl w:val="0"/>
          <w:numId w:val="4"/>
        </w:numPr>
        <w:rPr>
          <w:color w:val="1F497D" w:themeColor="text2"/>
        </w:rPr>
      </w:pPr>
      <w:r w:rsidRPr="003278AE">
        <w:rPr>
          <w:color w:val="1F497D" w:themeColor="text2"/>
        </w:rPr>
        <w:t>Use a Selection Filter to Find Records Containing a Value</w:t>
      </w:r>
    </w:p>
    <w:p w14:paraId="72FDB843" w14:textId="2FE9D0E4" w:rsidR="002867A9" w:rsidRPr="003278AE" w:rsidRDefault="002867A9" w:rsidP="000D0353">
      <w:pPr>
        <w:pStyle w:val="ListParagraph"/>
        <w:numPr>
          <w:ilvl w:val="0"/>
          <w:numId w:val="4"/>
        </w:numPr>
        <w:rPr>
          <w:color w:val="1F497D" w:themeColor="text2"/>
        </w:rPr>
      </w:pPr>
      <w:r w:rsidRPr="003278AE">
        <w:rPr>
          <w:color w:val="1F497D" w:themeColor="text2"/>
        </w:rPr>
        <w:t>Use Filter By Form</w:t>
      </w:r>
    </w:p>
    <w:p w14:paraId="37FF914C" w14:textId="306A1BD3" w:rsidR="002867A9" w:rsidRPr="003278AE" w:rsidRDefault="002867A9" w:rsidP="000D0353">
      <w:pPr>
        <w:pStyle w:val="ListParagraph"/>
        <w:numPr>
          <w:ilvl w:val="0"/>
          <w:numId w:val="4"/>
        </w:numPr>
        <w:rPr>
          <w:color w:val="1F497D" w:themeColor="text2"/>
        </w:rPr>
      </w:pPr>
      <w:r w:rsidRPr="003278AE">
        <w:rPr>
          <w:color w:val="1F497D" w:themeColor="text2"/>
        </w:rPr>
        <w:t>Sort Table Data</w:t>
      </w:r>
    </w:p>
    <w:p w14:paraId="041D57C8" w14:textId="77777777" w:rsidR="002867A9" w:rsidRPr="003278AE" w:rsidRDefault="002867A9" w:rsidP="000D0353">
      <w:pPr>
        <w:pStyle w:val="ListParagraph"/>
        <w:numPr>
          <w:ilvl w:val="0"/>
          <w:numId w:val="4"/>
        </w:numPr>
        <w:rPr>
          <w:color w:val="1F497D" w:themeColor="text2"/>
        </w:rPr>
      </w:pPr>
      <w:r w:rsidRPr="003278AE">
        <w:rPr>
          <w:color w:val="1F497D" w:themeColor="text2"/>
        </w:rPr>
        <w:t>Create a Database Using a Template</w:t>
      </w:r>
    </w:p>
    <w:p w14:paraId="71BA4730" w14:textId="30388A45" w:rsidR="002867A9" w:rsidRPr="003278AE" w:rsidRDefault="002867A9" w:rsidP="000D0353">
      <w:pPr>
        <w:pStyle w:val="ListParagraph"/>
        <w:numPr>
          <w:ilvl w:val="0"/>
          <w:numId w:val="4"/>
        </w:numPr>
        <w:rPr>
          <w:color w:val="1F497D" w:themeColor="text2"/>
        </w:rPr>
      </w:pPr>
      <w:r w:rsidRPr="003278AE">
        <w:rPr>
          <w:color w:val="1F497D" w:themeColor="text2"/>
        </w:rPr>
        <w:t>Customize a Database Template</w:t>
      </w:r>
    </w:p>
    <w:p w14:paraId="591DED82" w14:textId="77777777" w:rsidR="00B363CC" w:rsidRPr="003278AE" w:rsidRDefault="00B363CC" w:rsidP="00251545">
      <w:pPr>
        <w:pStyle w:val="Heading2"/>
        <w:rPr>
          <w:rFonts w:cs="Arial"/>
        </w:rPr>
      </w:pPr>
      <w:r w:rsidRPr="003278AE">
        <w:lastRenderedPageBreak/>
        <w:t>CONNECTIONS PRACTICAL PROJECTS AND APPLICATIONS</w:t>
      </w:r>
    </w:p>
    <w:p w14:paraId="6C2D7BDA" w14:textId="76CC8D29" w:rsidR="00B848E8" w:rsidRPr="003278AE" w:rsidRDefault="002867A9" w:rsidP="000D0353">
      <w:pPr>
        <w:pStyle w:val="ListParagraph"/>
        <w:numPr>
          <w:ilvl w:val="0"/>
          <w:numId w:val="28"/>
        </w:numPr>
        <w:tabs>
          <w:tab w:val="left" w:pos="722"/>
        </w:tabs>
        <w:spacing w:after="0"/>
        <w:ind w:right="162"/>
        <w:contextualSpacing w:val="0"/>
        <w:rPr>
          <w:color w:val="1F497D" w:themeColor="text2"/>
        </w:rPr>
      </w:pPr>
      <w:r w:rsidRPr="003278AE">
        <w:rPr>
          <w:color w:val="1F497D" w:themeColor="text2"/>
        </w:rPr>
        <w:t>Divide students into groups. Have each group come up with as many types of databases as they can, i.e. online store, auto shop, sales representatives, company health insurance records. Have them share their results with the class.</w:t>
      </w:r>
    </w:p>
    <w:p w14:paraId="27F53C0E" w14:textId="74A94C93" w:rsidR="00B848E8" w:rsidRPr="003278AE" w:rsidRDefault="002867A9" w:rsidP="000D0353">
      <w:pPr>
        <w:pStyle w:val="ListParagraph"/>
        <w:numPr>
          <w:ilvl w:val="0"/>
          <w:numId w:val="28"/>
        </w:numPr>
        <w:spacing w:after="0"/>
        <w:ind w:right="162"/>
        <w:contextualSpacing w:val="0"/>
        <w:rPr>
          <w:color w:val="1F497D" w:themeColor="text2"/>
        </w:rPr>
      </w:pPr>
      <w:r w:rsidRPr="003278AE">
        <w:rPr>
          <w:color w:val="1F497D" w:themeColor="text2"/>
        </w:rPr>
        <w:t>Have students create a database table listing family names (first name only) and birthdays.</w:t>
      </w:r>
    </w:p>
    <w:p w14:paraId="060DA142" w14:textId="3B39CB64" w:rsidR="00C34680" w:rsidRPr="003278AE" w:rsidRDefault="002867A9" w:rsidP="000D0353">
      <w:pPr>
        <w:pStyle w:val="ListParagraph"/>
        <w:numPr>
          <w:ilvl w:val="0"/>
          <w:numId w:val="28"/>
        </w:numPr>
        <w:rPr>
          <w:color w:val="1F497D" w:themeColor="text2"/>
        </w:rPr>
      </w:pPr>
      <w:r w:rsidRPr="003278AE">
        <w:rPr>
          <w:color w:val="1F497D" w:themeColor="text2"/>
        </w:rPr>
        <w:t>Explain how a hospital database might help doctors and their patients.</w:t>
      </w:r>
    </w:p>
    <w:p w14:paraId="53F00EFB" w14:textId="76189DC3" w:rsidR="00B848E8" w:rsidRPr="003278AE" w:rsidRDefault="002867A9" w:rsidP="000D0353">
      <w:pPr>
        <w:pStyle w:val="ListParagraph"/>
        <w:numPr>
          <w:ilvl w:val="0"/>
          <w:numId w:val="28"/>
        </w:numPr>
        <w:rPr>
          <w:color w:val="1F497D" w:themeColor="text2"/>
        </w:rPr>
      </w:pPr>
      <w:r w:rsidRPr="003278AE">
        <w:rPr>
          <w:color w:val="1F497D" w:themeColor="text2"/>
        </w:rPr>
        <w:t>Explain the advantages a large department store would have from maintaining a database of products for sale.</w:t>
      </w:r>
    </w:p>
    <w:p w14:paraId="3B7BA141" w14:textId="77777777" w:rsidR="00B363CC" w:rsidRPr="003278AE" w:rsidRDefault="00B363CC" w:rsidP="00251545">
      <w:pPr>
        <w:pStyle w:val="Heading2"/>
      </w:pPr>
      <w:r w:rsidRPr="003278AE">
        <w:t>TEACHING NOTES</w:t>
      </w:r>
    </w:p>
    <w:p w14:paraId="10E60DF0" w14:textId="42B4D236" w:rsidR="004E5AE5" w:rsidRPr="003278AE" w:rsidRDefault="00A61E7B" w:rsidP="00251545">
      <w:pPr>
        <w:pStyle w:val="Heading3"/>
      </w:pPr>
      <w:r w:rsidRPr="003278AE">
        <w:t>Databases Are Everywhere!</w:t>
      </w:r>
    </w:p>
    <w:p w14:paraId="64B16310" w14:textId="34AEB025" w:rsidR="00393CD5" w:rsidRPr="003278AE" w:rsidRDefault="00393CD5" w:rsidP="00393CD5">
      <w:pPr>
        <w:pStyle w:val="ListNumber"/>
        <w:numPr>
          <w:ilvl w:val="0"/>
          <w:numId w:val="0"/>
        </w:numPr>
        <w:ind w:left="576"/>
        <w:rPr>
          <w:rFonts w:asciiTheme="minorHAnsi" w:hAnsiTheme="minorHAnsi" w:cstheme="minorHAnsi"/>
          <w:color w:val="1F497D" w:themeColor="text2"/>
        </w:rPr>
      </w:pPr>
      <w:r w:rsidRPr="003278AE">
        <w:rPr>
          <w:rFonts w:asciiTheme="minorHAnsi" w:hAnsiTheme="minorHAnsi" w:cstheme="minorHAnsi"/>
          <w:color w:val="1F497D" w:themeColor="text2"/>
        </w:rPr>
        <w:t xml:space="preserve">In this section, the student will learn </w:t>
      </w:r>
      <w:r w:rsidR="00A61E7B" w:rsidRPr="003278AE">
        <w:rPr>
          <w:rFonts w:asciiTheme="minorHAnsi" w:hAnsiTheme="minorHAnsi" w:cstheme="minorHAnsi"/>
          <w:color w:val="1F497D" w:themeColor="text2"/>
        </w:rPr>
        <w:t>the fundamentals of organizing data in a database, explore Access database objects and the purpose of each object, and examine the Access interface.</w:t>
      </w:r>
    </w:p>
    <w:p w14:paraId="04324378" w14:textId="3860B873" w:rsidR="00A53153" w:rsidRPr="003278AE" w:rsidRDefault="00A61E7B" w:rsidP="00251545">
      <w:pPr>
        <w:pStyle w:val="Heading4"/>
      </w:pPr>
      <w:r w:rsidRPr="003278AE">
        <w:t>Opening, Saving, and Enabling Content in a Database</w:t>
      </w:r>
    </w:p>
    <w:p w14:paraId="663C7C4C" w14:textId="464EECB4" w:rsidR="00E028AD" w:rsidRPr="003278AE" w:rsidRDefault="00115672" w:rsidP="000D0353">
      <w:pPr>
        <w:pStyle w:val="ListParagraph"/>
        <w:numPr>
          <w:ilvl w:val="0"/>
          <w:numId w:val="5"/>
        </w:numPr>
        <w:autoSpaceDE w:val="0"/>
        <w:autoSpaceDN w:val="0"/>
        <w:adjustRightInd w:val="0"/>
        <w:rPr>
          <w:color w:val="1F497D" w:themeColor="text2"/>
        </w:rPr>
      </w:pPr>
      <w:r w:rsidRPr="003278AE">
        <w:rPr>
          <w:color w:val="1F497D" w:themeColor="text2"/>
        </w:rPr>
        <w:t>A database is a collection of data organized as meaningful information that can be accessed, managed, stored, queried, sorted, and reported.</w:t>
      </w:r>
    </w:p>
    <w:p w14:paraId="5CDB8DBB" w14:textId="627F3503" w:rsidR="00115672" w:rsidRPr="003278AE" w:rsidRDefault="00115672" w:rsidP="000D0353">
      <w:pPr>
        <w:pStyle w:val="ListParagraph"/>
        <w:numPr>
          <w:ilvl w:val="0"/>
          <w:numId w:val="5"/>
        </w:numPr>
        <w:autoSpaceDE w:val="0"/>
        <w:autoSpaceDN w:val="0"/>
        <w:adjustRightInd w:val="0"/>
        <w:rPr>
          <w:color w:val="1F497D" w:themeColor="text2"/>
        </w:rPr>
      </w:pPr>
      <w:r w:rsidRPr="003278AE">
        <w:rPr>
          <w:color w:val="1F497D" w:themeColor="text2"/>
        </w:rPr>
        <w:t>Access is a database management system, a software system that provides the tools needed to create, maintain, and use a database.</w:t>
      </w:r>
    </w:p>
    <w:p w14:paraId="4521A7A1" w14:textId="7903D793" w:rsidR="00115672" w:rsidRPr="003278AE" w:rsidRDefault="00115672" w:rsidP="000D0353">
      <w:pPr>
        <w:pStyle w:val="ListParagraph"/>
        <w:numPr>
          <w:ilvl w:val="0"/>
          <w:numId w:val="5"/>
        </w:numPr>
        <w:autoSpaceDE w:val="0"/>
        <w:autoSpaceDN w:val="0"/>
        <w:adjustRightInd w:val="0"/>
        <w:rPr>
          <w:color w:val="1F497D" w:themeColor="text2"/>
        </w:rPr>
      </w:pPr>
      <w:r w:rsidRPr="003278AE">
        <w:rPr>
          <w:color w:val="1F497D" w:themeColor="text2"/>
        </w:rPr>
        <w:t>Backstage</w:t>
      </w:r>
      <w:r w:rsidR="007E364C">
        <w:rPr>
          <w:color w:val="1F497D" w:themeColor="text2"/>
        </w:rPr>
        <w:t xml:space="preserve"> view</w:t>
      </w:r>
      <w:r w:rsidRPr="003278AE">
        <w:rPr>
          <w:color w:val="1F497D" w:themeColor="text2"/>
        </w:rPr>
        <w:t xml:space="preserve"> provides access to </w:t>
      </w:r>
      <w:r w:rsidR="007E364C">
        <w:rPr>
          <w:color w:val="1F497D" w:themeColor="text2"/>
        </w:rPr>
        <w:t xml:space="preserve">commands to </w:t>
      </w:r>
      <w:r w:rsidRPr="003278AE">
        <w:rPr>
          <w:color w:val="1F497D" w:themeColor="text2"/>
        </w:rPr>
        <w:t>open or create databases.</w:t>
      </w:r>
    </w:p>
    <w:p w14:paraId="3EAE3133" w14:textId="65D45B38" w:rsidR="00115672" w:rsidRPr="003278AE" w:rsidRDefault="00115672" w:rsidP="00115672">
      <w:pPr>
        <w:pStyle w:val="ListParagraph"/>
        <w:numPr>
          <w:ilvl w:val="0"/>
          <w:numId w:val="40"/>
        </w:numPr>
        <w:autoSpaceDE w:val="0"/>
        <w:autoSpaceDN w:val="0"/>
        <w:adjustRightInd w:val="0"/>
        <w:rPr>
          <w:color w:val="1F497D" w:themeColor="text2"/>
        </w:rPr>
      </w:pPr>
      <w:r w:rsidRPr="003278AE">
        <w:rPr>
          <w:b/>
          <w:color w:val="1F497D" w:themeColor="text2"/>
        </w:rPr>
        <w:t>Teaching Tips:</w:t>
      </w:r>
      <w:r w:rsidRPr="003278AE">
        <w:rPr>
          <w:color w:val="1F497D" w:themeColor="text2"/>
        </w:rPr>
        <w:t xml:space="preserve"> To ensure a database file is trusted on the computer you are working on, enable the content. </w:t>
      </w:r>
    </w:p>
    <w:p w14:paraId="364E977B" w14:textId="041A6126" w:rsidR="00115672" w:rsidRPr="003278AE" w:rsidRDefault="00115672" w:rsidP="00115672">
      <w:pPr>
        <w:pStyle w:val="ListParagraph"/>
        <w:numPr>
          <w:ilvl w:val="0"/>
          <w:numId w:val="40"/>
        </w:numPr>
        <w:autoSpaceDE w:val="0"/>
        <w:autoSpaceDN w:val="0"/>
        <w:adjustRightInd w:val="0"/>
        <w:rPr>
          <w:color w:val="1F497D" w:themeColor="text2"/>
        </w:rPr>
      </w:pPr>
      <w:r w:rsidRPr="003278AE">
        <w:rPr>
          <w:b/>
          <w:color w:val="1F497D" w:themeColor="text2"/>
        </w:rPr>
        <w:t>Teaching Tips:</w:t>
      </w:r>
      <w:r w:rsidRPr="003278AE">
        <w:rPr>
          <w:color w:val="1F497D" w:themeColor="text2"/>
        </w:rPr>
        <w:t xml:space="preserve"> Use the Save As command on the Backstage </w:t>
      </w:r>
      <w:r w:rsidR="007E364C">
        <w:rPr>
          <w:color w:val="1F497D" w:themeColor="text2"/>
        </w:rPr>
        <w:t>v</w:t>
      </w:r>
      <w:r w:rsidR="00BB364A">
        <w:rPr>
          <w:color w:val="1F497D" w:themeColor="text2"/>
        </w:rPr>
        <w:t xml:space="preserve">iew </w:t>
      </w:r>
      <w:r w:rsidRPr="003278AE">
        <w:rPr>
          <w:color w:val="1F497D" w:themeColor="text2"/>
        </w:rPr>
        <w:t>to resave a database using a new name.</w:t>
      </w:r>
    </w:p>
    <w:p w14:paraId="5F25CA84" w14:textId="1CD44565" w:rsidR="00845B65" w:rsidRPr="003278AE" w:rsidRDefault="00A61E7B" w:rsidP="00251545">
      <w:pPr>
        <w:pStyle w:val="Heading4"/>
      </w:pPr>
      <w:r w:rsidRPr="003278AE">
        <w:t>Recognizing Database Object Types</w:t>
      </w:r>
    </w:p>
    <w:p w14:paraId="66E793D3" w14:textId="4CF5DFD0" w:rsidR="00F966F7" w:rsidRPr="003278AE" w:rsidRDefault="00115672" w:rsidP="000D0353">
      <w:pPr>
        <w:pStyle w:val="ListParagraph"/>
        <w:numPr>
          <w:ilvl w:val="0"/>
          <w:numId w:val="5"/>
        </w:numPr>
        <w:autoSpaceDE w:val="0"/>
        <w:autoSpaceDN w:val="0"/>
        <w:adjustRightInd w:val="0"/>
        <w:rPr>
          <w:color w:val="1F497D" w:themeColor="text2"/>
        </w:rPr>
      </w:pPr>
      <w:r w:rsidRPr="003278AE">
        <w:rPr>
          <w:color w:val="1F497D" w:themeColor="text2"/>
        </w:rPr>
        <w:t>An object is a component created and used to make the database function</w:t>
      </w:r>
      <w:r w:rsidR="00A3003E" w:rsidRPr="003278AE">
        <w:rPr>
          <w:color w:val="1F497D" w:themeColor="text2"/>
        </w:rPr>
        <w:t>.</w:t>
      </w:r>
      <w:r w:rsidRPr="003278AE">
        <w:rPr>
          <w:color w:val="1F497D" w:themeColor="text2"/>
        </w:rPr>
        <w:t xml:space="preserve"> Tables, queries, forms, and reports are examples of objects.</w:t>
      </w:r>
    </w:p>
    <w:p w14:paraId="0F9800D7" w14:textId="1E3BC59C" w:rsidR="00115672" w:rsidRPr="003278AE" w:rsidRDefault="00115672" w:rsidP="000D0353">
      <w:pPr>
        <w:pStyle w:val="ListParagraph"/>
        <w:numPr>
          <w:ilvl w:val="0"/>
          <w:numId w:val="5"/>
        </w:numPr>
        <w:autoSpaceDE w:val="0"/>
        <w:autoSpaceDN w:val="0"/>
        <w:adjustRightInd w:val="0"/>
        <w:rPr>
          <w:color w:val="1F497D" w:themeColor="text2"/>
        </w:rPr>
      </w:pPr>
      <w:r w:rsidRPr="003278AE">
        <w:rPr>
          <w:color w:val="1F497D" w:themeColor="text2"/>
        </w:rPr>
        <w:t>The Navigation Pane is an interface element that organizes and displays a list of the objects in an Access database.</w:t>
      </w:r>
    </w:p>
    <w:p w14:paraId="7618C6F0" w14:textId="1AEC510D" w:rsidR="00115672" w:rsidRPr="003278AE" w:rsidRDefault="00714A9A" w:rsidP="000D0353">
      <w:pPr>
        <w:pStyle w:val="ListParagraph"/>
        <w:numPr>
          <w:ilvl w:val="0"/>
          <w:numId w:val="5"/>
        </w:numPr>
        <w:autoSpaceDE w:val="0"/>
        <w:autoSpaceDN w:val="0"/>
        <w:adjustRightInd w:val="0"/>
        <w:rPr>
          <w:color w:val="1F497D" w:themeColor="text2"/>
        </w:rPr>
      </w:pPr>
      <w:r w:rsidRPr="003278AE">
        <w:rPr>
          <w:color w:val="1F497D" w:themeColor="text2"/>
        </w:rPr>
        <w:t>All data are stored in database tables, which organize data into columns and rows.</w:t>
      </w:r>
    </w:p>
    <w:p w14:paraId="76EE0D80" w14:textId="215DAF4E" w:rsidR="00714A9A" w:rsidRPr="003278AE" w:rsidRDefault="00714A9A" w:rsidP="000D0353">
      <w:pPr>
        <w:pStyle w:val="ListParagraph"/>
        <w:numPr>
          <w:ilvl w:val="0"/>
          <w:numId w:val="5"/>
        </w:numPr>
        <w:autoSpaceDE w:val="0"/>
        <w:autoSpaceDN w:val="0"/>
        <w:adjustRightInd w:val="0"/>
        <w:rPr>
          <w:color w:val="1F497D" w:themeColor="text2"/>
        </w:rPr>
      </w:pPr>
      <w:r w:rsidRPr="003278AE">
        <w:rPr>
          <w:color w:val="1F497D" w:themeColor="text2"/>
        </w:rPr>
        <w:t>A field, represented by a column, is a category of information stored in the table.</w:t>
      </w:r>
    </w:p>
    <w:p w14:paraId="4F712CDF" w14:textId="3BD17A93" w:rsidR="00714A9A" w:rsidRPr="003278AE" w:rsidRDefault="00714A9A" w:rsidP="00714A9A">
      <w:pPr>
        <w:pStyle w:val="ListParagraph"/>
        <w:numPr>
          <w:ilvl w:val="0"/>
          <w:numId w:val="5"/>
        </w:numPr>
        <w:autoSpaceDE w:val="0"/>
        <w:autoSpaceDN w:val="0"/>
        <w:adjustRightInd w:val="0"/>
        <w:rPr>
          <w:color w:val="1F497D" w:themeColor="text2"/>
        </w:rPr>
      </w:pPr>
      <w:r w:rsidRPr="003278AE">
        <w:rPr>
          <w:color w:val="1F497D" w:themeColor="text2"/>
        </w:rPr>
        <w:t>Rows in a table contain records, which are a set of all the fields about one person, place, event, or concept.</w:t>
      </w:r>
    </w:p>
    <w:p w14:paraId="6E58260D" w14:textId="7DDE7C44" w:rsidR="00714A9A" w:rsidRPr="003278AE" w:rsidRDefault="00714A9A" w:rsidP="00714A9A">
      <w:pPr>
        <w:pStyle w:val="ListParagraph"/>
        <w:numPr>
          <w:ilvl w:val="0"/>
          <w:numId w:val="5"/>
        </w:numPr>
        <w:autoSpaceDE w:val="0"/>
        <w:autoSpaceDN w:val="0"/>
        <w:adjustRightInd w:val="0"/>
        <w:rPr>
          <w:color w:val="1F497D" w:themeColor="text2"/>
        </w:rPr>
      </w:pPr>
      <w:r w:rsidRPr="003278AE">
        <w:rPr>
          <w:color w:val="1F497D" w:themeColor="text2"/>
        </w:rPr>
        <w:t>A primary key is a field or combination of fields that uniquely identify each record in the table.</w:t>
      </w:r>
    </w:p>
    <w:p w14:paraId="5B5241B3" w14:textId="05E7F123" w:rsidR="00714A9A" w:rsidRPr="003278AE" w:rsidRDefault="00714A9A" w:rsidP="00714A9A">
      <w:pPr>
        <w:pStyle w:val="ListParagraph"/>
        <w:numPr>
          <w:ilvl w:val="0"/>
          <w:numId w:val="5"/>
        </w:numPr>
        <w:autoSpaceDE w:val="0"/>
        <w:autoSpaceDN w:val="0"/>
        <w:adjustRightInd w:val="0"/>
        <w:rPr>
          <w:color w:val="1F497D" w:themeColor="text2"/>
        </w:rPr>
      </w:pPr>
      <w:r w:rsidRPr="003278AE">
        <w:rPr>
          <w:color w:val="1F497D" w:themeColor="text2"/>
        </w:rPr>
        <w:t>Queries are questions asked about the data in a database.</w:t>
      </w:r>
    </w:p>
    <w:p w14:paraId="3570AD2C" w14:textId="6569F8B0" w:rsidR="00714A9A" w:rsidRPr="003278AE" w:rsidRDefault="00714A9A" w:rsidP="00714A9A">
      <w:pPr>
        <w:pStyle w:val="ListParagraph"/>
        <w:numPr>
          <w:ilvl w:val="0"/>
          <w:numId w:val="5"/>
        </w:numPr>
        <w:autoSpaceDE w:val="0"/>
        <w:autoSpaceDN w:val="0"/>
        <w:adjustRightInd w:val="0"/>
        <w:rPr>
          <w:color w:val="1F497D" w:themeColor="text2"/>
        </w:rPr>
      </w:pPr>
      <w:r w:rsidRPr="003278AE">
        <w:rPr>
          <w:color w:val="1F497D" w:themeColor="text2"/>
        </w:rPr>
        <w:t>A form enables users to add, modify, and delete table data while preventing data entry errors.</w:t>
      </w:r>
    </w:p>
    <w:p w14:paraId="2D766004" w14:textId="7B28D265" w:rsidR="00714A9A" w:rsidRPr="003278AE" w:rsidRDefault="00714A9A" w:rsidP="00714A9A">
      <w:pPr>
        <w:pStyle w:val="ListParagraph"/>
        <w:numPr>
          <w:ilvl w:val="0"/>
          <w:numId w:val="5"/>
        </w:numPr>
        <w:autoSpaceDE w:val="0"/>
        <w:autoSpaceDN w:val="0"/>
        <w:adjustRightInd w:val="0"/>
        <w:rPr>
          <w:color w:val="1F497D" w:themeColor="text2"/>
        </w:rPr>
      </w:pPr>
      <w:r w:rsidRPr="003278AE">
        <w:rPr>
          <w:color w:val="1F497D" w:themeColor="text2"/>
        </w:rPr>
        <w:t>A report contains information from underlying tables or queries presented in a professional-looking, formatted format.</w:t>
      </w:r>
    </w:p>
    <w:p w14:paraId="681C68EC" w14:textId="0E2873BD" w:rsidR="00E67239" w:rsidRPr="003278AE" w:rsidRDefault="00E67239" w:rsidP="00714A9A">
      <w:pPr>
        <w:pStyle w:val="ListParagraph"/>
        <w:numPr>
          <w:ilvl w:val="0"/>
          <w:numId w:val="5"/>
        </w:numPr>
        <w:autoSpaceDE w:val="0"/>
        <w:autoSpaceDN w:val="0"/>
        <w:adjustRightInd w:val="0"/>
        <w:rPr>
          <w:color w:val="1F497D" w:themeColor="text2"/>
        </w:rPr>
      </w:pPr>
      <w:r w:rsidRPr="003278AE">
        <w:rPr>
          <w:color w:val="1F497D" w:themeColor="text2"/>
        </w:rPr>
        <w:lastRenderedPageBreak/>
        <w:t>Field properties define the characteristics of a field.</w:t>
      </w:r>
    </w:p>
    <w:p w14:paraId="40ECCEA2" w14:textId="5C0C006C" w:rsidR="00E67239" w:rsidRPr="003278AE" w:rsidRDefault="00E67239" w:rsidP="00714A9A">
      <w:pPr>
        <w:pStyle w:val="ListParagraph"/>
        <w:numPr>
          <w:ilvl w:val="0"/>
          <w:numId w:val="5"/>
        </w:numPr>
        <w:autoSpaceDE w:val="0"/>
        <w:autoSpaceDN w:val="0"/>
        <w:adjustRightInd w:val="0"/>
        <w:rPr>
          <w:color w:val="1F497D" w:themeColor="text2"/>
        </w:rPr>
      </w:pPr>
      <w:r w:rsidRPr="003278AE">
        <w:rPr>
          <w:color w:val="1F497D" w:themeColor="text2"/>
        </w:rPr>
        <w:t>A relationship connects two tables using a common field.</w:t>
      </w:r>
    </w:p>
    <w:p w14:paraId="5D1EF4C5" w14:textId="3C72E158" w:rsidR="002D08DB" w:rsidRPr="003278AE" w:rsidRDefault="00E911BB" w:rsidP="000D0353">
      <w:pPr>
        <w:pStyle w:val="ListParagraph"/>
        <w:numPr>
          <w:ilvl w:val="0"/>
          <w:numId w:val="9"/>
        </w:numPr>
        <w:autoSpaceDE w:val="0"/>
        <w:autoSpaceDN w:val="0"/>
        <w:adjustRightInd w:val="0"/>
        <w:rPr>
          <w:color w:val="1F497D" w:themeColor="text2"/>
        </w:rPr>
      </w:pPr>
      <w:r w:rsidRPr="003278AE">
        <w:rPr>
          <w:b/>
          <w:color w:val="1F497D" w:themeColor="text2"/>
        </w:rPr>
        <w:t>Teaching Tips:</w:t>
      </w:r>
      <w:r w:rsidR="002D31C7" w:rsidRPr="003278AE">
        <w:rPr>
          <w:color w:val="1F497D" w:themeColor="text2"/>
        </w:rPr>
        <w:t xml:space="preserve"> </w:t>
      </w:r>
      <w:r w:rsidR="00115672" w:rsidRPr="003278AE">
        <w:rPr>
          <w:color w:val="1F497D" w:themeColor="text2"/>
        </w:rPr>
        <w:t>Buttons displaying a double arrow pointing left or right are used to hide and unhide the Navigation Pane.</w:t>
      </w:r>
    </w:p>
    <w:p w14:paraId="07A111B8" w14:textId="4D306770" w:rsidR="002D08DB" w:rsidRPr="003278AE" w:rsidRDefault="002D31C7" w:rsidP="000D0353">
      <w:pPr>
        <w:pStyle w:val="ListParagraph"/>
        <w:numPr>
          <w:ilvl w:val="0"/>
          <w:numId w:val="22"/>
        </w:numPr>
        <w:autoSpaceDE w:val="0"/>
        <w:autoSpaceDN w:val="0"/>
        <w:adjustRightInd w:val="0"/>
        <w:spacing w:after="0"/>
        <w:rPr>
          <w:color w:val="1F497D" w:themeColor="text2"/>
        </w:rPr>
      </w:pPr>
      <w:r w:rsidRPr="003278AE">
        <w:rPr>
          <w:b/>
          <w:color w:val="1F497D" w:themeColor="text2"/>
        </w:rPr>
        <w:t>Teaching Tips:</w:t>
      </w:r>
      <w:r w:rsidRPr="003278AE">
        <w:rPr>
          <w:color w:val="1F497D" w:themeColor="text2"/>
        </w:rPr>
        <w:t xml:space="preserve"> </w:t>
      </w:r>
      <w:r w:rsidR="00714A9A" w:rsidRPr="003278AE">
        <w:rPr>
          <w:color w:val="1F497D" w:themeColor="text2"/>
        </w:rPr>
        <w:t>Demonstrate the Access interface</w:t>
      </w:r>
      <w:r w:rsidR="00F572DD" w:rsidRPr="003278AE">
        <w:rPr>
          <w:color w:val="1F497D" w:themeColor="text2"/>
        </w:rPr>
        <w:t>.</w:t>
      </w:r>
    </w:p>
    <w:p w14:paraId="493185C0" w14:textId="23D74EC9" w:rsidR="00115672" w:rsidRPr="003278AE" w:rsidRDefault="002D31C7" w:rsidP="000D0353">
      <w:pPr>
        <w:pStyle w:val="ListParagraph"/>
        <w:numPr>
          <w:ilvl w:val="0"/>
          <w:numId w:val="22"/>
        </w:numPr>
        <w:autoSpaceDE w:val="0"/>
        <w:autoSpaceDN w:val="0"/>
        <w:adjustRightInd w:val="0"/>
        <w:spacing w:after="0"/>
        <w:rPr>
          <w:color w:val="1F497D" w:themeColor="text2"/>
        </w:rPr>
      </w:pPr>
      <w:r w:rsidRPr="003278AE">
        <w:rPr>
          <w:b/>
          <w:color w:val="1F497D" w:themeColor="text2"/>
        </w:rPr>
        <w:t>Teaching Tips:</w:t>
      </w:r>
      <w:r w:rsidRPr="003278AE">
        <w:rPr>
          <w:color w:val="1F497D" w:themeColor="text2"/>
        </w:rPr>
        <w:t xml:space="preserve"> </w:t>
      </w:r>
      <w:r w:rsidR="00714A9A" w:rsidRPr="003278AE">
        <w:rPr>
          <w:color w:val="1F497D" w:themeColor="text2"/>
        </w:rPr>
        <w:t>Demonstrate how to switch between open objects on the Navigation Pane.</w:t>
      </w:r>
    </w:p>
    <w:p w14:paraId="15F636CF" w14:textId="6BE8C6A5" w:rsidR="00714A9A" w:rsidRPr="003278AE" w:rsidRDefault="00714A9A" w:rsidP="000D0353">
      <w:pPr>
        <w:pStyle w:val="ListParagraph"/>
        <w:numPr>
          <w:ilvl w:val="0"/>
          <w:numId w:val="22"/>
        </w:numPr>
        <w:autoSpaceDE w:val="0"/>
        <w:autoSpaceDN w:val="0"/>
        <w:adjustRightInd w:val="0"/>
        <w:spacing w:after="0"/>
        <w:rPr>
          <w:color w:val="1F497D" w:themeColor="text2"/>
        </w:rPr>
      </w:pPr>
      <w:r w:rsidRPr="003278AE">
        <w:rPr>
          <w:b/>
          <w:color w:val="1F497D" w:themeColor="text2"/>
        </w:rPr>
        <w:t>Teaching Tips:</w:t>
      </w:r>
      <w:r w:rsidRPr="003278AE">
        <w:rPr>
          <w:color w:val="1F497D" w:themeColor="text2"/>
        </w:rPr>
        <w:t xml:space="preserve"> Demonstrate a table in Datasheet view and Design view. </w:t>
      </w:r>
    </w:p>
    <w:p w14:paraId="5C199F3A" w14:textId="3C368ACF" w:rsidR="00714A9A" w:rsidRPr="003278AE" w:rsidRDefault="00714A9A" w:rsidP="000D0353">
      <w:pPr>
        <w:pStyle w:val="ListParagraph"/>
        <w:numPr>
          <w:ilvl w:val="0"/>
          <w:numId w:val="22"/>
        </w:numPr>
        <w:autoSpaceDE w:val="0"/>
        <w:autoSpaceDN w:val="0"/>
        <w:adjustRightInd w:val="0"/>
        <w:spacing w:after="0"/>
        <w:rPr>
          <w:color w:val="1F497D" w:themeColor="text2"/>
        </w:rPr>
      </w:pPr>
      <w:r w:rsidRPr="003278AE">
        <w:rPr>
          <w:b/>
          <w:color w:val="1F497D" w:themeColor="text2"/>
        </w:rPr>
        <w:t>Teaching Tips:</w:t>
      </w:r>
      <w:r w:rsidRPr="003278AE">
        <w:rPr>
          <w:color w:val="1F497D" w:themeColor="text2"/>
        </w:rPr>
        <w:t xml:space="preserve"> Explain how the Navigation bar provides information about the table, including the number of records in the table, and the current record number.</w:t>
      </w:r>
    </w:p>
    <w:p w14:paraId="1377ED1C" w14:textId="77FDBB58" w:rsidR="00714A9A" w:rsidRPr="003278AE" w:rsidRDefault="00714A9A" w:rsidP="000D0353">
      <w:pPr>
        <w:pStyle w:val="ListParagraph"/>
        <w:numPr>
          <w:ilvl w:val="0"/>
          <w:numId w:val="22"/>
        </w:numPr>
        <w:autoSpaceDE w:val="0"/>
        <w:autoSpaceDN w:val="0"/>
        <w:adjustRightInd w:val="0"/>
        <w:spacing w:after="0"/>
        <w:rPr>
          <w:color w:val="1F497D" w:themeColor="text2"/>
        </w:rPr>
      </w:pPr>
      <w:r w:rsidRPr="003278AE">
        <w:rPr>
          <w:b/>
          <w:color w:val="1F497D" w:themeColor="text2"/>
        </w:rPr>
        <w:t>Teaching Tips:</w:t>
      </w:r>
      <w:r w:rsidRPr="003278AE">
        <w:rPr>
          <w:color w:val="1F497D" w:themeColor="text2"/>
        </w:rPr>
        <w:t xml:space="preserve"> Show how to use the Find command to search a single field.</w:t>
      </w:r>
    </w:p>
    <w:p w14:paraId="3AE3F4E2" w14:textId="7CDA49FE" w:rsidR="00714A9A" w:rsidRPr="003278AE" w:rsidRDefault="00714A9A" w:rsidP="000D0353">
      <w:pPr>
        <w:pStyle w:val="ListParagraph"/>
        <w:numPr>
          <w:ilvl w:val="0"/>
          <w:numId w:val="22"/>
        </w:numPr>
        <w:autoSpaceDE w:val="0"/>
        <w:autoSpaceDN w:val="0"/>
        <w:adjustRightInd w:val="0"/>
        <w:spacing w:after="0"/>
        <w:rPr>
          <w:color w:val="1F497D" w:themeColor="text2"/>
        </w:rPr>
      </w:pPr>
      <w:r w:rsidRPr="003278AE">
        <w:rPr>
          <w:b/>
          <w:color w:val="1F497D" w:themeColor="text2"/>
        </w:rPr>
        <w:t>Teaching Tips:</w:t>
      </w:r>
      <w:r w:rsidRPr="003278AE">
        <w:rPr>
          <w:color w:val="1F497D" w:themeColor="text2"/>
        </w:rPr>
        <w:t xml:space="preserve"> Demonstrate a table in Design view</w:t>
      </w:r>
      <w:r w:rsidR="00E67239" w:rsidRPr="003278AE">
        <w:rPr>
          <w:color w:val="1F497D" w:themeColor="text2"/>
        </w:rPr>
        <w:t>, and how to change to other views.</w:t>
      </w:r>
    </w:p>
    <w:p w14:paraId="5D55A1D6" w14:textId="53791669" w:rsidR="00E67239" w:rsidRPr="003278AE" w:rsidRDefault="00E67239" w:rsidP="000D0353">
      <w:pPr>
        <w:pStyle w:val="ListParagraph"/>
        <w:numPr>
          <w:ilvl w:val="0"/>
          <w:numId w:val="22"/>
        </w:numPr>
        <w:autoSpaceDE w:val="0"/>
        <w:autoSpaceDN w:val="0"/>
        <w:adjustRightInd w:val="0"/>
        <w:spacing w:after="0"/>
        <w:rPr>
          <w:color w:val="1F497D" w:themeColor="text2"/>
        </w:rPr>
      </w:pPr>
      <w:r w:rsidRPr="003278AE">
        <w:rPr>
          <w:b/>
          <w:color w:val="1F497D" w:themeColor="text2"/>
        </w:rPr>
        <w:t>Teaching Tips:</w:t>
      </w:r>
      <w:r w:rsidRPr="003278AE">
        <w:rPr>
          <w:color w:val="1F497D" w:themeColor="text2"/>
        </w:rPr>
        <w:t xml:space="preserve"> Demonstrate how to rename a table.</w:t>
      </w:r>
    </w:p>
    <w:p w14:paraId="675D988D" w14:textId="120827A3" w:rsidR="00E67239" w:rsidRPr="003278AE" w:rsidRDefault="00E67239" w:rsidP="000D0353">
      <w:pPr>
        <w:pStyle w:val="ListParagraph"/>
        <w:numPr>
          <w:ilvl w:val="0"/>
          <w:numId w:val="22"/>
        </w:numPr>
        <w:autoSpaceDE w:val="0"/>
        <w:autoSpaceDN w:val="0"/>
        <w:adjustRightInd w:val="0"/>
        <w:spacing w:after="0"/>
        <w:rPr>
          <w:color w:val="1F497D" w:themeColor="text2"/>
        </w:rPr>
      </w:pPr>
      <w:r w:rsidRPr="003278AE">
        <w:rPr>
          <w:b/>
          <w:color w:val="1F497D" w:themeColor="text2"/>
        </w:rPr>
        <w:t>Teaching Tips:</w:t>
      </w:r>
      <w:r w:rsidRPr="003278AE">
        <w:rPr>
          <w:color w:val="1F497D" w:themeColor="text2"/>
        </w:rPr>
        <w:t xml:space="preserve"> Demonstrate the Relationships view. </w:t>
      </w:r>
    </w:p>
    <w:p w14:paraId="56B06F79" w14:textId="77777777" w:rsidR="00115672" w:rsidRPr="003278AE" w:rsidRDefault="00115672" w:rsidP="00115672"/>
    <w:p w14:paraId="786DB22D" w14:textId="77777777" w:rsidR="00E67239" w:rsidRPr="003278AE" w:rsidRDefault="00E67239" w:rsidP="00E67239">
      <w:pPr>
        <w:pStyle w:val="Heading4"/>
      </w:pPr>
      <w:r w:rsidRPr="003278AE">
        <w:t>Modifying, Adding, and Saving Data</w:t>
      </w:r>
    </w:p>
    <w:p w14:paraId="7D381ED1" w14:textId="3B9FB72E" w:rsidR="00E67239" w:rsidRPr="003278AE" w:rsidRDefault="00E67239" w:rsidP="00E67239">
      <w:pPr>
        <w:pStyle w:val="ListParagraph"/>
        <w:numPr>
          <w:ilvl w:val="0"/>
          <w:numId w:val="5"/>
        </w:numPr>
        <w:autoSpaceDE w:val="0"/>
        <w:autoSpaceDN w:val="0"/>
        <w:adjustRightInd w:val="0"/>
        <w:rPr>
          <w:color w:val="1F497D" w:themeColor="text2"/>
        </w:rPr>
      </w:pPr>
      <w:r w:rsidRPr="003278AE">
        <w:rPr>
          <w:color w:val="1F497D" w:themeColor="text2"/>
        </w:rPr>
        <w:t>Databases are kept current when records are modified to update, add, or delete records.</w:t>
      </w:r>
    </w:p>
    <w:p w14:paraId="62D340BB" w14:textId="6FFF8070" w:rsidR="00E67239" w:rsidRPr="003278AE" w:rsidRDefault="00E67239" w:rsidP="00E67239">
      <w:pPr>
        <w:pStyle w:val="ListParagraph"/>
        <w:numPr>
          <w:ilvl w:val="0"/>
          <w:numId w:val="22"/>
        </w:numPr>
        <w:autoSpaceDE w:val="0"/>
        <w:autoSpaceDN w:val="0"/>
        <w:adjustRightInd w:val="0"/>
        <w:spacing w:after="0"/>
        <w:rPr>
          <w:color w:val="1F497D" w:themeColor="text2"/>
        </w:rPr>
      </w:pPr>
      <w:r w:rsidRPr="003278AE">
        <w:rPr>
          <w:b/>
          <w:color w:val="1F497D" w:themeColor="text2"/>
        </w:rPr>
        <w:t>Teaching Tips:</w:t>
      </w:r>
      <w:r w:rsidRPr="003278AE">
        <w:rPr>
          <w:color w:val="1F497D" w:themeColor="text2"/>
        </w:rPr>
        <w:t xml:space="preserve"> Demonstrate how to add records to a table in Datasheet view.</w:t>
      </w:r>
    </w:p>
    <w:p w14:paraId="5D674323" w14:textId="167593A6" w:rsidR="00E67239" w:rsidRPr="003278AE" w:rsidRDefault="00E67239" w:rsidP="00E67239">
      <w:pPr>
        <w:pStyle w:val="ListParagraph"/>
        <w:numPr>
          <w:ilvl w:val="0"/>
          <w:numId w:val="22"/>
        </w:numPr>
        <w:autoSpaceDE w:val="0"/>
        <w:autoSpaceDN w:val="0"/>
        <w:adjustRightInd w:val="0"/>
        <w:spacing w:after="0"/>
        <w:rPr>
          <w:color w:val="1F497D" w:themeColor="text2"/>
        </w:rPr>
      </w:pPr>
      <w:r w:rsidRPr="003278AE">
        <w:rPr>
          <w:b/>
          <w:color w:val="1F497D" w:themeColor="text2"/>
        </w:rPr>
        <w:t>Teaching Tips:</w:t>
      </w:r>
      <w:r w:rsidRPr="003278AE">
        <w:rPr>
          <w:color w:val="1F497D" w:themeColor="text2"/>
        </w:rPr>
        <w:t xml:space="preserve"> Demonstrate how to delete records in a table.</w:t>
      </w:r>
    </w:p>
    <w:p w14:paraId="37AE0E0A" w14:textId="3D5BC3C3" w:rsidR="00E67239" w:rsidRPr="003278AE" w:rsidRDefault="00E67239" w:rsidP="00E67239">
      <w:pPr>
        <w:pStyle w:val="ListParagraph"/>
        <w:numPr>
          <w:ilvl w:val="0"/>
          <w:numId w:val="22"/>
        </w:numPr>
        <w:autoSpaceDE w:val="0"/>
        <w:autoSpaceDN w:val="0"/>
        <w:adjustRightInd w:val="0"/>
        <w:spacing w:after="0"/>
        <w:rPr>
          <w:color w:val="1F497D" w:themeColor="text2"/>
        </w:rPr>
      </w:pPr>
      <w:r w:rsidRPr="003278AE">
        <w:rPr>
          <w:b/>
          <w:color w:val="1F497D" w:themeColor="text2"/>
        </w:rPr>
        <w:t>Teaching Tips:</w:t>
      </w:r>
      <w:r w:rsidRPr="003278AE">
        <w:rPr>
          <w:color w:val="1F497D" w:themeColor="text2"/>
        </w:rPr>
        <w:t xml:space="preserve"> Explain how data is entered and updated, the changes are automatically saved to the storage location specified when the database was saved.</w:t>
      </w:r>
    </w:p>
    <w:p w14:paraId="47618FF8" w14:textId="54DE8E99" w:rsidR="00E67239" w:rsidRPr="003278AE" w:rsidRDefault="00E67239" w:rsidP="00E67239">
      <w:pPr>
        <w:pStyle w:val="ListParagraph"/>
        <w:numPr>
          <w:ilvl w:val="0"/>
          <w:numId w:val="22"/>
        </w:numPr>
        <w:autoSpaceDE w:val="0"/>
        <w:autoSpaceDN w:val="0"/>
        <w:adjustRightInd w:val="0"/>
        <w:spacing w:after="0"/>
        <w:rPr>
          <w:color w:val="1F497D" w:themeColor="text2"/>
        </w:rPr>
      </w:pPr>
      <w:r w:rsidRPr="003278AE">
        <w:rPr>
          <w:b/>
          <w:color w:val="1F497D" w:themeColor="text2"/>
        </w:rPr>
        <w:t>Teaching Tips:</w:t>
      </w:r>
      <w:r w:rsidRPr="003278AE">
        <w:rPr>
          <w:color w:val="1F497D" w:themeColor="text2"/>
        </w:rPr>
        <w:t xml:space="preserve"> Users will only be prompted to save if the changes are made to the design of the table.</w:t>
      </w:r>
    </w:p>
    <w:p w14:paraId="3AA08C29" w14:textId="0471F1B3" w:rsidR="00331D04" w:rsidRPr="003278AE" w:rsidRDefault="00A61E7B" w:rsidP="00251545">
      <w:pPr>
        <w:pStyle w:val="Heading4"/>
      </w:pPr>
      <w:r w:rsidRPr="003278AE">
        <w:t>Using Database Utilities</w:t>
      </w:r>
    </w:p>
    <w:p w14:paraId="7BF42F6B" w14:textId="77777777" w:rsidR="00E67239" w:rsidRPr="003278AE" w:rsidRDefault="00E67239" w:rsidP="00E67239">
      <w:pPr>
        <w:pStyle w:val="ListParagraph"/>
        <w:numPr>
          <w:ilvl w:val="0"/>
          <w:numId w:val="5"/>
        </w:numPr>
        <w:rPr>
          <w:color w:val="1F497D" w:themeColor="text2"/>
        </w:rPr>
      </w:pPr>
      <w:r w:rsidRPr="003278AE">
        <w:rPr>
          <w:color w:val="1F497D" w:themeColor="text2"/>
        </w:rPr>
        <w:t>A database utility makes the process of maintaining the database easier.</w:t>
      </w:r>
    </w:p>
    <w:p w14:paraId="3C2DC202" w14:textId="70E0A515" w:rsidR="00966094" w:rsidRPr="003278AE" w:rsidRDefault="002E2E8F" w:rsidP="000D0353">
      <w:pPr>
        <w:pStyle w:val="ListParagraph"/>
        <w:numPr>
          <w:ilvl w:val="0"/>
          <w:numId w:val="5"/>
        </w:numPr>
        <w:autoSpaceDE w:val="0"/>
        <w:autoSpaceDN w:val="0"/>
        <w:adjustRightInd w:val="0"/>
        <w:rPr>
          <w:color w:val="1F497D" w:themeColor="text2"/>
        </w:rPr>
      </w:pPr>
      <w:r w:rsidRPr="003278AE">
        <w:rPr>
          <w:color w:val="1F497D" w:themeColor="text2"/>
        </w:rPr>
        <w:t>Utilities included with Access are Back Up Database, Compact and Repair a Database, Print Information, and Split Database.</w:t>
      </w:r>
    </w:p>
    <w:p w14:paraId="0E3FD79C" w14:textId="56B82141" w:rsidR="002E2E8F" w:rsidRPr="003278AE" w:rsidRDefault="002E2E8F" w:rsidP="000D0353">
      <w:pPr>
        <w:pStyle w:val="ListParagraph"/>
        <w:numPr>
          <w:ilvl w:val="0"/>
          <w:numId w:val="5"/>
        </w:numPr>
        <w:autoSpaceDE w:val="0"/>
        <w:autoSpaceDN w:val="0"/>
        <w:adjustRightInd w:val="0"/>
        <w:rPr>
          <w:color w:val="1F497D" w:themeColor="text2"/>
        </w:rPr>
      </w:pPr>
      <w:r w:rsidRPr="003278AE">
        <w:rPr>
          <w:color w:val="1F497D" w:themeColor="text2"/>
        </w:rPr>
        <w:t>Preview work before printing, so you have the opportunity to correct errors without wasting paper.</w:t>
      </w:r>
    </w:p>
    <w:p w14:paraId="46E96A2C" w14:textId="782C2E12" w:rsidR="00E67239" w:rsidRPr="003278AE" w:rsidRDefault="00E67239" w:rsidP="002E2E8F">
      <w:pPr>
        <w:pStyle w:val="ListParagraph"/>
        <w:numPr>
          <w:ilvl w:val="0"/>
          <w:numId w:val="41"/>
        </w:numPr>
        <w:autoSpaceDE w:val="0"/>
        <w:autoSpaceDN w:val="0"/>
        <w:adjustRightInd w:val="0"/>
        <w:spacing w:after="0"/>
        <w:rPr>
          <w:color w:val="1F497D" w:themeColor="text2"/>
        </w:rPr>
      </w:pPr>
      <w:r w:rsidRPr="003278AE">
        <w:rPr>
          <w:b/>
          <w:color w:val="1F497D" w:themeColor="text2"/>
        </w:rPr>
        <w:t>Teaching Tips:</w:t>
      </w:r>
      <w:r w:rsidRPr="003278AE">
        <w:rPr>
          <w:color w:val="1F497D" w:themeColor="text2"/>
        </w:rPr>
        <w:t xml:space="preserve"> </w:t>
      </w:r>
      <w:r w:rsidR="002E2E8F" w:rsidRPr="003278AE">
        <w:rPr>
          <w:color w:val="1F497D" w:themeColor="text2"/>
        </w:rPr>
        <w:t>Explain the need to back up a database before making changes to tables.</w:t>
      </w:r>
    </w:p>
    <w:p w14:paraId="51F06B70" w14:textId="38761A90" w:rsidR="002E2E8F" w:rsidRPr="003278AE" w:rsidRDefault="002E2E8F" w:rsidP="002E2E8F">
      <w:pPr>
        <w:pStyle w:val="ListParagraph"/>
        <w:numPr>
          <w:ilvl w:val="0"/>
          <w:numId w:val="41"/>
        </w:numPr>
        <w:autoSpaceDE w:val="0"/>
        <w:autoSpaceDN w:val="0"/>
        <w:adjustRightInd w:val="0"/>
        <w:spacing w:after="0"/>
        <w:rPr>
          <w:color w:val="1F497D" w:themeColor="text2"/>
        </w:rPr>
      </w:pPr>
      <w:r w:rsidRPr="003278AE">
        <w:rPr>
          <w:b/>
          <w:color w:val="1F497D" w:themeColor="text2"/>
        </w:rPr>
        <w:t>Teaching Tips:</w:t>
      </w:r>
      <w:r w:rsidRPr="003278AE">
        <w:rPr>
          <w:color w:val="1F497D" w:themeColor="text2"/>
        </w:rPr>
        <w:t xml:space="preserve"> Demonstrate the Back Up Database utility.</w:t>
      </w:r>
    </w:p>
    <w:p w14:paraId="039AFF84" w14:textId="6DC49FDE" w:rsidR="00E67239" w:rsidRPr="003278AE" w:rsidRDefault="00E67239" w:rsidP="002E2E8F">
      <w:pPr>
        <w:pStyle w:val="ListParagraph"/>
        <w:numPr>
          <w:ilvl w:val="0"/>
          <w:numId w:val="41"/>
        </w:numPr>
        <w:autoSpaceDE w:val="0"/>
        <w:autoSpaceDN w:val="0"/>
        <w:adjustRightInd w:val="0"/>
        <w:spacing w:after="0"/>
        <w:rPr>
          <w:color w:val="1F497D" w:themeColor="text2"/>
        </w:rPr>
      </w:pPr>
      <w:r w:rsidRPr="003278AE">
        <w:rPr>
          <w:b/>
          <w:color w:val="1F497D" w:themeColor="text2"/>
        </w:rPr>
        <w:t>Teaching Tips:</w:t>
      </w:r>
      <w:r w:rsidRPr="003278AE">
        <w:rPr>
          <w:color w:val="1F497D" w:themeColor="text2"/>
        </w:rPr>
        <w:t xml:space="preserve"> Demonstrate the </w:t>
      </w:r>
      <w:r w:rsidR="002E2E8F" w:rsidRPr="003278AE">
        <w:rPr>
          <w:color w:val="1F497D" w:themeColor="text2"/>
        </w:rPr>
        <w:t>Compact and Repair a Database utility.</w:t>
      </w:r>
    </w:p>
    <w:p w14:paraId="7C374779" w14:textId="77777777" w:rsidR="002E2E8F" w:rsidRPr="003278AE" w:rsidRDefault="002E2E8F" w:rsidP="002E2E8F">
      <w:pPr>
        <w:pStyle w:val="ListParagraph"/>
        <w:numPr>
          <w:ilvl w:val="0"/>
          <w:numId w:val="41"/>
        </w:numPr>
        <w:autoSpaceDE w:val="0"/>
        <w:autoSpaceDN w:val="0"/>
        <w:adjustRightInd w:val="0"/>
        <w:spacing w:after="0"/>
        <w:rPr>
          <w:color w:val="1F497D" w:themeColor="text2"/>
        </w:rPr>
      </w:pPr>
      <w:r w:rsidRPr="003278AE">
        <w:rPr>
          <w:b/>
          <w:color w:val="1F497D" w:themeColor="text2"/>
        </w:rPr>
        <w:t>Teaching Tips:</w:t>
      </w:r>
      <w:r w:rsidRPr="003278AE">
        <w:rPr>
          <w:color w:val="1F497D" w:themeColor="text2"/>
        </w:rPr>
        <w:t xml:space="preserve"> Demonstrate how to print reports. </w:t>
      </w:r>
    </w:p>
    <w:p w14:paraId="2B35F4AC" w14:textId="3480DC3D" w:rsidR="002E2E8F" w:rsidRPr="003278AE" w:rsidRDefault="002E2E8F" w:rsidP="002E2E8F">
      <w:pPr>
        <w:pStyle w:val="ListParagraph"/>
        <w:numPr>
          <w:ilvl w:val="0"/>
          <w:numId w:val="41"/>
        </w:numPr>
        <w:autoSpaceDE w:val="0"/>
        <w:autoSpaceDN w:val="0"/>
        <w:adjustRightInd w:val="0"/>
        <w:spacing w:after="0"/>
        <w:rPr>
          <w:color w:val="1F497D" w:themeColor="text2"/>
        </w:rPr>
      </w:pPr>
      <w:r w:rsidRPr="003278AE">
        <w:rPr>
          <w:b/>
          <w:color w:val="1F497D" w:themeColor="text2"/>
        </w:rPr>
        <w:t>Teaching Tips:</w:t>
      </w:r>
      <w:r w:rsidRPr="003278AE">
        <w:rPr>
          <w:color w:val="1F497D" w:themeColor="text2"/>
        </w:rPr>
        <w:t xml:space="preserve"> Demonstrate how to print a table in Datasheet view.</w:t>
      </w:r>
    </w:p>
    <w:p w14:paraId="6C492326" w14:textId="77777777" w:rsidR="00E67239" w:rsidRPr="003278AE" w:rsidRDefault="00E67239" w:rsidP="00E67239"/>
    <w:p w14:paraId="57BAD97E" w14:textId="77777777" w:rsidR="00F41907" w:rsidRPr="003278AE" w:rsidRDefault="00F41907" w:rsidP="00F41907">
      <w:pPr>
        <w:pStyle w:val="ListParagraph"/>
        <w:autoSpaceDE w:val="0"/>
        <w:autoSpaceDN w:val="0"/>
        <w:adjustRightInd w:val="0"/>
        <w:spacing w:after="0"/>
        <w:ind w:left="1440"/>
        <w:rPr>
          <w:color w:val="1F497D" w:themeColor="text2"/>
        </w:rPr>
      </w:pPr>
    </w:p>
    <w:p w14:paraId="27D19691" w14:textId="6A8520A9" w:rsidR="0028697C" w:rsidRPr="003278AE" w:rsidRDefault="00A61E7B" w:rsidP="00251545">
      <w:pPr>
        <w:pStyle w:val="Heading3"/>
      </w:pPr>
      <w:r w:rsidRPr="003278AE">
        <w:lastRenderedPageBreak/>
        <w:t>Filters and Sorts</w:t>
      </w:r>
    </w:p>
    <w:p w14:paraId="2E89FE5C" w14:textId="118B0CAE" w:rsidR="0028697C" w:rsidRPr="003278AE" w:rsidRDefault="00A61E7B" w:rsidP="008E4B2F">
      <w:pPr>
        <w:rPr>
          <w:rFonts w:eastAsiaTheme="majorEastAsia" w:cstheme="minorHAnsi"/>
          <w:b/>
          <w:bCs/>
          <w:iCs/>
          <w:color w:val="1F497D" w:themeColor="text2"/>
        </w:rPr>
      </w:pPr>
      <w:r w:rsidRPr="003278AE">
        <w:rPr>
          <w:rFonts w:eastAsiaTheme="majorEastAsia" w:cstheme="minorHAnsi"/>
          <w:bCs/>
          <w:iCs/>
          <w:color w:val="1F497D" w:themeColor="text2"/>
        </w:rPr>
        <w:t>In this section, students will learn how to use filters to create subsets of information that match one or more criteria, how to organize data by sorting on single or multiple categories, and how to locate records in a table based on criteria.</w:t>
      </w:r>
    </w:p>
    <w:p w14:paraId="7EEFE669" w14:textId="0F60F357" w:rsidR="00870FE9" w:rsidRPr="003278AE" w:rsidRDefault="00A61E7B" w:rsidP="00251545">
      <w:pPr>
        <w:pStyle w:val="Heading4"/>
        <w:numPr>
          <w:ilvl w:val="0"/>
          <w:numId w:val="35"/>
        </w:numPr>
      </w:pPr>
      <w:r w:rsidRPr="003278AE">
        <w:t>Working with Filters</w:t>
      </w:r>
    </w:p>
    <w:p w14:paraId="70E7643E" w14:textId="5D8879AE" w:rsidR="00046BA9" w:rsidRPr="003278AE" w:rsidRDefault="002E2E8F" w:rsidP="000D0353">
      <w:pPr>
        <w:pStyle w:val="ListParagraph"/>
        <w:numPr>
          <w:ilvl w:val="0"/>
          <w:numId w:val="26"/>
        </w:numPr>
        <w:autoSpaceDE w:val="0"/>
        <w:autoSpaceDN w:val="0"/>
        <w:adjustRightInd w:val="0"/>
        <w:rPr>
          <w:color w:val="1F497D" w:themeColor="text2"/>
        </w:rPr>
      </w:pPr>
      <w:r w:rsidRPr="003278AE">
        <w:rPr>
          <w:color w:val="1F497D" w:themeColor="text2"/>
        </w:rPr>
        <w:t>A filter enables you to display records that meet specific conditions.</w:t>
      </w:r>
    </w:p>
    <w:p w14:paraId="18F271A3" w14:textId="06239D25" w:rsidR="00E4177B" w:rsidRPr="003278AE" w:rsidRDefault="002E2E8F" w:rsidP="000D0353">
      <w:pPr>
        <w:pStyle w:val="ListParagraph"/>
        <w:numPr>
          <w:ilvl w:val="0"/>
          <w:numId w:val="13"/>
        </w:numPr>
        <w:autoSpaceDE w:val="0"/>
        <w:autoSpaceDN w:val="0"/>
        <w:adjustRightInd w:val="0"/>
        <w:rPr>
          <w:color w:val="1F497D" w:themeColor="text2"/>
        </w:rPr>
      </w:pPr>
      <w:r w:rsidRPr="003278AE">
        <w:rPr>
          <w:color w:val="1F497D" w:themeColor="text2"/>
        </w:rPr>
        <w:t>A Selection Filter displays in Datasheet view only the records that exactly match a selected criterion.</w:t>
      </w:r>
    </w:p>
    <w:p w14:paraId="1F505362" w14:textId="5EBF2B1E" w:rsidR="0089655A" w:rsidRPr="003278AE" w:rsidRDefault="0089655A" w:rsidP="000D0353">
      <w:pPr>
        <w:pStyle w:val="ListParagraph"/>
        <w:numPr>
          <w:ilvl w:val="0"/>
          <w:numId w:val="13"/>
        </w:numPr>
        <w:autoSpaceDE w:val="0"/>
        <w:autoSpaceDN w:val="0"/>
        <w:adjustRightInd w:val="0"/>
        <w:rPr>
          <w:color w:val="1F497D" w:themeColor="text2"/>
        </w:rPr>
      </w:pPr>
      <w:r w:rsidRPr="003278AE">
        <w:rPr>
          <w:color w:val="1F497D" w:themeColor="text2"/>
        </w:rPr>
        <w:t>Filter By Form allows users to display records based on multiple criteria.</w:t>
      </w:r>
    </w:p>
    <w:p w14:paraId="27FE3A35" w14:textId="670C739C" w:rsidR="00E4177B" w:rsidRPr="003278AE" w:rsidRDefault="00E4177B" w:rsidP="000D0353">
      <w:pPr>
        <w:pStyle w:val="ListParagraph"/>
        <w:numPr>
          <w:ilvl w:val="0"/>
          <w:numId w:val="14"/>
        </w:numPr>
        <w:autoSpaceDE w:val="0"/>
        <w:autoSpaceDN w:val="0"/>
        <w:adjustRightInd w:val="0"/>
        <w:rPr>
          <w:color w:val="1F497D" w:themeColor="text2"/>
        </w:rPr>
      </w:pPr>
      <w:r w:rsidRPr="003278AE">
        <w:rPr>
          <w:b/>
          <w:color w:val="1F497D" w:themeColor="text2"/>
        </w:rPr>
        <w:t>Teaching Tips:</w:t>
      </w:r>
      <w:r w:rsidRPr="003278AE">
        <w:rPr>
          <w:color w:val="1F497D" w:themeColor="text2"/>
        </w:rPr>
        <w:t xml:space="preserve"> </w:t>
      </w:r>
      <w:r w:rsidR="003D1A28" w:rsidRPr="003278AE">
        <w:rPr>
          <w:color w:val="1F497D" w:themeColor="text2"/>
        </w:rPr>
        <w:t>Demonstrate using a Selection filter to find an exact match</w:t>
      </w:r>
      <w:r w:rsidR="0089655A" w:rsidRPr="003278AE">
        <w:rPr>
          <w:color w:val="1F497D" w:themeColor="text2"/>
        </w:rPr>
        <w:t xml:space="preserve"> on any field in Datasheet view.</w:t>
      </w:r>
    </w:p>
    <w:p w14:paraId="63BC19A3" w14:textId="1B13A766" w:rsidR="0089655A" w:rsidRPr="003278AE" w:rsidRDefault="0089655A" w:rsidP="000D0353">
      <w:pPr>
        <w:pStyle w:val="ListParagraph"/>
        <w:numPr>
          <w:ilvl w:val="0"/>
          <w:numId w:val="14"/>
        </w:numPr>
        <w:autoSpaceDE w:val="0"/>
        <w:autoSpaceDN w:val="0"/>
        <w:adjustRightInd w:val="0"/>
        <w:rPr>
          <w:color w:val="1F497D" w:themeColor="text2"/>
        </w:rPr>
      </w:pPr>
      <w:r w:rsidRPr="003278AE">
        <w:rPr>
          <w:b/>
          <w:color w:val="1F497D" w:themeColor="text2"/>
        </w:rPr>
        <w:t>Teaching Tips:</w:t>
      </w:r>
      <w:r w:rsidRPr="003278AE">
        <w:rPr>
          <w:color w:val="1F497D" w:themeColor="text2"/>
        </w:rPr>
        <w:t xml:space="preserve"> Explain the use of the Toggle Filter command to remove the filter and display all the records in the table.</w:t>
      </w:r>
    </w:p>
    <w:p w14:paraId="5C09AC53" w14:textId="577C7670" w:rsidR="0089655A" w:rsidRPr="003278AE" w:rsidRDefault="0089655A" w:rsidP="000D0353">
      <w:pPr>
        <w:pStyle w:val="ListParagraph"/>
        <w:numPr>
          <w:ilvl w:val="0"/>
          <w:numId w:val="14"/>
        </w:numPr>
        <w:autoSpaceDE w:val="0"/>
        <w:autoSpaceDN w:val="0"/>
        <w:adjustRightInd w:val="0"/>
        <w:rPr>
          <w:color w:val="1F497D" w:themeColor="text2"/>
        </w:rPr>
      </w:pPr>
      <w:r w:rsidRPr="003278AE">
        <w:rPr>
          <w:b/>
          <w:color w:val="1F497D" w:themeColor="text2"/>
        </w:rPr>
        <w:t>Teaching Tips:</w:t>
      </w:r>
      <w:r w:rsidRPr="003278AE">
        <w:rPr>
          <w:color w:val="1F497D" w:themeColor="text2"/>
        </w:rPr>
        <w:t xml:space="preserve"> Only one filter can be applied at a time. Applying another filter to a filtered dataset removes the first filter.</w:t>
      </w:r>
    </w:p>
    <w:p w14:paraId="5CD89CD9" w14:textId="387AC097" w:rsidR="0089655A" w:rsidRPr="003278AE" w:rsidRDefault="0089655A" w:rsidP="000D0353">
      <w:pPr>
        <w:pStyle w:val="ListParagraph"/>
        <w:numPr>
          <w:ilvl w:val="0"/>
          <w:numId w:val="14"/>
        </w:numPr>
        <w:autoSpaceDE w:val="0"/>
        <w:autoSpaceDN w:val="0"/>
        <w:adjustRightInd w:val="0"/>
        <w:rPr>
          <w:color w:val="1F497D" w:themeColor="text2"/>
        </w:rPr>
      </w:pPr>
      <w:r w:rsidRPr="003278AE">
        <w:rPr>
          <w:b/>
          <w:color w:val="1F497D" w:themeColor="text2"/>
        </w:rPr>
        <w:t>Teaching Tips:</w:t>
      </w:r>
      <w:r w:rsidRPr="003278AE">
        <w:rPr>
          <w:color w:val="1F497D" w:themeColor="text2"/>
        </w:rPr>
        <w:t xml:space="preserve"> Show how to find records that contain a criterion using a Selection filter.</w:t>
      </w:r>
    </w:p>
    <w:p w14:paraId="583B2B55" w14:textId="66E60A05" w:rsidR="0089655A" w:rsidRPr="003278AE" w:rsidRDefault="0089655A" w:rsidP="000D0353">
      <w:pPr>
        <w:pStyle w:val="ListParagraph"/>
        <w:numPr>
          <w:ilvl w:val="0"/>
          <w:numId w:val="14"/>
        </w:numPr>
        <w:autoSpaceDE w:val="0"/>
        <w:autoSpaceDN w:val="0"/>
        <w:adjustRightInd w:val="0"/>
        <w:rPr>
          <w:color w:val="1F497D" w:themeColor="text2"/>
        </w:rPr>
      </w:pPr>
      <w:r w:rsidRPr="003278AE">
        <w:rPr>
          <w:b/>
          <w:color w:val="1F497D" w:themeColor="text2"/>
        </w:rPr>
        <w:t>Teaching Tips:</w:t>
      </w:r>
      <w:r w:rsidRPr="003278AE">
        <w:rPr>
          <w:color w:val="1F497D" w:themeColor="text2"/>
        </w:rPr>
        <w:t xml:space="preserve"> Demonstrate how to use the Filter by Form method of selecting data. </w:t>
      </w:r>
    </w:p>
    <w:p w14:paraId="221B3FC7" w14:textId="74B4F9FD" w:rsidR="0089655A" w:rsidRPr="003278AE" w:rsidRDefault="0089655A" w:rsidP="000D0353">
      <w:pPr>
        <w:pStyle w:val="ListParagraph"/>
        <w:numPr>
          <w:ilvl w:val="0"/>
          <w:numId w:val="14"/>
        </w:numPr>
        <w:autoSpaceDE w:val="0"/>
        <w:autoSpaceDN w:val="0"/>
        <w:adjustRightInd w:val="0"/>
        <w:rPr>
          <w:color w:val="1F497D" w:themeColor="text2"/>
        </w:rPr>
      </w:pPr>
      <w:r w:rsidRPr="003278AE">
        <w:rPr>
          <w:b/>
          <w:color w:val="1F497D" w:themeColor="text2"/>
        </w:rPr>
        <w:t>Teaching Tips:</w:t>
      </w:r>
      <w:r w:rsidRPr="003278AE">
        <w:rPr>
          <w:color w:val="1F497D" w:themeColor="text2"/>
        </w:rPr>
        <w:t xml:space="preserve"> Explain that one advantage of Filter By Form is that comparison operators can be used as criterion. Example: Employees hired after a specific date.</w:t>
      </w:r>
    </w:p>
    <w:p w14:paraId="25857ABC" w14:textId="4D5EB510" w:rsidR="00B166F9" w:rsidRPr="003278AE" w:rsidRDefault="00A61E7B" w:rsidP="00251545">
      <w:pPr>
        <w:pStyle w:val="Heading4"/>
        <w:numPr>
          <w:ilvl w:val="0"/>
          <w:numId w:val="35"/>
        </w:numPr>
      </w:pPr>
      <w:r w:rsidRPr="003278AE">
        <w:t>Performing Sorts</w:t>
      </w:r>
    </w:p>
    <w:p w14:paraId="0CC23D04" w14:textId="496CF67D" w:rsidR="00E469E0" w:rsidRPr="003278AE" w:rsidRDefault="0089655A" w:rsidP="000D0353">
      <w:pPr>
        <w:pStyle w:val="ListParagraph"/>
        <w:numPr>
          <w:ilvl w:val="0"/>
          <w:numId w:val="13"/>
        </w:numPr>
        <w:autoSpaceDE w:val="0"/>
        <w:autoSpaceDN w:val="0"/>
        <w:adjustRightInd w:val="0"/>
        <w:rPr>
          <w:color w:val="1F497D" w:themeColor="text2"/>
        </w:rPr>
      </w:pPr>
      <w:r w:rsidRPr="003278AE">
        <w:rPr>
          <w:color w:val="1F497D" w:themeColor="text2"/>
        </w:rPr>
        <w:t>Sorting lists records in a specific sequence, adds organization to data, and makes records easier to understand.</w:t>
      </w:r>
    </w:p>
    <w:p w14:paraId="7438E7DB" w14:textId="4C64D984" w:rsidR="0089655A" w:rsidRPr="003278AE" w:rsidRDefault="0089655A" w:rsidP="000D0353">
      <w:pPr>
        <w:pStyle w:val="ListParagraph"/>
        <w:numPr>
          <w:ilvl w:val="0"/>
          <w:numId w:val="13"/>
        </w:numPr>
        <w:autoSpaceDE w:val="0"/>
        <w:autoSpaceDN w:val="0"/>
        <w:adjustRightInd w:val="0"/>
        <w:rPr>
          <w:color w:val="1F497D" w:themeColor="text2"/>
        </w:rPr>
      </w:pPr>
      <w:r w:rsidRPr="003278AE">
        <w:rPr>
          <w:color w:val="1F497D" w:themeColor="text2"/>
        </w:rPr>
        <w:t>The first field selected for sorting is the primary sort. Additional sorts are secondary. A table is sorted in the order in which the columns are listed.</w:t>
      </w:r>
    </w:p>
    <w:p w14:paraId="3E32458A" w14:textId="65D67532" w:rsidR="0089655A" w:rsidRPr="003278AE" w:rsidRDefault="0089655A" w:rsidP="0089655A">
      <w:pPr>
        <w:pStyle w:val="ListParagraph"/>
        <w:numPr>
          <w:ilvl w:val="0"/>
          <w:numId w:val="13"/>
        </w:numPr>
        <w:autoSpaceDE w:val="0"/>
        <w:autoSpaceDN w:val="0"/>
        <w:adjustRightInd w:val="0"/>
        <w:rPr>
          <w:color w:val="1F497D" w:themeColor="text2"/>
        </w:rPr>
      </w:pPr>
      <w:r w:rsidRPr="003278AE">
        <w:rPr>
          <w:b/>
          <w:color w:val="1F497D" w:themeColor="text2"/>
        </w:rPr>
        <w:t>Teaching Tips:</w:t>
      </w:r>
      <w:r w:rsidRPr="003278AE">
        <w:rPr>
          <w:color w:val="1F497D" w:themeColor="text2"/>
        </w:rPr>
        <w:t xml:space="preserve"> Demonstrate how to sort data in a table by one criterion.</w:t>
      </w:r>
    </w:p>
    <w:p w14:paraId="29A28BDC" w14:textId="729140B9" w:rsidR="0089655A" w:rsidRPr="003278AE" w:rsidRDefault="0089655A" w:rsidP="0089655A">
      <w:pPr>
        <w:pStyle w:val="ListParagraph"/>
        <w:numPr>
          <w:ilvl w:val="0"/>
          <w:numId w:val="13"/>
        </w:numPr>
        <w:autoSpaceDE w:val="0"/>
        <w:autoSpaceDN w:val="0"/>
        <w:adjustRightInd w:val="0"/>
        <w:rPr>
          <w:color w:val="1F497D" w:themeColor="text2"/>
        </w:rPr>
      </w:pPr>
      <w:r w:rsidRPr="003278AE">
        <w:rPr>
          <w:b/>
          <w:color w:val="1F497D" w:themeColor="text2"/>
        </w:rPr>
        <w:t>Teaching Tips:</w:t>
      </w:r>
      <w:r w:rsidRPr="003278AE">
        <w:rPr>
          <w:color w:val="1F497D" w:themeColor="text2"/>
        </w:rPr>
        <w:t xml:space="preserve"> Demonstrate moving a field to make a column the primary sort field.</w:t>
      </w:r>
    </w:p>
    <w:p w14:paraId="75415BBF" w14:textId="08B4CC72" w:rsidR="0028697C" w:rsidRPr="003278AE" w:rsidRDefault="00A61E7B" w:rsidP="00251545">
      <w:pPr>
        <w:pStyle w:val="Heading3"/>
      </w:pPr>
      <w:r w:rsidRPr="003278AE">
        <w:t>Access Database Creation</w:t>
      </w:r>
    </w:p>
    <w:p w14:paraId="6769AF1D" w14:textId="1A8F12BF" w:rsidR="007321BC" w:rsidRPr="003278AE" w:rsidRDefault="00A61E7B" w:rsidP="001C5341">
      <w:pPr>
        <w:autoSpaceDE w:val="0"/>
        <w:autoSpaceDN w:val="0"/>
        <w:adjustRightInd w:val="0"/>
        <w:spacing w:after="0"/>
        <w:rPr>
          <w:rFonts w:eastAsiaTheme="majorEastAsia" w:cstheme="majorBidi"/>
          <w:bCs/>
          <w:iCs/>
          <w:color w:val="1F497D" w:themeColor="text2"/>
        </w:rPr>
      </w:pPr>
      <w:r w:rsidRPr="003278AE">
        <w:rPr>
          <w:rFonts w:eastAsiaTheme="majorEastAsia" w:cstheme="majorBidi"/>
          <w:bCs/>
          <w:iCs/>
          <w:color w:val="1F497D" w:themeColor="text2"/>
        </w:rPr>
        <w:t>In this section, students will learn to create a database from a blank database, how to create a database from a template, and how to modify a database to their specifications.</w:t>
      </w:r>
    </w:p>
    <w:p w14:paraId="474FC169" w14:textId="0091A332" w:rsidR="008F46F5" w:rsidRPr="003278AE" w:rsidRDefault="00A61E7B" w:rsidP="00251545">
      <w:pPr>
        <w:pStyle w:val="Heading4"/>
        <w:numPr>
          <w:ilvl w:val="0"/>
          <w:numId w:val="36"/>
        </w:numPr>
      </w:pPr>
      <w:r w:rsidRPr="003278AE">
        <w:t>Creating a Database</w:t>
      </w:r>
    </w:p>
    <w:p w14:paraId="59BBA1C0" w14:textId="75D2DEB9" w:rsidR="007321BC" w:rsidRPr="003278AE" w:rsidRDefault="0089655A" w:rsidP="000D0353">
      <w:pPr>
        <w:pStyle w:val="ListParagraph"/>
        <w:numPr>
          <w:ilvl w:val="0"/>
          <w:numId w:val="13"/>
        </w:numPr>
        <w:autoSpaceDE w:val="0"/>
        <w:autoSpaceDN w:val="0"/>
        <w:adjustRightInd w:val="0"/>
        <w:rPr>
          <w:color w:val="1F497D" w:themeColor="text2"/>
        </w:rPr>
      </w:pPr>
      <w:r w:rsidRPr="003278AE">
        <w:rPr>
          <w:color w:val="1F497D" w:themeColor="text2"/>
        </w:rPr>
        <w:t>Two methods of creating a database are creating a blank database and creating a database from a template.</w:t>
      </w:r>
    </w:p>
    <w:p w14:paraId="35B749D5" w14:textId="33FA1FFC" w:rsidR="003278AE" w:rsidRPr="003278AE" w:rsidRDefault="003278AE" w:rsidP="000D0353">
      <w:pPr>
        <w:pStyle w:val="ListParagraph"/>
        <w:numPr>
          <w:ilvl w:val="0"/>
          <w:numId w:val="13"/>
        </w:numPr>
        <w:autoSpaceDE w:val="0"/>
        <w:autoSpaceDN w:val="0"/>
        <w:adjustRightInd w:val="0"/>
        <w:rPr>
          <w:color w:val="1F497D" w:themeColor="text2"/>
        </w:rPr>
      </w:pPr>
      <w:r w:rsidRPr="003278AE">
        <w:rPr>
          <w:color w:val="1F497D" w:themeColor="text2"/>
        </w:rPr>
        <w:t>A template is a predefined database that includes professionally designed tables, forms, reports, and other objects that you can use to simplify the creation of your new database.</w:t>
      </w:r>
    </w:p>
    <w:p w14:paraId="1DA9D5C0" w14:textId="6178BAE5" w:rsidR="003278AE" w:rsidRPr="003278AE" w:rsidRDefault="003278AE" w:rsidP="000D0353">
      <w:pPr>
        <w:pStyle w:val="ListParagraph"/>
        <w:numPr>
          <w:ilvl w:val="0"/>
          <w:numId w:val="13"/>
        </w:numPr>
        <w:autoSpaceDE w:val="0"/>
        <w:autoSpaceDN w:val="0"/>
        <w:adjustRightInd w:val="0"/>
        <w:rPr>
          <w:color w:val="1F497D" w:themeColor="text2"/>
        </w:rPr>
      </w:pPr>
      <w:r w:rsidRPr="003278AE">
        <w:rPr>
          <w:color w:val="1F497D" w:themeColor="text2"/>
        </w:rPr>
        <w:t>A database can be used to create a template to enable it to be reused in the future with the same tables, forms, and reports already created.</w:t>
      </w:r>
    </w:p>
    <w:p w14:paraId="6FA6DE39" w14:textId="570F1543" w:rsidR="003278AE" w:rsidRPr="003278AE" w:rsidRDefault="003278AE" w:rsidP="000D0353">
      <w:pPr>
        <w:pStyle w:val="ListParagraph"/>
        <w:numPr>
          <w:ilvl w:val="0"/>
          <w:numId w:val="13"/>
        </w:numPr>
        <w:autoSpaceDE w:val="0"/>
        <w:autoSpaceDN w:val="0"/>
        <w:adjustRightInd w:val="0"/>
        <w:rPr>
          <w:color w:val="1F497D" w:themeColor="text2"/>
        </w:rPr>
      </w:pPr>
      <w:r w:rsidRPr="003278AE">
        <w:rPr>
          <w:color w:val="1F497D" w:themeColor="text2"/>
        </w:rPr>
        <w:lastRenderedPageBreak/>
        <w:t>An application part is a set of common Access components provided by Microsoft that users can add to an existing database, such as tables, forms, or reports.</w:t>
      </w:r>
    </w:p>
    <w:p w14:paraId="0E391CF8" w14:textId="770DE607" w:rsidR="007321BC" w:rsidRPr="003278AE" w:rsidRDefault="00722496" w:rsidP="000D0353">
      <w:pPr>
        <w:pStyle w:val="ListParagraph"/>
        <w:numPr>
          <w:ilvl w:val="0"/>
          <w:numId w:val="19"/>
        </w:numPr>
        <w:autoSpaceDE w:val="0"/>
        <w:autoSpaceDN w:val="0"/>
        <w:adjustRightInd w:val="0"/>
        <w:rPr>
          <w:rFonts w:eastAsiaTheme="majorEastAsia" w:cstheme="majorBidi"/>
          <w:bCs/>
          <w:iCs/>
          <w:color w:val="1F497D" w:themeColor="text2"/>
        </w:rPr>
      </w:pPr>
      <w:r w:rsidRPr="003278AE">
        <w:rPr>
          <w:rFonts w:eastAsiaTheme="majorEastAsia" w:cstheme="majorBidi"/>
          <w:b/>
          <w:bCs/>
          <w:iCs/>
          <w:color w:val="1F497D" w:themeColor="text2"/>
        </w:rPr>
        <w:t>Teaching Tip</w:t>
      </w:r>
      <w:r w:rsidR="002A2FA2" w:rsidRPr="003278AE">
        <w:rPr>
          <w:rFonts w:eastAsiaTheme="majorEastAsia" w:cstheme="majorBidi"/>
          <w:b/>
          <w:bCs/>
          <w:iCs/>
          <w:color w:val="1F497D" w:themeColor="text2"/>
        </w:rPr>
        <w:t>s</w:t>
      </w:r>
      <w:r w:rsidRPr="003278AE">
        <w:rPr>
          <w:rFonts w:eastAsiaTheme="majorEastAsia" w:cstheme="majorBidi"/>
          <w:b/>
          <w:bCs/>
          <w:iCs/>
          <w:color w:val="1F497D" w:themeColor="text2"/>
        </w:rPr>
        <w:t>:</w:t>
      </w:r>
      <w:r w:rsidRPr="003278AE">
        <w:rPr>
          <w:rFonts w:eastAsiaTheme="majorEastAsia" w:cstheme="majorBidi"/>
          <w:bCs/>
          <w:iCs/>
          <w:color w:val="1F497D" w:themeColor="text2"/>
        </w:rPr>
        <w:t xml:space="preserve"> </w:t>
      </w:r>
      <w:r w:rsidR="003278AE" w:rsidRPr="003278AE">
        <w:rPr>
          <w:rFonts w:eastAsiaTheme="majorEastAsia" w:cstheme="majorBidi"/>
          <w:bCs/>
          <w:iCs/>
          <w:color w:val="1F497D" w:themeColor="text2"/>
        </w:rPr>
        <w:t>Demonstrate creating a blank database.</w:t>
      </w:r>
    </w:p>
    <w:p w14:paraId="6B3E85C3" w14:textId="4D175592" w:rsidR="003278AE" w:rsidRPr="003278AE" w:rsidRDefault="003278AE" w:rsidP="000D0353">
      <w:pPr>
        <w:pStyle w:val="ListParagraph"/>
        <w:numPr>
          <w:ilvl w:val="0"/>
          <w:numId w:val="19"/>
        </w:numPr>
        <w:autoSpaceDE w:val="0"/>
        <w:autoSpaceDN w:val="0"/>
        <w:adjustRightInd w:val="0"/>
        <w:rPr>
          <w:rFonts w:eastAsiaTheme="majorEastAsia" w:cstheme="majorBidi"/>
          <w:bCs/>
          <w:iCs/>
          <w:color w:val="1F497D" w:themeColor="text2"/>
        </w:rPr>
      </w:pPr>
      <w:r w:rsidRPr="003278AE">
        <w:rPr>
          <w:rFonts w:eastAsiaTheme="majorEastAsia" w:cstheme="majorBidi"/>
          <w:b/>
          <w:bCs/>
          <w:iCs/>
          <w:color w:val="1F497D" w:themeColor="text2"/>
        </w:rPr>
        <w:t>Teaching Tips:</w:t>
      </w:r>
      <w:r w:rsidRPr="003278AE">
        <w:rPr>
          <w:rFonts w:eastAsiaTheme="majorEastAsia" w:cstheme="majorBidi"/>
          <w:bCs/>
          <w:iCs/>
          <w:color w:val="1F497D" w:themeColor="text2"/>
        </w:rPr>
        <w:t xml:space="preserve"> Demonstrate creating a database from a template.</w:t>
      </w:r>
    </w:p>
    <w:p w14:paraId="133AB309" w14:textId="03FB2A35" w:rsidR="003278AE" w:rsidRPr="003278AE" w:rsidRDefault="003278AE" w:rsidP="000D0353">
      <w:pPr>
        <w:pStyle w:val="ListParagraph"/>
        <w:numPr>
          <w:ilvl w:val="0"/>
          <w:numId w:val="19"/>
        </w:numPr>
        <w:autoSpaceDE w:val="0"/>
        <w:autoSpaceDN w:val="0"/>
        <w:adjustRightInd w:val="0"/>
        <w:rPr>
          <w:rFonts w:eastAsiaTheme="majorEastAsia" w:cstheme="majorBidi"/>
          <w:bCs/>
          <w:iCs/>
          <w:color w:val="1F497D" w:themeColor="text2"/>
        </w:rPr>
      </w:pPr>
      <w:r w:rsidRPr="003278AE">
        <w:rPr>
          <w:rFonts w:eastAsiaTheme="majorEastAsia" w:cstheme="majorBidi"/>
          <w:b/>
          <w:bCs/>
          <w:iCs/>
          <w:color w:val="1F497D" w:themeColor="text2"/>
        </w:rPr>
        <w:t>Teaching Tips:</w:t>
      </w:r>
      <w:r w:rsidRPr="003278AE">
        <w:rPr>
          <w:rFonts w:eastAsiaTheme="majorEastAsia" w:cstheme="majorBidi"/>
          <w:bCs/>
          <w:iCs/>
          <w:color w:val="1F497D" w:themeColor="text2"/>
        </w:rPr>
        <w:t xml:space="preserve"> In Backstage view, show students the available database templates. </w:t>
      </w:r>
    </w:p>
    <w:p w14:paraId="558EDC77" w14:textId="1B5E76A5" w:rsidR="003278AE" w:rsidRPr="003278AE" w:rsidRDefault="003278AE" w:rsidP="000D0353">
      <w:pPr>
        <w:pStyle w:val="ListParagraph"/>
        <w:numPr>
          <w:ilvl w:val="0"/>
          <w:numId w:val="19"/>
        </w:numPr>
        <w:autoSpaceDE w:val="0"/>
        <w:autoSpaceDN w:val="0"/>
        <w:adjustRightInd w:val="0"/>
        <w:rPr>
          <w:rFonts w:eastAsiaTheme="majorEastAsia" w:cstheme="majorBidi"/>
          <w:bCs/>
          <w:iCs/>
          <w:color w:val="1F497D" w:themeColor="text2"/>
        </w:rPr>
      </w:pPr>
      <w:r w:rsidRPr="003278AE">
        <w:rPr>
          <w:rFonts w:eastAsiaTheme="majorEastAsia" w:cstheme="majorBidi"/>
          <w:b/>
          <w:bCs/>
          <w:iCs/>
          <w:color w:val="1F497D" w:themeColor="text2"/>
        </w:rPr>
        <w:t>Teaching Tips:</w:t>
      </w:r>
      <w:r w:rsidRPr="003278AE">
        <w:rPr>
          <w:rFonts w:eastAsiaTheme="majorEastAsia" w:cstheme="majorBidi"/>
          <w:bCs/>
          <w:iCs/>
          <w:color w:val="1F497D" w:themeColor="text2"/>
        </w:rPr>
        <w:t xml:space="preserve"> Demonstrate that a database template can be used as any other Access database.</w:t>
      </w:r>
    </w:p>
    <w:p w14:paraId="11FA668B" w14:textId="7DBED6F8" w:rsidR="003278AE" w:rsidRPr="003278AE" w:rsidRDefault="003278AE" w:rsidP="000D0353">
      <w:pPr>
        <w:pStyle w:val="ListParagraph"/>
        <w:numPr>
          <w:ilvl w:val="0"/>
          <w:numId w:val="19"/>
        </w:numPr>
        <w:autoSpaceDE w:val="0"/>
        <w:autoSpaceDN w:val="0"/>
        <w:adjustRightInd w:val="0"/>
        <w:rPr>
          <w:rFonts w:eastAsiaTheme="majorEastAsia" w:cstheme="majorBidi"/>
          <w:bCs/>
          <w:iCs/>
          <w:color w:val="1F497D" w:themeColor="text2"/>
        </w:rPr>
      </w:pPr>
      <w:r w:rsidRPr="003278AE">
        <w:rPr>
          <w:rFonts w:eastAsiaTheme="majorEastAsia" w:cstheme="majorBidi"/>
          <w:b/>
          <w:bCs/>
          <w:iCs/>
          <w:color w:val="1F497D" w:themeColor="text2"/>
        </w:rPr>
        <w:t>Teaching Tips:</w:t>
      </w:r>
      <w:r w:rsidRPr="003278AE">
        <w:rPr>
          <w:rFonts w:eastAsiaTheme="majorEastAsia" w:cstheme="majorBidi"/>
          <w:bCs/>
          <w:iCs/>
          <w:color w:val="1F497D" w:themeColor="text2"/>
        </w:rPr>
        <w:t xml:space="preserve"> Demonstrate adding an application part to a database.</w:t>
      </w:r>
    </w:p>
    <w:p w14:paraId="6CF942EB" w14:textId="77777777" w:rsidR="00493BB4" w:rsidRPr="003278AE" w:rsidRDefault="00493BB4" w:rsidP="00493BB4">
      <w:pPr>
        <w:pStyle w:val="ListParagraph"/>
        <w:autoSpaceDE w:val="0"/>
        <w:autoSpaceDN w:val="0"/>
        <w:adjustRightInd w:val="0"/>
        <w:ind w:left="1440"/>
        <w:rPr>
          <w:rFonts w:eastAsiaTheme="majorEastAsia" w:cstheme="majorBidi"/>
          <w:bCs/>
          <w:iCs/>
          <w:color w:val="1F497D" w:themeColor="text2"/>
        </w:rPr>
      </w:pPr>
    </w:p>
    <w:p w14:paraId="0C7C43C4" w14:textId="1A240DF4" w:rsidR="00B0629F" w:rsidRPr="003278AE" w:rsidRDefault="008D395B" w:rsidP="00251545">
      <w:pPr>
        <w:pStyle w:val="Heading2"/>
      </w:pPr>
      <w:r w:rsidRPr="003278AE">
        <w:t>OBJECTIVE TESTS IN MYITLAB</w:t>
      </w:r>
    </w:p>
    <w:p w14:paraId="16407F69" w14:textId="10DABDDA" w:rsidR="00D20A89" w:rsidRPr="003278AE" w:rsidRDefault="00D20A89" w:rsidP="00D20A89">
      <w:pPr>
        <w:rPr>
          <w:color w:val="1F497D" w:themeColor="text2"/>
        </w:rPr>
      </w:pPr>
      <w:r w:rsidRPr="003278AE">
        <w:rPr>
          <w:color w:val="1F497D" w:themeColor="text2"/>
        </w:rPr>
        <w:t xml:space="preserve">To find an </w:t>
      </w:r>
      <w:r w:rsidR="0015256A" w:rsidRPr="003278AE">
        <w:rPr>
          <w:color w:val="1F497D" w:themeColor="text2"/>
        </w:rPr>
        <w:t>objective test</w:t>
      </w:r>
      <w:r w:rsidRPr="003278AE">
        <w:rPr>
          <w:color w:val="1F497D" w:themeColor="text2"/>
        </w:rPr>
        <w:t xml:space="preserve"> to help your students</w:t>
      </w:r>
      <w:r w:rsidR="00BF18B2" w:rsidRPr="003278AE">
        <w:rPr>
          <w:color w:val="1F497D" w:themeColor="text2"/>
        </w:rPr>
        <w:t xml:space="preserve"> practice for </w:t>
      </w:r>
      <w:r w:rsidRPr="003278AE">
        <w:rPr>
          <w:color w:val="1F497D" w:themeColor="text2"/>
        </w:rPr>
        <w:t>test</w:t>
      </w:r>
      <w:r w:rsidR="00BF18B2" w:rsidRPr="003278AE">
        <w:rPr>
          <w:color w:val="1F497D" w:themeColor="text2"/>
        </w:rPr>
        <w:t>s,</w:t>
      </w:r>
      <w:r w:rsidR="0015256A" w:rsidRPr="003278AE">
        <w:rPr>
          <w:color w:val="1F497D" w:themeColor="text2"/>
        </w:rPr>
        <w:t xml:space="preserve"> have them sign in to </w:t>
      </w:r>
      <w:proofErr w:type="spellStart"/>
      <w:r w:rsidR="0015256A" w:rsidRPr="003278AE">
        <w:rPr>
          <w:color w:val="1F497D" w:themeColor="text2"/>
        </w:rPr>
        <w:t>MyITLab</w:t>
      </w:r>
      <w:proofErr w:type="spellEnd"/>
      <w:r w:rsidR="0015256A" w:rsidRPr="003278AE">
        <w:rPr>
          <w:color w:val="1F497D" w:themeColor="text2"/>
        </w:rPr>
        <w:t xml:space="preserve">: </w:t>
      </w:r>
      <w:r w:rsidR="0015256A" w:rsidRPr="003278AE">
        <w:rPr>
          <w:color w:val="1F497D" w:themeColor="text2"/>
        </w:rPr>
        <w:br/>
      </w:r>
      <w:hyperlink r:id="rId15" w:history="1">
        <w:r w:rsidR="0015256A" w:rsidRPr="003278AE">
          <w:rPr>
            <w:rStyle w:val="Hyperlink"/>
          </w:rPr>
          <w:t>www.myitlab.com</w:t>
        </w:r>
      </w:hyperlink>
      <w:r w:rsidRPr="003278AE">
        <w:t>.</w:t>
      </w:r>
    </w:p>
    <w:p w14:paraId="4364A461" w14:textId="77777777" w:rsidR="00BF18B2" w:rsidRPr="003278AE" w:rsidRDefault="00B0629F" w:rsidP="00251545">
      <w:pPr>
        <w:pStyle w:val="Heading2"/>
      </w:pPr>
      <w:r w:rsidRPr="003278AE">
        <w:t>ADDITIONAL WEB RESOURCES</w:t>
      </w:r>
    </w:p>
    <w:p w14:paraId="7CEDD395" w14:textId="38D2383E" w:rsidR="002867A9" w:rsidRPr="003278AE" w:rsidRDefault="002867A9" w:rsidP="000D0353">
      <w:pPr>
        <w:pStyle w:val="ListParagraph"/>
        <w:numPr>
          <w:ilvl w:val="0"/>
          <w:numId w:val="3"/>
        </w:numPr>
        <w:rPr>
          <w:color w:val="1F497D" w:themeColor="text2"/>
        </w:rPr>
      </w:pPr>
      <w:r w:rsidRPr="003278AE">
        <w:rPr>
          <w:color w:val="1F497D" w:themeColor="text2"/>
        </w:rPr>
        <w:t xml:space="preserve">Intro to Access: </w:t>
      </w:r>
      <w:hyperlink r:id="rId16" w:history="1">
        <w:r w:rsidRPr="003278AE">
          <w:rPr>
            <w:rStyle w:val="Hyperlink"/>
          </w:rPr>
          <w:t>https://support.office.com/en-us/article/video-what-is-access-f2338765-ff59-4cfc-b8ba-74059fcb1874?wt.mc_id=otc_access</w:t>
        </w:r>
      </w:hyperlink>
    </w:p>
    <w:p w14:paraId="73C47D69" w14:textId="6A7C2EEF" w:rsidR="002867A9" w:rsidRPr="003278AE" w:rsidRDefault="002867A9" w:rsidP="000D0353">
      <w:pPr>
        <w:pStyle w:val="ListParagraph"/>
        <w:numPr>
          <w:ilvl w:val="0"/>
          <w:numId w:val="3"/>
        </w:numPr>
        <w:rPr>
          <w:color w:val="1F497D" w:themeColor="text2"/>
        </w:rPr>
      </w:pPr>
      <w:r w:rsidRPr="003278AE">
        <w:rPr>
          <w:color w:val="1F497D" w:themeColor="text2"/>
        </w:rPr>
        <w:t xml:space="preserve">Get Started with Databases: </w:t>
      </w:r>
      <w:hyperlink r:id="rId17" w:history="1">
        <w:r w:rsidRPr="003278AE">
          <w:rPr>
            <w:rStyle w:val="Hyperlink"/>
          </w:rPr>
          <w:t>https://support.office.com/en-us/article/video-get-started-with-databases-457013e7-f75d-48a9-bc8a-4b816436a5a0?ui=en-US&amp;rs=en-US&amp;ad=US</w:t>
        </w:r>
      </w:hyperlink>
    </w:p>
    <w:p w14:paraId="2F9F2EAC" w14:textId="301F0B03" w:rsidR="002867A9" w:rsidRPr="003278AE" w:rsidRDefault="002867A9" w:rsidP="000D0353">
      <w:pPr>
        <w:pStyle w:val="ListParagraph"/>
        <w:numPr>
          <w:ilvl w:val="0"/>
          <w:numId w:val="3"/>
        </w:numPr>
        <w:rPr>
          <w:color w:val="1F497D" w:themeColor="text2"/>
        </w:rPr>
      </w:pPr>
      <w:r w:rsidRPr="003278AE">
        <w:rPr>
          <w:color w:val="1F497D" w:themeColor="text2"/>
        </w:rPr>
        <w:t xml:space="preserve">Get to Know Database Objects: </w:t>
      </w:r>
      <w:hyperlink r:id="rId18" w:history="1">
        <w:r w:rsidRPr="003278AE">
          <w:rPr>
            <w:rStyle w:val="Hyperlink"/>
          </w:rPr>
          <w:t>https://support.office.com/en-us/article/video-get-to-know-database-objects-020bfb91-394e-4555-84a4-5b0fd673e6d6?ui=en-US&amp;rs=en-US&amp;ad=US</w:t>
        </w:r>
      </w:hyperlink>
      <w:r w:rsidRPr="003278AE">
        <w:rPr>
          <w:color w:val="1F497D" w:themeColor="text2"/>
        </w:rPr>
        <w:t xml:space="preserve"> </w:t>
      </w:r>
    </w:p>
    <w:p w14:paraId="0702F0CA" w14:textId="467B22AB" w:rsidR="001A55DA" w:rsidRPr="003278AE" w:rsidRDefault="002867A9" w:rsidP="000D0353">
      <w:pPr>
        <w:pStyle w:val="ListParagraph"/>
        <w:numPr>
          <w:ilvl w:val="0"/>
          <w:numId w:val="3"/>
        </w:numPr>
        <w:rPr>
          <w:color w:val="1F497D" w:themeColor="text2"/>
        </w:rPr>
      </w:pPr>
      <w:r w:rsidRPr="003278AE">
        <w:rPr>
          <w:color w:val="1F497D" w:themeColor="text2"/>
        </w:rPr>
        <w:t>Create a Database in Access</w:t>
      </w:r>
      <w:r w:rsidR="00436AA3" w:rsidRPr="003278AE">
        <w:rPr>
          <w:color w:val="1F497D" w:themeColor="text2"/>
        </w:rPr>
        <w:t xml:space="preserve">: </w:t>
      </w:r>
      <w:hyperlink r:id="rId19" w:history="1">
        <w:r w:rsidRPr="003278AE">
          <w:rPr>
            <w:rStyle w:val="Hyperlink"/>
          </w:rPr>
          <w:t>https://support.office.com/en-us/article/create-a-database-in-access-f200d95b-e429-4acc-98c1-b883d4e9fc0a?wt.mc_id=otc_access</w:t>
        </w:r>
      </w:hyperlink>
      <w:r w:rsidRPr="003278AE">
        <w:rPr>
          <w:rStyle w:val="Hyperlink"/>
        </w:rPr>
        <w:t xml:space="preserve"> </w:t>
      </w:r>
    </w:p>
    <w:p w14:paraId="146390C4" w14:textId="5C0BED0F" w:rsidR="00EB3DE6" w:rsidRPr="003278AE" w:rsidRDefault="002867A9" w:rsidP="000D0353">
      <w:pPr>
        <w:pStyle w:val="ListParagraph"/>
        <w:numPr>
          <w:ilvl w:val="0"/>
          <w:numId w:val="3"/>
        </w:numPr>
        <w:rPr>
          <w:color w:val="1F497D" w:themeColor="text2"/>
        </w:rPr>
      </w:pPr>
      <w:r w:rsidRPr="003278AE">
        <w:rPr>
          <w:color w:val="1F497D" w:themeColor="text2"/>
        </w:rPr>
        <w:t>Add a Primary Key</w:t>
      </w:r>
      <w:r w:rsidR="00B43A83" w:rsidRPr="003278AE">
        <w:rPr>
          <w:color w:val="1F497D" w:themeColor="text2"/>
        </w:rPr>
        <w:t xml:space="preserve">: </w:t>
      </w:r>
      <w:hyperlink r:id="rId20" w:history="1">
        <w:r w:rsidRPr="003278AE">
          <w:rPr>
            <w:rStyle w:val="Hyperlink"/>
          </w:rPr>
          <w:t>https://support.office.com/en-us/article/add-a-primary-key-to-a-table-in-access-c6055b7f-4dfe-4516-901c-95272d74a6ff?ui=en-US&amp;rs=en-US&amp;ad=US</w:t>
        </w:r>
      </w:hyperlink>
      <w:r w:rsidRPr="003278AE">
        <w:rPr>
          <w:rStyle w:val="Hyperlink"/>
        </w:rPr>
        <w:t xml:space="preserve"> </w:t>
      </w:r>
    </w:p>
    <w:p w14:paraId="4AB55DF5" w14:textId="1D0402A2" w:rsidR="00175A1E" w:rsidRPr="003278AE" w:rsidRDefault="002867A9" w:rsidP="000D0353">
      <w:pPr>
        <w:pStyle w:val="ListParagraph"/>
        <w:numPr>
          <w:ilvl w:val="0"/>
          <w:numId w:val="3"/>
        </w:numPr>
        <w:rPr>
          <w:color w:val="1F497D" w:themeColor="text2"/>
        </w:rPr>
      </w:pPr>
      <w:r w:rsidRPr="003278AE">
        <w:rPr>
          <w:color w:val="1F497D" w:themeColor="text2"/>
        </w:rPr>
        <w:t>Back Up Your Database</w:t>
      </w:r>
      <w:r w:rsidR="00175A1E" w:rsidRPr="003278AE">
        <w:rPr>
          <w:rFonts w:ascii="Segoe UI" w:hAnsi="Segoe UI" w:cs="Segoe UI"/>
        </w:rPr>
        <w:t xml:space="preserve">: </w:t>
      </w:r>
      <w:hyperlink r:id="rId21" w:history="1">
        <w:r w:rsidRPr="003278AE">
          <w:rPr>
            <w:rStyle w:val="Hyperlink"/>
          </w:rPr>
          <w:t>https://support.office.com/en-us/article/backup-your-database-in-access-43c2c55d-b799-40b7-a724-12e50c106bf4?ui=en-US&amp;rs=en-US&amp;ad=US</w:t>
        </w:r>
      </w:hyperlink>
      <w:r w:rsidRPr="003278AE">
        <w:rPr>
          <w:rStyle w:val="Hyperlink"/>
        </w:rPr>
        <w:t xml:space="preserve"> </w:t>
      </w:r>
    </w:p>
    <w:p w14:paraId="52182123" w14:textId="56D51420" w:rsidR="002867A9" w:rsidRPr="003278AE" w:rsidRDefault="002867A9" w:rsidP="00E67239">
      <w:pPr>
        <w:pStyle w:val="ListParagraph"/>
        <w:numPr>
          <w:ilvl w:val="0"/>
          <w:numId w:val="3"/>
        </w:numPr>
        <w:rPr>
          <w:rStyle w:val="Hyperlink"/>
          <w:color w:val="1F497D" w:themeColor="text2"/>
          <w:u w:val="none"/>
        </w:rPr>
      </w:pPr>
      <w:r w:rsidRPr="003278AE">
        <w:rPr>
          <w:color w:val="1F497D" w:themeColor="text2"/>
        </w:rPr>
        <w:t>Create a Query, Form, or Report in Access</w:t>
      </w:r>
      <w:r w:rsidR="00524EF4" w:rsidRPr="003278AE">
        <w:rPr>
          <w:color w:val="1F497D" w:themeColor="text2"/>
        </w:rPr>
        <w:t xml:space="preserve">: </w:t>
      </w:r>
      <w:hyperlink r:id="rId22" w:history="1">
        <w:r w:rsidRPr="003278AE">
          <w:rPr>
            <w:rStyle w:val="Hyperlink"/>
          </w:rPr>
          <w:t>https://support.office.com/en-us/article/create-a-query-form-or-report-in-access-04eb597f-cb77-47be-83ed-1b8325b34cde?ui=en-US&amp;rs=en-US&amp;ad=US</w:t>
        </w:r>
      </w:hyperlink>
    </w:p>
    <w:p w14:paraId="10C889B7" w14:textId="33B227AA" w:rsidR="00E05F83" w:rsidRPr="003278AE" w:rsidRDefault="00E05F83" w:rsidP="00E67239">
      <w:pPr>
        <w:pStyle w:val="ListParagraph"/>
        <w:numPr>
          <w:ilvl w:val="0"/>
          <w:numId w:val="3"/>
        </w:numPr>
        <w:rPr>
          <w:rStyle w:val="Hyperlink"/>
          <w:color w:val="auto"/>
          <w:u w:val="none"/>
        </w:rPr>
      </w:pPr>
      <w:r w:rsidRPr="003278AE">
        <w:rPr>
          <w:color w:val="1F497D" w:themeColor="text2"/>
        </w:rPr>
        <w:t>Access Video Training</w:t>
      </w:r>
      <w:r w:rsidR="00B52320" w:rsidRPr="003278AE">
        <w:rPr>
          <w:color w:val="1F497D" w:themeColor="text2"/>
        </w:rPr>
        <w:t xml:space="preserve">: </w:t>
      </w:r>
      <w:hyperlink r:id="rId23" w:history="1">
        <w:r w:rsidRPr="007E364C">
          <w:rPr>
            <w:rStyle w:val="Hyperlink"/>
          </w:rPr>
          <w:t>https://support.office.com/en-us/article/access-video-training-a5ffb1ef-4cc4-4d79-a862-e2dda6ef38e6?ui=en-US&amp;rs=en-US&amp;ad=US</w:t>
        </w:r>
      </w:hyperlink>
    </w:p>
    <w:p w14:paraId="7448E081" w14:textId="0100A50D" w:rsidR="00BF18B2" w:rsidRPr="003278AE" w:rsidRDefault="00B0629F" w:rsidP="00E05F83">
      <w:pPr>
        <w:pStyle w:val="Heading2"/>
      </w:pPr>
      <w:bookmarkStart w:id="1" w:name="_PROJECTS_AND_EXERCISES"/>
      <w:bookmarkEnd w:id="1"/>
      <w:r w:rsidRPr="003278AE">
        <w:t>PROJECTS AND EXERCISES</w:t>
      </w:r>
    </w:p>
    <w:tbl>
      <w:tblPr>
        <w:tblW w:w="96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2857"/>
        <w:gridCol w:w="4613"/>
      </w:tblGrid>
      <w:tr w:rsidR="00BF18B2" w:rsidRPr="003278AE" w14:paraId="454880A2" w14:textId="77777777" w:rsidTr="00DA3EFB">
        <w:tc>
          <w:tcPr>
            <w:tcW w:w="2160" w:type="dxa"/>
            <w:shd w:val="clear" w:color="auto" w:fill="auto"/>
          </w:tcPr>
          <w:p w14:paraId="2AD9A0FD" w14:textId="77777777" w:rsidR="00BF18B2" w:rsidRPr="003278AE" w:rsidRDefault="00BF18B2" w:rsidP="00BF18B2">
            <w:pPr>
              <w:jc w:val="right"/>
              <w:rPr>
                <w:rFonts w:cstheme="minorHAnsi"/>
                <w:color w:val="1F497D" w:themeColor="text2"/>
              </w:rPr>
            </w:pPr>
          </w:p>
        </w:tc>
        <w:tc>
          <w:tcPr>
            <w:tcW w:w="2857" w:type="dxa"/>
            <w:shd w:val="clear" w:color="auto" w:fill="auto"/>
          </w:tcPr>
          <w:p w14:paraId="7A01C194" w14:textId="77777777" w:rsidR="00BF18B2" w:rsidRPr="003278AE" w:rsidRDefault="00BF18B2" w:rsidP="00BF18B2">
            <w:pPr>
              <w:jc w:val="center"/>
              <w:rPr>
                <w:rFonts w:cstheme="minorHAnsi"/>
                <w:b/>
                <w:color w:val="1F497D" w:themeColor="text2"/>
              </w:rPr>
            </w:pPr>
            <w:r w:rsidRPr="003278AE">
              <w:rPr>
                <w:rFonts w:cstheme="minorHAnsi"/>
                <w:b/>
                <w:color w:val="1F497D" w:themeColor="text2"/>
              </w:rPr>
              <w:t>Data file</w:t>
            </w:r>
          </w:p>
        </w:tc>
        <w:tc>
          <w:tcPr>
            <w:tcW w:w="4613" w:type="dxa"/>
            <w:shd w:val="clear" w:color="auto" w:fill="auto"/>
          </w:tcPr>
          <w:p w14:paraId="306C4965" w14:textId="77777777" w:rsidR="00BF18B2" w:rsidRPr="003278AE" w:rsidRDefault="00BF18B2" w:rsidP="00BF18B2">
            <w:pPr>
              <w:jc w:val="center"/>
              <w:rPr>
                <w:rFonts w:cstheme="minorHAnsi"/>
                <w:b/>
                <w:color w:val="1F497D" w:themeColor="text2"/>
              </w:rPr>
            </w:pPr>
            <w:r w:rsidRPr="003278AE">
              <w:rPr>
                <w:rFonts w:cstheme="minorHAnsi"/>
                <w:b/>
                <w:color w:val="1F497D" w:themeColor="text2"/>
              </w:rPr>
              <w:t>Save As</w:t>
            </w:r>
          </w:p>
        </w:tc>
      </w:tr>
      <w:tr w:rsidR="00BF18B2" w:rsidRPr="003278AE" w14:paraId="4219AE4D" w14:textId="77777777" w:rsidTr="00DA3EFB">
        <w:tc>
          <w:tcPr>
            <w:tcW w:w="2160" w:type="dxa"/>
            <w:shd w:val="clear" w:color="auto" w:fill="auto"/>
            <w:vAlign w:val="center"/>
          </w:tcPr>
          <w:p w14:paraId="097B91A2" w14:textId="77777777" w:rsidR="00BF18B2" w:rsidRPr="003278AE" w:rsidRDefault="00BF18B2" w:rsidP="007E09C6">
            <w:pPr>
              <w:rPr>
                <w:rFonts w:cstheme="minorHAnsi"/>
                <w:color w:val="1F497D" w:themeColor="text2"/>
              </w:rPr>
            </w:pPr>
            <w:r w:rsidRPr="003278AE">
              <w:rPr>
                <w:rFonts w:cstheme="minorHAnsi"/>
                <w:color w:val="1F497D" w:themeColor="text2"/>
              </w:rPr>
              <w:t>Hands-On Exercise 1</w:t>
            </w:r>
          </w:p>
        </w:tc>
        <w:tc>
          <w:tcPr>
            <w:tcW w:w="2857" w:type="dxa"/>
            <w:shd w:val="clear" w:color="auto" w:fill="auto"/>
            <w:vAlign w:val="center"/>
          </w:tcPr>
          <w:p w14:paraId="648EB1F7" w14:textId="58B8435C" w:rsidR="00BF18B2" w:rsidRPr="003278AE" w:rsidRDefault="00E9675D" w:rsidP="007E09C6">
            <w:pPr>
              <w:rPr>
                <w:rFonts w:cstheme="minorHAnsi"/>
                <w:color w:val="1F497D" w:themeColor="text2"/>
              </w:rPr>
            </w:pPr>
            <w:r w:rsidRPr="003278AE">
              <w:rPr>
                <w:rFonts w:cstheme="minorHAnsi"/>
                <w:color w:val="1F497D" w:themeColor="text2"/>
              </w:rPr>
              <w:t>a01</w:t>
            </w:r>
            <w:r w:rsidR="00763DB3" w:rsidRPr="003278AE">
              <w:rPr>
                <w:rFonts w:cstheme="minorHAnsi"/>
                <w:color w:val="1F497D" w:themeColor="text2"/>
              </w:rPr>
              <w:t>h1</w:t>
            </w:r>
            <w:r w:rsidR="00E05F83" w:rsidRPr="003278AE">
              <w:rPr>
                <w:rFonts w:cstheme="minorHAnsi"/>
                <w:color w:val="1F497D" w:themeColor="text2"/>
              </w:rPr>
              <w:t>Traders.accdb</w:t>
            </w:r>
          </w:p>
        </w:tc>
        <w:tc>
          <w:tcPr>
            <w:tcW w:w="4613" w:type="dxa"/>
            <w:shd w:val="clear" w:color="auto" w:fill="auto"/>
            <w:vAlign w:val="center"/>
          </w:tcPr>
          <w:p w14:paraId="514E40D3" w14:textId="31955884" w:rsidR="00BF18B2" w:rsidRPr="003278AE" w:rsidRDefault="00E9675D" w:rsidP="007E09C6">
            <w:pPr>
              <w:rPr>
                <w:rFonts w:cstheme="minorHAnsi"/>
                <w:color w:val="1F497D" w:themeColor="text2"/>
              </w:rPr>
            </w:pPr>
            <w:r w:rsidRPr="003278AE">
              <w:rPr>
                <w:rFonts w:cstheme="minorHAnsi"/>
                <w:color w:val="1F497D" w:themeColor="text2"/>
              </w:rPr>
              <w:t>a01</w:t>
            </w:r>
            <w:r w:rsidR="00763DB3" w:rsidRPr="003278AE">
              <w:rPr>
                <w:rFonts w:cstheme="minorHAnsi"/>
                <w:color w:val="1F497D" w:themeColor="text2"/>
              </w:rPr>
              <w:t>h1</w:t>
            </w:r>
            <w:r w:rsidR="00E05F83" w:rsidRPr="003278AE">
              <w:rPr>
                <w:rFonts w:cstheme="minorHAnsi"/>
                <w:color w:val="1F497D" w:themeColor="text2"/>
              </w:rPr>
              <w:t>Traders</w:t>
            </w:r>
            <w:r w:rsidR="00A63C29" w:rsidRPr="003278AE">
              <w:rPr>
                <w:rFonts w:cstheme="minorHAnsi"/>
                <w:color w:val="1F497D" w:themeColor="text2"/>
              </w:rPr>
              <w:t>_LastFirst</w:t>
            </w:r>
            <w:r w:rsidR="0015256A" w:rsidRPr="003278AE">
              <w:rPr>
                <w:rFonts w:cstheme="minorHAnsi"/>
                <w:color w:val="1F497D" w:themeColor="text2"/>
              </w:rPr>
              <w:t>.</w:t>
            </w:r>
            <w:r w:rsidR="00E05F83" w:rsidRPr="003278AE">
              <w:rPr>
                <w:rFonts w:cstheme="minorHAnsi"/>
                <w:color w:val="1F497D" w:themeColor="text2"/>
              </w:rPr>
              <w:t>accdb</w:t>
            </w:r>
            <w:r w:rsidR="007E09C6">
              <w:rPr>
                <w:rFonts w:cstheme="minorHAnsi"/>
                <w:color w:val="1F497D" w:themeColor="text2"/>
              </w:rPr>
              <w:br/>
            </w:r>
            <w:r w:rsidR="007E09C6" w:rsidRPr="007E09C6">
              <w:rPr>
                <w:rFonts w:cstheme="minorHAnsi"/>
                <w:color w:val="1F497D" w:themeColor="text2"/>
              </w:rPr>
              <w:t>a01h1Traders_LastFirst_CurrentDate.accdb</w:t>
            </w:r>
          </w:p>
        </w:tc>
      </w:tr>
      <w:tr w:rsidR="00BF18B2" w:rsidRPr="003278AE" w14:paraId="09DF1542" w14:textId="77777777" w:rsidTr="00DA3EFB">
        <w:tc>
          <w:tcPr>
            <w:tcW w:w="2160" w:type="dxa"/>
            <w:shd w:val="clear" w:color="auto" w:fill="auto"/>
            <w:vAlign w:val="center"/>
          </w:tcPr>
          <w:p w14:paraId="6E409D08" w14:textId="77777777" w:rsidR="00BF18B2" w:rsidRPr="003278AE" w:rsidRDefault="00BF18B2" w:rsidP="007E09C6">
            <w:pPr>
              <w:rPr>
                <w:rFonts w:cstheme="minorHAnsi"/>
                <w:color w:val="1F497D" w:themeColor="text2"/>
              </w:rPr>
            </w:pPr>
            <w:r w:rsidRPr="003278AE">
              <w:rPr>
                <w:rFonts w:cstheme="minorHAnsi"/>
                <w:color w:val="1F497D" w:themeColor="text2"/>
              </w:rPr>
              <w:t>Hands-On Exercise 2</w:t>
            </w:r>
          </w:p>
        </w:tc>
        <w:tc>
          <w:tcPr>
            <w:tcW w:w="2857" w:type="dxa"/>
            <w:shd w:val="clear" w:color="auto" w:fill="auto"/>
            <w:vAlign w:val="center"/>
          </w:tcPr>
          <w:p w14:paraId="3FD52CAC" w14:textId="5AAF0E21" w:rsidR="00BF18B2" w:rsidRPr="003278AE" w:rsidRDefault="00E9675D" w:rsidP="007E09C6">
            <w:pPr>
              <w:rPr>
                <w:rFonts w:cstheme="minorHAnsi"/>
                <w:color w:val="1F497D" w:themeColor="text2"/>
              </w:rPr>
            </w:pPr>
            <w:r w:rsidRPr="003278AE">
              <w:rPr>
                <w:rFonts w:cstheme="minorHAnsi"/>
                <w:color w:val="1F497D" w:themeColor="text2"/>
              </w:rPr>
              <w:t>a01</w:t>
            </w:r>
            <w:r w:rsidR="00FB3291" w:rsidRPr="003278AE">
              <w:rPr>
                <w:rFonts w:cstheme="minorHAnsi"/>
                <w:color w:val="1F497D" w:themeColor="text2"/>
              </w:rPr>
              <w:t>h1</w:t>
            </w:r>
            <w:r w:rsidR="00E05F83" w:rsidRPr="003278AE">
              <w:rPr>
                <w:rFonts w:cstheme="minorHAnsi"/>
                <w:color w:val="1F497D" w:themeColor="text2"/>
              </w:rPr>
              <w:t>Traders</w:t>
            </w:r>
            <w:r w:rsidR="00FB3291" w:rsidRPr="003278AE">
              <w:rPr>
                <w:rFonts w:cstheme="minorHAnsi"/>
                <w:color w:val="1F497D" w:themeColor="text2"/>
              </w:rPr>
              <w:t>_LastFirst</w:t>
            </w:r>
            <w:r w:rsidR="0015256A" w:rsidRPr="003278AE">
              <w:rPr>
                <w:rFonts w:cstheme="minorHAnsi"/>
                <w:color w:val="1F497D" w:themeColor="text2"/>
              </w:rPr>
              <w:t>.</w:t>
            </w:r>
            <w:r w:rsidR="00E05F83" w:rsidRPr="003278AE">
              <w:rPr>
                <w:rFonts w:cstheme="minorHAnsi"/>
                <w:color w:val="1F497D" w:themeColor="text2"/>
              </w:rPr>
              <w:t>accdb</w:t>
            </w:r>
          </w:p>
        </w:tc>
        <w:tc>
          <w:tcPr>
            <w:tcW w:w="4613" w:type="dxa"/>
            <w:shd w:val="clear" w:color="auto" w:fill="auto"/>
            <w:vAlign w:val="center"/>
          </w:tcPr>
          <w:p w14:paraId="701FAA8F" w14:textId="3CFB4DF6" w:rsidR="00BF18B2" w:rsidRPr="003278AE" w:rsidRDefault="00E9675D" w:rsidP="007E09C6">
            <w:pPr>
              <w:rPr>
                <w:rFonts w:cstheme="minorHAnsi"/>
                <w:color w:val="1F497D" w:themeColor="text2"/>
              </w:rPr>
            </w:pPr>
            <w:r w:rsidRPr="003278AE">
              <w:rPr>
                <w:rFonts w:cstheme="minorHAnsi"/>
                <w:color w:val="1F497D" w:themeColor="text2"/>
              </w:rPr>
              <w:t>a01</w:t>
            </w:r>
            <w:r w:rsidR="00FB3291" w:rsidRPr="003278AE">
              <w:rPr>
                <w:rFonts w:cstheme="minorHAnsi"/>
                <w:color w:val="1F497D" w:themeColor="text2"/>
              </w:rPr>
              <w:t>h2</w:t>
            </w:r>
            <w:r w:rsidR="00E05F83" w:rsidRPr="003278AE">
              <w:rPr>
                <w:rFonts w:cstheme="minorHAnsi"/>
                <w:color w:val="1F497D" w:themeColor="text2"/>
              </w:rPr>
              <w:t>Traders</w:t>
            </w:r>
            <w:r w:rsidR="00FB3291" w:rsidRPr="003278AE">
              <w:rPr>
                <w:rFonts w:cstheme="minorHAnsi"/>
                <w:color w:val="1F497D" w:themeColor="text2"/>
              </w:rPr>
              <w:t>_LastFirst</w:t>
            </w:r>
            <w:r w:rsidR="0015256A" w:rsidRPr="003278AE">
              <w:rPr>
                <w:rFonts w:cstheme="minorHAnsi"/>
                <w:color w:val="1F497D" w:themeColor="text2"/>
              </w:rPr>
              <w:t>.</w:t>
            </w:r>
            <w:r w:rsidR="00E05F83" w:rsidRPr="003278AE">
              <w:rPr>
                <w:rFonts w:cstheme="minorHAnsi"/>
                <w:color w:val="1F497D" w:themeColor="text2"/>
              </w:rPr>
              <w:t>accdb</w:t>
            </w:r>
          </w:p>
        </w:tc>
      </w:tr>
      <w:tr w:rsidR="00BF18B2" w:rsidRPr="003278AE" w14:paraId="70BC4A11" w14:textId="77777777" w:rsidTr="00DA3EFB">
        <w:tc>
          <w:tcPr>
            <w:tcW w:w="2160" w:type="dxa"/>
            <w:shd w:val="clear" w:color="auto" w:fill="auto"/>
            <w:vAlign w:val="center"/>
          </w:tcPr>
          <w:p w14:paraId="4E3F2844" w14:textId="77777777" w:rsidR="00BF18B2" w:rsidRPr="003278AE" w:rsidRDefault="00BF18B2" w:rsidP="007E09C6">
            <w:pPr>
              <w:rPr>
                <w:rFonts w:cstheme="minorHAnsi"/>
                <w:color w:val="1F497D" w:themeColor="text2"/>
              </w:rPr>
            </w:pPr>
            <w:r w:rsidRPr="003278AE">
              <w:rPr>
                <w:rFonts w:cstheme="minorHAnsi"/>
                <w:color w:val="1F497D" w:themeColor="text2"/>
              </w:rPr>
              <w:lastRenderedPageBreak/>
              <w:t>Hands-On Exercise 3</w:t>
            </w:r>
          </w:p>
        </w:tc>
        <w:tc>
          <w:tcPr>
            <w:tcW w:w="2857" w:type="dxa"/>
            <w:shd w:val="clear" w:color="auto" w:fill="auto"/>
            <w:vAlign w:val="center"/>
          </w:tcPr>
          <w:p w14:paraId="67F8A7BF" w14:textId="741DC0EC" w:rsidR="00BF18B2" w:rsidRPr="003278AE" w:rsidRDefault="00E9675D" w:rsidP="007E09C6">
            <w:pPr>
              <w:rPr>
                <w:rFonts w:cstheme="minorHAnsi"/>
                <w:color w:val="1F497D" w:themeColor="text2"/>
              </w:rPr>
            </w:pPr>
            <w:r w:rsidRPr="003278AE">
              <w:rPr>
                <w:rFonts w:cstheme="minorHAnsi"/>
                <w:color w:val="1F497D" w:themeColor="text2"/>
              </w:rPr>
              <w:t>a01</w:t>
            </w:r>
            <w:r w:rsidR="00C51DFC" w:rsidRPr="003278AE">
              <w:rPr>
                <w:rFonts w:cstheme="minorHAnsi"/>
                <w:color w:val="1F497D" w:themeColor="text2"/>
              </w:rPr>
              <w:t>h2</w:t>
            </w:r>
            <w:r w:rsidR="00E05F83" w:rsidRPr="003278AE">
              <w:rPr>
                <w:rFonts w:cstheme="minorHAnsi"/>
                <w:color w:val="1F497D" w:themeColor="text2"/>
              </w:rPr>
              <w:t>Traders</w:t>
            </w:r>
            <w:r w:rsidR="00C51DFC" w:rsidRPr="003278AE">
              <w:rPr>
                <w:rFonts w:cstheme="minorHAnsi"/>
                <w:color w:val="1F497D" w:themeColor="text2"/>
              </w:rPr>
              <w:t>_LastFirst</w:t>
            </w:r>
          </w:p>
        </w:tc>
        <w:tc>
          <w:tcPr>
            <w:tcW w:w="4613" w:type="dxa"/>
            <w:shd w:val="clear" w:color="auto" w:fill="auto"/>
            <w:vAlign w:val="center"/>
          </w:tcPr>
          <w:p w14:paraId="49482B92" w14:textId="4E725A1F" w:rsidR="00BF18B2" w:rsidRPr="003278AE" w:rsidRDefault="00E9675D" w:rsidP="007E09C6">
            <w:pPr>
              <w:rPr>
                <w:rFonts w:cstheme="minorHAnsi"/>
                <w:color w:val="1F497D" w:themeColor="text2"/>
              </w:rPr>
            </w:pPr>
            <w:r w:rsidRPr="003278AE">
              <w:rPr>
                <w:rFonts w:cstheme="minorHAnsi"/>
                <w:color w:val="1F497D" w:themeColor="text2"/>
              </w:rPr>
              <w:t>a0</w:t>
            </w:r>
            <w:r w:rsidR="00C51DFC" w:rsidRPr="003278AE">
              <w:rPr>
                <w:rFonts w:cstheme="minorHAnsi"/>
                <w:color w:val="1F497D" w:themeColor="text2"/>
              </w:rPr>
              <w:t>4h3</w:t>
            </w:r>
            <w:r w:rsidR="00E05F83" w:rsidRPr="003278AE">
              <w:rPr>
                <w:rFonts w:cstheme="minorHAnsi"/>
                <w:color w:val="1F497D" w:themeColor="text2"/>
              </w:rPr>
              <w:t>Traders</w:t>
            </w:r>
            <w:r w:rsidR="00C51DFC" w:rsidRPr="003278AE">
              <w:rPr>
                <w:rFonts w:cstheme="minorHAnsi"/>
                <w:color w:val="1F497D" w:themeColor="text2"/>
              </w:rPr>
              <w:t>_LastFirst</w:t>
            </w:r>
            <w:r w:rsidR="0015256A" w:rsidRPr="003278AE">
              <w:rPr>
                <w:rFonts w:cstheme="minorHAnsi"/>
                <w:color w:val="1F497D" w:themeColor="text2"/>
              </w:rPr>
              <w:t>.</w:t>
            </w:r>
            <w:r w:rsidR="00E05F83" w:rsidRPr="003278AE">
              <w:rPr>
                <w:rFonts w:cstheme="minorHAnsi"/>
                <w:color w:val="1F497D" w:themeColor="text2"/>
              </w:rPr>
              <w:t>accdb</w:t>
            </w:r>
          </w:p>
        </w:tc>
      </w:tr>
      <w:tr w:rsidR="00A3576A" w:rsidRPr="003278AE" w14:paraId="2E983480" w14:textId="77777777" w:rsidTr="00DA3EFB">
        <w:tc>
          <w:tcPr>
            <w:tcW w:w="2160" w:type="dxa"/>
            <w:shd w:val="clear" w:color="auto" w:fill="auto"/>
            <w:vAlign w:val="center"/>
          </w:tcPr>
          <w:p w14:paraId="027259B4" w14:textId="77777777" w:rsidR="00A3576A" w:rsidRPr="003278AE" w:rsidRDefault="00A3576A" w:rsidP="007E09C6">
            <w:pPr>
              <w:rPr>
                <w:rFonts w:cstheme="minorHAnsi"/>
                <w:color w:val="1F497D" w:themeColor="text2"/>
              </w:rPr>
            </w:pPr>
            <w:r w:rsidRPr="003278AE">
              <w:rPr>
                <w:rFonts w:cstheme="minorHAnsi"/>
                <w:color w:val="1F497D" w:themeColor="text2"/>
              </w:rPr>
              <w:t>Practice Exercise 1</w:t>
            </w:r>
          </w:p>
        </w:tc>
        <w:tc>
          <w:tcPr>
            <w:tcW w:w="2857" w:type="dxa"/>
            <w:shd w:val="clear" w:color="auto" w:fill="auto"/>
            <w:vAlign w:val="center"/>
          </w:tcPr>
          <w:p w14:paraId="77E7F4AD" w14:textId="295EC151" w:rsidR="00A3576A" w:rsidRPr="003278AE" w:rsidRDefault="00E9675D" w:rsidP="007E09C6">
            <w:pPr>
              <w:rPr>
                <w:rFonts w:cstheme="minorHAnsi"/>
                <w:color w:val="1F497D" w:themeColor="text2"/>
              </w:rPr>
            </w:pPr>
            <w:r w:rsidRPr="003278AE">
              <w:rPr>
                <w:rFonts w:cstheme="minorHAnsi"/>
                <w:color w:val="1F497D" w:themeColor="text2"/>
              </w:rPr>
              <w:t>a01</w:t>
            </w:r>
            <w:r w:rsidR="003924C1" w:rsidRPr="003278AE">
              <w:rPr>
                <w:rFonts w:cstheme="minorHAnsi"/>
                <w:color w:val="1F497D" w:themeColor="text2"/>
              </w:rPr>
              <w:t>p1</w:t>
            </w:r>
            <w:r w:rsidR="00E05F83" w:rsidRPr="003278AE">
              <w:rPr>
                <w:rFonts w:cstheme="minorHAnsi"/>
                <w:color w:val="1F497D" w:themeColor="text2"/>
              </w:rPr>
              <w:t>Replace</w:t>
            </w:r>
            <w:r w:rsidR="0015256A" w:rsidRPr="003278AE">
              <w:rPr>
                <w:rFonts w:cstheme="minorHAnsi"/>
                <w:color w:val="1F497D" w:themeColor="text2"/>
              </w:rPr>
              <w:t>.</w:t>
            </w:r>
            <w:r w:rsidR="00E05F83" w:rsidRPr="003278AE">
              <w:rPr>
                <w:rFonts w:cstheme="minorHAnsi"/>
                <w:color w:val="1F497D" w:themeColor="text2"/>
              </w:rPr>
              <w:t>accdb</w:t>
            </w:r>
          </w:p>
        </w:tc>
        <w:tc>
          <w:tcPr>
            <w:tcW w:w="4613" w:type="dxa"/>
            <w:shd w:val="clear" w:color="auto" w:fill="auto"/>
            <w:vAlign w:val="center"/>
          </w:tcPr>
          <w:p w14:paraId="18A28A16" w14:textId="42A26BDF" w:rsidR="00A3576A" w:rsidRPr="003278AE" w:rsidRDefault="00E9675D" w:rsidP="007E09C6">
            <w:pPr>
              <w:rPr>
                <w:rFonts w:cstheme="minorHAnsi"/>
                <w:color w:val="1F497D" w:themeColor="text2"/>
              </w:rPr>
            </w:pPr>
            <w:r w:rsidRPr="003278AE">
              <w:rPr>
                <w:rFonts w:cstheme="minorHAnsi"/>
                <w:color w:val="1F497D" w:themeColor="text2"/>
              </w:rPr>
              <w:t>a01</w:t>
            </w:r>
            <w:r w:rsidR="003924C1" w:rsidRPr="003278AE">
              <w:rPr>
                <w:rFonts w:cstheme="minorHAnsi"/>
                <w:color w:val="1F497D" w:themeColor="text2"/>
              </w:rPr>
              <w:t>p1</w:t>
            </w:r>
            <w:r w:rsidR="00E05F83" w:rsidRPr="003278AE">
              <w:rPr>
                <w:rFonts w:cstheme="minorHAnsi"/>
                <w:color w:val="1F497D" w:themeColor="text2"/>
              </w:rPr>
              <w:t>Replace</w:t>
            </w:r>
            <w:r w:rsidR="003924C1" w:rsidRPr="003278AE">
              <w:rPr>
                <w:rFonts w:cstheme="minorHAnsi"/>
                <w:color w:val="1F497D" w:themeColor="text2"/>
              </w:rPr>
              <w:t>_LastFirst</w:t>
            </w:r>
            <w:r w:rsidR="0015256A" w:rsidRPr="003278AE">
              <w:rPr>
                <w:rFonts w:cstheme="minorHAnsi"/>
                <w:color w:val="1F497D" w:themeColor="text2"/>
              </w:rPr>
              <w:t>.</w:t>
            </w:r>
            <w:r w:rsidR="00E05F83" w:rsidRPr="003278AE">
              <w:rPr>
                <w:rFonts w:cstheme="minorHAnsi"/>
                <w:color w:val="1F497D" w:themeColor="text2"/>
              </w:rPr>
              <w:t>accdb</w:t>
            </w:r>
            <w:r w:rsidR="007E09C6">
              <w:rPr>
                <w:rFonts w:cstheme="minorHAnsi"/>
                <w:color w:val="1F497D" w:themeColor="text2"/>
              </w:rPr>
              <w:br/>
            </w:r>
            <w:r w:rsidR="007E09C6" w:rsidRPr="007E09C6">
              <w:rPr>
                <w:rFonts w:cstheme="minorHAnsi"/>
                <w:color w:val="1F497D" w:themeColor="text2"/>
              </w:rPr>
              <w:t>a01p1Replace_LastFirst_CurrentDate.accdb</w:t>
            </w:r>
          </w:p>
        </w:tc>
      </w:tr>
      <w:tr w:rsidR="00A3576A" w:rsidRPr="003278AE" w14:paraId="1E94998B" w14:textId="77777777" w:rsidTr="00DA3EFB">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022E96B" w14:textId="77777777" w:rsidR="00A3576A" w:rsidRPr="003278AE" w:rsidRDefault="00A3576A" w:rsidP="007E09C6">
            <w:pPr>
              <w:rPr>
                <w:rFonts w:cstheme="minorHAnsi"/>
                <w:color w:val="1F497D" w:themeColor="text2"/>
              </w:rPr>
            </w:pPr>
            <w:r w:rsidRPr="003278AE">
              <w:rPr>
                <w:rFonts w:cstheme="minorHAnsi"/>
                <w:color w:val="1F497D" w:themeColor="text2"/>
              </w:rPr>
              <w:t>Practice Exercise 2</w:t>
            </w:r>
          </w:p>
        </w:tc>
        <w:tc>
          <w:tcPr>
            <w:tcW w:w="2857" w:type="dxa"/>
            <w:tcBorders>
              <w:top w:val="single" w:sz="4" w:space="0" w:color="auto"/>
              <w:left w:val="single" w:sz="4" w:space="0" w:color="auto"/>
              <w:bottom w:val="single" w:sz="4" w:space="0" w:color="auto"/>
              <w:right w:val="single" w:sz="4" w:space="0" w:color="auto"/>
            </w:tcBorders>
            <w:shd w:val="clear" w:color="auto" w:fill="auto"/>
            <w:vAlign w:val="center"/>
          </w:tcPr>
          <w:p w14:paraId="76617C51" w14:textId="4331E21B" w:rsidR="00A3576A" w:rsidRPr="003278AE" w:rsidRDefault="00E9675D" w:rsidP="007E09C6">
            <w:pPr>
              <w:rPr>
                <w:rFonts w:cstheme="minorHAnsi"/>
                <w:color w:val="1F497D" w:themeColor="text2"/>
              </w:rPr>
            </w:pPr>
            <w:r w:rsidRPr="003278AE">
              <w:rPr>
                <w:rFonts w:cstheme="minorHAnsi"/>
                <w:color w:val="1F497D" w:themeColor="text2"/>
              </w:rPr>
              <w:t>a01</w:t>
            </w:r>
            <w:r w:rsidR="008410E3" w:rsidRPr="003278AE">
              <w:rPr>
                <w:rFonts w:cstheme="minorHAnsi"/>
                <w:color w:val="1F497D" w:themeColor="text2"/>
              </w:rPr>
              <w:t>p2</w:t>
            </w:r>
            <w:r w:rsidR="00E05F83" w:rsidRPr="003278AE">
              <w:rPr>
                <w:rFonts w:cstheme="minorHAnsi"/>
                <w:color w:val="1F497D" w:themeColor="text2"/>
              </w:rPr>
              <w:t>Coffee</w:t>
            </w:r>
            <w:r w:rsidR="0015256A" w:rsidRPr="003278AE">
              <w:rPr>
                <w:rFonts w:cstheme="minorHAnsi"/>
                <w:color w:val="1F497D" w:themeColor="text2"/>
              </w:rPr>
              <w:t>.</w:t>
            </w:r>
            <w:r w:rsidR="00E05F83" w:rsidRPr="003278AE">
              <w:rPr>
                <w:rFonts w:cstheme="minorHAnsi"/>
                <w:color w:val="1F497D" w:themeColor="text2"/>
              </w:rPr>
              <w:t>accdb</w:t>
            </w:r>
          </w:p>
        </w:tc>
        <w:tc>
          <w:tcPr>
            <w:tcW w:w="4613" w:type="dxa"/>
            <w:tcBorders>
              <w:top w:val="single" w:sz="4" w:space="0" w:color="auto"/>
              <w:left w:val="single" w:sz="4" w:space="0" w:color="auto"/>
              <w:bottom w:val="single" w:sz="4" w:space="0" w:color="auto"/>
              <w:right w:val="single" w:sz="4" w:space="0" w:color="auto"/>
            </w:tcBorders>
            <w:shd w:val="clear" w:color="auto" w:fill="auto"/>
            <w:vAlign w:val="center"/>
          </w:tcPr>
          <w:p w14:paraId="14EB3673" w14:textId="65DC8FE4" w:rsidR="00A3576A" w:rsidRPr="003278AE" w:rsidRDefault="00E9675D" w:rsidP="007E09C6">
            <w:pPr>
              <w:rPr>
                <w:rFonts w:cstheme="minorHAnsi"/>
                <w:color w:val="1F497D" w:themeColor="text2"/>
              </w:rPr>
            </w:pPr>
            <w:r w:rsidRPr="003278AE">
              <w:rPr>
                <w:rFonts w:cstheme="minorHAnsi"/>
                <w:color w:val="1F497D" w:themeColor="text2"/>
              </w:rPr>
              <w:t>a01</w:t>
            </w:r>
            <w:r w:rsidR="008410E3" w:rsidRPr="003278AE">
              <w:rPr>
                <w:rFonts w:cstheme="minorHAnsi"/>
                <w:color w:val="1F497D" w:themeColor="text2"/>
              </w:rPr>
              <w:t>p2</w:t>
            </w:r>
            <w:r w:rsidR="00E05F83" w:rsidRPr="003278AE">
              <w:rPr>
                <w:rFonts w:cstheme="minorHAnsi"/>
                <w:color w:val="1F497D" w:themeColor="text2"/>
              </w:rPr>
              <w:t>Coffee</w:t>
            </w:r>
            <w:r w:rsidR="008410E3" w:rsidRPr="003278AE">
              <w:rPr>
                <w:rFonts w:cstheme="minorHAnsi"/>
                <w:color w:val="1F497D" w:themeColor="text2"/>
              </w:rPr>
              <w:t>_LastFirst</w:t>
            </w:r>
            <w:r w:rsidR="0015256A" w:rsidRPr="003278AE">
              <w:rPr>
                <w:rFonts w:cstheme="minorHAnsi"/>
                <w:color w:val="1F497D" w:themeColor="text2"/>
              </w:rPr>
              <w:t>.</w:t>
            </w:r>
            <w:r w:rsidR="00E05F83" w:rsidRPr="003278AE">
              <w:rPr>
                <w:rFonts w:cstheme="minorHAnsi"/>
                <w:color w:val="1F497D" w:themeColor="text2"/>
              </w:rPr>
              <w:t>accdb</w:t>
            </w:r>
            <w:r w:rsidR="007E09C6">
              <w:rPr>
                <w:rFonts w:cstheme="minorHAnsi"/>
                <w:color w:val="1F497D" w:themeColor="text2"/>
              </w:rPr>
              <w:br/>
            </w:r>
            <w:r w:rsidR="007E09C6" w:rsidRPr="007E09C6">
              <w:rPr>
                <w:rFonts w:cstheme="minorHAnsi"/>
                <w:color w:val="1F497D" w:themeColor="text2"/>
              </w:rPr>
              <w:t>a01p2Coffee_LastFirst_CurrentDate.accdb</w:t>
            </w:r>
          </w:p>
        </w:tc>
      </w:tr>
      <w:tr w:rsidR="00E05F83" w:rsidRPr="003278AE" w14:paraId="42F51FB6" w14:textId="77777777" w:rsidTr="00DA3EFB">
        <w:tc>
          <w:tcPr>
            <w:tcW w:w="2160" w:type="dxa"/>
            <w:shd w:val="clear" w:color="auto" w:fill="auto"/>
            <w:vAlign w:val="center"/>
          </w:tcPr>
          <w:p w14:paraId="2294D4DD" w14:textId="6B262FE6" w:rsidR="00E05F83" w:rsidRPr="003278AE" w:rsidRDefault="00E05F83" w:rsidP="007E09C6">
            <w:pPr>
              <w:rPr>
                <w:rFonts w:cstheme="minorHAnsi"/>
                <w:color w:val="1F497D" w:themeColor="text2"/>
              </w:rPr>
            </w:pPr>
            <w:r w:rsidRPr="003278AE">
              <w:rPr>
                <w:rFonts w:cstheme="minorHAnsi"/>
                <w:color w:val="1F497D" w:themeColor="text2"/>
              </w:rPr>
              <w:t>Practice Exercise 3</w:t>
            </w:r>
          </w:p>
        </w:tc>
        <w:tc>
          <w:tcPr>
            <w:tcW w:w="2857" w:type="dxa"/>
            <w:shd w:val="clear" w:color="auto" w:fill="auto"/>
            <w:vAlign w:val="center"/>
          </w:tcPr>
          <w:p w14:paraId="42B6EFFC" w14:textId="0747A33A" w:rsidR="00E05F83" w:rsidRPr="003278AE" w:rsidRDefault="00E05F83" w:rsidP="007E09C6">
            <w:pPr>
              <w:rPr>
                <w:rFonts w:cstheme="minorHAnsi"/>
                <w:color w:val="1F497D" w:themeColor="text2"/>
              </w:rPr>
            </w:pPr>
            <w:r w:rsidRPr="003278AE">
              <w:rPr>
                <w:rFonts w:cstheme="minorHAnsi"/>
                <w:color w:val="1F497D" w:themeColor="text2"/>
              </w:rPr>
              <w:t>Nutrition Tracking Template</w:t>
            </w:r>
          </w:p>
        </w:tc>
        <w:tc>
          <w:tcPr>
            <w:tcW w:w="4613" w:type="dxa"/>
            <w:shd w:val="clear" w:color="auto" w:fill="auto"/>
            <w:vAlign w:val="center"/>
          </w:tcPr>
          <w:p w14:paraId="7F217E3E" w14:textId="37B50E39" w:rsidR="00E05F83" w:rsidRPr="003278AE" w:rsidRDefault="00D60DE5" w:rsidP="007E09C6">
            <w:pPr>
              <w:rPr>
                <w:rFonts w:cstheme="minorHAnsi"/>
                <w:color w:val="1F497D" w:themeColor="text2"/>
              </w:rPr>
            </w:pPr>
            <w:r>
              <w:rPr>
                <w:rFonts w:cstheme="minorHAnsi"/>
                <w:color w:val="1F497D" w:themeColor="text2"/>
              </w:rPr>
              <w:t>a</w:t>
            </w:r>
            <w:r w:rsidR="00E05F83" w:rsidRPr="003278AE">
              <w:rPr>
                <w:rFonts w:cstheme="minorHAnsi"/>
                <w:color w:val="1F497D" w:themeColor="text2"/>
              </w:rPr>
              <w:t>01p3Nutrition_LastFirst.accdb</w:t>
            </w:r>
            <w:r w:rsidR="007E09C6">
              <w:rPr>
                <w:rFonts w:cstheme="minorHAnsi"/>
                <w:color w:val="1F497D" w:themeColor="text2"/>
              </w:rPr>
              <w:br/>
            </w:r>
            <w:r w:rsidR="007E09C6" w:rsidRPr="007E09C6">
              <w:rPr>
                <w:rFonts w:cstheme="minorHAnsi"/>
                <w:color w:val="1F497D" w:themeColor="text2"/>
              </w:rPr>
              <w:t>a01p3Nutrition_LastFirst_CurrentDate.accdb</w:t>
            </w:r>
          </w:p>
        </w:tc>
      </w:tr>
      <w:tr w:rsidR="00E05F83" w:rsidRPr="003278AE" w14:paraId="734F7CED" w14:textId="77777777" w:rsidTr="00DA3EFB">
        <w:tc>
          <w:tcPr>
            <w:tcW w:w="2160" w:type="dxa"/>
            <w:shd w:val="clear" w:color="auto" w:fill="auto"/>
            <w:vAlign w:val="center"/>
          </w:tcPr>
          <w:p w14:paraId="294F52D7" w14:textId="77777777" w:rsidR="00E05F83" w:rsidRPr="003278AE" w:rsidRDefault="00E05F83" w:rsidP="007E09C6">
            <w:pPr>
              <w:rPr>
                <w:rFonts w:cstheme="minorHAnsi"/>
                <w:color w:val="1F497D" w:themeColor="text2"/>
              </w:rPr>
            </w:pPr>
            <w:r w:rsidRPr="003278AE">
              <w:rPr>
                <w:rFonts w:cstheme="minorHAnsi"/>
                <w:color w:val="1F497D" w:themeColor="text2"/>
              </w:rPr>
              <w:t>Mid-Level Exercise 1</w:t>
            </w:r>
          </w:p>
        </w:tc>
        <w:tc>
          <w:tcPr>
            <w:tcW w:w="2857" w:type="dxa"/>
            <w:shd w:val="clear" w:color="auto" w:fill="auto"/>
            <w:vAlign w:val="center"/>
          </w:tcPr>
          <w:p w14:paraId="6329BD12" w14:textId="25A4A717" w:rsidR="00E05F83" w:rsidRPr="003278AE" w:rsidRDefault="00E05F83" w:rsidP="007E09C6">
            <w:pPr>
              <w:rPr>
                <w:rFonts w:cstheme="minorHAnsi"/>
                <w:color w:val="1F497D" w:themeColor="text2"/>
              </w:rPr>
            </w:pPr>
            <w:r w:rsidRPr="003278AE">
              <w:rPr>
                <w:rFonts w:cstheme="minorHAnsi"/>
                <w:color w:val="1F497D" w:themeColor="text2"/>
              </w:rPr>
              <w:t>a01m1</w:t>
            </w:r>
            <w:r w:rsidR="00DA3EFB">
              <w:rPr>
                <w:rFonts w:cstheme="minorHAnsi"/>
                <w:color w:val="1F497D" w:themeColor="text2"/>
              </w:rPr>
              <w:t>HomeSales</w:t>
            </w:r>
            <w:r w:rsidRPr="003278AE">
              <w:rPr>
                <w:rFonts w:cstheme="minorHAnsi"/>
                <w:color w:val="1F497D" w:themeColor="text2"/>
              </w:rPr>
              <w:t>.accdb</w:t>
            </w:r>
          </w:p>
        </w:tc>
        <w:tc>
          <w:tcPr>
            <w:tcW w:w="4613" w:type="dxa"/>
            <w:shd w:val="clear" w:color="auto" w:fill="auto"/>
            <w:vAlign w:val="center"/>
          </w:tcPr>
          <w:p w14:paraId="534759DE" w14:textId="601CA91F" w:rsidR="00E05F83" w:rsidRPr="003278AE" w:rsidRDefault="00E05F83" w:rsidP="007E09C6">
            <w:pPr>
              <w:rPr>
                <w:rFonts w:cstheme="minorHAnsi"/>
                <w:color w:val="1F497D" w:themeColor="text2"/>
              </w:rPr>
            </w:pPr>
            <w:r w:rsidRPr="003278AE">
              <w:rPr>
                <w:rFonts w:cstheme="minorHAnsi"/>
                <w:color w:val="1F497D" w:themeColor="text2"/>
              </w:rPr>
              <w:t>a01m1</w:t>
            </w:r>
            <w:r w:rsidR="00DA3EFB">
              <w:rPr>
                <w:rFonts w:cstheme="minorHAnsi"/>
                <w:color w:val="1F497D" w:themeColor="text2"/>
              </w:rPr>
              <w:t>HomeSales</w:t>
            </w:r>
            <w:r w:rsidRPr="003278AE">
              <w:rPr>
                <w:rFonts w:cstheme="minorHAnsi"/>
                <w:color w:val="1F497D" w:themeColor="text2"/>
              </w:rPr>
              <w:t>_LastFirst.accdb</w:t>
            </w:r>
            <w:r w:rsidR="007E09C6">
              <w:rPr>
                <w:rFonts w:cstheme="minorHAnsi"/>
                <w:color w:val="1F497D" w:themeColor="text2"/>
              </w:rPr>
              <w:br/>
            </w:r>
            <w:r w:rsidR="007E09C6" w:rsidRPr="007E09C6">
              <w:rPr>
                <w:rFonts w:cstheme="minorHAnsi"/>
                <w:color w:val="1F497D" w:themeColor="text2"/>
              </w:rPr>
              <w:t>a01m1</w:t>
            </w:r>
            <w:r w:rsidR="00DA3EFB">
              <w:rPr>
                <w:rFonts w:cstheme="minorHAnsi"/>
                <w:color w:val="1F497D" w:themeColor="text2"/>
              </w:rPr>
              <w:t>HomeSales</w:t>
            </w:r>
            <w:r w:rsidR="007E09C6" w:rsidRPr="007E09C6">
              <w:rPr>
                <w:rFonts w:cstheme="minorHAnsi"/>
                <w:color w:val="1F497D" w:themeColor="text2"/>
              </w:rPr>
              <w:t>_LastFirst_CurrentDate.accdb</w:t>
            </w:r>
          </w:p>
        </w:tc>
      </w:tr>
      <w:tr w:rsidR="00A3576A" w:rsidRPr="003278AE" w14:paraId="64F2E33D" w14:textId="77777777" w:rsidTr="00DA3EFB">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B7883C9" w14:textId="77777777" w:rsidR="00A3576A" w:rsidRPr="003278AE" w:rsidRDefault="00A3576A" w:rsidP="007E09C6">
            <w:pPr>
              <w:rPr>
                <w:rFonts w:cstheme="minorHAnsi"/>
                <w:color w:val="1F497D" w:themeColor="text2"/>
              </w:rPr>
            </w:pPr>
            <w:r w:rsidRPr="003278AE">
              <w:rPr>
                <w:rFonts w:cstheme="minorHAnsi"/>
                <w:color w:val="1F497D" w:themeColor="text2"/>
              </w:rPr>
              <w:t>Mid-Level Exercise 2</w:t>
            </w:r>
          </w:p>
        </w:tc>
        <w:tc>
          <w:tcPr>
            <w:tcW w:w="2857" w:type="dxa"/>
            <w:tcBorders>
              <w:top w:val="single" w:sz="4" w:space="0" w:color="auto"/>
              <w:left w:val="single" w:sz="4" w:space="0" w:color="auto"/>
              <w:bottom w:val="single" w:sz="4" w:space="0" w:color="auto"/>
              <w:right w:val="single" w:sz="4" w:space="0" w:color="auto"/>
            </w:tcBorders>
            <w:shd w:val="clear" w:color="auto" w:fill="auto"/>
            <w:vAlign w:val="center"/>
          </w:tcPr>
          <w:p w14:paraId="6964A13D" w14:textId="45B928C1" w:rsidR="00A3576A" w:rsidRPr="003278AE" w:rsidRDefault="00E9675D" w:rsidP="007E09C6">
            <w:pPr>
              <w:rPr>
                <w:rFonts w:cstheme="minorHAnsi"/>
                <w:color w:val="1F497D" w:themeColor="text2"/>
              </w:rPr>
            </w:pPr>
            <w:r w:rsidRPr="003278AE">
              <w:rPr>
                <w:rFonts w:cstheme="minorHAnsi"/>
                <w:color w:val="1F497D" w:themeColor="text2"/>
              </w:rPr>
              <w:t>a01</w:t>
            </w:r>
            <w:r w:rsidR="00B54497" w:rsidRPr="003278AE">
              <w:rPr>
                <w:rFonts w:cstheme="minorHAnsi"/>
                <w:color w:val="1F497D" w:themeColor="text2"/>
              </w:rPr>
              <w:t>m2</w:t>
            </w:r>
            <w:r w:rsidR="00E05F83" w:rsidRPr="003278AE">
              <w:rPr>
                <w:rFonts w:cstheme="minorHAnsi"/>
                <w:color w:val="1F497D" w:themeColor="text2"/>
              </w:rPr>
              <w:t>NatConf</w:t>
            </w:r>
            <w:r w:rsidR="0015256A" w:rsidRPr="003278AE">
              <w:rPr>
                <w:rFonts w:cstheme="minorHAnsi"/>
                <w:color w:val="1F497D" w:themeColor="text2"/>
              </w:rPr>
              <w:t>.</w:t>
            </w:r>
            <w:r w:rsidR="00E05F83" w:rsidRPr="003278AE">
              <w:rPr>
                <w:rFonts w:cstheme="minorHAnsi"/>
                <w:color w:val="1F497D" w:themeColor="text2"/>
              </w:rPr>
              <w:t>accdb</w:t>
            </w:r>
            <w:r w:rsidR="007E09C6">
              <w:rPr>
                <w:rFonts w:cstheme="minorHAnsi"/>
                <w:color w:val="1F497D" w:themeColor="text2"/>
              </w:rPr>
              <w:br/>
            </w:r>
            <w:r w:rsidR="007E09C6" w:rsidRPr="007E09C6">
              <w:rPr>
                <w:rFonts w:cstheme="minorHAnsi"/>
                <w:color w:val="1F497D" w:themeColor="text2"/>
              </w:rPr>
              <w:t>a01m2Analysis.docx</w:t>
            </w:r>
          </w:p>
        </w:tc>
        <w:tc>
          <w:tcPr>
            <w:tcW w:w="4613" w:type="dxa"/>
            <w:tcBorders>
              <w:top w:val="single" w:sz="4" w:space="0" w:color="auto"/>
              <w:left w:val="single" w:sz="4" w:space="0" w:color="auto"/>
              <w:bottom w:val="single" w:sz="4" w:space="0" w:color="auto"/>
              <w:right w:val="single" w:sz="4" w:space="0" w:color="auto"/>
            </w:tcBorders>
            <w:shd w:val="clear" w:color="auto" w:fill="auto"/>
            <w:vAlign w:val="center"/>
          </w:tcPr>
          <w:p w14:paraId="548A9E97" w14:textId="3B071B43" w:rsidR="00A3576A" w:rsidRPr="003278AE" w:rsidRDefault="00E9675D" w:rsidP="007E09C6">
            <w:pPr>
              <w:rPr>
                <w:rFonts w:cstheme="minorHAnsi"/>
                <w:color w:val="1F497D" w:themeColor="text2"/>
              </w:rPr>
            </w:pPr>
            <w:r w:rsidRPr="003278AE">
              <w:rPr>
                <w:rFonts w:cstheme="minorHAnsi"/>
                <w:color w:val="1F497D" w:themeColor="text2"/>
              </w:rPr>
              <w:t>a01</w:t>
            </w:r>
            <w:r w:rsidR="00B54497" w:rsidRPr="003278AE">
              <w:rPr>
                <w:rFonts w:cstheme="minorHAnsi"/>
                <w:color w:val="1F497D" w:themeColor="text2"/>
              </w:rPr>
              <w:t>m2</w:t>
            </w:r>
            <w:r w:rsidR="00E05F83" w:rsidRPr="003278AE">
              <w:rPr>
                <w:rFonts w:cstheme="minorHAnsi"/>
                <w:color w:val="1F497D" w:themeColor="text2"/>
              </w:rPr>
              <w:t>NatConf</w:t>
            </w:r>
            <w:r w:rsidR="00B54497" w:rsidRPr="003278AE">
              <w:rPr>
                <w:rFonts w:cstheme="minorHAnsi"/>
                <w:color w:val="1F497D" w:themeColor="text2"/>
              </w:rPr>
              <w:t>_LastFirst</w:t>
            </w:r>
            <w:r w:rsidR="0015256A" w:rsidRPr="003278AE">
              <w:rPr>
                <w:rFonts w:cstheme="minorHAnsi"/>
                <w:color w:val="1F497D" w:themeColor="text2"/>
              </w:rPr>
              <w:t>.</w:t>
            </w:r>
            <w:r w:rsidR="00E05F83" w:rsidRPr="003278AE">
              <w:rPr>
                <w:rFonts w:cstheme="minorHAnsi"/>
                <w:color w:val="1F497D" w:themeColor="text2"/>
              </w:rPr>
              <w:t>accdb</w:t>
            </w:r>
            <w:r w:rsidR="007E09C6">
              <w:rPr>
                <w:rFonts w:cstheme="minorHAnsi"/>
                <w:color w:val="1F497D" w:themeColor="text2"/>
              </w:rPr>
              <w:br/>
            </w:r>
            <w:r w:rsidR="007E09C6" w:rsidRPr="007E09C6">
              <w:rPr>
                <w:rFonts w:cstheme="minorHAnsi"/>
                <w:color w:val="1F497D" w:themeColor="text2"/>
              </w:rPr>
              <w:t>a01m2NatConf_LastFirst_CurrentDate.accdb</w:t>
            </w:r>
            <w:r w:rsidR="007E09C6">
              <w:rPr>
                <w:rFonts w:cstheme="minorHAnsi"/>
                <w:color w:val="1F497D" w:themeColor="text2"/>
              </w:rPr>
              <w:br/>
            </w:r>
            <w:r w:rsidR="007E09C6" w:rsidRPr="007E09C6">
              <w:rPr>
                <w:rFonts w:cstheme="minorHAnsi"/>
                <w:color w:val="1F497D" w:themeColor="text2"/>
              </w:rPr>
              <w:t>a01m2Analysis_LastFirst.docx</w:t>
            </w:r>
            <w:bookmarkStart w:id="2" w:name="_GoBack"/>
            <w:bookmarkEnd w:id="2"/>
          </w:p>
        </w:tc>
      </w:tr>
      <w:tr w:rsidR="00933E7F" w:rsidRPr="003278AE" w14:paraId="43A28A6C" w14:textId="77777777" w:rsidTr="00DA3EFB">
        <w:tc>
          <w:tcPr>
            <w:tcW w:w="2160" w:type="dxa"/>
            <w:shd w:val="clear" w:color="auto" w:fill="auto"/>
            <w:vAlign w:val="center"/>
          </w:tcPr>
          <w:p w14:paraId="47914A02" w14:textId="7D13CC01" w:rsidR="00933E7F" w:rsidRPr="003278AE" w:rsidRDefault="00933E7F" w:rsidP="007E09C6">
            <w:pPr>
              <w:rPr>
                <w:rFonts w:cstheme="minorHAnsi"/>
                <w:color w:val="1F497D" w:themeColor="text2"/>
              </w:rPr>
            </w:pPr>
            <w:r w:rsidRPr="003278AE">
              <w:rPr>
                <w:rFonts w:cstheme="minorHAnsi"/>
                <w:color w:val="1F497D" w:themeColor="text2"/>
              </w:rPr>
              <w:t xml:space="preserve">BYC </w:t>
            </w:r>
            <w:r w:rsidR="00B217F8" w:rsidRPr="003278AE">
              <w:rPr>
                <w:rFonts w:cstheme="minorHAnsi"/>
                <w:color w:val="1F497D" w:themeColor="text2"/>
              </w:rPr>
              <w:t>General</w:t>
            </w:r>
          </w:p>
        </w:tc>
        <w:tc>
          <w:tcPr>
            <w:tcW w:w="2857" w:type="dxa"/>
            <w:shd w:val="clear" w:color="auto" w:fill="auto"/>
            <w:vAlign w:val="center"/>
          </w:tcPr>
          <w:p w14:paraId="2BD10558" w14:textId="12293681" w:rsidR="00933E7F" w:rsidRPr="003278AE" w:rsidRDefault="00E05F83" w:rsidP="007E09C6">
            <w:pPr>
              <w:rPr>
                <w:rFonts w:cstheme="minorHAnsi"/>
                <w:color w:val="1F497D" w:themeColor="text2"/>
              </w:rPr>
            </w:pPr>
            <w:r w:rsidRPr="003278AE">
              <w:rPr>
                <w:rFonts w:cstheme="minorHAnsi"/>
                <w:color w:val="1F497D" w:themeColor="text2"/>
              </w:rPr>
              <w:t>a01r1NCCTS.accdb</w:t>
            </w:r>
          </w:p>
        </w:tc>
        <w:tc>
          <w:tcPr>
            <w:tcW w:w="4613" w:type="dxa"/>
            <w:shd w:val="clear" w:color="auto" w:fill="auto"/>
            <w:vAlign w:val="center"/>
          </w:tcPr>
          <w:p w14:paraId="0CC6D9E9" w14:textId="543ACE55" w:rsidR="00933E7F" w:rsidRPr="003278AE" w:rsidRDefault="00E9675D" w:rsidP="007E09C6">
            <w:pPr>
              <w:rPr>
                <w:rFonts w:cstheme="minorHAnsi"/>
                <w:color w:val="1F497D" w:themeColor="text2"/>
              </w:rPr>
            </w:pPr>
            <w:r w:rsidRPr="003278AE">
              <w:rPr>
                <w:rFonts w:cstheme="minorHAnsi"/>
                <w:color w:val="1F497D" w:themeColor="text2"/>
              </w:rPr>
              <w:t>a01</w:t>
            </w:r>
            <w:r w:rsidR="00E05F83" w:rsidRPr="003278AE">
              <w:rPr>
                <w:rFonts w:cstheme="minorHAnsi"/>
                <w:color w:val="1F497D" w:themeColor="text2"/>
              </w:rPr>
              <w:t>r1NCCTS</w:t>
            </w:r>
            <w:r w:rsidR="00D64ED8" w:rsidRPr="003278AE">
              <w:rPr>
                <w:rFonts w:cstheme="minorHAnsi"/>
                <w:color w:val="1F497D" w:themeColor="text2"/>
              </w:rPr>
              <w:t>_LastFirst</w:t>
            </w:r>
            <w:r w:rsidR="0015256A" w:rsidRPr="003278AE">
              <w:rPr>
                <w:rFonts w:cstheme="minorHAnsi"/>
                <w:color w:val="1F497D" w:themeColor="text2"/>
              </w:rPr>
              <w:t>.</w:t>
            </w:r>
            <w:r w:rsidR="00E05F83" w:rsidRPr="003278AE">
              <w:rPr>
                <w:rFonts w:cstheme="minorHAnsi"/>
                <w:color w:val="1F497D" w:themeColor="text2"/>
              </w:rPr>
              <w:t>accdb</w:t>
            </w:r>
            <w:r w:rsidR="007E09C6">
              <w:rPr>
                <w:rFonts w:cstheme="minorHAnsi"/>
                <w:color w:val="1F497D" w:themeColor="text2"/>
              </w:rPr>
              <w:br/>
            </w:r>
            <w:r w:rsidR="007E09C6" w:rsidRPr="007E09C6">
              <w:rPr>
                <w:rFonts w:cstheme="minorHAnsi"/>
                <w:color w:val="1F497D" w:themeColor="text2"/>
              </w:rPr>
              <w:t>a01r1NCCTS_LastFirst_CurrentDate.accdb</w:t>
            </w:r>
          </w:p>
        </w:tc>
      </w:tr>
      <w:tr w:rsidR="00933E7F" w:rsidRPr="003278AE" w14:paraId="1D0B67C4" w14:textId="77777777" w:rsidTr="00DA3EFB">
        <w:tc>
          <w:tcPr>
            <w:tcW w:w="2160" w:type="dxa"/>
            <w:shd w:val="clear" w:color="auto" w:fill="auto"/>
            <w:vAlign w:val="center"/>
          </w:tcPr>
          <w:p w14:paraId="4DA535B6" w14:textId="7B863C1E" w:rsidR="00933E7F" w:rsidRPr="003278AE" w:rsidRDefault="00933E7F" w:rsidP="007E09C6">
            <w:pPr>
              <w:rPr>
                <w:rFonts w:cstheme="minorHAnsi"/>
                <w:color w:val="1F497D" w:themeColor="text2"/>
              </w:rPr>
            </w:pPr>
            <w:r w:rsidRPr="003278AE">
              <w:rPr>
                <w:rFonts w:cstheme="minorHAnsi"/>
                <w:color w:val="1F497D" w:themeColor="text2"/>
              </w:rPr>
              <w:t>BYC Disaster Recovery</w:t>
            </w:r>
          </w:p>
        </w:tc>
        <w:tc>
          <w:tcPr>
            <w:tcW w:w="2857" w:type="dxa"/>
            <w:shd w:val="clear" w:color="auto" w:fill="auto"/>
            <w:vAlign w:val="center"/>
          </w:tcPr>
          <w:p w14:paraId="560A7735" w14:textId="3EB820AB" w:rsidR="00933E7F" w:rsidRPr="003278AE" w:rsidRDefault="00E9675D" w:rsidP="007E09C6">
            <w:pPr>
              <w:rPr>
                <w:rFonts w:cstheme="minorHAnsi"/>
                <w:color w:val="1F497D" w:themeColor="text2"/>
              </w:rPr>
            </w:pPr>
            <w:r w:rsidRPr="003278AE">
              <w:rPr>
                <w:rFonts w:cstheme="minorHAnsi"/>
                <w:color w:val="1F497D" w:themeColor="text2"/>
              </w:rPr>
              <w:t>a01</w:t>
            </w:r>
            <w:r w:rsidR="00E05F83" w:rsidRPr="003278AE">
              <w:rPr>
                <w:rFonts w:cstheme="minorHAnsi"/>
                <w:color w:val="1F497D" w:themeColor="text2"/>
              </w:rPr>
              <w:t>d1Lugo_Backup.accdb</w:t>
            </w:r>
          </w:p>
        </w:tc>
        <w:tc>
          <w:tcPr>
            <w:tcW w:w="4613" w:type="dxa"/>
            <w:shd w:val="clear" w:color="auto" w:fill="auto"/>
            <w:vAlign w:val="center"/>
          </w:tcPr>
          <w:p w14:paraId="6A8C2244" w14:textId="3F1EE1D2" w:rsidR="00933E7F" w:rsidRPr="003278AE" w:rsidRDefault="00E9675D" w:rsidP="007E09C6">
            <w:pPr>
              <w:rPr>
                <w:rFonts w:cstheme="minorHAnsi"/>
                <w:color w:val="1F497D" w:themeColor="text2"/>
              </w:rPr>
            </w:pPr>
            <w:r w:rsidRPr="003278AE">
              <w:rPr>
                <w:rFonts w:cstheme="minorHAnsi"/>
                <w:color w:val="1F497D" w:themeColor="text2"/>
              </w:rPr>
              <w:t>a01</w:t>
            </w:r>
            <w:r w:rsidR="00E05F83" w:rsidRPr="003278AE">
              <w:rPr>
                <w:rFonts w:cstheme="minorHAnsi"/>
                <w:color w:val="1F497D" w:themeColor="text2"/>
              </w:rPr>
              <w:t>d1Lugo</w:t>
            </w:r>
            <w:r w:rsidR="00D64ED8" w:rsidRPr="003278AE">
              <w:rPr>
                <w:rFonts w:cstheme="minorHAnsi"/>
                <w:color w:val="1F497D" w:themeColor="text2"/>
              </w:rPr>
              <w:t>_LastFirst</w:t>
            </w:r>
            <w:r w:rsidR="0015256A" w:rsidRPr="003278AE">
              <w:rPr>
                <w:rFonts w:cstheme="minorHAnsi"/>
                <w:color w:val="1F497D" w:themeColor="text2"/>
              </w:rPr>
              <w:t>.</w:t>
            </w:r>
            <w:r w:rsidR="00E05F83" w:rsidRPr="003278AE">
              <w:rPr>
                <w:rFonts w:cstheme="minorHAnsi"/>
                <w:color w:val="1F497D" w:themeColor="text2"/>
              </w:rPr>
              <w:t>accdb</w:t>
            </w:r>
          </w:p>
        </w:tc>
      </w:tr>
      <w:tr w:rsidR="00B217F8" w:rsidRPr="003278AE" w14:paraId="67F97E0B" w14:textId="77777777" w:rsidTr="00DA3EFB">
        <w:tc>
          <w:tcPr>
            <w:tcW w:w="2160" w:type="dxa"/>
            <w:shd w:val="clear" w:color="auto" w:fill="auto"/>
            <w:vAlign w:val="center"/>
          </w:tcPr>
          <w:p w14:paraId="5998949B" w14:textId="0A0C04ED" w:rsidR="00B217F8" w:rsidRPr="003278AE" w:rsidRDefault="00B217F8" w:rsidP="007E09C6">
            <w:pPr>
              <w:rPr>
                <w:rFonts w:cstheme="minorHAnsi"/>
                <w:color w:val="1F497D" w:themeColor="text2"/>
              </w:rPr>
            </w:pPr>
            <w:r w:rsidRPr="003278AE">
              <w:rPr>
                <w:rFonts w:cstheme="minorHAnsi"/>
                <w:color w:val="1F497D" w:themeColor="text2"/>
              </w:rPr>
              <w:t>Capstone</w:t>
            </w:r>
          </w:p>
        </w:tc>
        <w:tc>
          <w:tcPr>
            <w:tcW w:w="2857" w:type="dxa"/>
            <w:shd w:val="clear" w:color="auto" w:fill="auto"/>
            <w:vAlign w:val="center"/>
          </w:tcPr>
          <w:p w14:paraId="4D89E64F" w14:textId="4DA29C2E" w:rsidR="00B217F8" w:rsidRPr="003278AE" w:rsidRDefault="00E9675D" w:rsidP="007E09C6">
            <w:pPr>
              <w:rPr>
                <w:rFonts w:cstheme="minorHAnsi"/>
                <w:color w:val="1F497D" w:themeColor="text2"/>
              </w:rPr>
            </w:pPr>
            <w:r w:rsidRPr="003278AE">
              <w:rPr>
                <w:rFonts w:cstheme="minorHAnsi"/>
                <w:color w:val="1F497D" w:themeColor="text2"/>
              </w:rPr>
              <w:t>a01</w:t>
            </w:r>
            <w:r w:rsidR="00B217F8" w:rsidRPr="003278AE">
              <w:rPr>
                <w:rFonts w:cstheme="minorHAnsi"/>
                <w:color w:val="1F497D" w:themeColor="text2"/>
              </w:rPr>
              <w:t>c1</w:t>
            </w:r>
            <w:r w:rsidR="00E05F83" w:rsidRPr="003278AE">
              <w:rPr>
                <w:rFonts w:cstheme="minorHAnsi"/>
                <w:color w:val="1F497D" w:themeColor="text2"/>
              </w:rPr>
              <w:t>Loans</w:t>
            </w:r>
            <w:r w:rsidR="00B217F8" w:rsidRPr="003278AE">
              <w:rPr>
                <w:rFonts w:cstheme="minorHAnsi"/>
                <w:color w:val="1F497D" w:themeColor="text2"/>
              </w:rPr>
              <w:t>.</w:t>
            </w:r>
            <w:r w:rsidR="00E05F83" w:rsidRPr="003278AE">
              <w:rPr>
                <w:rFonts w:cstheme="minorHAnsi"/>
                <w:color w:val="1F497D" w:themeColor="text2"/>
              </w:rPr>
              <w:t>accdb</w:t>
            </w:r>
            <w:r w:rsidR="00B217F8" w:rsidRPr="003278AE">
              <w:rPr>
                <w:rFonts w:cstheme="minorHAnsi"/>
                <w:color w:val="1F497D" w:themeColor="text2"/>
              </w:rPr>
              <w:t xml:space="preserve"> </w:t>
            </w:r>
          </w:p>
        </w:tc>
        <w:tc>
          <w:tcPr>
            <w:tcW w:w="4613" w:type="dxa"/>
            <w:shd w:val="clear" w:color="auto" w:fill="auto"/>
            <w:vAlign w:val="center"/>
          </w:tcPr>
          <w:p w14:paraId="3E554309" w14:textId="311BBD1A" w:rsidR="00B217F8" w:rsidRPr="003278AE" w:rsidRDefault="00E9675D" w:rsidP="007E09C6">
            <w:pPr>
              <w:rPr>
                <w:rFonts w:cstheme="minorHAnsi"/>
                <w:color w:val="1F497D" w:themeColor="text2"/>
              </w:rPr>
            </w:pPr>
            <w:r w:rsidRPr="003278AE">
              <w:rPr>
                <w:rFonts w:cstheme="minorHAnsi"/>
                <w:color w:val="1F497D" w:themeColor="text2"/>
              </w:rPr>
              <w:t>a01</w:t>
            </w:r>
            <w:r w:rsidR="00B217F8" w:rsidRPr="003278AE">
              <w:rPr>
                <w:rFonts w:cstheme="minorHAnsi"/>
                <w:color w:val="1F497D" w:themeColor="text2"/>
              </w:rPr>
              <w:t>c1</w:t>
            </w:r>
            <w:r w:rsidR="00E05F83" w:rsidRPr="003278AE">
              <w:rPr>
                <w:rFonts w:cstheme="minorHAnsi"/>
                <w:color w:val="1F497D" w:themeColor="text2"/>
              </w:rPr>
              <w:t>Loans</w:t>
            </w:r>
            <w:r w:rsidR="00B217F8" w:rsidRPr="003278AE">
              <w:rPr>
                <w:rFonts w:cstheme="minorHAnsi"/>
                <w:color w:val="1F497D" w:themeColor="text2"/>
              </w:rPr>
              <w:t>_LastFirst.</w:t>
            </w:r>
            <w:r w:rsidR="00E05F83" w:rsidRPr="003278AE">
              <w:rPr>
                <w:rFonts w:cstheme="minorHAnsi"/>
                <w:color w:val="1F497D" w:themeColor="text2"/>
              </w:rPr>
              <w:t>accdb</w:t>
            </w:r>
            <w:r w:rsidR="007E09C6">
              <w:rPr>
                <w:rFonts w:cstheme="minorHAnsi"/>
                <w:color w:val="1F497D" w:themeColor="text2"/>
              </w:rPr>
              <w:br/>
            </w:r>
            <w:r w:rsidR="007E09C6" w:rsidRPr="007E09C6">
              <w:rPr>
                <w:rFonts w:cstheme="minorHAnsi"/>
                <w:color w:val="1F497D" w:themeColor="text2"/>
              </w:rPr>
              <w:t>a01c1Loans_LastFirst_CurrentDate.accdb</w:t>
            </w:r>
          </w:p>
        </w:tc>
      </w:tr>
    </w:tbl>
    <w:p w14:paraId="7A7291F3" w14:textId="51880BE6" w:rsidR="00F4583A" w:rsidRPr="0015256A" w:rsidRDefault="00F4583A" w:rsidP="00251545">
      <w:pPr>
        <w:pStyle w:val="Heading2"/>
        <w:rPr>
          <w:szCs w:val="22"/>
        </w:rPr>
      </w:pPr>
      <w:r w:rsidRPr="003278AE">
        <w:t>CHAPTER REVIEW/ANSWERS TO END OF CHAPTER MATERIAL</w:t>
      </w:r>
    </w:p>
    <w:p w14:paraId="387F4AA3" w14:textId="20F58632" w:rsidR="00645064" w:rsidRPr="0015256A" w:rsidRDefault="00BF61EB" w:rsidP="00251545">
      <w:pPr>
        <w:pStyle w:val="Heading3"/>
      </w:pPr>
      <w:r>
        <w:t xml:space="preserve">Key Terms </w:t>
      </w:r>
      <w:r w:rsidR="00F4583A" w:rsidRPr="00F4583A">
        <w:t>Matching</w:t>
      </w:r>
      <w:r w:rsidR="00E74570">
        <w:t xml:space="preserve"> Answer Key</w:t>
      </w:r>
    </w:p>
    <w:p w14:paraId="47DEAC68" w14:textId="77777777" w:rsidR="00E9675D" w:rsidRPr="000970A8" w:rsidRDefault="00E9675D" w:rsidP="00E9675D">
      <w:pPr>
        <w:pStyle w:val="CRNLLAST"/>
        <w:tabs>
          <w:tab w:val="clear" w:pos="280"/>
          <w:tab w:val="clear" w:pos="360"/>
        </w:tabs>
        <w:spacing w:before="120" w:after="120" w:line="276" w:lineRule="auto"/>
        <w:jc w:val="left"/>
        <w:rPr>
          <w:rStyle w:val="CRKTMNLPG"/>
          <w:rFonts w:asciiTheme="minorHAnsi" w:hAnsiTheme="minorHAnsi" w:cs="Times New Roman"/>
          <w:b/>
          <w:color w:val="auto"/>
          <w:sz w:val="24"/>
        </w:rPr>
      </w:pPr>
      <w:r w:rsidRPr="000970A8">
        <w:rPr>
          <w:rStyle w:val="CRKTMNLPG"/>
          <w:rFonts w:asciiTheme="minorHAnsi" w:hAnsiTheme="minorHAnsi" w:cs="Times New Roman"/>
          <w:color w:val="auto"/>
          <w:sz w:val="24"/>
        </w:rPr>
        <w:t xml:space="preserve">1. </w:t>
      </w:r>
      <w:r>
        <w:rPr>
          <w:rStyle w:val="CRKTMNLPG"/>
          <w:rFonts w:asciiTheme="minorHAnsi" w:hAnsiTheme="minorHAnsi" w:cs="Times New Roman"/>
          <w:color w:val="auto"/>
          <w:sz w:val="24"/>
        </w:rPr>
        <w:tab/>
        <w:t>A method which ena</w:t>
      </w:r>
      <w:r w:rsidRPr="000970A8">
        <w:rPr>
          <w:rStyle w:val="CRKTMNLPG"/>
          <w:rFonts w:asciiTheme="minorHAnsi" w:hAnsiTheme="minorHAnsi" w:cs="Times New Roman"/>
          <w:color w:val="auto"/>
          <w:sz w:val="24"/>
        </w:rPr>
        <w:t xml:space="preserve">bles you to specify conditions to display only those records that meet certain conditions. </w:t>
      </w:r>
      <w:r>
        <w:rPr>
          <w:rStyle w:val="CRKTMNLPG"/>
          <w:rFonts w:asciiTheme="minorHAnsi" w:hAnsiTheme="minorHAnsi" w:cs="Times New Roman"/>
          <w:color w:val="auto"/>
          <w:sz w:val="24"/>
        </w:rPr>
        <w:br/>
      </w:r>
      <w:r w:rsidRPr="00E9675D">
        <w:rPr>
          <w:rStyle w:val="CRKTMNLPG"/>
          <w:rFonts w:asciiTheme="minorHAnsi" w:hAnsiTheme="minorHAnsi" w:cs="Times New Roman"/>
          <w:b/>
          <w:color w:val="auto"/>
          <w:sz w:val="24"/>
          <w:highlight w:val="yellow"/>
        </w:rPr>
        <w:t>G. Filter</w:t>
      </w:r>
      <w:r w:rsidRPr="000970A8">
        <w:rPr>
          <w:rStyle w:val="CRKTMNLPG"/>
          <w:rFonts w:asciiTheme="minorHAnsi" w:hAnsiTheme="minorHAnsi" w:cs="Times New Roman"/>
          <w:color w:val="auto"/>
          <w:sz w:val="24"/>
        </w:rPr>
        <w:t xml:space="preserve"> </w:t>
      </w:r>
    </w:p>
    <w:p w14:paraId="4488F6EF" w14:textId="77777777" w:rsidR="00E9675D" w:rsidRPr="008551E4" w:rsidRDefault="00E9675D" w:rsidP="00E9675D">
      <w:pPr>
        <w:pStyle w:val="CRNLLAST"/>
        <w:tabs>
          <w:tab w:val="clear" w:pos="280"/>
          <w:tab w:val="clear" w:pos="360"/>
        </w:tabs>
        <w:spacing w:before="120" w:after="120" w:line="276" w:lineRule="auto"/>
        <w:jc w:val="left"/>
        <w:rPr>
          <w:rStyle w:val="CRKTMNLPG"/>
          <w:rFonts w:asciiTheme="minorHAnsi" w:hAnsiTheme="minorHAnsi" w:cs="Times New Roman"/>
          <w:b/>
          <w:color w:val="auto"/>
          <w:sz w:val="24"/>
        </w:rPr>
      </w:pPr>
      <w:r w:rsidRPr="000970A8">
        <w:rPr>
          <w:rStyle w:val="CRKTMNLPG"/>
          <w:rFonts w:asciiTheme="minorHAnsi" w:hAnsiTheme="minorHAnsi" w:cs="Times New Roman"/>
          <w:color w:val="auto"/>
          <w:sz w:val="24"/>
        </w:rPr>
        <w:t xml:space="preserve">2. </w:t>
      </w:r>
      <w:r>
        <w:rPr>
          <w:rStyle w:val="CRKTMNLPG"/>
          <w:rFonts w:asciiTheme="minorHAnsi" w:hAnsiTheme="minorHAnsi" w:cs="Times New Roman"/>
          <w:color w:val="auto"/>
          <w:sz w:val="24"/>
        </w:rPr>
        <w:tab/>
      </w:r>
      <w:r w:rsidRPr="000970A8">
        <w:rPr>
          <w:rStyle w:val="CRKTMNLPG"/>
          <w:rFonts w:asciiTheme="minorHAnsi" w:hAnsiTheme="minorHAnsi" w:cs="Times New Roman"/>
          <w:color w:val="auto"/>
          <w:sz w:val="24"/>
        </w:rPr>
        <w:t xml:space="preserve">An Access object that simplifies entering, modifying, and deleting table data. </w:t>
      </w:r>
      <w:r>
        <w:rPr>
          <w:rStyle w:val="CRKTMNLPG"/>
          <w:rFonts w:asciiTheme="minorHAnsi" w:hAnsiTheme="minorHAnsi" w:cs="Times New Roman"/>
          <w:color w:val="auto"/>
          <w:sz w:val="24"/>
        </w:rPr>
        <w:br/>
      </w:r>
      <w:r w:rsidRPr="00E9675D">
        <w:rPr>
          <w:rStyle w:val="CRKTMNLPG"/>
          <w:rFonts w:asciiTheme="minorHAnsi" w:hAnsiTheme="minorHAnsi" w:cs="Times New Roman"/>
          <w:b/>
          <w:color w:val="auto"/>
          <w:sz w:val="24"/>
          <w:highlight w:val="yellow"/>
        </w:rPr>
        <w:t>I. Form</w:t>
      </w:r>
      <w:r w:rsidRPr="000970A8">
        <w:rPr>
          <w:rStyle w:val="CRKTMNLPG"/>
          <w:rFonts w:asciiTheme="minorHAnsi" w:hAnsiTheme="minorHAnsi" w:cs="Times New Roman"/>
          <w:color w:val="auto"/>
          <w:sz w:val="24"/>
        </w:rPr>
        <w:t xml:space="preserve"> </w:t>
      </w:r>
    </w:p>
    <w:p w14:paraId="557610E8" w14:textId="77777777" w:rsidR="00E9675D" w:rsidRPr="00570DC7" w:rsidRDefault="00E9675D" w:rsidP="00E9675D">
      <w:pPr>
        <w:pStyle w:val="CRNLLAST"/>
        <w:tabs>
          <w:tab w:val="clear" w:pos="280"/>
          <w:tab w:val="clear" w:pos="360"/>
        </w:tabs>
        <w:spacing w:before="120" w:after="120" w:line="276" w:lineRule="auto"/>
        <w:jc w:val="left"/>
        <w:rPr>
          <w:rStyle w:val="CRKTMNLPG"/>
          <w:rFonts w:asciiTheme="minorHAnsi" w:hAnsiTheme="minorHAnsi" w:cs="Times New Roman"/>
          <w:color w:val="auto"/>
          <w:sz w:val="24"/>
        </w:rPr>
      </w:pPr>
      <w:r w:rsidRPr="000970A8">
        <w:rPr>
          <w:rStyle w:val="CRKTMNLPG"/>
          <w:rFonts w:asciiTheme="minorHAnsi" w:hAnsiTheme="minorHAnsi" w:cs="Times New Roman"/>
          <w:color w:val="auto"/>
          <w:sz w:val="24"/>
        </w:rPr>
        <w:t xml:space="preserve">3. </w:t>
      </w:r>
      <w:r>
        <w:rPr>
          <w:rStyle w:val="CRKTMNLPG"/>
          <w:rFonts w:asciiTheme="minorHAnsi" w:hAnsiTheme="minorHAnsi" w:cs="Times New Roman"/>
          <w:color w:val="auto"/>
          <w:sz w:val="24"/>
        </w:rPr>
        <w:tab/>
      </w:r>
      <w:r w:rsidRPr="000970A8">
        <w:rPr>
          <w:rStyle w:val="CRKTMNLPG"/>
          <w:rFonts w:asciiTheme="minorHAnsi" w:hAnsiTheme="minorHAnsi" w:cs="Times New Roman"/>
          <w:color w:val="auto"/>
          <w:sz w:val="24"/>
        </w:rPr>
        <w:t xml:space="preserve">An object used to store data, organizing data into columns and rows. </w:t>
      </w:r>
      <w:r>
        <w:rPr>
          <w:rStyle w:val="CRKTMNLPG"/>
          <w:rFonts w:asciiTheme="minorHAnsi" w:hAnsiTheme="minorHAnsi" w:cs="Times New Roman"/>
          <w:color w:val="auto"/>
          <w:sz w:val="24"/>
        </w:rPr>
        <w:br/>
      </w:r>
      <w:r w:rsidRPr="00E9675D">
        <w:rPr>
          <w:rStyle w:val="CRKTMNLPG"/>
          <w:rFonts w:asciiTheme="minorHAnsi" w:hAnsiTheme="minorHAnsi" w:cs="Times New Roman"/>
          <w:b/>
          <w:color w:val="auto"/>
          <w:sz w:val="24"/>
          <w:highlight w:val="yellow"/>
        </w:rPr>
        <w:t>S. Table</w:t>
      </w:r>
      <w:r w:rsidRPr="000970A8">
        <w:rPr>
          <w:rStyle w:val="CRKTMNLPG"/>
          <w:rFonts w:asciiTheme="minorHAnsi" w:hAnsiTheme="minorHAnsi" w:cs="Times New Roman"/>
          <w:color w:val="auto"/>
          <w:sz w:val="24"/>
        </w:rPr>
        <w:t xml:space="preserve"> </w:t>
      </w:r>
    </w:p>
    <w:p w14:paraId="2D736535" w14:textId="77777777" w:rsidR="00E9675D" w:rsidRPr="008551E4" w:rsidRDefault="00E9675D" w:rsidP="00E9675D">
      <w:pPr>
        <w:pStyle w:val="CRNLLAST"/>
        <w:tabs>
          <w:tab w:val="clear" w:pos="280"/>
          <w:tab w:val="clear" w:pos="360"/>
        </w:tabs>
        <w:spacing w:before="120" w:after="120" w:line="276" w:lineRule="auto"/>
        <w:jc w:val="left"/>
        <w:rPr>
          <w:rStyle w:val="CRKTMNLPG"/>
          <w:rFonts w:asciiTheme="minorHAnsi" w:hAnsiTheme="minorHAnsi" w:cs="Times New Roman"/>
          <w:b/>
          <w:color w:val="auto"/>
          <w:sz w:val="24"/>
        </w:rPr>
      </w:pPr>
      <w:r w:rsidRPr="000970A8">
        <w:rPr>
          <w:rStyle w:val="CRKTMNLPG"/>
          <w:rFonts w:asciiTheme="minorHAnsi" w:hAnsiTheme="minorHAnsi" w:cs="Times New Roman"/>
          <w:color w:val="auto"/>
          <w:sz w:val="24"/>
        </w:rPr>
        <w:t xml:space="preserve">4. </w:t>
      </w:r>
      <w:r>
        <w:rPr>
          <w:rStyle w:val="CRKTMNLPG"/>
          <w:rFonts w:asciiTheme="minorHAnsi" w:hAnsiTheme="minorHAnsi" w:cs="Times New Roman"/>
          <w:color w:val="auto"/>
          <w:sz w:val="24"/>
        </w:rPr>
        <w:tab/>
      </w:r>
      <w:r w:rsidRPr="000970A8">
        <w:rPr>
          <w:rStyle w:val="CRKTMNLPG"/>
          <w:rFonts w:asciiTheme="minorHAnsi" w:hAnsiTheme="minorHAnsi" w:cs="Times New Roman"/>
          <w:color w:val="auto"/>
          <w:sz w:val="24"/>
        </w:rPr>
        <w:t xml:space="preserve">A method of listing records in a specific sequence (such as alphabetically). </w:t>
      </w:r>
      <w:r>
        <w:rPr>
          <w:rStyle w:val="CRKTMNLPG"/>
          <w:rFonts w:asciiTheme="minorHAnsi" w:hAnsiTheme="minorHAnsi" w:cs="Times New Roman"/>
          <w:color w:val="auto"/>
          <w:sz w:val="24"/>
        </w:rPr>
        <w:br/>
      </w:r>
      <w:r w:rsidRPr="00E9675D">
        <w:rPr>
          <w:rStyle w:val="CRKTMNLPG"/>
          <w:rFonts w:asciiTheme="minorHAnsi" w:hAnsiTheme="minorHAnsi" w:cs="Times New Roman"/>
          <w:b/>
          <w:color w:val="auto"/>
          <w:sz w:val="24"/>
          <w:highlight w:val="yellow"/>
        </w:rPr>
        <w:t>R. Sort</w:t>
      </w:r>
    </w:p>
    <w:p w14:paraId="3EFE5C53" w14:textId="77777777" w:rsidR="00E9675D" w:rsidRPr="008551E4" w:rsidRDefault="00E9675D" w:rsidP="00E9675D">
      <w:pPr>
        <w:pStyle w:val="CRNLLAST"/>
        <w:tabs>
          <w:tab w:val="clear" w:pos="280"/>
          <w:tab w:val="clear" w:pos="360"/>
        </w:tabs>
        <w:spacing w:before="120" w:after="120" w:line="276" w:lineRule="auto"/>
        <w:jc w:val="left"/>
        <w:rPr>
          <w:rStyle w:val="CRKTMNLPG"/>
          <w:rFonts w:asciiTheme="minorHAnsi" w:hAnsiTheme="minorHAnsi" w:cs="Times New Roman"/>
          <w:b/>
          <w:color w:val="auto"/>
          <w:sz w:val="24"/>
        </w:rPr>
      </w:pPr>
      <w:r w:rsidRPr="000970A8">
        <w:rPr>
          <w:rStyle w:val="CRKTMNLPG"/>
          <w:rFonts w:asciiTheme="minorHAnsi" w:hAnsiTheme="minorHAnsi" w:cs="Times New Roman"/>
          <w:color w:val="auto"/>
          <w:sz w:val="24"/>
        </w:rPr>
        <w:t xml:space="preserve">5. </w:t>
      </w:r>
      <w:r>
        <w:rPr>
          <w:rStyle w:val="CRKTMNLPG"/>
          <w:rFonts w:asciiTheme="minorHAnsi" w:hAnsiTheme="minorHAnsi" w:cs="Times New Roman"/>
          <w:color w:val="auto"/>
          <w:sz w:val="24"/>
        </w:rPr>
        <w:tab/>
      </w:r>
      <w:r w:rsidRPr="000970A8">
        <w:rPr>
          <w:rStyle w:val="CRKTMNLPG"/>
          <w:rFonts w:asciiTheme="minorHAnsi" w:hAnsiTheme="minorHAnsi" w:cs="Times New Roman"/>
          <w:color w:val="auto"/>
          <w:sz w:val="24"/>
        </w:rPr>
        <w:t xml:space="preserve">A predefined database that includes professionally designed tables, forms, reports, and other objects. </w:t>
      </w:r>
      <w:r>
        <w:rPr>
          <w:rStyle w:val="CRKTMNLPG"/>
          <w:rFonts w:asciiTheme="minorHAnsi" w:hAnsiTheme="minorHAnsi" w:cs="Times New Roman"/>
          <w:color w:val="auto"/>
          <w:sz w:val="24"/>
        </w:rPr>
        <w:br/>
      </w:r>
      <w:r w:rsidRPr="00E9675D">
        <w:rPr>
          <w:rStyle w:val="CRKTMNLPG"/>
          <w:rFonts w:asciiTheme="minorHAnsi" w:hAnsiTheme="minorHAnsi" w:cs="Times New Roman"/>
          <w:b/>
          <w:color w:val="auto"/>
          <w:sz w:val="24"/>
          <w:highlight w:val="yellow"/>
        </w:rPr>
        <w:lastRenderedPageBreak/>
        <w:t>T. Template</w:t>
      </w:r>
    </w:p>
    <w:p w14:paraId="3F28AD3A" w14:textId="77777777" w:rsidR="00E9675D" w:rsidRPr="008551E4" w:rsidRDefault="00E9675D" w:rsidP="00E9675D">
      <w:pPr>
        <w:pStyle w:val="CRNLLAST"/>
        <w:tabs>
          <w:tab w:val="clear" w:pos="280"/>
          <w:tab w:val="clear" w:pos="360"/>
        </w:tabs>
        <w:spacing w:before="120" w:after="120" w:line="276" w:lineRule="auto"/>
        <w:jc w:val="left"/>
        <w:rPr>
          <w:rStyle w:val="CRKTMNLPG"/>
          <w:rFonts w:asciiTheme="minorHAnsi" w:hAnsiTheme="minorHAnsi" w:cs="Times New Roman"/>
          <w:b/>
          <w:color w:val="auto"/>
          <w:sz w:val="24"/>
        </w:rPr>
      </w:pPr>
      <w:r w:rsidRPr="000970A8">
        <w:rPr>
          <w:rStyle w:val="CRKTMNLPG"/>
          <w:rFonts w:asciiTheme="minorHAnsi" w:hAnsiTheme="minorHAnsi" w:cs="Times New Roman"/>
          <w:color w:val="auto"/>
          <w:sz w:val="24"/>
        </w:rPr>
        <w:t xml:space="preserve">6. </w:t>
      </w:r>
      <w:r>
        <w:rPr>
          <w:rStyle w:val="CRKTMNLPG"/>
          <w:rFonts w:asciiTheme="minorHAnsi" w:hAnsiTheme="minorHAnsi" w:cs="Times New Roman"/>
          <w:color w:val="auto"/>
          <w:sz w:val="24"/>
        </w:rPr>
        <w:tab/>
        <w:t xml:space="preserve">A question the user </w:t>
      </w:r>
      <w:r w:rsidRPr="000970A8">
        <w:rPr>
          <w:rStyle w:val="CRKTMNLPG"/>
          <w:rFonts w:asciiTheme="minorHAnsi" w:hAnsiTheme="minorHAnsi" w:cs="Times New Roman"/>
          <w:color w:val="auto"/>
          <w:sz w:val="24"/>
        </w:rPr>
        <w:t>ask</w:t>
      </w:r>
      <w:r>
        <w:rPr>
          <w:rStyle w:val="CRKTMNLPG"/>
          <w:rFonts w:asciiTheme="minorHAnsi" w:hAnsiTheme="minorHAnsi" w:cs="Times New Roman"/>
          <w:color w:val="auto"/>
          <w:sz w:val="24"/>
        </w:rPr>
        <w:t>s about the data in a</w:t>
      </w:r>
      <w:r w:rsidRPr="000970A8">
        <w:rPr>
          <w:rStyle w:val="CRKTMNLPG"/>
          <w:rFonts w:asciiTheme="minorHAnsi" w:hAnsiTheme="minorHAnsi" w:cs="Times New Roman"/>
          <w:color w:val="auto"/>
          <w:sz w:val="24"/>
        </w:rPr>
        <w:t xml:space="preserve"> database. </w:t>
      </w:r>
      <w:r>
        <w:rPr>
          <w:rStyle w:val="CRKTMNLPG"/>
          <w:rFonts w:asciiTheme="minorHAnsi" w:hAnsiTheme="minorHAnsi" w:cs="Times New Roman"/>
          <w:color w:val="auto"/>
          <w:sz w:val="24"/>
        </w:rPr>
        <w:br/>
      </w:r>
      <w:r w:rsidRPr="00E9675D">
        <w:rPr>
          <w:rStyle w:val="CRKTMNLPG"/>
          <w:rFonts w:asciiTheme="minorHAnsi" w:hAnsiTheme="minorHAnsi" w:cs="Times New Roman"/>
          <w:b/>
          <w:color w:val="auto"/>
          <w:sz w:val="24"/>
          <w:highlight w:val="yellow"/>
        </w:rPr>
        <w:t>M. Query</w:t>
      </w:r>
    </w:p>
    <w:p w14:paraId="168A5214" w14:textId="77777777" w:rsidR="00E9675D" w:rsidRPr="008551E4" w:rsidRDefault="00E9675D" w:rsidP="00E9675D">
      <w:pPr>
        <w:pStyle w:val="CRNLLAST"/>
        <w:tabs>
          <w:tab w:val="clear" w:pos="280"/>
          <w:tab w:val="clear" w:pos="360"/>
        </w:tabs>
        <w:spacing w:before="120" w:after="120" w:line="276" w:lineRule="auto"/>
        <w:jc w:val="left"/>
        <w:rPr>
          <w:rStyle w:val="CRKTMNLPG"/>
          <w:rFonts w:asciiTheme="minorHAnsi" w:hAnsiTheme="minorHAnsi" w:cs="Times New Roman"/>
          <w:b/>
          <w:color w:val="auto"/>
          <w:sz w:val="24"/>
        </w:rPr>
      </w:pPr>
      <w:r w:rsidRPr="000970A8">
        <w:rPr>
          <w:rStyle w:val="CRKTMNLPG"/>
          <w:rFonts w:asciiTheme="minorHAnsi" w:hAnsiTheme="minorHAnsi" w:cs="Times New Roman"/>
          <w:color w:val="auto"/>
          <w:sz w:val="24"/>
        </w:rPr>
        <w:t xml:space="preserve">7. </w:t>
      </w:r>
      <w:r>
        <w:rPr>
          <w:rStyle w:val="CRKTMNLPG"/>
          <w:rFonts w:asciiTheme="minorHAnsi" w:hAnsiTheme="minorHAnsi" w:cs="Times New Roman"/>
          <w:color w:val="auto"/>
          <w:sz w:val="24"/>
        </w:rPr>
        <w:tab/>
      </w:r>
      <w:r w:rsidRPr="000970A8">
        <w:rPr>
          <w:rStyle w:val="CRKTMNLPG"/>
          <w:rFonts w:asciiTheme="minorHAnsi" w:hAnsiTheme="minorHAnsi" w:cs="Times New Roman"/>
          <w:color w:val="auto"/>
          <w:sz w:val="24"/>
        </w:rPr>
        <w:t xml:space="preserve">An Access interface element that organizes and lists database objects in a database. </w:t>
      </w:r>
      <w:r>
        <w:rPr>
          <w:rStyle w:val="CRKTMNLPG"/>
          <w:rFonts w:asciiTheme="minorHAnsi" w:hAnsiTheme="minorHAnsi" w:cs="Times New Roman"/>
          <w:color w:val="auto"/>
          <w:sz w:val="24"/>
        </w:rPr>
        <w:br/>
      </w:r>
      <w:r w:rsidRPr="00E9675D">
        <w:rPr>
          <w:rStyle w:val="CRKTMNLPG"/>
          <w:rFonts w:asciiTheme="minorHAnsi" w:hAnsiTheme="minorHAnsi" w:cs="Times New Roman"/>
          <w:b/>
          <w:color w:val="auto"/>
          <w:sz w:val="24"/>
          <w:highlight w:val="yellow"/>
        </w:rPr>
        <w:t>J. Navigation Pane</w:t>
      </w:r>
    </w:p>
    <w:p w14:paraId="537B9218" w14:textId="77777777" w:rsidR="00E9675D" w:rsidRPr="008551E4" w:rsidRDefault="00E9675D" w:rsidP="00E9675D">
      <w:pPr>
        <w:pStyle w:val="CRNLLAST"/>
        <w:tabs>
          <w:tab w:val="clear" w:pos="280"/>
          <w:tab w:val="clear" w:pos="360"/>
        </w:tabs>
        <w:spacing w:before="120" w:after="120" w:line="276" w:lineRule="auto"/>
        <w:jc w:val="left"/>
        <w:rPr>
          <w:rStyle w:val="CRKTMNLPG"/>
          <w:rFonts w:asciiTheme="minorHAnsi" w:hAnsiTheme="minorHAnsi" w:cs="Times New Roman"/>
          <w:b/>
          <w:color w:val="auto"/>
          <w:sz w:val="24"/>
        </w:rPr>
      </w:pPr>
      <w:r w:rsidRPr="000970A8">
        <w:rPr>
          <w:rStyle w:val="CRKTMNLPG"/>
          <w:rFonts w:asciiTheme="minorHAnsi" w:hAnsiTheme="minorHAnsi" w:cs="Times New Roman"/>
          <w:color w:val="auto"/>
          <w:sz w:val="24"/>
        </w:rPr>
        <w:t xml:space="preserve">8. </w:t>
      </w:r>
      <w:r>
        <w:rPr>
          <w:rStyle w:val="CRKTMNLPG"/>
          <w:rFonts w:asciiTheme="minorHAnsi" w:hAnsiTheme="minorHAnsi" w:cs="Times New Roman"/>
          <w:color w:val="auto"/>
          <w:sz w:val="24"/>
        </w:rPr>
        <w:tab/>
      </w:r>
      <w:r w:rsidRPr="000970A8">
        <w:rPr>
          <w:rStyle w:val="CRKTMNLPG"/>
          <w:rFonts w:asciiTheme="minorHAnsi" w:hAnsiTheme="minorHAnsi" w:cs="Times New Roman"/>
          <w:color w:val="auto"/>
          <w:sz w:val="24"/>
        </w:rPr>
        <w:t>A filtering method that displays records based on multiple criteria.</w:t>
      </w:r>
      <w:r>
        <w:rPr>
          <w:rStyle w:val="CRKTMNLPG"/>
          <w:rFonts w:asciiTheme="minorHAnsi" w:hAnsiTheme="minorHAnsi" w:cs="Times New Roman"/>
          <w:color w:val="auto"/>
          <w:sz w:val="24"/>
        </w:rPr>
        <w:br/>
      </w:r>
      <w:r w:rsidRPr="00E9675D">
        <w:rPr>
          <w:rStyle w:val="CRKTMNLPG"/>
          <w:rFonts w:asciiTheme="minorHAnsi" w:hAnsiTheme="minorHAnsi" w:cs="Times New Roman"/>
          <w:b/>
          <w:color w:val="auto"/>
          <w:sz w:val="24"/>
          <w:highlight w:val="yellow"/>
        </w:rPr>
        <w:t>H. Filter by Form</w:t>
      </w:r>
    </w:p>
    <w:p w14:paraId="46A091D6" w14:textId="77777777" w:rsidR="00E9675D" w:rsidRPr="008551E4" w:rsidRDefault="00E9675D" w:rsidP="00E9675D">
      <w:pPr>
        <w:pStyle w:val="CRNLLAST"/>
        <w:tabs>
          <w:tab w:val="clear" w:pos="280"/>
          <w:tab w:val="clear" w:pos="360"/>
        </w:tabs>
        <w:spacing w:before="120" w:after="120" w:line="276" w:lineRule="auto"/>
        <w:jc w:val="left"/>
        <w:rPr>
          <w:rStyle w:val="CRKTMNLPG"/>
          <w:rFonts w:asciiTheme="minorHAnsi" w:hAnsiTheme="minorHAnsi" w:cs="Times New Roman"/>
          <w:b/>
          <w:color w:val="auto"/>
          <w:sz w:val="24"/>
        </w:rPr>
      </w:pPr>
      <w:r w:rsidRPr="000970A8">
        <w:rPr>
          <w:rStyle w:val="CRKTMNLPG"/>
          <w:rFonts w:asciiTheme="minorHAnsi" w:hAnsiTheme="minorHAnsi" w:cs="Times New Roman"/>
          <w:color w:val="auto"/>
          <w:sz w:val="24"/>
        </w:rPr>
        <w:t xml:space="preserve">9. </w:t>
      </w:r>
      <w:r>
        <w:rPr>
          <w:rStyle w:val="CRKTMNLPG"/>
          <w:rFonts w:asciiTheme="minorHAnsi" w:hAnsiTheme="minorHAnsi" w:cs="Times New Roman"/>
          <w:color w:val="auto"/>
          <w:sz w:val="24"/>
        </w:rPr>
        <w:tab/>
      </w:r>
      <w:r w:rsidRPr="000970A8">
        <w:rPr>
          <w:rStyle w:val="CRKTMNLPG"/>
          <w:rFonts w:asciiTheme="minorHAnsi" w:hAnsiTheme="minorHAnsi" w:cs="Times New Roman"/>
          <w:color w:val="auto"/>
          <w:sz w:val="24"/>
        </w:rPr>
        <w:t xml:space="preserve">A set of common Access components that can be added to an existing database. </w:t>
      </w:r>
      <w:r>
        <w:rPr>
          <w:rStyle w:val="CRKTMNLPG"/>
          <w:rFonts w:asciiTheme="minorHAnsi" w:hAnsiTheme="minorHAnsi" w:cs="Times New Roman"/>
          <w:color w:val="auto"/>
          <w:sz w:val="24"/>
        </w:rPr>
        <w:br/>
      </w:r>
      <w:r w:rsidRPr="00E9675D">
        <w:rPr>
          <w:rStyle w:val="CRKTMNLPG"/>
          <w:rFonts w:asciiTheme="minorHAnsi" w:hAnsiTheme="minorHAnsi" w:cs="Times New Roman"/>
          <w:b/>
          <w:color w:val="auto"/>
          <w:sz w:val="24"/>
          <w:highlight w:val="yellow"/>
        </w:rPr>
        <w:t>A. Application part</w:t>
      </w:r>
    </w:p>
    <w:p w14:paraId="1907A6E5" w14:textId="77777777" w:rsidR="00E9675D" w:rsidRPr="008551E4" w:rsidRDefault="00E9675D" w:rsidP="00E9675D">
      <w:pPr>
        <w:pStyle w:val="CRNLLAST"/>
        <w:tabs>
          <w:tab w:val="clear" w:pos="280"/>
          <w:tab w:val="clear" w:pos="360"/>
        </w:tabs>
        <w:spacing w:before="120" w:after="120" w:line="276" w:lineRule="auto"/>
        <w:jc w:val="left"/>
        <w:rPr>
          <w:rStyle w:val="CRKTMNLPG"/>
          <w:rFonts w:asciiTheme="minorHAnsi" w:hAnsiTheme="minorHAnsi" w:cs="Times New Roman"/>
          <w:b/>
          <w:color w:val="auto"/>
          <w:sz w:val="24"/>
        </w:rPr>
      </w:pPr>
      <w:r w:rsidRPr="000970A8">
        <w:rPr>
          <w:rStyle w:val="CRKTMNLPG"/>
          <w:rFonts w:asciiTheme="minorHAnsi" w:hAnsiTheme="minorHAnsi" w:cs="Times New Roman"/>
          <w:color w:val="auto"/>
          <w:sz w:val="24"/>
        </w:rPr>
        <w:t xml:space="preserve">10. </w:t>
      </w:r>
      <w:r>
        <w:rPr>
          <w:rStyle w:val="CRKTMNLPG"/>
          <w:rFonts w:asciiTheme="minorHAnsi" w:hAnsiTheme="minorHAnsi" w:cs="Times New Roman"/>
          <w:color w:val="auto"/>
          <w:sz w:val="24"/>
        </w:rPr>
        <w:tab/>
      </w:r>
      <w:r w:rsidRPr="000970A8">
        <w:rPr>
          <w:rStyle w:val="CRKTMNLPG"/>
          <w:rFonts w:asciiTheme="minorHAnsi" w:hAnsiTheme="minorHAnsi" w:cs="Times New Roman"/>
          <w:color w:val="auto"/>
          <w:sz w:val="24"/>
        </w:rPr>
        <w:t>An object that contains professional-looking</w:t>
      </w:r>
      <w:r>
        <w:rPr>
          <w:rStyle w:val="CRKTMNLPG"/>
          <w:rFonts w:asciiTheme="minorHAnsi" w:hAnsiTheme="minorHAnsi" w:cs="Times New Roman"/>
          <w:color w:val="auto"/>
          <w:sz w:val="24"/>
        </w:rPr>
        <w:t>,</w:t>
      </w:r>
      <w:r w:rsidRPr="000970A8">
        <w:rPr>
          <w:rStyle w:val="CRKTMNLPG"/>
          <w:rFonts w:asciiTheme="minorHAnsi" w:hAnsiTheme="minorHAnsi" w:cs="Times New Roman"/>
          <w:color w:val="auto"/>
          <w:sz w:val="24"/>
        </w:rPr>
        <w:t xml:space="preserve"> formatted information from underlying tables or queries.</w:t>
      </w:r>
      <w:r>
        <w:rPr>
          <w:rStyle w:val="CRKTMNLPG"/>
          <w:rFonts w:asciiTheme="minorHAnsi" w:hAnsiTheme="minorHAnsi" w:cs="Times New Roman"/>
          <w:color w:val="auto"/>
          <w:sz w:val="24"/>
        </w:rPr>
        <w:br/>
      </w:r>
      <w:r w:rsidRPr="00E9675D">
        <w:rPr>
          <w:rStyle w:val="CRKTMNLPG"/>
          <w:rFonts w:asciiTheme="minorHAnsi" w:hAnsiTheme="minorHAnsi" w:cs="Times New Roman"/>
          <w:b/>
          <w:color w:val="auto"/>
          <w:sz w:val="24"/>
          <w:highlight w:val="yellow"/>
        </w:rPr>
        <w:t>P. Report</w:t>
      </w:r>
      <w:r w:rsidRPr="008551E4">
        <w:rPr>
          <w:rStyle w:val="CRKTMNLPG"/>
          <w:rFonts w:asciiTheme="minorHAnsi" w:hAnsiTheme="minorHAnsi" w:cs="Times New Roman"/>
          <w:b/>
          <w:color w:val="auto"/>
          <w:sz w:val="24"/>
        </w:rPr>
        <w:t xml:space="preserve"> </w:t>
      </w:r>
    </w:p>
    <w:p w14:paraId="559A6519" w14:textId="77777777" w:rsidR="00E9675D" w:rsidRPr="00766A85" w:rsidRDefault="00E9675D" w:rsidP="00E9675D">
      <w:pPr>
        <w:pStyle w:val="CRNLLAST"/>
        <w:tabs>
          <w:tab w:val="clear" w:pos="280"/>
          <w:tab w:val="clear" w:pos="360"/>
        </w:tabs>
        <w:spacing w:before="120" w:after="120" w:line="276" w:lineRule="auto"/>
        <w:jc w:val="left"/>
        <w:rPr>
          <w:rStyle w:val="CRKTMNLPG"/>
          <w:rFonts w:asciiTheme="minorHAnsi" w:hAnsiTheme="minorHAnsi" w:cs="Times New Roman"/>
          <w:color w:val="auto"/>
          <w:sz w:val="24"/>
        </w:rPr>
      </w:pPr>
      <w:r w:rsidRPr="000970A8">
        <w:rPr>
          <w:rStyle w:val="CRKTMNLPG"/>
          <w:rFonts w:asciiTheme="minorHAnsi" w:hAnsiTheme="minorHAnsi" w:cs="Times New Roman"/>
          <w:color w:val="auto"/>
          <w:sz w:val="24"/>
        </w:rPr>
        <w:t xml:space="preserve">11. </w:t>
      </w:r>
      <w:r>
        <w:rPr>
          <w:rStyle w:val="CRKTMNLPG"/>
          <w:rFonts w:asciiTheme="minorHAnsi" w:hAnsiTheme="minorHAnsi" w:cs="Times New Roman"/>
          <w:color w:val="auto"/>
          <w:sz w:val="24"/>
        </w:rPr>
        <w:tab/>
      </w:r>
      <w:r w:rsidRPr="000970A8">
        <w:rPr>
          <w:rStyle w:val="CRKTMNLPG"/>
          <w:rFonts w:asciiTheme="minorHAnsi" w:hAnsiTheme="minorHAnsi" w:cs="Times New Roman"/>
          <w:color w:val="auto"/>
          <w:sz w:val="24"/>
        </w:rPr>
        <w:t xml:space="preserve">A main component that is created and used to make a database function, such as a table or form. </w:t>
      </w:r>
      <w:r>
        <w:rPr>
          <w:rStyle w:val="CRKTMNLPG"/>
          <w:rFonts w:asciiTheme="minorHAnsi" w:hAnsiTheme="minorHAnsi" w:cs="Times New Roman"/>
          <w:color w:val="auto"/>
          <w:sz w:val="24"/>
        </w:rPr>
        <w:br/>
      </w:r>
      <w:r w:rsidRPr="00E9675D">
        <w:rPr>
          <w:rStyle w:val="CRKTMNLPG"/>
          <w:rFonts w:asciiTheme="minorHAnsi" w:hAnsiTheme="minorHAnsi" w:cs="Times New Roman"/>
          <w:b/>
          <w:color w:val="auto"/>
          <w:sz w:val="24"/>
          <w:highlight w:val="yellow"/>
        </w:rPr>
        <w:t>K. Object</w:t>
      </w:r>
    </w:p>
    <w:p w14:paraId="1F255BFB" w14:textId="77777777" w:rsidR="00E9675D" w:rsidRPr="008551E4" w:rsidRDefault="00E9675D" w:rsidP="00E9675D">
      <w:pPr>
        <w:pStyle w:val="CRNLLAST"/>
        <w:tabs>
          <w:tab w:val="clear" w:pos="280"/>
          <w:tab w:val="clear" w:pos="360"/>
        </w:tabs>
        <w:spacing w:before="120" w:after="120" w:line="276" w:lineRule="auto"/>
        <w:jc w:val="left"/>
        <w:rPr>
          <w:rStyle w:val="CRKTMNLPG"/>
          <w:rFonts w:asciiTheme="minorHAnsi" w:hAnsiTheme="minorHAnsi" w:cs="Times New Roman"/>
          <w:b/>
          <w:color w:val="auto"/>
          <w:sz w:val="24"/>
        </w:rPr>
      </w:pPr>
      <w:r w:rsidRPr="000970A8">
        <w:rPr>
          <w:rStyle w:val="CRKTMNLPG"/>
          <w:rFonts w:asciiTheme="minorHAnsi" w:hAnsiTheme="minorHAnsi" w:cs="Times New Roman"/>
          <w:color w:val="auto"/>
          <w:sz w:val="24"/>
        </w:rPr>
        <w:t xml:space="preserve">12. </w:t>
      </w:r>
      <w:r>
        <w:rPr>
          <w:rStyle w:val="CRKTMNLPG"/>
          <w:rFonts w:asciiTheme="minorHAnsi" w:hAnsiTheme="minorHAnsi" w:cs="Times New Roman"/>
          <w:color w:val="auto"/>
          <w:sz w:val="24"/>
        </w:rPr>
        <w:tab/>
        <w:t>A co</w:t>
      </w:r>
      <w:r w:rsidRPr="000970A8">
        <w:rPr>
          <w:rStyle w:val="CRKTMNLPG"/>
          <w:rFonts w:asciiTheme="minorHAnsi" w:hAnsiTheme="minorHAnsi" w:cs="Times New Roman"/>
          <w:color w:val="auto"/>
          <w:sz w:val="24"/>
        </w:rPr>
        <w:t xml:space="preserve">mplete set of all the fields about one person, place, event, or concept. </w:t>
      </w:r>
      <w:r>
        <w:rPr>
          <w:rStyle w:val="CRKTMNLPG"/>
          <w:rFonts w:asciiTheme="minorHAnsi" w:hAnsiTheme="minorHAnsi" w:cs="Times New Roman"/>
          <w:color w:val="auto"/>
          <w:sz w:val="24"/>
        </w:rPr>
        <w:br/>
      </w:r>
      <w:r w:rsidRPr="00E9675D">
        <w:rPr>
          <w:rStyle w:val="CRKTMNLPG"/>
          <w:rFonts w:asciiTheme="minorHAnsi" w:hAnsiTheme="minorHAnsi" w:cs="Times New Roman"/>
          <w:b/>
          <w:color w:val="auto"/>
          <w:sz w:val="24"/>
          <w:highlight w:val="yellow"/>
        </w:rPr>
        <w:t>N. Record</w:t>
      </w:r>
    </w:p>
    <w:p w14:paraId="7746753C" w14:textId="77777777" w:rsidR="00E9675D" w:rsidRPr="008551E4" w:rsidRDefault="00E9675D" w:rsidP="00E9675D">
      <w:pPr>
        <w:pStyle w:val="CRNLLAST"/>
        <w:tabs>
          <w:tab w:val="clear" w:pos="280"/>
          <w:tab w:val="clear" w:pos="360"/>
        </w:tabs>
        <w:spacing w:before="120" w:after="120" w:line="276" w:lineRule="auto"/>
        <w:jc w:val="left"/>
        <w:rPr>
          <w:rStyle w:val="CRKTMNLPG"/>
          <w:rFonts w:asciiTheme="minorHAnsi" w:hAnsiTheme="minorHAnsi" w:cs="Times New Roman"/>
          <w:b/>
          <w:color w:val="auto"/>
          <w:sz w:val="24"/>
        </w:rPr>
      </w:pPr>
      <w:r w:rsidRPr="000970A8">
        <w:rPr>
          <w:rStyle w:val="CRKTMNLPG"/>
          <w:rFonts w:asciiTheme="minorHAnsi" w:hAnsiTheme="minorHAnsi" w:cs="Times New Roman"/>
          <w:color w:val="auto"/>
          <w:sz w:val="24"/>
        </w:rPr>
        <w:t xml:space="preserve">13. </w:t>
      </w:r>
      <w:r>
        <w:rPr>
          <w:rStyle w:val="CRKTMNLPG"/>
          <w:rFonts w:asciiTheme="minorHAnsi" w:hAnsiTheme="minorHAnsi" w:cs="Times New Roman"/>
          <w:color w:val="auto"/>
          <w:sz w:val="24"/>
        </w:rPr>
        <w:tab/>
      </w:r>
      <w:r w:rsidRPr="000970A8">
        <w:rPr>
          <w:rStyle w:val="CRKTMNLPG"/>
          <w:rFonts w:asciiTheme="minorHAnsi" w:hAnsiTheme="minorHAnsi" w:cs="Times New Roman"/>
          <w:color w:val="auto"/>
          <w:sz w:val="24"/>
        </w:rPr>
        <w:t xml:space="preserve">The field (or combination of fields) that uniquely identifies each record in a table. </w:t>
      </w:r>
      <w:r>
        <w:rPr>
          <w:rStyle w:val="CRKTMNLPG"/>
          <w:rFonts w:asciiTheme="minorHAnsi" w:hAnsiTheme="minorHAnsi" w:cs="Times New Roman"/>
          <w:color w:val="auto"/>
          <w:sz w:val="24"/>
        </w:rPr>
        <w:br/>
      </w:r>
      <w:r w:rsidRPr="00E9675D">
        <w:rPr>
          <w:rStyle w:val="CRKTMNLPG"/>
          <w:rFonts w:asciiTheme="minorHAnsi" w:hAnsiTheme="minorHAnsi" w:cs="Times New Roman"/>
          <w:b/>
          <w:color w:val="auto"/>
          <w:sz w:val="24"/>
          <w:highlight w:val="yellow"/>
        </w:rPr>
        <w:t>L. Primary key</w:t>
      </w:r>
    </w:p>
    <w:p w14:paraId="650C82D2" w14:textId="77777777" w:rsidR="00E9675D" w:rsidRPr="008551E4" w:rsidRDefault="00E9675D" w:rsidP="00E9675D">
      <w:pPr>
        <w:pStyle w:val="CRNLLAST"/>
        <w:tabs>
          <w:tab w:val="clear" w:pos="280"/>
          <w:tab w:val="clear" w:pos="360"/>
        </w:tabs>
        <w:spacing w:before="120" w:after="120" w:line="276" w:lineRule="auto"/>
        <w:jc w:val="left"/>
        <w:rPr>
          <w:rStyle w:val="CRKTMNLPG"/>
          <w:rFonts w:asciiTheme="minorHAnsi" w:hAnsiTheme="minorHAnsi" w:cs="Times New Roman"/>
          <w:b/>
          <w:color w:val="auto"/>
          <w:sz w:val="24"/>
        </w:rPr>
      </w:pPr>
      <w:r w:rsidRPr="000970A8">
        <w:rPr>
          <w:rStyle w:val="CRKTMNLPG"/>
          <w:rFonts w:asciiTheme="minorHAnsi" w:hAnsiTheme="minorHAnsi" w:cs="Times New Roman"/>
          <w:color w:val="auto"/>
          <w:sz w:val="24"/>
        </w:rPr>
        <w:t xml:space="preserve">14. </w:t>
      </w:r>
      <w:r>
        <w:rPr>
          <w:rStyle w:val="CRKTMNLPG"/>
          <w:rFonts w:asciiTheme="minorHAnsi" w:hAnsiTheme="minorHAnsi" w:cs="Times New Roman"/>
          <w:color w:val="auto"/>
          <w:sz w:val="24"/>
        </w:rPr>
        <w:tab/>
      </w:r>
      <w:r w:rsidRPr="000970A8">
        <w:rPr>
          <w:rStyle w:val="CRKTMNLPG"/>
          <w:rFonts w:asciiTheme="minorHAnsi" w:hAnsiTheme="minorHAnsi" w:cs="Times New Roman"/>
          <w:color w:val="auto"/>
          <w:sz w:val="24"/>
        </w:rPr>
        <w:t xml:space="preserve">A connection between two tables using a common field. </w:t>
      </w:r>
      <w:r>
        <w:rPr>
          <w:rStyle w:val="CRKTMNLPG"/>
          <w:rFonts w:asciiTheme="minorHAnsi" w:hAnsiTheme="minorHAnsi" w:cs="Times New Roman"/>
          <w:color w:val="auto"/>
          <w:sz w:val="24"/>
        </w:rPr>
        <w:br/>
      </w:r>
      <w:r w:rsidRPr="00E9675D">
        <w:rPr>
          <w:rStyle w:val="CRKTMNLPG"/>
          <w:rFonts w:asciiTheme="minorHAnsi" w:hAnsiTheme="minorHAnsi" w:cs="Times New Roman"/>
          <w:b/>
          <w:color w:val="auto"/>
          <w:sz w:val="24"/>
          <w:highlight w:val="yellow"/>
        </w:rPr>
        <w:t>O. Relationship</w:t>
      </w:r>
      <w:r w:rsidRPr="000970A8">
        <w:rPr>
          <w:rStyle w:val="CRKTMNLPG"/>
          <w:rFonts w:asciiTheme="minorHAnsi" w:hAnsiTheme="minorHAnsi" w:cs="Times New Roman"/>
          <w:color w:val="auto"/>
          <w:sz w:val="24"/>
        </w:rPr>
        <w:t xml:space="preserve"> </w:t>
      </w:r>
    </w:p>
    <w:p w14:paraId="2C038E3A" w14:textId="77777777" w:rsidR="00E9675D" w:rsidRPr="008551E4" w:rsidRDefault="00E9675D" w:rsidP="00E9675D">
      <w:pPr>
        <w:pStyle w:val="CRNLLAST"/>
        <w:tabs>
          <w:tab w:val="clear" w:pos="280"/>
          <w:tab w:val="clear" w:pos="360"/>
        </w:tabs>
        <w:spacing w:before="120" w:after="120" w:line="276" w:lineRule="auto"/>
        <w:jc w:val="left"/>
        <w:rPr>
          <w:rStyle w:val="CRKTMNLPG"/>
          <w:rFonts w:asciiTheme="minorHAnsi" w:hAnsiTheme="minorHAnsi" w:cs="Times New Roman"/>
          <w:b/>
          <w:color w:val="auto"/>
          <w:sz w:val="24"/>
        </w:rPr>
      </w:pPr>
      <w:r w:rsidRPr="000970A8">
        <w:rPr>
          <w:rStyle w:val="CRKTMNLPG"/>
          <w:rFonts w:asciiTheme="minorHAnsi" w:hAnsiTheme="minorHAnsi" w:cs="Times New Roman"/>
          <w:color w:val="auto"/>
          <w:sz w:val="24"/>
        </w:rPr>
        <w:t xml:space="preserve">15. </w:t>
      </w:r>
      <w:r>
        <w:rPr>
          <w:rStyle w:val="CRKTMNLPG"/>
          <w:rFonts w:asciiTheme="minorHAnsi" w:hAnsiTheme="minorHAnsi" w:cs="Times New Roman"/>
          <w:color w:val="auto"/>
          <w:sz w:val="24"/>
        </w:rPr>
        <w:tab/>
      </w:r>
      <w:r w:rsidRPr="000970A8">
        <w:rPr>
          <w:rStyle w:val="CRKTMNLPG"/>
          <w:rFonts w:asciiTheme="minorHAnsi" w:hAnsiTheme="minorHAnsi" w:cs="Times New Roman"/>
          <w:color w:val="auto"/>
          <w:sz w:val="24"/>
        </w:rPr>
        <w:t xml:space="preserve">A collection of data organized as meaningful information that can be accessed, managed, stored, queried, sorted, and reported. </w:t>
      </w:r>
      <w:r>
        <w:rPr>
          <w:rStyle w:val="CRKTMNLPG"/>
          <w:rFonts w:asciiTheme="minorHAnsi" w:hAnsiTheme="minorHAnsi" w:cs="Times New Roman"/>
          <w:color w:val="auto"/>
          <w:sz w:val="24"/>
        </w:rPr>
        <w:br/>
      </w:r>
      <w:r w:rsidRPr="00E9675D">
        <w:rPr>
          <w:rStyle w:val="CRKTMNLPG"/>
          <w:rFonts w:asciiTheme="minorHAnsi" w:hAnsiTheme="minorHAnsi" w:cs="Times New Roman"/>
          <w:b/>
          <w:color w:val="auto"/>
          <w:sz w:val="24"/>
          <w:highlight w:val="yellow"/>
        </w:rPr>
        <w:t>B. Database</w:t>
      </w:r>
    </w:p>
    <w:p w14:paraId="1F741C0B" w14:textId="77777777" w:rsidR="00E9675D" w:rsidRPr="008551E4" w:rsidRDefault="00E9675D" w:rsidP="00E9675D">
      <w:pPr>
        <w:pStyle w:val="CRNLLAST"/>
        <w:tabs>
          <w:tab w:val="clear" w:pos="280"/>
          <w:tab w:val="clear" w:pos="360"/>
        </w:tabs>
        <w:spacing w:before="120" w:after="120" w:line="276" w:lineRule="auto"/>
        <w:jc w:val="left"/>
        <w:rPr>
          <w:rStyle w:val="CRKTMNLPG"/>
          <w:rFonts w:asciiTheme="minorHAnsi" w:hAnsiTheme="minorHAnsi" w:cs="Times New Roman"/>
          <w:b/>
          <w:color w:val="auto"/>
          <w:sz w:val="24"/>
        </w:rPr>
      </w:pPr>
      <w:r w:rsidRPr="000970A8">
        <w:rPr>
          <w:rStyle w:val="CRKTMNLPG"/>
          <w:rFonts w:asciiTheme="minorHAnsi" w:hAnsiTheme="minorHAnsi" w:cs="Times New Roman"/>
          <w:color w:val="auto"/>
          <w:sz w:val="24"/>
        </w:rPr>
        <w:t xml:space="preserve">16. </w:t>
      </w:r>
      <w:r>
        <w:rPr>
          <w:rStyle w:val="CRKTMNLPG"/>
          <w:rFonts w:asciiTheme="minorHAnsi" w:hAnsiTheme="minorHAnsi" w:cs="Times New Roman"/>
          <w:color w:val="auto"/>
          <w:sz w:val="24"/>
        </w:rPr>
        <w:tab/>
        <w:t>View that enables the user</w:t>
      </w:r>
      <w:r w:rsidRPr="000970A8">
        <w:rPr>
          <w:rStyle w:val="CRKTMNLPG"/>
          <w:rFonts w:asciiTheme="minorHAnsi" w:hAnsiTheme="minorHAnsi" w:cs="Times New Roman"/>
          <w:color w:val="auto"/>
          <w:sz w:val="24"/>
        </w:rPr>
        <w:t xml:space="preserve"> to create and modify a table design. </w:t>
      </w:r>
      <w:r>
        <w:rPr>
          <w:rStyle w:val="CRKTMNLPG"/>
          <w:rFonts w:asciiTheme="minorHAnsi" w:hAnsiTheme="minorHAnsi" w:cs="Times New Roman"/>
          <w:color w:val="auto"/>
          <w:sz w:val="24"/>
        </w:rPr>
        <w:br/>
      </w:r>
      <w:r w:rsidRPr="00E9675D">
        <w:rPr>
          <w:rStyle w:val="CRKTMNLPG"/>
          <w:rFonts w:asciiTheme="minorHAnsi" w:hAnsiTheme="minorHAnsi" w:cs="Times New Roman"/>
          <w:b/>
          <w:color w:val="auto"/>
          <w:sz w:val="24"/>
          <w:highlight w:val="yellow"/>
        </w:rPr>
        <w:t>E. Design view</w:t>
      </w:r>
    </w:p>
    <w:p w14:paraId="446484B9" w14:textId="77777777" w:rsidR="00E9675D" w:rsidRPr="008551E4" w:rsidRDefault="00E9675D" w:rsidP="00E9675D">
      <w:pPr>
        <w:pStyle w:val="CRNLLAST"/>
        <w:tabs>
          <w:tab w:val="clear" w:pos="280"/>
          <w:tab w:val="clear" w:pos="360"/>
        </w:tabs>
        <w:spacing w:before="120" w:after="120" w:line="276" w:lineRule="auto"/>
        <w:jc w:val="left"/>
        <w:rPr>
          <w:rStyle w:val="CRKTMNLPG"/>
          <w:rFonts w:asciiTheme="minorHAnsi" w:hAnsiTheme="minorHAnsi" w:cs="Times New Roman"/>
          <w:b/>
          <w:color w:val="auto"/>
          <w:sz w:val="24"/>
        </w:rPr>
      </w:pPr>
      <w:r w:rsidRPr="000970A8">
        <w:rPr>
          <w:rStyle w:val="CRKTMNLPG"/>
          <w:rFonts w:asciiTheme="minorHAnsi" w:hAnsiTheme="minorHAnsi" w:cs="Times New Roman"/>
          <w:color w:val="auto"/>
          <w:sz w:val="24"/>
        </w:rPr>
        <w:t xml:space="preserve">17. </w:t>
      </w:r>
      <w:r>
        <w:rPr>
          <w:rStyle w:val="CRKTMNLPG"/>
          <w:rFonts w:asciiTheme="minorHAnsi" w:hAnsiTheme="minorHAnsi" w:cs="Times New Roman"/>
          <w:color w:val="auto"/>
          <w:sz w:val="24"/>
        </w:rPr>
        <w:tab/>
        <w:t>A grid that enables the user</w:t>
      </w:r>
      <w:r w:rsidRPr="000970A8">
        <w:rPr>
          <w:rStyle w:val="CRKTMNLPG"/>
          <w:rFonts w:asciiTheme="minorHAnsi" w:hAnsiTheme="minorHAnsi" w:cs="Times New Roman"/>
          <w:color w:val="auto"/>
          <w:sz w:val="24"/>
        </w:rPr>
        <w:t xml:space="preserve"> to add, edit, and delete the records of a table. </w:t>
      </w:r>
      <w:r>
        <w:rPr>
          <w:rStyle w:val="CRKTMNLPG"/>
          <w:rFonts w:asciiTheme="minorHAnsi" w:hAnsiTheme="minorHAnsi" w:cs="Times New Roman"/>
          <w:color w:val="auto"/>
          <w:sz w:val="24"/>
        </w:rPr>
        <w:br/>
      </w:r>
      <w:r w:rsidRPr="00E9675D">
        <w:rPr>
          <w:rStyle w:val="CRKTMNLPG"/>
          <w:rFonts w:asciiTheme="minorHAnsi" w:hAnsiTheme="minorHAnsi" w:cs="Times New Roman"/>
          <w:b/>
          <w:color w:val="auto"/>
          <w:sz w:val="24"/>
          <w:highlight w:val="yellow"/>
        </w:rPr>
        <w:t>D. Datasheet view</w:t>
      </w:r>
    </w:p>
    <w:p w14:paraId="5F4485EC" w14:textId="77777777" w:rsidR="00E9675D" w:rsidRPr="008551E4" w:rsidRDefault="00E9675D" w:rsidP="00E9675D">
      <w:pPr>
        <w:pStyle w:val="CRNLLAST"/>
        <w:tabs>
          <w:tab w:val="clear" w:pos="280"/>
          <w:tab w:val="clear" w:pos="360"/>
        </w:tabs>
        <w:spacing w:before="120" w:after="120" w:line="276" w:lineRule="auto"/>
        <w:jc w:val="left"/>
        <w:rPr>
          <w:rStyle w:val="CRKTMNLPG"/>
          <w:rFonts w:asciiTheme="minorHAnsi" w:hAnsiTheme="minorHAnsi" w:cs="Times New Roman"/>
          <w:b/>
          <w:color w:val="auto"/>
          <w:sz w:val="24"/>
        </w:rPr>
      </w:pPr>
      <w:r w:rsidRPr="000970A8">
        <w:rPr>
          <w:rStyle w:val="CRKTMNLPG"/>
          <w:rFonts w:asciiTheme="minorHAnsi" w:hAnsiTheme="minorHAnsi" w:cs="Times New Roman"/>
          <w:color w:val="auto"/>
          <w:sz w:val="24"/>
        </w:rPr>
        <w:t xml:space="preserve">18. </w:t>
      </w:r>
      <w:r>
        <w:rPr>
          <w:rStyle w:val="CRKTMNLPG"/>
          <w:rFonts w:asciiTheme="minorHAnsi" w:hAnsiTheme="minorHAnsi" w:cs="Times New Roman"/>
          <w:color w:val="auto"/>
          <w:sz w:val="24"/>
        </w:rPr>
        <w:tab/>
      </w:r>
      <w:r w:rsidRPr="000970A8">
        <w:rPr>
          <w:rStyle w:val="CRKTMNLPG"/>
          <w:rFonts w:asciiTheme="minorHAnsi" w:hAnsiTheme="minorHAnsi" w:cs="Times New Roman"/>
          <w:color w:val="auto"/>
          <w:sz w:val="24"/>
        </w:rPr>
        <w:t xml:space="preserve">A piece of information stored in a table, such as a company name or city. </w:t>
      </w:r>
      <w:r>
        <w:rPr>
          <w:rStyle w:val="CRKTMNLPG"/>
          <w:rFonts w:asciiTheme="minorHAnsi" w:hAnsiTheme="minorHAnsi" w:cs="Times New Roman"/>
          <w:color w:val="auto"/>
          <w:sz w:val="24"/>
        </w:rPr>
        <w:br/>
      </w:r>
      <w:r w:rsidRPr="00E9675D">
        <w:rPr>
          <w:rStyle w:val="CRKTMNLPG"/>
          <w:rFonts w:asciiTheme="minorHAnsi" w:hAnsiTheme="minorHAnsi" w:cs="Times New Roman"/>
          <w:b/>
          <w:color w:val="auto"/>
          <w:sz w:val="24"/>
          <w:highlight w:val="yellow"/>
        </w:rPr>
        <w:t>F. Field</w:t>
      </w:r>
    </w:p>
    <w:p w14:paraId="62D28AF8" w14:textId="77777777" w:rsidR="00E9675D" w:rsidRPr="008551E4" w:rsidRDefault="00E9675D" w:rsidP="00E9675D">
      <w:pPr>
        <w:pStyle w:val="CRNLLAST"/>
        <w:tabs>
          <w:tab w:val="clear" w:pos="280"/>
          <w:tab w:val="clear" w:pos="360"/>
        </w:tabs>
        <w:spacing w:before="120" w:after="120" w:line="276" w:lineRule="auto"/>
        <w:jc w:val="left"/>
        <w:rPr>
          <w:rStyle w:val="CRKTMNLPG"/>
          <w:rFonts w:asciiTheme="minorHAnsi" w:hAnsiTheme="minorHAnsi" w:cs="Times New Roman"/>
          <w:b/>
          <w:color w:val="auto"/>
          <w:sz w:val="24"/>
        </w:rPr>
      </w:pPr>
      <w:r w:rsidRPr="000970A8">
        <w:rPr>
          <w:rStyle w:val="CRKTMNLPG"/>
          <w:rFonts w:asciiTheme="minorHAnsi" w:hAnsiTheme="minorHAnsi" w:cs="Times New Roman"/>
          <w:color w:val="auto"/>
          <w:sz w:val="24"/>
        </w:rPr>
        <w:t xml:space="preserve">19. </w:t>
      </w:r>
      <w:r>
        <w:rPr>
          <w:rStyle w:val="CRKTMNLPG"/>
          <w:rFonts w:asciiTheme="minorHAnsi" w:hAnsiTheme="minorHAnsi" w:cs="Times New Roman"/>
          <w:color w:val="auto"/>
          <w:sz w:val="24"/>
        </w:rPr>
        <w:tab/>
      </w:r>
      <w:r w:rsidRPr="000970A8">
        <w:rPr>
          <w:rStyle w:val="CRKTMNLPG"/>
          <w:rFonts w:asciiTheme="minorHAnsi" w:hAnsiTheme="minorHAnsi" w:cs="Times New Roman"/>
          <w:color w:val="auto"/>
          <w:sz w:val="24"/>
        </w:rPr>
        <w:t>A software system that provides the tools needed to create, maintain, and use a database</w:t>
      </w:r>
      <w:r>
        <w:rPr>
          <w:rStyle w:val="CRKTMNLPG"/>
          <w:rFonts w:asciiTheme="minorHAnsi" w:hAnsiTheme="minorHAnsi" w:cs="Times New Roman"/>
          <w:color w:val="auto"/>
          <w:sz w:val="24"/>
        </w:rPr>
        <w:t>.</w:t>
      </w:r>
      <w:r w:rsidRPr="000970A8">
        <w:rPr>
          <w:rStyle w:val="CRKTMNLPG"/>
          <w:rFonts w:asciiTheme="minorHAnsi" w:hAnsiTheme="minorHAnsi" w:cs="Times New Roman"/>
          <w:color w:val="auto"/>
          <w:sz w:val="24"/>
        </w:rPr>
        <w:t xml:space="preserve"> </w:t>
      </w:r>
      <w:r>
        <w:rPr>
          <w:rStyle w:val="CRKTMNLPG"/>
          <w:rFonts w:asciiTheme="minorHAnsi" w:hAnsiTheme="minorHAnsi" w:cs="Times New Roman"/>
          <w:color w:val="auto"/>
          <w:sz w:val="24"/>
        </w:rPr>
        <w:br/>
      </w:r>
      <w:r w:rsidRPr="00E9675D">
        <w:rPr>
          <w:rStyle w:val="CRKTMNLPG"/>
          <w:rFonts w:asciiTheme="minorHAnsi" w:hAnsiTheme="minorHAnsi" w:cs="Times New Roman"/>
          <w:b/>
          <w:color w:val="auto"/>
          <w:sz w:val="24"/>
          <w:highlight w:val="yellow"/>
        </w:rPr>
        <w:t>C. Database Management System (DBMS)</w:t>
      </w:r>
    </w:p>
    <w:p w14:paraId="422A3CF0" w14:textId="77777777" w:rsidR="00E9675D" w:rsidRPr="008551E4" w:rsidRDefault="00E9675D" w:rsidP="00E9675D">
      <w:pPr>
        <w:pStyle w:val="CRNLLAST"/>
        <w:tabs>
          <w:tab w:val="clear" w:pos="280"/>
          <w:tab w:val="clear" w:pos="360"/>
        </w:tabs>
        <w:suppressAutoHyphens w:val="0"/>
        <w:spacing w:before="120" w:after="120" w:line="276" w:lineRule="auto"/>
        <w:jc w:val="left"/>
        <w:rPr>
          <w:rFonts w:asciiTheme="minorHAnsi" w:hAnsiTheme="minorHAnsi" w:cs="Times New Roman"/>
          <w:b/>
          <w:color w:val="auto"/>
          <w:sz w:val="24"/>
        </w:rPr>
      </w:pPr>
      <w:r>
        <w:rPr>
          <w:rStyle w:val="CRKTMNLPG"/>
          <w:rFonts w:asciiTheme="minorHAnsi" w:hAnsiTheme="minorHAnsi" w:cs="Times New Roman"/>
          <w:color w:val="auto"/>
          <w:sz w:val="24"/>
        </w:rPr>
        <w:t>2</w:t>
      </w:r>
      <w:r w:rsidRPr="000970A8">
        <w:rPr>
          <w:rStyle w:val="CRKTMNLPG"/>
          <w:rFonts w:asciiTheme="minorHAnsi" w:hAnsiTheme="minorHAnsi" w:cs="Times New Roman"/>
          <w:color w:val="auto"/>
          <w:sz w:val="24"/>
        </w:rPr>
        <w:t xml:space="preserve">0. </w:t>
      </w:r>
      <w:r>
        <w:rPr>
          <w:rStyle w:val="CRKTMNLPG"/>
          <w:rFonts w:asciiTheme="minorHAnsi" w:hAnsiTheme="minorHAnsi" w:cs="Times New Roman"/>
          <w:color w:val="auto"/>
          <w:sz w:val="24"/>
        </w:rPr>
        <w:tab/>
      </w:r>
      <w:r w:rsidRPr="000970A8">
        <w:rPr>
          <w:rStyle w:val="CRKTMNLPG"/>
          <w:rFonts w:asciiTheme="minorHAnsi" w:hAnsiTheme="minorHAnsi" w:cs="Times New Roman"/>
          <w:color w:val="auto"/>
          <w:sz w:val="24"/>
        </w:rPr>
        <w:t xml:space="preserve">A filtering method that displays only records that </w:t>
      </w:r>
      <w:r>
        <w:rPr>
          <w:rStyle w:val="CRKTMNLPG"/>
          <w:rFonts w:asciiTheme="minorHAnsi" w:hAnsiTheme="minorHAnsi" w:cs="Times New Roman"/>
          <w:color w:val="auto"/>
          <w:sz w:val="24"/>
        </w:rPr>
        <w:t xml:space="preserve">exactly </w:t>
      </w:r>
      <w:r w:rsidRPr="000970A8">
        <w:rPr>
          <w:rStyle w:val="CRKTMNLPG"/>
          <w:rFonts w:asciiTheme="minorHAnsi" w:hAnsiTheme="minorHAnsi" w:cs="Times New Roman"/>
          <w:color w:val="auto"/>
          <w:sz w:val="24"/>
        </w:rPr>
        <w:t>match selected criteria.</w:t>
      </w:r>
      <w:r>
        <w:rPr>
          <w:rStyle w:val="CRKTMNLPG"/>
          <w:rFonts w:asciiTheme="minorHAnsi" w:hAnsiTheme="minorHAnsi" w:cs="Times New Roman"/>
          <w:color w:val="auto"/>
          <w:sz w:val="24"/>
        </w:rPr>
        <w:br/>
      </w:r>
      <w:r w:rsidRPr="00E9675D">
        <w:rPr>
          <w:rStyle w:val="CRKTMNLPG"/>
          <w:rFonts w:asciiTheme="minorHAnsi" w:hAnsiTheme="minorHAnsi" w:cs="Times New Roman"/>
          <w:b/>
          <w:color w:val="auto"/>
          <w:sz w:val="24"/>
          <w:highlight w:val="yellow"/>
        </w:rPr>
        <w:lastRenderedPageBreak/>
        <w:t>Q. Selection filter</w:t>
      </w:r>
    </w:p>
    <w:p w14:paraId="6021527C" w14:textId="77777777" w:rsidR="00E74570" w:rsidRPr="00E74570" w:rsidRDefault="00E74570" w:rsidP="00251545">
      <w:pPr>
        <w:pStyle w:val="Heading3"/>
      </w:pPr>
      <w:r w:rsidRPr="00E74570">
        <w:t>M</w:t>
      </w:r>
      <w:r>
        <w:t>ultiple Choice Answer Key</w:t>
      </w:r>
    </w:p>
    <w:p w14:paraId="24149D19" w14:textId="521CA690" w:rsidR="00E9675D" w:rsidRPr="00262E0B" w:rsidRDefault="00E9675D" w:rsidP="00E9675D">
      <w:pPr>
        <w:pStyle w:val="CRPROBSET1MCQ"/>
        <w:spacing w:after="160" w:line="276" w:lineRule="auto"/>
        <w:ind w:left="446" w:hanging="450"/>
        <w:rPr>
          <w:rFonts w:asciiTheme="minorHAnsi" w:hAnsiTheme="minorHAnsi"/>
          <w:szCs w:val="24"/>
        </w:rPr>
      </w:pPr>
      <w:r w:rsidRPr="00262E0B">
        <w:rPr>
          <w:rStyle w:val="CRPROBSET1MCQNUM"/>
          <w:rFonts w:asciiTheme="minorHAnsi" w:hAnsiTheme="minorHAnsi"/>
          <w:szCs w:val="24"/>
        </w:rPr>
        <w:t>1.</w:t>
      </w:r>
      <w:r w:rsidRPr="00262E0B">
        <w:rPr>
          <w:rStyle w:val="CRPROBSET1MCQNUM"/>
          <w:rFonts w:asciiTheme="minorHAnsi" w:hAnsiTheme="minorHAnsi"/>
          <w:szCs w:val="24"/>
        </w:rPr>
        <w:tab/>
      </w:r>
      <w:r>
        <w:rPr>
          <w:rFonts w:asciiTheme="minorHAnsi" w:hAnsiTheme="minorHAnsi"/>
          <w:szCs w:val="24"/>
        </w:rPr>
        <w:t xml:space="preserve">All of the following are </w:t>
      </w:r>
      <w:r w:rsidRPr="00F1255A">
        <w:rPr>
          <w:rFonts w:asciiTheme="minorHAnsi" w:hAnsiTheme="minorHAnsi"/>
          <w:szCs w:val="24"/>
        </w:rPr>
        <w:t>example</w:t>
      </w:r>
      <w:r>
        <w:rPr>
          <w:rFonts w:asciiTheme="minorHAnsi" w:hAnsiTheme="minorHAnsi"/>
          <w:szCs w:val="24"/>
        </w:rPr>
        <w:t>s</w:t>
      </w:r>
      <w:r w:rsidRPr="00F1255A">
        <w:rPr>
          <w:rFonts w:asciiTheme="minorHAnsi" w:hAnsiTheme="minorHAnsi"/>
          <w:szCs w:val="24"/>
        </w:rPr>
        <w:t xml:space="preserve"> of an Access object </w:t>
      </w:r>
      <w:r>
        <w:rPr>
          <w:rFonts w:asciiTheme="minorHAnsi" w:hAnsiTheme="minorHAnsi"/>
          <w:i/>
          <w:szCs w:val="24"/>
        </w:rPr>
        <w:t>except</w:t>
      </w:r>
      <w:r w:rsidR="006C74A7">
        <w:rPr>
          <w:rFonts w:asciiTheme="minorHAnsi" w:hAnsiTheme="minorHAnsi"/>
          <w:szCs w:val="24"/>
        </w:rPr>
        <w:t>:</w:t>
      </w:r>
    </w:p>
    <w:p w14:paraId="45DB879F" w14:textId="77777777" w:rsidR="00E9675D" w:rsidRPr="00262E0B" w:rsidRDefault="00E9675D" w:rsidP="00E9675D">
      <w:pPr>
        <w:pStyle w:val="CRPROBSET1MCQANS"/>
        <w:spacing w:after="160" w:line="276" w:lineRule="auto"/>
        <w:ind w:left="446"/>
        <w:rPr>
          <w:rFonts w:asciiTheme="minorHAnsi" w:hAnsiTheme="minorHAnsi"/>
          <w:b/>
          <w:szCs w:val="24"/>
        </w:rPr>
      </w:pPr>
      <w:r w:rsidRPr="00E9675D">
        <w:rPr>
          <w:rFonts w:asciiTheme="minorHAnsi" w:hAnsiTheme="minorHAnsi"/>
          <w:b/>
          <w:szCs w:val="24"/>
          <w:highlight w:val="yellow"/>
        </w:rPr>
        <w:t>c. Record</w:t>
      </w:r>
    </w:p>
    <w:p w14:paraId="11EEB9CD" w14:textId="77777777" w:rsidR="00E9675D" w:rsidRPr="00262E0B" w:rsidRDefault="00E9675D" w:rsidP="00E9675D">
      <w:pPr>
        <w:pStyle w:val="CRPROBSET1MCQ"/>
        <w:spacing w:after="160" w:line="276" w:lineRule="auto"/>
        <w:ind w:left="446" w:hanging="450"/>
        <w:rPr>
          <w:rFonts w:asciiTheme="minorHAnsi" w:hAnsiTheme="minorHAnsi"/>
          <w:szCs w:val="24"/>
        </w:rPr>
      </w:pPr>
      <w:r w:rsidRPr="00262E0B">
        <w:rPr>
          <w:rStyle w:val="CRPROBSET1MCQNUM"/>
          <w:rFonts w:asciiTheme="minorHAnsi" w:hAnsiTheme="minorHAnsi"/>
          <w:szCs w:val="24"/>
        </w:rPr>
        <w:t>2.</w:t>
      </w:r>
      <w:r w:rsidRPr="00262E0B">
        <w:rPr>
          <w:rStyle w:val="CRPROBSET1MCQNUM"/>
          <w:rFonts w:asciiTheme="minorHAnsi" w:hAnsiTheme="minorHAnsi"/>
          <w:szCs w:val="24"/>
        </w:rPr>
        <w:tab/>
      </w:r>
      <w:r w:rsidRPr="00262E0B">
        <w:rPr>
          <w:rFonts w:asciiTheme="minorHAnsi" w:hAnsiTheme="minorHAnsi"/>
          <w:szCs w:val="24"/>
        </w:rPr>
        <w:t xml:space="preserve">Where </w:t>
      </w:r>
      <w:r>
        <w:rPr>
          <w:rFonts w:asciiTheme="minorHAnsi" w:hAnsiTheme="minorHAnsi"/>
          <w:szCs w:val="24"/>
        </w:rPr>
        <w:t>are</w:t>
      </w:r>
      <w:r w:rsidRPr="00262E0B">
        <w:rPr>
          <w:rFonts w:asciiTheme="minorHAnsi" w:hAnsiTheme="minorHAnsi"/>
          <w:szCs w:val="24"/>
        </w:rPr>
        <w:t xml:space="preserve"> data in </w:t>
      </w:r>
      <w:r>
        <w:rPr>
          <w:rFonts w:asciiTheme="minorHAnsi" w:hAnsiTheme="minorHAnsi"/>
          <w:szCs w:val="24"/>
        </w:rPr>
        <w:t>stored in a database</w:t>
      </w:r>
      <w:r w:rsidRPr="00262E0B">
        <w:rPr>
          <w:rFonts w:asciiTheme="minorHAnsi" w:hAnsiTheme="minorHAnsi"/>
          <w:szCs w:val="24"/>
        </w:rPr>
        <w:t>?</w:t>
      </w:r>
    </w:p>
    <w:p w14:paraId="0E5ABB8D" w14:textId="77777777" w:rsidR="00E9675D" w:rsidRPr="00262E0B" w:rsidRDefault="00E9675D" w:rsidP="00E9675D">
      <w:pPr>
        <w:pStyle w:val="CRPROBSET1MCQANS"/>
        <w:spacing w:after="160" w:line="276" w:lineRule="auto"/>
        <w:ind w:left="446"/>
        <w:rPr>
          <w:rFonts w:asciiTheme="minorHAnsi" w:hAnsiTheme="minorHAnsi"/>
          <w:b/>
          <w:szCs w:val="24"/>
        </w:rPr>
      </w:pPr>
      <w:r w:rsidRPr="00E9675D">
        <w:rPr>
          <w:rFonts w:asciiTheme="minorHAnsi" w:hAnsiTheme="minorHAnsi"/>
          <w:b/>
          <w:szCs w:val="24"/>
          <w:highlight w:val="yellow"/>
        </w:rPr>
        <w:t>d. Table</w:t>
      </w:r>
    </w:p>
    <w:p w14:paraId="49D9CE0A" w14:textId="77777777" w:rsidR="00E9675D" w:rsidRPr="00262E0B" w:rsidRDefault="00E9675D" w:rsidP="00E9675D">
      <w:pPr>
        <w:pStyle w:val="CRPROBSET1MCQ"/>
        <w:spacing w:after="160" w:line="276" w:lineRule="auto"/>
        <w:ind w:left="446" w:hanging="450"/>
        <w:rPr>
          <w:rFonts w:asciiTheme="minorHAnsi" w:hAnsiTheme="minorHAnsi"/>
          <w:szCs w:val="24"/>
        </w:rPr>
      </w:pPr>
      <w:r w:rsidRPr="00262E0B">
        <w:rPr>
          <w:rStyle w:val="CRPROBSET1MCQNUM"/>
          <w:rFonts w:asciiTheme="minorHAnsi" w:hAnsiTheme="minorHAnsi"/>
          <w:szCs w:val="24"/>
        </w:rPr>
        <w:t>3.</w:t>
      </w:r>
      <w:r w:rsidRPr="00262E0B">
        <w:rPr>
          <w:rStyle w:val="CRPROBSET1MCQNUM"/>
          <w:rFonts w:asciiTheme="minorHAnsi" w:hAnsiTheme="minorHAnsi"/>
          <w:szCs w:val="24"/>
        </w:rPr>
        <w:tab/>
      </w:r>
      <w:r w:rsidRPr="00262E0B">
        <w:rPr>
          <w:rFonts w:asciiTheme="minorHAnsi" w:hAnsiTheme="minorHAnsi"/>
          <w:szCs w:val="24"/>
        </w:rPr>
        <w:t>You edit several records in an Access table. When should you execute the Save command?</w:t>
      </w:r>
    </w:p>
    <w:p w14:paraId="43C229DA" w14:textId="77777777" w:rsidR="00E9675D" w:rsidRPr="00262E0B" w:rsidRDefault="00E9675D" w:rsidP="00E9675D">
      <w:pPr>
        <w:pStyle w:val="CRPROBSET1MCQANS"/>
        <w:spacing w:after="160" w:line="276" w:lineRule="auto"/>
        <w:ind w:left="446"/>
        <w:rPr>
          <w:rFonts w:asciiTheme="minorHAnsi" w:hAnsiTheme="minorHAnsi"/>
          <w:b/>
          <w:szCs w:val="24"/>
        </w:rPr>
      </w:pPr>
      <w:r w:rsidRPr="00E9675D">
        <w:rPr>
          <w:rFonts w:asciiTheme="minorHAnsi" w:hAnsiTheme="minorHAnsi"/>
          <w:b/>
          <w:szCs w:val="24"/>
          <w:highlight w:val="yellow"/>
        </w:rPr>
        <w:t>c. Records are saved automatically; the save command is not required.</w:t>
      </w:r>
    </w:p>
    <w:p w14:paraId="0ACC7055" w14:textId="77777777" w:rsidR="00E9675D" w:rsidRPr="00262E0B" w:rsidRDefault="00E9675D" w:rsidP="00E9675D">
      <w:pPr>
        <w:pStyle w:val="CRPROBSET1MCQ"/>
        <w:spacing w:after="160" w:line="276" w:lineRule="auto"/>
        <w:ind w:left="446" w:hanging="450"/>
        <w:rPr>
          <w:rFonts w:asciiTheme="minorHAnsi" w:hAnsiTheme="minorHAnsi"/>
          <w:szCs w:val="24"/>
        </w:rPr>
      </w:pPr>
      <w:r w:rsidRPr="00262E0B">
        <w:rPr>
          <w:rStyle w:val="CRPROBSET1MCQNUM"/>
          <w:rFonts w:asciiTheme="minorHAnsi" w:hAnsiTheme="minorHAnsi"/>
          <w:szCs w:val="24"/>
        </w:rPr>
        <w:t>4.</w:t>
      </w:r>
      <w:r w:rsidRPr="00262E0B">
        <w:rPr>
          <w:rStyle w:val="CRPROBSET1MCQNUM"/>
          <w:rFonts w:asciiTheme="minorHAnsi" w:hAnsiTheme="minorHAnsi"/>
          <w:szCs w:val="24"/>
        </w:rPr>
        <w:tab/>
      </w:r>
      <w:r w:rsidRPr="00262E0B">
        <w:rPr>
          <w:rFonts w:asciiTheme="minorHAnsi" w:hAnsiTheme="minorHAnsi"/>
          <w:szCs w:val="24"/>
        </w:rPr>
        <w:t xml:space="preserve">Which of the following is </w:t>
      </w:r>
      <w:r w:rsidRPr="00EC054E">
        <w:rPr>
          <w:rStyle w:val="ITAL"/>
          <w:rFonts w:asciiTheme="minorHAnsi" w:hAnsiTheme="minorHAnsi"/>
          <w:i/>
          <w:szCs w:val="24"/>
        </w:rPr>
        <w:t>not</w:t>
      </w:r>
      <w:r w:rsidRPr="00262E0B">
        <w:rPr>
          <w:rFonts w:asciiTheme="minorHAnsi" w:hAnsiTheme="minorHAnsi"/>
          <w:szCs w:val="24"/>
        </w:rPr>
        <w:t xml:space="preserve"> true of an Access database?</w:t>
      </w:r>
    </w:p>
    <w:p w14:paraId="5FFE2214" w14:textId="77777777" w:rsidR="00E9675D" w:rsidRPr="00262E0B" w:rsidRDefault="00E9675D" w:rsidP="00E9675D">
      <w:pPr>
        <w:pStyle w:val="CRPROBSET1MCQANS"/>
        <w:spacing w:after="160" w:line="276" w:lineRule="auto"/>
        <w:ind w:left="446"/>
        <w:rPr>
          <w:rFonts w:asciiTheme="minorHAnsi" w:hAnsiTheme="minorHAnsi"/>
          <w:b/>
          <w:szCs w:val="24"/>
        </w:rPr>
      </w:pPr>
      <w:r w:rsidRPr="00E9675D">
        <w:rPr>
          <w:rFonts w:asciiTheme="minorHAnsi" w:hAnsiTheme="minorHAnsi"/>
          <w:b/>
          <w:szCs w:val="24"/>
          <w:highlight w:val="yellow"/>
        </w:rPr>
        <w:t>c.</w:t>
      </w:r>
      <w:r w:rsidRPr="00E9675D">
        <w:rPr>
          <w:rFonts w:asciiTheme="minorHAnsi" w:hAnsiTheme="minorHAnsi"/>
          <w:b/>
          <w:szCs w:val="24"/>
          <w:highlight w:val="yellow"/>
        </w:rPr>
        <w:tab/>
        <w:t>Every table in a database contains the same number of records as every other table.</w:t>
      </w:r>
    </w:p>
    <w:p w14:paraId="336E31C2" w14:textId="77777777" w:rsidR="00E9675D" w:rsidRPr="00262E0B" w:rsidRDefault="00E9675D" w:rsidP="00E9675D">
      <w:pPr>
        <w:pStyle w:val="CRPROBSET1MCQ"/>
        <w:spacing w:after="160" w:line="276" w:lineRule="auto"/>
        <w:ind w:left="446" w:hanging="450"/>
        <w:rPr>
          <w:rFonts w:asciiTheme="minorHAnsi" w:hAnsiTheme="minorHAnsi"/>
          <w:szCs w:val="24"/>
        </w:rPr>
      </w:pPr>
      <w:r w:rsidRPr="00262E0B">
        <w:rPr>
          <w:rStyle w:val="CRPROBSET1MCQNUM"/>
          <w:rFonts w:asciiTheme="minorHAnsi" w:hAnsiTheme="minorHAnsi"/>
          <w:szCs w:val="24"/>
        </w:rPr>
        <w:t>5.</w:t>
      </w:r>
      <w:r w:rsidRPr="00262E0B">
        <w:rPr>
          <w:rStyle w:val="CRPROBSET1MCQNUM"/>
          <w:rFonts w:asciiTheme="minorHAnsi" w:hAnsiTheme="minorHAnsi"/>
          <w:szCs w:val="24"/>
        </w:rPr>
        <w:tab/>
      </w:r>
      <w:r w:rsidRPr="00262E0B">
        <w:rPr>
          <w:rFonts w:asciiTheme="minorHAnsi" w:hAnsiTheme="minorHAnsi"/>
          <w:szCs w:val="24"/>
        </w:rPr>
        <w:t xml:space="preserve">Which of the following is </w:t>
      </w:r>
      <w:r w:rsidRPr="00262E0B">
        <w:rPr>
          <w:rStyle w:val="ITAL"/>
          <w:rFonts w:asciiTheme="minorHAnsi" w:hAnsiTheme="minorHAnsi"/>
          <w:szCs w:val="24"/>
        </w:rPr>
        <w:t>true</w:t>
      </w:r>
      <w:r w:rsidRPr="00262E0B">
        <w:rPr>
          <w:rFonts w:asciiTheme="minorHAnsi" w:hAnsiTheme="minorHAnsi"/>
          <w:szCs w:val="24"/>
        </w:rPr>
        <w:t xml:space="preserve"> regarding table views?</w:t>
      </w:r>
    </w:p>
    <w:p w14:paraId="2577A6CF" w14:textId="77777777" w:rsidR="00E9675D" w:rsidRPr="00262E0B" w:rsidRDefault="00E9675D" w:rsidP="00E9675D">
      <w:pPr>
        <w:pStyle w:val="CRPROBSET1MCQANS"/>
        <w:spacing w:after="160" w:line="276" w:lineRule="auto"/>
        <w:ind w:left="446"/>
        <w:rPr>
          <w:rFonts w:asciiTheme="minorHAnsi" w:hAnsiTheme="minorHAnsi"/>
          <w:b/>
          <w:szCs w:val="24"/>
        </w:rPr>
      </w:pPr>
      <w:r w:rsidRPr="00E9675D">
        <w:rPr>
          <w:rFonts w:asciiTheme="minorHAnsi" w:hAnsiTheme="minorHAnsi"/>
          <w:b/>
          <w:szCs w:val="24"/>
          <w:highlight w:val="yellow"/>
        </w:rPr>
        <w:t>d.</w:t>
      </w:r>
      <w:r w:rsidRPr="00E9675D">
        <w:rPr>
          <w:rFonts w:asciiTheme="minorHAnsi" w:hAnsiTheme="minorHAnsi"/>
          <w:b/>
          <w:szCs w:val="24"/>
          <w:highlight w:val="yellow"/>
        </w:rPr>
        <w:tab/>
        <w:t>Changes made in Datasheet view are automatically saved when you move the insertion point to a different record.</w:t>
      </w:r>
    </w:p>
    <w:p w14:paraId="7A472A0A" w14:textId="77777777" w:rsidR="00E9675D" w:rsidRPr="00262E0B" w:rsidRDefault="00E9675D" w:rsidP="00E9675D">
      <w:pPr>
        <w:pStyle w:val="CRPROBSET1MCQANS"/>
        <w:spacing w:after="160" w:line="276" w:lineRule="auto"/>
        <w:ind w:left="446" w:hanging="450"/>
        <w:rPr>
          <w:rFonts w:asciiTheme="minorHAnsi" w:hAnsiTheme="minorHAnsi"/>
          <w:szCs w:val="24"/>
        </w:rPr>
      </w:pPr>
      <w:r w:rsidRPr="007E364C">
        <w:rPr>
          <w:rFonts w:asciiTheme="minorHAnsi" w:hAnsiTheme="minorHAnsi"/>
          <w:b/>
          <w:szCs w:val="24"/>
        </w:rPr>
        <w:t>6.</w:t>
      </w:r>
      <w:r w:rsidRPr="00262E0B">
        <w:rPr>
          <w:rFonts w:asciiTheme="minorHAnsi" w:hAnsiTheme="minorHAnsi"/>
          <w:b/>
          <w:szCs w:val="24"/>
        </w:rPr>
        <w:t xml:space="preserve"> </w:t>
      </w:r>
      <w:r>
        <w:rPr>
          <w:rFonts w:asciiTheme="minorHAnsi" w:hAnsiTheme="minorHAnsi"/>
          <w:b/>
          <w:szCs w:val="24"/>
        </w:rPr>
        <w:tab/>
      </w:r>
      <w:r w:rsidRPr="00262E0B">
        <w:rPr>
          <w:rFonts w:asciiTheme="minorHAnsi" w:hAnsiTheme="minorHAnsi"/>
          <w:szCs w:val="24"/>
        </w:rPr>
        <w:t>Which of the following utilities is used to recover in the event of loss or damage?</w:t>
      </w:r>
    </w:p>
    <w:p w14:paraId="1724AF7B" w14:textId="77777777" w:rsidR="00E9675D" w:rsidRPr="00262E0B" w:rsidRDefault="00E9675D" w:rsidP="00E9675D">
      <w:pPr>
        <w:pStyle w:val="CRPROBSET1MCQANS"/>
        <w:spacing w:after="160" w:line="276" w:lineRule="auto"/>
        <w:ind w:left="446"/>
        <w:rPr>
          <w:rFonts w:asciiTheme="minorHAnsi" w:hAnsiTheme="minorHAnsi"/>
          <w:b/>
          <w:szCs w:val="24"/>
        </w:rPr>
      </w:pPr>
      <w:r w:rsidRPr="00E9675D">
        <w:rPr>
          <w:rFonts w:asciiTheme="minorHAnsi" w:hAnsiTheme="minorHAnsi"/>
          <w:b/>
          <w:szCs w:val="24"/>
          <w:highlight w:val="yellow"/>
        </w:rPr>
        <w:t>a. Back Up Database</w:t>
      </w:r>
    </w:p>
    <w:p w14:paraId="756CC03F" w14:textId="77777777" w:rsidR="00E9675D" w:rsidRPr="00262E0B" w:rsidRDefault="00E9675D" w:rsidP="00E9675D">
      <w:pPr>
        <w:pStyle w:val="CRPROBSET1MCQ"/>
        <w:spacing w:after="160" w:line="276" w:lineRule="auto"/>
        <w:ind w:left="446" w:hanging="450"/>
        <w:rPr>
          <w:rFonts w:asciiTheme="minorHAnsi" w:hAnsiTheme="minorHAnsi"/>
          <w:szCs w:val="24"/>
        </w:rPr>
      </w:pPr>
      <w:r w:rsidRPr="00262E0B">
        <w:rPr>
          <w:rStyle w:val="CRPROBSET1MCQNUM"/>
          <w:rFonts w:asciiTheme="minorHAnsi" w:hAnsiTheme="minorHAnsi"/>
          <w:szCs w:val="24"/>
        </w:rPr>
        <w:t>7.</w:t>
      </w:r>
      <w:r w:rsidRPr="00262E0B">
        <w:rPr>
          <w:rStyle w:val="CRPROBSET1MCQNUM"/>
          <w:rFonts w:asciiTheme="minorHAnsi" w:hAnsiTheme="minorHAnsi"/>
          <w:szCs w:val="24"/>
        </w:rPr>
        <w:tab/>
      </w:r>
      <w:r w:rsidRPr="00F1255A">
        <w:rPr>
          <w:rFonts w:asciiTheme="minorHAnsi" w:hAnsiTheme="minorHAnsi"/>
          <w:szCs w:val="24"/>
        </w:rPr>
        <w:t>Which of the following would be matched if you use a Selection filter’s exact match option for the title “Manager”?</w:t>
      </w:r>
    </w:p>
    <w:p w14:paraId="6818246D" w14:textId="77777777" w:rsidR="00E9675D" w:rsidRPr="00262E0B" w:rsidRDefault="00E9675D" w:rsidP="00E9675D">
      <w:pPr>
        <w:pStyle w:val="CRPROBSET1MCQANS"/>
        <w:spacing w:after="160" w:line="276" w:lineRule="auto"/>
        <w:ind w:left="446"/>
        <w:rPr>
          <w:rFonts w:asciiTheme="minorHAnsi" w:hAnsiTheme="minorHAnsi"/>
          <w:b/>
          <w:szCs w:val="24"/>
        </w:rPr>
      </w:pPr>
      <w:r w:rsidRPr="00E9675D">
        <w:rPr>
          <w:rFonts w:asciiTheme="minorHAnsi" w:hAnsiTheme="minorHAnsi"/>
          <w:b/>
          <w:szCs w:val="24"/>
          <w:highlight w:val="yellow"/>
        </w:rPr>
        <w:t>c. Manager and MANAGER</w:t>
      </w:r>
    </w:p>
    <w:p w14:paraId="013A470A" w14:textId="77777777" w:rsidR="00E9675D" w:rsidRPr="00262E0B" w:rsidRDefault="00E9675D" w:rsidP="00E9675D">
      <w:pPr>
        <w:pStyle w:val="CRPROBSET1MCQ"/>
        <w:spacing w:after="160" w:line="276" w:lineRule="auto"/>
        <w:ind w:left="446" w:hanging="450"/>
        <w:rPr>
          <w:rFonts w:asciiTheme="minorHAnsi" w:hAnsiTheme="minorHAnsi"/>
          <w:szCs w:val="24"/>
        </w:rPr>
      </w:pPr>
      <w:r w:rsidRPr="00262E0B">
        <w:rPr>
          <w:rStyle w:val="CRPROBSET1MCQNUM"/>
          <w:rFonts w:asciiTheme="minorHAnsi" w:hAnsiTheme="minorHAnsi"/>
          <w:szCs w:val="24"/>
        </w:rPr>
        <w:t>8.</w:t>
      </w:r>
      <w:r w:rsidRPr="00262E0B">
        <w:rPr>
          <w:rStyle w:val="CRPROBSET1MCQNUM"/>
          <w:rFonts w:asciiTheme="minorHAnsi" w:hAnsiTheme="minorHAnsi"/>
          <w:szCs w:val="24"/>
        </w:rPr>
        <w:tab/>
      </w:r>
      <w:r w:rsidRPr="00262E0B">
        <w:rPr>
          <w:rFonts w:asciiTheme="minorHAnsi" w:hAnsiTheme="minorHAnsi"/>
          <w:szCs w:val="24"/>
        </w:rPr>
        <w:t xml:space="preserve">Which of the following conditions is available through </w:t>
      </w:r>
      <w:r w:rsidRPr="00262E0B">
        <w:rPr>
          <w:rStyle w:val="ITAL"/>
          <w:rFonts w:asciiTheme="minorHAnsi" w:hAnsiTheme="minorHAnsi"/>
          <w:szCs w:val="24"/>
        </w:rPr>
        <w:t>a Selection filter</w:t>
      </w:r>
      <w:r w:rsidRPr="00262E0B">
        <w:rPr>
          <w:rFonts w:asciiTheme="minorHAnsi" w:hAnsiTheme="minorHAnsi"/>
          <w:szCs w:val="24"/>
        </w:rPr>
        <w:t>?</w:t>
      </w:r>
    </w:p>
    <w:p w14:paraId="33C3EB27" w14:textId="77777777" w:rsidR="00E9675D" w:rsidRPr="00262E0B" w:rsidRDefault="00E9675D" w:rsidP="00E9675D">
      <w:pPr>
        <w:pStyle w:val="CRPROBSET1MCQANS"/>
        <w:spacing w:after="160" w:line="276" w:lineRule="auto"/>
        <w:ind w:left="446"/>
        <w:rPr>
          <w:rFonts w:asciiTheme="minorHAnsi" w:hAnsiTheme="minorHAnsi"/>
          <w:b/>
          <w:szCs w:val="24"/>
        </w:rPr>
      </w:pPr>
      <w:r w:rsidRPr="00E9675D">
        <w:rPr>
          <w:rFonts w:asciiTheme="minorHAnsi" w:hAnsiTheme="minorHAnsi"/>
          <w:b/>
          <w:szCs w:val="24"/>
          <w:highlight w:val="yellow"/>
        </w:rPr>
        <w:t>a.</w:t>
      </w:r>
      <w:r w:rsidRPr="00E9675D">
        <w:rPr>
          <w:rFonts w:asciiTheme="minorHAnsi" w:hAnsiTheme="minorHAnsi"/>
          <w:b/>
          <w:szCs w:val="24"/>
          <w:highlight w:val="yellow"/>
        </w:rPr>
        <w:tab/>
        <w:t>Equal condition</w:t>
      </w:r>
    </w:p>
    <w:p w14:paraId="7E210A90" w14:textId="77777777" w:rsidR="00E9675D" w:rsidRPr="00262E0B" w:rsidRDefault="00E9675D" w:rsidP="00E9675D">
      <w:pPr>
        <w:pStyle w:val="CRPROBSET1MCQ"/>
        <w:spacing w:after="160" w:line="276" w:lineRule="auto"/>
        <w:ind w:left="446" w:hanging="450"/>
        <w:rPr>
          <w:rFonts w:asciiTheme="minorHAnsi" w:hAnsiTheme="minorHAnsi"/>
          <w:szCs w:val="24"/>
        </w:rPr>
      </w:pPr>
      <w:r w:rsidRPr="00262E0B">
        <w:rPr>
          <w:rStyle w:val="CRPROBSET1MCQNUM"/>
          <w:rFonts w:asciiTheme="minorHAnsi" w:hAnsiTheme="minorHAnsi"/>
          <w:szCs w:val="24"/>
        </w:rPr>
        <w:t xml:space="preserve">9. </w:t>
      </w:r>
      <w:r w:rsidRPr="00262E0B">
        <w:rPr>
          <w:rStyle w:val="CRPROBSET1MCQNUM"/>
          <w:rFonts w:asciiTheme="minorHAnsi" w:hAnsiTheme="minorHAnsi"/>
          <w:szCs w:val="24"/>
        </w:rPr>
        <w:tab/>
      </w:r>
      <w:r w:rsidRPr="00262E0B">
        <w:rPr>
          <w:rFonts w:asciiTheme="minorHAnsi" w:hAnsiTheme="minorHAnsi"/>
          <w:szCs w:val="24"/>
        </w:rPr>
        <w:t xml:space="preserve">All of the following statements are </w:t>
      </w:r>
      <w:r w:rsidRPr="00262E0B">
        <w:rPr>
          <w:rStyle w:val="ITAL"/>
          <w:rFonts w:asciiTheme="minorHAnsi" w:hAnsiTheme="minorHAnsi"/>
          <w:szCs w:val="24"/>
        </w:rPr>
        <w:t>true</w:t>
      </w:r>
      <w:r w:rsidRPr="00262E0B">
        <w:rPr>
          <w:rFonts w:asciiTheme="minorHAnsi" w:hAnsiTheme="minorHAnsi"/>
          <w:szCs w:val="24"/>
        </w:rPr>
        <w:t xml:space="preserve"> about creating a database </w:t>
      </w:r>
      <w:r w:rsidRPr="00EC054E">
        <w:rPr>
          <w:rStyle w:val="ITAL"/>
          <w:rFonts w:asciiTheme="minorHAnsi" w:hAnsiTheme="minorHAnsi"/>
          <w:i/>
          <w:szCs w:val="24"/>
        </w:rPr>
        <w:t>except</w:t>
      </w:r>
      <w:r w:rsidRPr="00262E0B">
        <w:rPr>
          <w:rFonts w:asciiTheme="minorHAnsi" w:hAnsiTheme="minorHAnsi"/>
          <w:szCs w:val="24"/>
        </w:rPr>
        <w:t>:</w:t>
      </w:r>
    </w:p>
    <w:p w14:paraId="549F2205" w14:textId="77777777" w:rsidR="00E9675D" w:rsidRPr="00262E0B" w:rsidRDefault="00E9675D" w:rsidP="00E9675D">
      <w:pPr>
        <w:pStyle w:val="CRPROBSET1MCQANS"/>
        <w:spacing w:after="160" w:line="276" w:lineRule="auto"/>
        <w:ind w:left="446"/>
        <w:rPr>
          <w:rFonts w:asciiTheme="minorHAnsi" w:hAnsiTheme="minorHAnsi"/>
          <w:b/>
          <w:szCs w:val="24"/>
        </w:rPr>
      </w:pPr>
      <w:r w:rsidRPr="00E9675D">
        <w:rPr>
          <w:rFonts w:asciiTheme="minorHAnsi" w:hAnsiTheme="minorHAnsi"/>
          <w:b/>
          <w:szCs w:val="24"/>
          <w:highlight w:val="yellow"/>
        </w:rPr>
        <w:t>d.</w:t>
      </w:r>
      <w:r w:rsidRPr="00E9675D">
        <w:rPr>
          <w:rFonts w:asciiTheme="minorHAnsi" w:hAnsiTheme="minorHAnsi"/>
          <w:b/>
          <w:szCs w:val="24"/>
          <w:highlight w:val="yellow"/>
        </w:rPr>
        <w:tab/>
        <w:t>The objects provided in a template cannot be modified.</w:t>
      </w:r>
    </w:p>
    <w:p w14:paraId="77E90B08" w14:textId="77777777" w:rsidR="00E9675D" w:rsidRPr="00262E0B" w:rsidRDefault="00E9675D" w:rsidP="00E9675D">
      <w:pPr>
        <w:pStyle w:val="CRPROBSET1MCQ"/>
        <w:spacing w:after="160" w:line="276" w:lineRule="auto"/>
        <w:ind w:left="446" w:hanging="450"/>
        <w:rPr>
          <w:rFonts w:asciiTheme="minorHAnsi" w:hAnsiTheme="minorHAnsi"/>
          <w:szCs w:val="24"/>
        </w:rPr>
      </w:pPr>
      <w:r w:rsidRPr="00262E0B">
        <w:rPr>
          <w:rStyle w:val="CRPROBSET1MCQNUM"/>
          <w:rFonts w:asciiTheme="minorHAnsi" w:hAnsiTheme="minorHAnsi"/>
          <w:szCs w:val="24"/>
        </w:rPr>
        <w:t>10.</w:t>
      </w:r>
      <w:r w:rsidRPr="00262E0B">
        <w:rPr>
          <w:rStyle w:val="CRPROBSET1MCQNUM"/>
          <w:rFonts w:asciiTheme="minorHAnsi" w:hAnsiTheme="minorHAnsi"/>
          <w:szCs w:val="24"/>
        </w:rPr>
        <w:tab/>
      </w:r>
      <w:r w:rsidRPr="00262E0B">
        <w:rPr>
          <w:rFonts w:asciiTheme="minorHAnsi" w:hAnsiTheme="minorHAnsi"/>
          <w:szCs w:val="24"/>
        </w:rPr>
        <w:t>To add a predefined table to an existing database, you should use which of the following?</w:t>
      </w:r>
    </w:p>
    <w:p w14:paraId="42591D5B" w14:textId="77777777" w:rsidR="00E9675D" w:rsidRPr="00262E0B" w:rsidRDefault="00E9675D" w:rsidP="00E9675D">
      <w:pPr>
        <w:pStyle w:val="CRPROBSET1MCQANS"/>
        <w:spacing w:after="160" w:line="276" w:lineRule="auto"/>
        <w:ind w:left="446"/>
        <w:rPr>
          <w:rFonts w:asciiTheme="minorHAnsi" w:hAnsiTheme="minorHAnsi"/>
          <w:b/>
          <w:szCs w:val="24"/>
        </w:rPr>
      </w:pPr>
      <w:r w:rsidRPr="00E9675D">
        <w:rPr>
          <w:rFonts w:asciiTheme="minorHAnsi" w:hAnsiTheme="minorHAnsi"/>
          <w:b/>
          <w:szCs w:val="24"/>
          <w:highlight w:val="yellow"/>
        </w:rPr>
        <w:t xml:space="preserve">a. </w:t>
      </w:r>
      <w:r w:rsidRPr="00E9675D">
        <w:rPr>
          <w:rFonts w:asciiTheme="minorHAnsi" w:hAnsiTheme="minorHAnsi"/>
          <w:b/>
          <w:szCs w:val="24"/>
          <w:highlight w:val="yellow"/>
        </w:rPr>
        <w:tab/>
        <w:t>Application part</w:t>
      </w:r>
    </w:p>
    <w:p w14:paraId="0ECFF827" w14:textId="6B3C784E" w:rsidR="0015256A" w:rsidRPr="007E364C" w:rsidRDefault="0015256A" w:rsidP="00251545">
      <w:pPr>
        <w:pStyle w:val="Heading3"/>
      </w:pPr>
      <w:r w:rsidRPr="007E364C">
        <w:t>Quick Concept Check Answer Key</w:t>
      </w:r>
    </w:p>
    <w:p w14:paraId="53618408" w14:textId="046D810C" w:rsidR="007E364C" w:rsidRDefault="007E364C" w:rsidP="00E9675D">
      <w:pPr>
        <w:pStyle w:val="ListParagraph"/>
        <w:numPr>
          <w:ilvl w:val="0"/>
          <w:numId w:val="39"/>
        </w:numPr>
        <w:autoSpaceDE w:val="0"/>
        <w:autoSpaceDN w:val="0"/>
        <w:adjustRightInd w:val="0"/>
        <w:spacing w:after="0"/>
        <w:ind w:left="360"/>
        <w:contextualSpacing w:val="0"/>
        <w:rPr>
          <w:rFonts w:cstheme="minorHAnsi"/>
          <w:b/>
          <w:sz w:val="24"/>
        </w:rPr>
      </w:pPr>
      <w:r w:rsidRPr="007E364C">
        <w:rPr>
          <w:rFonts w:cstheme="minorHAnsi"/>
          <w:b/>
          <w:sz w:val="24"/>
        </w:rPr>
        <w:t>Describe each of the four main types of objects in an Access database.</w:t>
      </w:r>
    </w:p>
    <w:p w14:paraId="768F353E" w14:textId="77777777" w:rsidR="007E364C" w:rsidRPr="007E364C" w:rsidRDefault="007E364C" w:rsidP="007E364C">
      <w:pPr>
        <w:tabs>
          <w:tab w:val="left" w:pos="360"/>
        </w:tabs>
        <w:autoSpaceDE w:val="0"/>
        <w:autoSpaceDN w:val="0"/>
        <w:adjustRightInd w:val="0"/>
        <w:spacing w:after="0"/>
        <w:ind w:left="360"/>
        <w:rPr>
          <w:sz w:val="24"/>
          <w:highlight w:val="yellow"/>
        </w:rPr>
      </w:pPr>
      <w:r w:rsidRPr="007E364C">
        <w:rPr>
          <w:sz w:val="24"/>
          <w:highlight w:val="yellow"/>
        </w:rPr>
        <w:t>Tables store the data in the database.</w:t>
      </w:r>
    </w:p>
    <w:p w14:paraId="6EFA9431" w14:textId="77777777" w:rsidR="007E364C" w:rsidRPr="00816F6A" w:rsidRDefault="007E364C" w:rsidP="007E364C">
      <w:pPr>
        <w:pStyle w:val="ListParagraph"/>
        <w:autoSpaceDE w:val="0"/>
        <w:autoSpaceDN w:val="0"/>
        <w:adjustRightInd w:val="0"/>
        <w:spacing w:after="0"/>
        <w:ind w:left="360"/>
        <w:contextualSpacing w:val="0"/>
        <w:rPr>
          <w:rFonts w:cstheme="minorHAnsi"/>
          <w:sz w:val="24"/>
          <w:highlight w:val="yellow"/>
        </w:rPr>
      </w:pPr>
      <w:r w:rsidRPr="00816F6A">
        <w:rPr>
          <w:rFonts w:cstheme="minorHAnsi"/>
          <w:sz w:val="24"/>
          <w:highlight w:val="yellow"/>
        </w:rPr>
        <w:lastRenderedPageBreak/>
        <w:t>Queries are used to display only records that meet certain conditions and only the fields that you require.</w:t>
      </w:r>
    </w:p>
    <w:p w14:paraId="1E1401A1" w14:textId="77777777" w:rsidR="007E364C" w:rsidRPr="00816F6A" w:rsidRDefault="007E364C" w:rsidP="007E364C">
      <w:pPr>
        <w:pStyle w:val="ListParagraph"/>
        <w:autoSpaceDE w:val="0"/>
        <w:autoSpaceDN w:val="0"/>
        <w:adjustRightInd w:val="0"/>
        <w:spacing w:after="0"/>
        <w:ind w:left="360"/>
        <w:contextualSpacing w:val="0"/>
        <w:rPr>
          <w:rFonts w:cstheme="minorHAnsi"/>
          <w:sz w:val="24"/>
          <w:highlight w:val="yellow"/>
        </w:rPr>
      </w:pPr>
      <w:r w:rsidRPr="00816F6A">
        <w:rPr>
          <w:rFonts w:cstheme="minorHAnsi"/>
          <w:sz w:val="24"/>
          <w:highlight w:val="yellow"/>
        </w:rPr>
        <w:t>Forms give the user a way of entering data into the database.</w:t>
      </w:r>
    </w:p>
    <w:p w14:paraId="77FC49CD" w14:textId="004978BB" w:rsidR="007E364C" w:rsidRPr="007E364C" w:rsidRDefault="007E364C" w:rsidP="007E364C">
      <w:pPr>
        <w:pStyle w:val="ListParagraph"/>
        <w:autoSpaceDE w:val="0"/>
        <w:autoSpaceDN w:val="0"/>
        <w:adjustRightInd w:val="0"/>
        <w:spacing w:after="0"/>
        <w:ind w:left="360"/>
        <w:contextualSpacing w:val="0"/>
        <w:rPr>
          <w:rFonts w:cstheme="minorHAnsi"/>
          <w:b/>
          <w:sz w:val="24"/>
        </w:rPr>
      </w:pPr>
      <w:r w:rsidRPr="00816F6A">
        <w:rPr>
          <w:rFonts w:cstheme="minorHAnsi"/>
          <w:sz w:val="24"/>
          <w:highlight w:val="yellow"/>
        </w:rPr>
        <w:t>Reports enable the user to present professional-looking information from tables or queries</w:t>
      </w:r>
    </w:p>
    <w:p w14:paraId="7480D9AF" w14:textId="3704EF6A" w:rsidR="00E9675D" w:rsidRPr="00CE4F61" w:rsidRDefault="00E9675D" w:rsidP="00E9675D">
      <w:pPr>
        <w:pStyle w:val="ListParagraph"/>
        <w:numPr>
          <w:ilvl w:val="0"/>
          <w:numId w:val="39"/>
        </w:numPr>
        <w:autoSpaceDE w:val="0"/>
        <w:autoSpaceDN w:val="0"/>
        <w:adjustRightInd w:val="0"/>
        <w:spacing w:after="0"/>
        <w:ind w:left="360"/>
        <w:contextualSpacing w:val="0"/>
        <w:rPr>
          <w:rFonts w:cstheme="minorHAnsi"/>
          <w:sz w:val="24"/>
        </w:rPr>
      </w:pPr>
      <w:r w:rsidRPr="00CE4F61">
        <w:rPr>
          <w:rFonts w:cstheme="minorHAnsi"/>
          <w:b/>
          <w:sz w:val="24"/>
        </w:rPr>
        <w:t xml:space="preserve">Discuss the difference between Datasheet view and Design view in a table.  </w:t>
      </w:r>
      <w:r w:rsidRPr="00CE4F61">
        <w:rPr>
          <w:rFonts w:cstheme="minorHAnsi"/>
          <w:sz w:val="24"/>
        </w:rPr>
        <w:br/>
      </w:r>
      <w:r w:rsidRPr="00E9675D">
        <w:rPr>
          <w:rFonts w:cstheme="minorHAnsi"/>
          <w:sz w:val="24"/>
          <w:highlight w:val="yellow"/>
        </w:rPr>
        <w:t>The Datasheet view is a grid containing columns (fields) and rows (records), similar to an Excel spreadsheet in which the user can view, add, edit, and delete rows/records. The Design view gives the user a detailed view of the table’s structure and is used to create and modify a table’s design by specifying the fields it will contain, the fields’ data types, and their associated properties.</w:t>
      </w:r>
    </w:p>
    <w:p w14:paraId="0E2BF2C2" w14:textId="77777777" w:rsidR="00E9675D" w:rsidRPr="00CE4F61" w:rsidRDefault="00E9675D" w:rsidP="00E9675D">
      <w:pPr>
        <w:pStyle w:val="ListParagraph"/>
        <w:numPr>
          <w:ilvl w:val="0"/>
          <w:numId w:val="39"/>
        </w:numPr>
        <w:autoSpaceDE w:val="0"/>
        <w:autoSpaceDN w:val="0"/>
        <w:adjustRightInd w:val="0"/>
        <w:spacing w:after="0"/>
        <w:ind w:left="360"/>
        <w:contextualSpacing w:val="0"/>
        <w:rPr>
          <w:rFonts w:cstheme="minorHAnsi"/>
          <w:sz w:val="24"/>
        </w:rPr>
      </w:pPr>
      <w:r w:rsidRPr="00CE4F61">
        <w:rPr>
          <w:rFonts w:cstheme="minorHAnsi"/>
          <w:b/>
          <w:sz w:val="24"/>
          <w:szCs w:val="24"/>
        </w:rPr>
        <w:t>Explain why it is important to define data types in Access.</w:t>
      </w:r>
      <w:r w:rsidRPr="00CE4F61">
        <w:rPr>
          <w:rFonts w:cstheme="minorHAnsi"/>
          <w:sz w:val="24"/>
        </w:rPr>
        <w:br/>
      </w:r>
      <w:r w:rsidRPr="00E9675D">
        <w:rPr>
          <w:rFonts w:cstheme="minorHAnsi"/>
          <w:sz w:val="24"/>
          <w:highlight w:val="yellow"/>
        </w:rPr>
        <w:t>Data types define the type of data that will be stored in a field, such as short text, numeric, currency, date/time, etc. Defining the type of data is important because Access will behave a specific way based on the type of data the field contains. Each field’s data type determines the type of input accepted.</w:t>
      </w:r>
    </w:p>
    <w:p w14:paraId="470CAA68" w14:textId="77777777" w:rsidR="00E9675D" w:rsidRPr="00CE4F61" w:rsidRDefault="00E9675D" w:rsidP="00E9675D">
      <w:pPr>
        <w:pStyle w:val="ListParagraph"/>
        <w:numPr>
          <w:ilvl w:val="0"/>
          <w:numId w:val="39"/>
        </w:numPr>
        <w:autoSpaceDE w:val="0"/>
        <w:autoSpaceDN w:val="0"/>
        <w:adjustRightInd w:val="0"/>
        <w:spacing w:after="0"/>
        <w:ind w:left="360"/>
        <w:contextualSpacing w:val="0"/>
        <w:rPr>
          <w:rFonts w:cstheme="minorHAnsi"/>
          <w:sz w:val="24"/>
        </w:rPr>
      </w:pPr>
      <w:r w:rsidRPr="00CE4F61">
        <w:rPr>
          <w:rFonts w:cstheme="minorHAnsi"/>
          <w:b/>
          <w:sz w:val="24"/>
        </w:rPr>
        <w:t xml:space="preserve">Explain the purpose of using the compact and repair utility. </w:t>
      </w:r>
    </w:p>
    <w:p w14:paraId="4BF23EE2" w14:textId="77777777" w:rsidR="00E9675D" w:rsidRPr="00CE4F61" w:rsidRDefault="00E9675D" w:rsidP="00E9675D">
      <w:pPr>
        <w:pStyle w:val="ListParagraph"/>
        <w:autoSpaceDE w:val="0"/>
        <w:autoSpaceDN w:val="0"/>
        <w:adjustRightInd w:val="0"/>
        <w:spacing w:after="0"/>
        <w:ind w:left="360"/>
        <w:contextualSpacing w:val="0"/>
        <w:rPr>
          <w:rFonts w:cstheme="minorHAnsi"/>
          <w:sz w:val="24"/>
        </w:rPr>
      </w:pPr>
      <w:r w:rsidRPr="00E9675D">
        <w:rPr>
          <w:rFonts w:cstheme="minorHAnsi"/>
          <w:sz w:val="24"/>
          <w:highlight w:val="yellow"/>
        </w:rPr>
        <w:t>Occasionally, Access databases experience corruption. Database corruption occurs when the data is stored improperly, resulting in the loss of data or database functionality. With everyday use databases may become corrupt, so Access provides the Compact and Repair Database utility. Compact and Repair Database reduces the size of a database and fixes any errors that may exist in the file.</w:t>
      </w:r>
      <w:r w:rsidRPr="00CE4F61">
        <w:rPr>
          <w:rFonts w:cstheme="minorHAnsi"/>
          <w:sz w:val="24"/>
        </w:rPr>
        <w:t xml:space="preserve"> </w:t>
      </w:r>
    </w:p>
    <w:p w14:paraId="27633B8B" w14:textId="77777777" w:rsidR="00E9675D" w:rsidRPr="00CE4F61" w:rsidRDefault="00E9675D" w:rsidP="00E9675D">
      <w:pPr>
        <w:pStyle w:val="ListParagraph"/>
        <w:numPr>
          <w:ilvl w:val="0"/>
          <w:numId w:val="39"/>
        </w:numPr>
        <w:autoSpaceDE w:val="0"/>
        <w:autoSpaceDN w:val="0"/>
        <w:adjustRightInd w:val="0"/>
        <w:spacing w:after="0"/>
        <w:ind w:left="360"/>
        <w:contextualSpacing w:val="0"/>
        <w:rPr>
          <w:rFonts w:cstheme="minorHAnsi"/>
          <w:sz w:val="24"/>
        </w:rPr>
      </w:pPr>
      <w:r w:rsidRPr="00CE4F61">
        <w:rPr>
          <w:rFonts w:cstheme="minorHAnsi"/>
          <w:b/>
          <w:sz w:val="24"/>
        </w:rPr>
        <w:t xml:space="preserve">Explain the purpose of creating a filter. </w:t>
      </w:r>
      <w:r w:rsidRPr="00CE4F61">
        <w:rPr>
          <w:rFonts w:cstheme="minorHAnsi"/>
          <w:sz w:val="24"/>
        </w:rPr>
        <w:br/>
      </w:r>
      <w:r w:rsidRPr="00E9675D">
        <w:rPr>
          <w:rFonts w:cstheme="minorHAnsi"/>
          <w:sz w:val="24"/>
          <w:highlight w:val="yellow"/>
        </w:rPr>
        <w:t>A filter enables you to view a subset of records based on specified criteria.</w:t>
      </w:r>
    </w:p>
    <w:p w14:paraId="24F01C5D" w14:textId="77777777" w:rsidR="00E9675D" w:rsidRPr="00CE4F61" w:rsidRDefault="00E9675D" w:rsidP="00E9675D">
      <w:pPr>
        <w:pStyle w:val="ListParagraph"/>
        <w:numPr>
          <w:ilvl w:val="0"/>
          <w:numId w:val="39"/>
        </w:numPr>
        <w:autoSpaceDE w:val="0"/>
        <w:autoSpaceDN w:val="0"/>
        <w:adjustRightInd w:val="0"/>
        <w:spacing w:after="0"/>
        <w:ind w:left="360"/>
        <w:contextualSpacing w:val="0"/>
        <w:rPr>
          <w:rFonts w:cstheme="minorHAnsi"/>
          <w:sz w:val="24"/>
        </w:rPr>
      </w:pPr>
      <w:r w:rsidRPr="00CE4F61">
        <w:rPr>
          <w:rFonts w:cstheme="minorHAnsi"/>
          <w:b/>
          <w:sz w:val="24"/>
        </w:rPr>
        <w:t>Explain the difference between a Selection filter and a Filter By Form.</w:t>
      </w:r>
      <w:r w:rsidRPr="00CE4F61">
        <w:rPr>
          <w:rFonts w:cstheme="minorHAnsi"/>
          <w:sz w:val="24"/>
        </w:rPr>
        <w:br/>
      </w:r>
      <w:r w:rsidRPr="00E9675D">
        <w:rPr>
          <w:rFonts w:cstheme="minorHAnsi"/>
          <w:sz w:val="24"/>
          <w:highlight w:val="yellow"/>
        </w:rPr>
        <w:t>A Selection filter lets you filter records by a single field while Filter by Form lets you filter records based on multiple criteria.</w:t>
      </w:r>
    </w:p>
    <w:p w14:paraId="2A7CDF99" w14:textId="77777777" w:rsidR="00E9675D" w:rsidRPr="00CE4F61" w:rsidRDefault="00E9675D" w:rsidP="00E9675D">
      <w:pPr>
        <w:pStyle w:val="ListParagraph"/>
        <w:numPr>
          <w:ilvl w:val="0"/>
          <w:numId w:val="39"/>
        </w:numPr>
        <w:autoSpaceDE w:val="0"/>
        <w:autoSpaceDN w:val="0"/>
        <w:adjustRightInd w:val="0"/>
        <w:spacing w:after="0"/>
        <w:ind w:left="360"/>
        <w:contextualSpacing w:val="0"/>
        <w:rPr>
          <w:rFonts w:cstheme="minorHAnsi"/>
          <w:sz w:val="24"/>
        </w:rPr>
      </w:pPr>
      <w:r w:rsidRPr="00CE4F61">
        <w:rPr>
          <w:rFonts w:cstheme="minorHAnsi"/>
          <w:b/>
          <w:sz w:val="24"/>
          <w:szCs w:val="24"/>
        </w:rPr>
        <w:t>Discuss the benefits of sorting records in a table.</w:t>
      </w:r>
      <w:r w:rsidRPr="00CE4F61">
        <w:rPr>
          <w:rFonts w:cstheme="minorHAnsi"/>
          <w:sz w:val="24"/>
        </w:rPr>
        <w:br/>
      </w:r>
      <w:r w:rsidRPr="00E9675D">
        <w:rPr>
          <w:rFonts w:cstheme="minorHAnsi"/>
          <w:sz w:val="24"/>
          <w:highlight w:val="yellow"/>
        </w:rPr>
        <w:t>Sorting enables you to list records in a specific sequence, such as alphabetically by last name, making information easier to locate and organizing the data.</w:t>
      </w:r>
      <w:r w:rsidRPr="00CE4F61">
        <w:rPr>
          <w:rFonts w:cstheme="minorHAnsi"/>
          <w:sz w:val="24"/>
        </w:rPr>
        <w:t xml:space="preserve"> </w:t>
      </w:r>
    </w:p>
    <w:p w14:paraId="139AB2D2" w14:textId="77777777" w:rsidR="00E9675D" w:rsidRPr="00CE4F61" w:rsidRDefault="00E9675D" w:rsidP="00E9675D">
      <w:pPr>
        <w:pStyle w:val="ListParagraph"/>
        <w:numPr>
          <w:ilvl w:val="0"/>
          <w:numId w:val="39"/>
        </w:numPr>
        <w:ind w:left="360"/>
        <w:rPr>
          <w:rFonts w:cstheme="minorHAnsi"/>
          <w:b/>
          <w:sz w:val="24"/>
        </w:rPr>
      </w:pPr>
      <w:r w:rsidRPr="00CE4F61">
        <w:rPr>
          <w:rFonts w:cstheme="minorHAnsi"/>
          <w:b/>
          <w:sz w:val="24"/>
        </w:rPr>
        <w:t xml:space="preserve">Explain why you would use a new blank database as opposed to using a template. </w:t>
      </w:r>
      <w:r w:rsidRPr="00CE4F61">
        <w:rPr>
          <w:rFonts w:cstheme="minorHAnsi"/>
          <w:sz w:val="24"/>
        </w:rPr>
        <w:br/>
      </w:r>
      <w:r w:rsidRPr="00E9675D">
        <w:rPr>
          <w:rFonts w:cstheme="minorHAnsi"/>
          <w:sz w:val="24"/>
          <w:highlight w:val="yellow"/>
        </w:rPr>
        <w:t>A person might create a new blank database due to specific requirements, because already existing data wouldn’t necessarily fit with any existing templates.</w:t>
      </w:r>
      <w:r w:rsidRPr="00CE4F61">
        <w:rPr>
          <w:rFonts w:cstheme="minorHAnsi"/>
          <w:sz w:val="24"/>
        </w:rPr>
        <w:t xml:space="preserve"> </w:t>
      </w:r>
    </w:p>
    <w:p w14:paraId="30CAEBA5" w14:textId="77777777" w:rsidR="00E9675D" w:rsidRPr="00CE4F61" w:rsidRDefault="00E9675D" w:rsidP="00E9675D">
      <w:pPr>
        <w:pStyle w:val="ListParagraph"/>
        <w:numPr>
          <w:ilvl w:val="0"/>
          <w:numId w:val="39"/>
        </w:numPr>
        <w:autoSpaceDE w:val="0"/>
        <w:autoSpaceDN w:val="0"/>
        <w:adjustRightInd w:val="0"/>
        <w:spacing w:after="0"/>
        <w:ind w:left="360"/>
        <w:contextualSpacing w:val="0"/>
        <w:rPr>
          <w:rFonts w:cstheme="minorHAnsi"/>
          <w:sz w:val="24"/>
        </w:rPr>
      </w:pPr>
      <w:r w:rsidRPr="00CE4F61">
        <w:rPr>
          <w:rFonts w:cstheme="minorHAnsi"/>
          <w:b/>
          <w:sz w:val="24"/>
        </w:rPr>
        <w:t>Discuss two benefits of using a template to create a database.</w:t>
      </w:r>
      <w:r w:rsidRPr="00CE4F61">
        <w:rPr>
          <w:rFonts w:cstheme="minorHAnsi"/>
          <w:sz w:val="24"/>
        </w:rPr>
        <w:br/>
      </w:r>
      <w:r w:rsidRPr="00E9675D">
        <w:rPr>
          <w:rFonts w:cstheme="minorHAnsi"/>
          <w:sz w:val="24"/>
          <w:highlight w:val="yellow"/>
        </w:rPr>
        <w:t>Using a template saves time because it jumpstarts database creation. It also helps a new Access user become familiar with database design.</w:t>
      </w:r>
    </w:p>
    <w:p w14:paraId="73BEEC1C" w14:textId="77777777" w:rsidR="00E9675D" w:rsidRPr="00CE4F61" w:rsidRDefault="00E9675D" w:rsidP="00E9675D">
      <w:pPr>
        <w:pStyle w:val="ListParagraph"/>
        <w:numPr>
          <w:ilvl w:val="0"/>
          <w:numId w:val="39"/>
        </w:numPr>
        <w:spacing w:after="0"/>
        <w:ind w:left="360"/>
        <w:contextualSpacing w:val="0"/>
        <w:rPr>
          <w:rFonts w:cstheme="minorHAnsi"/>
          <w:sz w:val="24"/>
        </w:rPr>
      </w:pPr>
      <w:r w:rsidRPr="00CE4F61">
        <w:rPr>
          <w:rFonts w:cstheme="minorHAnsi"/>
          <w:b/>
          <w:sz w:val="24"/>
        </w:rPr>
        <w:t xml:space="preserve">Explain the purpose of using an </w:t>
      </w:r>
      <w:r>
        <w:rPr>
          <w:rFonts w:cstheme="minorHAnsi"/>
          <w:b/>
          <w:sz w:val="24"/>
        </w:rPr>
        <w:t>a</w:t>
      </w:r>
      <w:r w:rsidRPr="00CE4F61">
        <w:rPr>
          <w:rFonts w:cstheme="minorHAnsi"/>
          <w:b/>
          <w:sz w:val="24"/>
        </w:rPr>
        <w:t>pplication part.</w:t>
      </w:r>
      <w:r w:rsidRPr="00CE4F61">
        <w:rPr>
          <w:rFonts w:cstheme="minorHAnsi"/>
          <w:sz w:val="24"/>
        </w:rPr>
        <w:br/>
      </w:r>
      <w:r w:rsidRPr="00E9675D">
        <w:rPr>
          <w:rFonts w:cstheme="minorHAnsi"/>
          <w:sz w:val="24"/>
          <w:highlight w:val="yellow"/>
        </w:rPr>
        <w:t>An application part enables you to add a set of common Access components to your database, such as a table, a form, and a report for a related task.</w:t>
      </w:r>
    </w:p>
    <w:p w14:paraId="7E74DFD6" w14:textId="77777777" w:rsidR="00E9675D" w:rsidRPr="00CE4F61" w:rsidRDefault="00E9675D" w:rsidP="00E9675D">
      <w:pPr>
        <w:autoSpaceDE w:val="0"/>
        <w:autoSpaceDN w:val="0"/>
        <w:adjustRightInd w:val="0"/>
        <w:spacing w:after="0"/>
        <w:ind w:left="360"/>
        <w:rPr>
          <w:rFonts w:cstheme="minorHAnsi"/>
          <w:sz w:val="24"/>
        </w:rPr>
      </w:pPr>
    </w:p>
    <w:p w14:paraId="7360C95D" w14:textId="4C556BDB" w:rsidR="0015256A" w:rsidRPr="00C9321E" w:rsidRDefault="0015256A" w:rsidP="00C9321E">
      <w:pPr>
        <w:autoSpaceDE w:val="0"/>
        <w:autoSpaceDN w:val="0"/>
        <w:adjustRightInd w:val="0"/>
        <w:spacing w:after="0" w:line="240" w:lineRule="auto"/>
        <w:rPr>
          <w:rFonts w:cstheme="minorHAnsi"/>
          <w:color w:val="1F497D" w:themeColor="text2"/>
        </w:rPr>
      </w:pPr>
    </w:p>
    <w:sectPr w:rsidR="0015256A" w:rsidRPr="00C9321E" w:rsidSect="0015256A">
      <w:headerReference w:type="default" r:id="rId24"/>
      <w:footerReference w:type="default" r:id="rId25"/>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0F23D6" w14:textId="77777777" w:rsidR="00AD3343" w:rsidRDefault="00AD3343">
      <w:pPr>
        <w:spacing w:after="0" w:line="240" w:lineRule="auto"/>
      </w:pPr>
      <w:r>
        <w:separator/>
      </w:r>
    </w:p>
  </w:endnote>
  <w:endnote w:type="continuationSeparator" w:id="0">
    <w:p w14:paraId="0296572E" w14:textId="77777777" w:rsidR="00AD3343" w:rsidRDefault="00AD3343">
      <w:pPr>
        <w:spacing w:after="0" w:line="240" w:lineRule="auto"/>
      </w:pPr>
      <w:r>
        <w:continuationSeparator/>
      </w:r>
    </w:p>
  </w:endnote>
  <w:endnote w:type="continuationNotice" w:id="1">
    <w:p w14:paraId="4874F0B5" w14:textId="77777777" w:rsidR="00AD3343" w:rsidRDefault="00AD33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MinionPro-Regular">
    <w:panose1 w:val="00000000000000000000"/>
    <w:charset w:val="00"/>
    <w:family w:val="roman"/>
    <w:notTrueType/>
    <w:pitch w:val="default"/>
    <w:sig w:usb0="00000003" w:usb1="00000000" w:usb2="00000000" w:usb3="00000000" w:csb0="00000001" w:csb1="00000000"/>
  </w:font>
  <w:font w:name="HelveticaNeueLTStd-Md">
    <w:altName w:val="Times New Roman"/>
    <w:panose1 w:val="00000000000000000000"/>
    <w:charset w:val="4D"/>
    <w:family w:val="auto"/>
    <w:notTrueType/>
    <w:pitch w:val="default"/>
    <w:sig w:usb0="00000003" w:usb1="00000000" w:usb2="00000000" w:usb3="00000000" w:csb0="00000001" w:csb1="00000000"/>
  </w:font>
  <w:font w:name="AvenirLTStd-Heavy">
    <w:altName w:val="Times New Roman"/>
    <w:panose1 w:val="00000000000000000000"/>
    <w:charset w:val="4D"/>
    <w:family w:val="auto"/>
    <w:notTrueType/>
    <w:pitch w:val="default"/>
    <w:sig w:usb0="00000003" w:usb1="00000000" w:usb2="00000000" w:usb3="00000000" w:csb0="00000001" w:csb1="00000000"/>
  </w:font>
  <w:font w:name="MinionPro-Semibold">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A1402D" w14:textId="7127CAEC" w:rsidR="00BE1298" w:rsidRPr="000C3183" w:rsidRDefault="00BE1298" w:rsidP="005C2346">
    <w:pPr>
      <w:pStyle w:val="Footer"/>
      <w:jc w:val="center"/>
      <w:rPr>
        <w:rFonts w:asciiTheme="minorHAnsi" w:hAnsiTheme="minorHAnsi"/>
      </w:rPr>
    </w:pPr>
    <w:r w:rsidRPr="000C3183">
      <w:rPr>
        <w:rFonts w:asciiTheme="minorHAnsi" w:hAnsiTheme="minorHAnsi"/>
      </w:rPr>
      <w:t>Copyright © 20</w:t>
    </w:r>
    <w:r>
      <w:rPr>
        <w:rFonts w:asciiTheme="minorHAnsi" w:hAnsiTheme="minorHAnsi"/>
      </w:rPr>
      <w:t>20</w:t>
    </w:r>
    <w:r w:rsidRPr="000C3183">
      <w:rPr>
        <w:rFonts w:asciiTheme="minorHAnsi" w:hAnsiTheme="minorHAnsi"/>
      </w:rPr>
      <w:t xml:space="preserve"> Pearson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607745" w14:textId="77777777" w:rsidR="00BE1298" w:rsidRDefault="00BE1298" w:rsidP="00BF18B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2BCC6696" w14:textId="77777777" w:rsidR="00BE1298" w:rsidRDefault="00BE1298" w:rsidP="00BF18B2">
    <w:pPr>
      <w:pStyle w:val="Footer"/>
    </w:pPr>
    <w:r>
      <w:t>Copyright © 2006 Prentice-Hall. All rights reserved.</w:t>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06EDA" w14:textId="0C697D83" w:rsidR="00BE1298" w:rsidRPr="003278AE" w:rsidRDefault="00BE1298" w:rsidP="003278AE">
    <w:pPr>
      <w:pStyle w:val="Footer"/>
      <w:ind w:right="360"/>
      <w:jc w:val="center"/>
      <w:rPr>
        <w:rFonts w:asciiTheme="minorHAnsi" w:hAnsiTheme="minorHAnsi"/>
      </w:rPr>
    </w:pPr>
    <w:r>
      <w:rPr>
        <w:rFonts w:asciiTheme="minorHAnsi" w:hAnsiTheme="minorHAnsi"/>
      </w:rPr>
      <w:t>Copyright © 2020 P</w:t>
    </w:r>
    <w:r w:rsidRPr="00BB0114">
      <w:rPr>
        <w:rFonts w:asciiTheme="minorHAnsi" w:hAnsiTheme="minorHAnsi"/>
      </w:rPr>
      <w:t>earson</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2DAC6E" w14:textId="77777777" w:rsidR="00BE1298" w:rsidRPr="00BB0114" w:rsidRDefault="00BE1298" w:rsidP="00BF18B2">
    <w:pPr>
      <w:pStyle w:val="Footer"/>
      <w:ind w:right="360"/>
      <w:jc w:val="center"/>
      <w:rPr>
        <w:rFonts w:asciiTheme="minorHAnsi" w:hAnsiTheme="minorHAnsi"/>
      </w:rPr>
    </w:pPr>
    <w:r>
      <w:rPr>
        <w:rFonts w:asciiTheme="minorHAnsi" w:hAnsiTheme="minorHAnsi"/>
      </w:rPr>
      <w:t>Copyright © 2013</w:t>
    </w:r>
    <w:r w:rsidRPr="00BB0114">
      <w:rPr>
        <w:rFonts w:asciiTheme="minorHAnsi" w:hAnsiTheme="minorHAnsi"/>
      </w:rPr>
      <w:t xml:space="preserve"> Pearson Education,</w:t>
    </w:r>
    <w:r w:rsidRPr="00BB0114">
      <w:rPr>
        <w:rFonts w:asciiTheme="minorHAnsi" w:hAnsiTheme="minorHAnsi"/>
        <w:b/>
        <w:bCs/>
      </w:rPr>
      <w:t xml:space="preserve"> </w:t>
    </w:r>
    <w:r w:rsidRPr="00BB0114">
      <w:rPr>
        <w:rFonts w:asciiTheme="minorHAnsi" w:hAnsiTheme="minorHAnsi"/>
      </w:rPr>
      <w:t>Inc. Publishing as Prentice Hall</w:t>
    </w:r>
  </w:p>
  <w:p w14:paraId="573CC702" w14:textId="77777777" w:rsidR="00BE1298" w:rsidRDefault="00BE1298" w:rsidP="00BF18B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8D1943" w14:textId="6CB2EB45" w:rsidR="00BE1298" w:rsidRDefault="00BE1298" w:rsidP="003278AE">
    <w:pPr>
      <w:pStyle w:val="Footer"/>
      <w:ind w:right="360"/>
      <w:jc w:val="center"/>
    </w:pPr>
    <w:r w:rsidRPr="003F39A2">
      <w:rPr>
        <w:rFonts w:asciiTheme="minorHAnsi" w:hAnsiTheme="minorHAnsi"/>
        <w:color w:val="1F497D" w:themeColor="text2"/>
      </w:rPr>
      <w:t>Copyright © 20</w:t>
    </w:r>
    <w:r>
      <w:rPr>
        <w:rFonts w:asciiTheme="minorHAnsi" w:hAnsiTheme="minorHAnsi"/>
        <w:color w:val="1F497D" w:themeColor="text2"/>
      </w:rPr>
      <w:t xml:space="preserve">20 </w:t>
    </w:r>
    <w:r w:rsidRPr="003F39A2">
      <w:rPr>
        <w:rFonts w:asciiTheme="minorHAnsi" w:hAnsiTheme="minorHAnsi"/>
        <w:color w:val="1F497D" w:themeColor="text2"/>
      </w:rPr>
      <w:t>Pearson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D80F4D" w14:textId="77777777" w:rsidR="00AD3343" w:rsidRDefault="00AD3343">
      <w:pPr>
        <w:spacing w:after="0" w:line="240" w:lineRule="auto"/>
      </w:pPr>
      <w:r>
        <w:separator/>
      </w:r>
    </w:p>
  </w:footnote>
  <w:footnote w:type="continuationSeparator" w:id="0">
    <w:p w14:paraId="5472C18E" w14:textId="77777777" w:rsidR="00AD3343" w:rsidRDefault="00AD3343">
      <w:pPr>
        <w:spacing w:after="0" w:line="240" w:lineRule="auto"/>
      </w:pPr>
      <w:r>
        <w:continuationSeparator/>
      </w:r>
    </w:p>
  </w:footnote>
  <w:footnote w:type="continuationNotice" w:id="1">
    <w:p w14:paraId="0D72A81A" w14:textId="77777777" w:rsidR="00AD3343" w:rsidRDefault="00AD334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32BB75" w14:textId="77777777" w:rsidR="00A42C64" w:rsidRDefault="00A42C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19B306" w14:textId="77777777" w:rsidR="00BE1298" w:rsidRDefault="00BE1298">
    <w:r>
      <w:t>Chapter X: Title</w: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35088" w14:textId="77777777" w:rsidR="00BE1298" w:rsidRDefault="00BE1298">
    <w:pPr>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10F93" w14:textId="77777777" w:rsidR="00BE1298" w:rsidRDefault="00BE1298" w:rsidP="00DB0A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B367E"/>
    <w:multiLevelType w:val="hybridMultilevel"/>
    <w:tmpl w:val="77C895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8F01FE"/>
    <w:multiLevelType w:val="hybridMultilevel"/>
    <w:tmpl w:val="597072BC"/>
    <w:lvl w:ilvl="0" w:tplc="0409000F">
      <w:start w:val="1"/>
      <w:numFmt w:val="decimal"/>
      <w:lvlText w:val="%1."/>
      <w:lvlJc w:val="left"/>
      <w:pPr>
        <w:ind w:left="1080" w:hanging="360"/>
      </w:pPr>
      <w:rPr>
        <w:rFonts w:hint="default"/>
        <w:i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81A7FBF"/>
    <w:multiLevelType w:val="hybridMultilevel"/>
    <w:tmpl w:val="3710E8F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83E5B89"/>
    <w:multiLevelType w:val="hybridMultilevel"/>
    <w:tmpl w:val="BA18DF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580163"/>
    <w:multiLevelType w:val="hybridMultilevel"/>
    <w:tmpl w:val="B86ECF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A27D9C"/>
    <w:multiLevelType w:val="hybridMultilevel"/>
    <w:tmpl w:val="464C6748"/>
    <w:lvl w:ilvl="0" w:tplc="A3E643A0">
      <w:start w:val="1"/>
      <w:numFmt w:val="upperLetter"/>
      <w:pStyle w:val="Heading4"/>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9C4641"/>
    <w:multiLevelType w:val="hybridMultilevel"/>
    <w:tmpl w:val="BDF85608"/>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E120BD7"/>
    <w:multiLevelType w:val="hybridMultilevel"/>
    <w:tmpl w:val="F438AA92"/>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E442E7"/>
    <w:multiLevelType w:val="hybridMultilevel"/>
    <w:tmpl w:val="FA4CC58A"/>
    <w:lvl w:ilvl="0" w:tplc="C2FE0CB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D45BED"/>
    <w:multiLevelType w:val="hybridMultilevel"/>
    <w:tmpl w:val="5320895A"/>
    <w:lvl w:ilvl="0" w:tplc="E724EF80">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1C1EAB"/>
    <w:multiLevelType w:val="hybridMultilevel"/>
    <w:tmpl w:val="667C320A"/>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9">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FD15209"/>
    <w:multiLevelType w:val="hybridMultilevel"/>
    <w:tmpl w:val="74C8957C"/>
    <w:lvl w:ilvl="0" w:tplc="9A94A44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4E55D4"/>
    <w:multiLevelType w:val="hybridMultilevel"/>
    <w:tmpl w:val="35845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5C41AB"/>
    <w:multiLevelType w:val="hybridMultilevel"/>
    <w:tmpl w:val="78223E8E"/>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AD851E2"/>
    <w:multiLevelType w:val="hybridMultilevel"/>
    <w:tmpl w:val="5F3281E2"/>
    <w:lvl w:ilvl="0" w:tplc="3E687D2C">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9556A8"/>
    <w:multiLevelType w:val="hybridMultilevel"/>
    <w:tmpl w:val="60C005C4"/>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FD8379A"/>
    <w:multiLevelType w:val="hybridMultilevel"/>
    <w:tmpl w:val="8A18355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19F56A7"/>
    <w:multiLevelType w:val="hybridMultilevel"/>
    <w:tmpl w:val="5AF27460"/>
    <w:lvl w:ilvl="0" w:tplc="04090009">
      <w:start w:val="1"/>
      <w:numFmt w:val="bullet"/>
      <w:lvlText w:val=""/>
      <w:lvlJc w:val="left"/>
      <w:pPr>
        <w:ind w:left="1440" w:hanging="360"/>
      </w:pPr>
      <w:rPr>
        <w:rFonts w:ascii="Wingdings" w:hAnsi="Wingdings" w:hint="default"/>
      </w:rPr>
    </w:lvl>
    <w:lvl w:ilvl="1" w:tplc="04090009">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4DA56E1"/>
    <w:multiLevelType w:val="multilevel"/>
    <w:tmpl w:val="4BC4ED4C"/>
    <w:lvl w:ilvl="0">
      <w:start w:val="1"/>
      <w:numFmt w:val="decimal"/>
      <w:pStyle w:val="ListNumber"/>
      <w:lvlText w:val="%1."/>
      <w:lvlJc w:val="left"/>
      <w:pPr>
        <w:tabs>
          <w:tab w:val="num" w:pos="576"/>
        </w:tabs>
        <w:ind w:left="576" w:hanging="576"/>
      </w:pPr>
      <w:rPr>
        <w:rFonts w:ascii="Times New Roman" w:hAnsi="Times New Roman" w:hint="default"/>
        <w:b/>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389C023E"/>
    <w:multiLevelType w:val="hybridMultilevel"/>
    <w:tmpl w:val="4B62658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D114B4C"/>
    <w:multiLevelType w:val="hybridMultilevel"/>
    <w:tmpl w:val="7FCE79C4"/>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9">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0F92178"/>
    <w:multiLevelType w:val="hybridMultilevel"/>
    <w:tmpl w:val="43A220E0"/>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25A1588"/>
    <w:multiLevelType w:val="hybridMultilevel"/>
    <w:tmpl w:val="CAF4A25C"/>
    <w:lvl w:ilvl="0" w:tplc="0409000F">
      <w:start w:val="1"/>
      <w:numFmt w:val="decimal"/>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3" w15:restartNumberingAfterBreak="0">
    <w:nsid w:val="54191711"/>
    <w:multiLevelType w:val="hybridMultilevel"/>
    <w:tmpl w:val="35042E5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640296D"/>
    <w:multiLevelType w:val="hybridMultilevel"/>
    <w:tmpl w:val="FBB022E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6C92A3B"/>
    <w:multiLevelType w:val="hybridMultilevel"/>
    <w:tmpl w:val="9BE89CB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9">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6D86522"/>
    <w:multiLevelType w:val="hybridMultilevel"/>
    <w:tmpl w:val="4BCC5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A15A41"/>
    <w:multiLevelType w:val="hybridMultilevel"/>
    <w:tmpl w:val="97B21B04"/>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B28457E"/>
    <w:multiLevelType w:val="hybridMultilevel"/>
    <w:tmpl w:val="2056DC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E3C5E23"/>
    <w:multiLevelType w:val="hybridMultilevel"/>
    <w:tmpl w:val="85441AD8"/>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F9A6F03"/>
    <w:multiLevelType w:val="hybridMultilevel"/>
    <w:tmpl w:val="2B90822A"/>
    <w:lvl w:ilvl="0" w:tplc="04090001">
      <w:start w:val="1"/>
      <w:numFmt w:val="bullet"/>
      <w:lvlText w:val=""/>
      <w:lvlJc w:val="left"/>
      <w:pPr>
        <w:ind w:left="1440" w:hanging="360"/>
      </w:pPr>
      <w:rPr>
        <w:rFonts w:ascii="Symbol" w:hAnsi="Symbol"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1390500"/>
    <w:multiLevelType w:val="hybridMultilevel"/>
    <w:tmpl w:val="11C058E2"/>
    <w:lvl w:ilvl="0" w:tplc="3E687D2C">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9640A5"/>
    <w:multiLevelType w:val="multilevel"/>
    <w:tmpl w:val="ED58C884"/>
    <w:lvl w:ilvl="0">
      <w:start w:val="1"/>
      <w:numFmt w:val="upperRoman"/>
      <w:pStyle w:val="ChapterOutline"/>
      <w:lvlText w:val="%1."/>
      <w:lvlJc w:val="left"/>
      <w:pPr>
        <w:tabs>
          <w:tab w:val="num" w:pos="1296"/>
        </w:tabs>
        <w:ind w:left="1296" w:hanging="576"/>
      </w:pPr>
      <w:rPr>
        <w:rFonts w:hint="default"/>
      </w:rPr>
    </w:lvl>
    <w:lvl w:ilvl="1">
      <w:start w:val="1"/>
      <w:numFmt w:val="upperLetter"/>
      <w:lvlText w:val="%2."/>
      <w:lvlJc w:val="left"/>
      <w:pPr>
        <w:tabs>
          <w:tab w:val="num" w:pos="2376"/>
        </w:tabs>
        <w:ind w:left="2016" w:firstLine="0"/>
      </w:pPr>
      <w:rPr>
        <w:rFonts w:hint="default"/>
      </w:rPr>
    </w:lvl>
    <w:lvl w:ilvl="2">
      <w:start w:val="2"/>
      <w:numFmt w:val="decimal"/>
      <w:lvlText w:val="%3."/>
      <w:lvlJc w:val="left"/>
      <w:pPr>
        <w:tabs>
          <w:tab w:val="num" w:pos="3096"/>
        </w:tabs>
        <w:ind w:left="2736" w:firstLine="0"/>
      </w:pPr>
      <w:rPr>
        <w:rFonts w:hint="default"/>
      </w:rPr>
    </w:lvl>
    <w:lvl w:ilvl="3">
      <w:start w:val="1"/>
      <w:numFmt w:val="none"/>
      <w:lvlText w:val="%4"/>
      <w:lvlJc w:val="left"/>
      <w:pPr>
        <w:tabs>
          <w:tab w:val="num" w:pos="3816"/>
        </w:tabs>
        <w:ind w:left="3456" w:firstLine="0"/>
      </w:pPr>
      <w:rPr>
        <w:rFonts w:hint="default"/>
      </w:rPr>
    </w:lvl>
    <w:lvl w:ilvl="4">
      <w:start w:val="1"/>
      <w:numFmt w:val="none"/>
      <w:lvlText w:val=""/>
      <w:lvlJc w:val="left"/>
      <w:pPr>
        <w:tabs>
          <w:tab w:val="num" w:pos="4536"/>
        </w:tabs>
        <w:ind w:left="4176" w:firstLine="0"/>
      </w:pPr>
      <w:rPr>
        <w:rFonts w:hint="default"/>
      </w:rPr>
    </w:lvl>
    <w:lvl w:ilvl="5">
      <w:start w:val="1"/>
      <w:numFmt w:val="none"/>
      <w:lvlText w:val=""/>
      <w:lvlJc w:val="left"/>
      <w:pPr>
        <w:tabs>
          <w:tab w:val="num" w:pos="5256"/>
        </w:tabs>
        <w:ind w:left="4896" w:firstLine="0"/>
      </w:pPr>
      <w:rPr>
        <w:rFonts w:hint="default"/>
      </w:rPr>
    </w:lvl>
    <w:lvl w:ilvl="6">
      <w:start w:val="1"/>
      <w:numFmt w:val="none"/>
      <w:lvlText w:val=""/>
      <w:lvlJc w:val="left"/>
      <w:pPr>
        <w:tabs>
          <w:tab w:val="num" w:pos="5976"/>
        </w:tabs>
        <w:ind w:left="5616" w:firstLine="0"/>
      </w:pPr>
      <w:rPr>
        <w:rFonts w:hint="default"/>
      </w:rPr>
    </w:lvl>
    <w:lvl w:ilvl="7">
      <w:start w:val="1"/>
      <w:numFmt w:val="none"/>
      <w:lvlText w:val=""/>
      <w:lvlJc w:val="left"/>
      <w:pPr>
        <w:tabs>
          <w:tab w:val="num" w:pos="6696"/>
        </w:tabs>
        <w:ind w:left="6336" w:firstLine="0"/>
      </w:pPr>
      <w:rPr>
        <w:rFonts w:hint="default"/>
      </w:rPr>
    </w:lvl>
    <w:lvl w:ilvl="8">
      <w:start w:val="1"/>
      <w:numFmt w:val="none"/>
      <w:lvlText w:val=""/>
      <w:lvlJc w:val="left"/>
      <w:pPr>
        <w:tabs>
          <w:tab w:val="num" w:pos="7416"/>
        </w:tabs>
        <w:ind w:left="7056" w:firstLine="0"/>
      </w:pPr>
      <w:rPr>
        <w:rFonts w:hint="default"/>
      </w:rPr>
    </w:lvl>
  </w:abstractNum>
  <w:abstractNum w:abstractNumId="33" w15:restartNumberingAfterBreak="0">
    <w:nsid w:val="64165EE2"/>
    <w:multiLevelType w:val="hybridMultilevel"/>
    <w:tmpl w:val="42923F4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45558DC"/>
    <w:multiLevelType w:val="hybridMultilevel"/>
    <w:tmpl w:val="83CEFBF4"/>
    <w:lvl w:ilvl="0" w:tplc="04090009">
      <w:start w:val="1"/>
      <w:numFmt w:val="bullet"/>
      <w:lvlText w:val=""/>
      <w:lvlJc w:val="left"/>
      <w:pPr>
        <w:ind w:left="1440" w:hanging="360"/>
      </w:pPr>
      <w:rPr>
        <w:rFonts w:ascii="Wingdings" w:hAnsi="Wingdings" w:hint="default"/>
      </w:rPr>
    </w:lvl>
    <w:lvl w:ilvl="1" w:tplc="04090009">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9732A03"/>
    <w:multiLevelType w:val="hybridMultilevel"/>
    <w:tmpl w:val="D1100192"/>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6EFE497A"/>
    <w:multiLevelType w:val="hybridMultilevel"/>
    <w:tmpl w:val="1F4E737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708B6327"/>
    <w:multiLevelType w:val="hybridMultilevel"/>
    <w:tmpl w:val="F3BC26B4"/>
    <w:lvl w:ilvl="0" w:tplc="1BCE2EBA">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203908"/>
    <w:multiLevelType w:val="hybridMultilevel"/>
    <w:tmpl w:val="5690421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7BD458DF"/>
    <w:multiLevelType w:val="hybridMultilevel"/>
    <w:tmpl w:val="3328E56E"/>
    <w:lvl w:ilvl="0" w:tplc="04090009">
      <w:start w:val="1"/>
      <w:numFmt w:val="bullet"/>
      <w:lvlText w:val=""/>
      <w:lvlJc w:val="left"/>
      <w:pPr>
        <w:ind w:left="1440" w:hanging="360"/>
      </w:pPr>
      <w:rPr>
        <w:rFonts w:ascii="Wingdings" w:hAnsi="Wingdings" w:hint="default"/>
      </w:rPr>
    </w:lvl>
    <w:lvl w:ilvl="1" w:tplc="04090009">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FB7568F"/>
    <w:multiLevelType w:val="hybridMultilevel"/>
    <w:tmpl w:val="CD1EAAA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8"/>
  </w:num>
  <w:num w:numId="2">
    <w:abstractNumId w:val="32"/>
  </w:num>
  <w:num w:numId="3">
    <w:abstractNumId w:val="1"/>
  </w:num>
  <w:num w:numId="4">
    <w:abstractNumId w:val="26"/>
  </w:num>
  <w:num w:numId="5">
    <w:abstractNumId w:val="28"/>
  </w:num>
  <w:num w:numId="6">
    <w:abstractNumId w:val="19"/>
  </w:num>
  <w:num w:numId="7">
    <w:abstractNumId w:val="20"/>
  </w:num>
  <w:num w:numId="8">
    <w:abstractNumId w:val="9"/>
  </w:num>
  <w:num w:numId="9">
    <w:abstractNumId w:val="33"/>
  </w:num>
  <w:num w:numId="10">
    <w:abstractNumId w:val="34"/>
  </w:num>
  <w:num w:numId="11">
    <w:abstractNumId w:val="16"/>
  </w:num>
  <w:num w:numId="12">
    <w:abstractNumId w:val="27"/>
  </w:num>
  <w:num w:numId="13">
    <w:abstractNumId w:val="30"/>
  </w:num>
  <w:num w:numId="14">
    <w:abstractNumId w:val="13"/>
  </w:num>
  <w:num w:numId="15">
    <w:abstractNumId w:val="2"/>
  </w:num>
  <w:num w:numId="16">
    <w:abstractNumId w:val="7"/>
  </w:num>
  <w:num w:numId="17">
    <w:abstractNumId w:val="10"/>
  </w:num>
  <w:num w:numId="18">
    <w:abstractNumId w:val="29"/>
  </w:num>
  <w:num w:numId="19">
    <w:abstractNumId w:val="24"/>
  </w:num>
  <w:num w:numId="20">
    <w:abstractNumId w:val="17"/>
  </w:num>
  <w:num w:numId="21">
    <w:abstractNumId w:val="15"/>
  </w:num>
  <w:num w:numId="22">
    <w:abstractNumId w:val="36"/>
  </w:num>
  <w:num w:numId="23">
    <w:abstractNumId w:val="39"/>
  </w:num>
  <w:num w:numId="24">
    <w:abstractNumId w:val="38"/>
  </w:num>
  <w:num w:numId="25">
    <w:abstractNumId w:val="6"/>
  </w:num>
  <w:num w:numId="26">
    <w:abstractNumId w:val="25"/>
  </w:num>
  <w:num w:numId="27">
    <w:abstractNumId w:val="35"/>
  </w:num>
  <w:num w:numId="28">
    <w:abstractNumId w:val="31"/>
  </w:num>
  <w:num w:numId="29">
    <w:abstractNumId w:val="12"/>
  </w:num>
  <w:num w:numId="30">
    <w:abstractNumId w:val="11"/>
  </w:num>
  <w:num w:numId="31">
    <w:abstractNumId w:val="0"/>
  </w:num>
  <w:num w:numId="32">
    <w:abstractNumId w:val="14"/>
  </w:num>
  <w:num w:numId="33">
    <w:abstractNumId w:val="40"/>
  </w:num>
  <w:num w:numId="34">
    <w:abstractNumId w:val="5"/>
  </w:num>
  <w:num w:numId="35">
    <w:abstractNumId w:val="4"/>
  </w:num>
  <w:num w:numId="36">
    <w:abstractNumId w:val="3"/>
  </w:num>
  <w:num w:numId="37">
    <w:abstractNumId w:val="22"/>
  </w:num>
  <w:num w:numId="38">
    <w:abstractNumId w:val="37"/>
  </w:num>
  <w:num w:numId="39">
    <w:abstractNumId w:val="8"/>
  </w:num>
  <w:num w:numId="40">
    <w:abstractNumId w:val="21"/>
  </w:num>
  <w:num w:numId="41">
    <w:abstractNumId w:val="2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AxNDK0MDS0MAURSjpKwanFxZn5eSAFlrUAvQjFniwAAAA="/>
  </w:docVars>
  <w:rsids>
    <w:rsidRoot w:val="0057342D"/>
    <w:rsid w:val="0000032A"/>
    <w:rsid w:val="00006087"/>
    <w:rsid w:val="00010709"/>
    <w:rsid w:val="00010EE1"/>
    <w:rsid w:val="000122E6"/>
    <w:rsid w:val="000135D5"/>
    <w:rsid w:val="00017233"/>
    <w:rsid w:val="00020C29"/>
    <w:rsid w:val="000211DA"/>
    <w:rsid w:val="000254CD"/>
    <w:rsid w:val="000257ED"/>
    <w:rsid w:val="00025C84"/>
    <w:rsid w:val="00030C35"/>
    <w:rsid w:val="00034D1A"/>
    <w:rsid w:val="00035B0D"/>
    <w:rsid w:val="0003750A"/>
    <w:rsid w:val="00037F31"/>
    <w:rsid w:val="0004576A"/>
    <w:rsid w:val="00046091"/>
    <w:rsid w:val="00046BA9"/>
    <w:rsid w:val="00053174"/>
    <w:rsid w:val="000540F9"/>
    <w:rsid w:val="00055739"/>
    <w:rsid w:val="00055D1B"/>
    <w:rsid w:val="00060E1C"/>
    <w:rsid w:val="000703A4"/>
    <w:rsid w:val="00072B66"/>
    <w:rsid w:val="000744AD"/>
    <w:rsid w:val="000744D5"/>
    <w:rsid w:val="00075ED1"/>
    <w:rsid w:val="000762F7"/>
    <w:rsid w:val="00076A1A"/>
    <w:rsid w:val="000825C3"/>
    <w:rsid w:val="00082A40"/>
    <w:rsid w:val="00084763"/>
    <w:rsid w:val="00084ABF"/>
    <w:rsid w:val="000940AB"/>
    <w:rsid w:val="000A6E4C"/>
    <w:rsid w:val="000C3183"/>
    <w:rsid w:val="000D0353"/>
    <w:rsid w:val="000D76B4"/>
    <w:rsid w:val="000D7CAD"/>
    <w:rsid w:val="000F689A"/>
    <w:rsid w:val="000F7E12"/>
    <w:rsid w:val="0010041E"/>
    <w:rsid w:val="00102F8D"/>
    <w:rsid w:val="00106DF0"/>
    <w:rsid w:val="00110DD3"/>
    <w:rsid w:val="00115672"/>
    <w:rsid w:val="0012409F"/>
    <w:rsid w:val="00130CC4"/>
    <w:rsid w:val="001330ED"/>
    <w:rsid w:val="0013394C"/>
    <w:rsid w:val="00141420"/>
    <w:rsid w:val="001429BB"/>
    <w:rsid w:val="00142AEA"/>
    <w:rsid w:val="001435A0"/>
    <w:rsid w:val="00143646"/>
    <w:rsid w:val="00150220"/>
    <w:rsid w:val="0015256A"/>
    <w:rsid w:val="00152E5F"/>
    <w:rsid w:val="0015405A"/>
    <w:rsid w:val="00154CFB"/>
    <w:rsid w:val="00157B14"/>
    <w:rsid w:val="001608F9"/>
    <w:rsid w:val="00167324"/>
    <w:rsid w:val="001702BE"/>
    <w:rsid w:val="00175A1E"/>
    <w:rsid w:val="001772BB"/>
    <w:rsid w:val="0017738E"/>
    <w:rsid w:val="00177AD9"/>
    <w:rsid w:val="00181E50"/>
    <w:rsid w:val="001905BF"/>
    <w:rsid w:val="001946B5"/>
    <w:rsid w:val="00194CF0"/>
    <w:rsid w:val="001969F8"/>
    <w:rsid w:val="001A0735"/>
    <w:rsid w:val="001A55DA"/>
    <w:rsid w:val="001B08BD"/>
    <w:rsid w:val="001B4215"/>
    <w:rsid w:val="001C44BC"/>
    <w:rsid w:val="001C5341"/>
    <w:rsid w:val="001C6BBA"/>
    <w:rsid w:val="001D124F"/>
    <w:rsid w:val="001D2759"/>
    <w:rsid w:val="001D65D5"/>
    <w:rsid w:val="001E2A81"/>
    <w:rsid w:val="001E2C70"/>
    <w:rsid w:val="001E4D0E"/>
    <w:rsid w:val="00202091"/>
    <w:rsid w:val="00207F45"/>
    <w:rsid w:val="00222202"/>
    <w:rsid w:val="00222C1A"/>
    <w:rsid w:val="00234B26"/>
    <w:rsid w:val="002412D3"/>
    <w:rsid w:val="002451B9"/>
    <w:rsid w:val="002461ED"/>
    <w:rsid w:val="00246992"/>
    <w:rsid w:val="00251086"/>
    <w:rsid w:val="00251545"/>
    <w:rsid w:val="002533DD"/>
    <w:rsid w:val="00253B70"/>
    <w:rsid w:val="00255AF0"/>
    <w:rsid w:val="00256D93"/>
    <w:rsid w:val="002658EC"/>
    <w:rsid w:val="00266119"/>
    <w:rsid w:val="002723E8"/>
    <w:rsid w:val="002776AF"/>
    <w:rsid w:val="00283CA6"/>
    <w:rsid w:val="002867A9"/>
    <w:rsid w:val="0028697C"/>
    <w:rsid w:val="00286F0C"/>
    <w:rsid w:val="002874FF"/>
    <w:rsid w:val="002A2FA2"/>
    <w:rsid w:val="002A65FB"/>
    <w:rsid w:val="002B2A52"/>
    <w:rsid w:val="002B3438"/>
    <w:rsid w:val="002B7D64"/>
    <w:rsid w:val="002C37A4"/>
    <w:rsid w:val="002C5B80"/>
    <w:rsid w:val="002C6387"/>
    <w:rsid w:val="002D08DB"/>
    <w:rsid w:val="002D09FA"/>
    <w:rsid w:val="002D31C7"/>
    <w:rsid w:val="002D4468"/>
    <w:rsid w:val="002D51E7"/>
    <w:rsid w:val="002E0D49"/>
    <w:rsid w:val="002E2E8F"/>
    <w:rsid w:val="002E4F42"/>
    <w:rsid w:val="002E7381"/>
    <w:rsid w:val="002E7F12"/>
    <w:rsid w:val="002F192B"/>
    <w:rsid w:val="002F7CA2"/>
    <w:rsid w:val="00312656"/>
    <w:rsid w:val="00313155"/>
    <w:rsid w:val="00317DCC"/>
    <w:rsid w:val="00327091"/>
    <w:rsid w:val="003278AE"/>
    <w:rsid w:val="00331D04"/>
    <w:rsid w:val="00335CC4"/>
    <w:rsid w:val="00336924"/>
    <w:rsid w:val="00340769"/>
    <w:rsid w:val="003417A4"/>
    <w:rsid w:val="003438A0"/>
    <w:rsid w:val="00344C24"/>
    <w:rsid w:val="00346599"/>
    <w:rsid w:val="00355941"/>
    <w:rsid w:val="003559CF"/>
    <w:rsid w:val="00360E35"/>
    <w:rsid w:val="003622E2"/>
    <w:rsid w:val="003640C0"/>
    <w:rsid w:val="00374B7B"/>
    <w:rsid w:val="00376C40"/>
    <w:rsid w:val="00376DF8"/>
    <w:rsid w:val="00385A59"/>
    <w:rsid w:val="00386206"/>
    <w:rsid w:val="003876E7"/>
    <w:rsid w:val="00391695"/>
    <w:rsid w:val="00391DA6"/>
    <w:rsid w:val="003924C1"/>
    <w:rsid w:val="00393CD5"/>
    <w:rsid w:val="00393E60"/>
    <w:rsid w:val="003957C3"/>
    <w:rsid w:val="0039649D"/>
    <w:rsid w:val="003A3806"/>
    <w:rsid w:val="003A668E"/>
    <w:rsid w:val="003B5B72"/>
    <w:rsid w:val="003B7118"/>
    <w:rsid w:val="003B75DF"/>
    <w:rsid w:val="003C209D"/>
    <w:rsid w:val="003C55E5"/>
    <w:rsid w:val="003C5BA6"/>
    <w:rsid w:val="003C6643"/>
    <w:rsid w:val="003D1A28"/>
    <w:rsid w:val="003D352B"/>
    <w:rsid w:val="003D5C8C"/>
    <w:rsid w:val="003D5D4C"/>
    <w:rsid w:val="003D5F73"/>
    <w:rsid w:val="003E292B"/>
    <w:rsid w:val="003F39A2"/>
    <w:rsid w:val="004073E6"/>
    <w:rsid w:val="00410516"/>
    <w:rsid w:val="0041735C"/>
    <w:rsid w:val="00423C03"/>
    <w:rsid w:val="004259C2"/>
    <w:rsid w:val="00426436"/>
    <w:rsid w:val="004302E8"/>
    <w:rsid w:val="00433042"/>
    <w:rsid w:val="00435531"/>
    <w:rsid w:val="00436AA3"/>
    <w:rsid w:val="00436C43"/>
    <w:rsid w:val="00436DA9"/>
    <w:rsid w:val="0043779D"/>
    <w:rsid w:val="004436C7"/>
    <w:rsid w:val="004453FE"/>
    <w:rsid w:val="004510C3"/>
    <w:rsid w:val="0045618C"/>
    <w:rsid w:val="00472A23"/>
    <w:rsid w:val="00473ED6"/>
    <w:rsid w:val="00474DD2"/>
    <w:rsid w:val="00475E30"/>
    <w:rsid w:val="004816DB"/>
    <w:rsid w:val="00483B55"/>
    <w:rsid w:val="00484DD7"/>
    <w:rsid w:val="004853A7"/>
    <w:rsid w:val="00485F53"/>
    <w:rsid w:val="004922AF"/>
    <w:rsid w:val="00493675"/>
    <w:rsid w:val="00493BB4"/>
    <w:rsid w:val="004A48FE"/>
    <w:rsid w:val="004A577C"/>
    <w:rsid w:val="004B246C"/>
    <w:rsid w:val="004C186F"/>
    <w:rsid w:val="004C1AF4"/>
    <w:rsid w:val="004C383B"/>
    <w:rsid w:val="004E0F9F"/>
    <w:rsid w:val="004E4DF0"/>
    <w:rsid w:val="004E5AE5"/>
    <w:rsid w:val="004E5E35"/>
    <w:rsid w:val="004E6596"/>
    <w:rsid w:val="004E6FB6"/>
    <w:rsid w:val="004F06F6"/>
    <w:rsid w:val="004F197B"/>
    <w:rsid w:val="00500E13"/>
    <w:rsid w:val="005055E3"/>
    <w:rsid w:val="00506AA3"/>
    <w:rsid w:val="005106FB"/>
    <w:rsid w:val="00513059"/>
    <w:rsid w:val="005174E1"/>
    <w:rsid w:val="00521CDD"/>
    <w:rsid w:val="0052275D"/>
    <w:rsid w:val="00524EF4"/>
    <w:rsid w:val="00525733"/>
    <w:rsid w:val="00526255"/>
    <w:rsid w:val="005336EB"/>
    <w:rsid w:val="00533B15"/>
    <w:rsid w:val="00533BE3"/>
    <w:rsid w:val="0053684C"/>
    <w:rsid w:val="00540A28"/>
    <w:rsid w:val="005424F7"/>
    <w:rsid w:val="005467C4"/>
    <w:rsid w:val="0055076B"/>
    <w:rsid w:val="0055306F"/>
    <w:rsid w:val="00553699"/>
    <w:rsid w:val="00554768"/>
    <w:rsid w:val="00554A34"/>
    <w:rsid w:val="005639BA"/>
    <w:rsid w:val="00566380"/>
    <w:rsid w:val="00566CD6"/>
    <w:rsid w:val="00572A97"/>
    <w:rsid w:val="0057342D"/>
    <w:rsid w:val="00577B82"/>
    <w:rsid w:val="00580F76"/>
    <w:rsid w:val="005822DA"/>
    <w:rsid w:val="00582749"/>
    <w:rsid w:val="00584E0C"/>
    <w:rsid w:val="00591AC5"/>
    <w:rsid w:val="005962B1"/>
    <w:rsid w:val="005A005A"/>
    <w:rsid w:val="005A01BC"/>
    <w:rsid w:val="005A2DEB"/>
    <w:rsid w:val="005A59EA"/>
    <w:rsid w:val="005C1568"/>
    <w:rsid w:val="005C2346"/>
    <w:rsid w:val="005C3354"/>
    <w:rsid w:val="005C73CB"/>
    <w:rsid w:val="005D1214"/>
    <w:rsid w:val="005D2264"/>
    <w:rsid w:val="005D37C6"/>
    <w:rsid w:val="005D475D"/>
    <w:rsid w:val="005D53C7"/>
    <w:rsid w:val="005D5992"/>
    <w:rsid w:val="005E6B7B"/>
    <w:rsid w:val="005E6C12"/>
    <w:rsid w:val="005F3376"/>
    <w:rsid w:val="005F5DB3"/>
    <w:rsid w:val="005F7DB4"/>
    <w:rsid w:val="00604144"/>
    <w:rsid w:val="00605B7B"/>
    <w:rsid w:val="00616251"/>
    <w:rsid w:val="00616280"/>
    <w:rsid w:val="00617162"/>
    <w:rsid w:val="00620871"/>
    <w:rsid w:val="00621DA8"/>
    <w:rsid w:val="00622994"/>
    <w:rsid w:val="00623CFE"/>
    <w:rsid w:val="0062570D"/>
    <w:rsid w:val="006318D4"/>
    <w:rsid w:val="00641F6A"/>
    <w:rsid w:val="0064223A"/>
    <w:rsid w:val="00642241"/>
    <w:rsid w:val="0064233B"/>
    <w:rsid w:val="00643FC5"/>
    <w:rsid w:val="00645064"/>
    <w:rsid w:val="00647B28"/>
    <w:rsid w:val="00647E93"/>
    <w:rsid w:val="00652AE4"/>
    <w:rsid w:val="0065474B"/>
    <w:rsid w:val="006563C1"/>
    <w:rsid w:val="00657C7F"/>
    <w:rsid w:val="006607B4"/>
    <w:rsid w:val="00664205"/>
    <w:rsid w:val="00670F9A"/>
    <w:rsid w:val="00672DC2"/>
    <w:rsid w:val="00675717"/>
    <w:rsid w:val="006874F9"/>
    <w:rsid w:val="00691C3C"/>
    <w:rsid w:val="00692838"/>
    <w:rsid w:val="00692FC7"/>
    <w:rsid w:val="006933B8"/>
    <w:rsid w:val="00693A44"/>
    <w:rsid w:val="006A0974"/>
    <w:rsid w:val="006A2521"/>
    <w:rsid w:val="006A2ACE"/>
    <w:rsid w:val="006A3362"/>
    <w:rsid w:val="006A3AAA"/>
    <w:rsid w:val="006B0444"/>
    <w:rsid w:val="006B1840"/>
    <w:rsid w:val="006B2611"/>
    <w:rsid w:val="006B5FF1"/>
    <w:rsid w:val="006C3E12"/>
    <w:rsid w:val="006C74A7"/>
    <w:rsid w:val="006D1EEB"/>
    <w:rsid w:val="006D6160"/>
    <w:rsid w:val="006E5DE0"/>
    <w:rsid w:val="006F0389"/>
    <w:rsid w:val="006F0743"/>
    <w:rsid w:val="006F1C79"/>
    <w:rsid w:val="006F25FF"/>
    <w:rsid w:val="006F2B37"/>
    <w:rsid w:val="006F6C34"/>
    <w:rsid w:val="00701E62"/>
    <w:rsid w:val="007022F7"/>
    <w:rsid w:val="007053D7"/>
    <w:rsid w:val="0070681B"/>
    <w:rsid w:val="00714A9A"/>
    <w:rsid w:val="0071605D"/>
    <w:rsid w:val="00716B74"/>
    <w:rsid w:val="00722496"/>
    <w:rsid w:val="0072717D"/>
    <w:rsid w:val="00730656"/>
    <w:rsid w:val="00730B1E"/>
    <w:rsid w:val="007321BC"/>
    <w:rsid w:val="00741BD7"/>
    <w:rsid w:val="0074375D"/>
    <w:rsid w:val="007500A5"/>
    <w:rsid w:val="00755282"/>
    <w:rsid w:val="00756410"/>
    <w:rsid w:val="007600DE"/>
    <w:rsid w:val="00760371"/>
    <w:rsid w:val="00763592"/>
    <w:rsid w:val="00763DB3"/>
    <w:rsid w:val="007701A6"/>
    <w:rsid w:val="00773AE5"/>
    <w:rsid w:val="00775A49"/>
    <w:rsid w:val="00791B5D"/>
    <w:rsid w:val="007A7387"/>
    <w:rsid w:val="007A7732"/>
    <w:rsid w:val="007B312E"/>
    <w:rsid w:val="007B3F03"/>
    <w:rsid w:val="007B7BF1"/>
    <w:rsid w:val="007C0EFD"/>
    <w:rsid w:val="007C16DD"/>
    <w:rsid w:val="007C1DE9"/>
    <w:rsid w:val="007C33EE"/>
    <w:rsid w:val="007C5AD5"/>
    <w:rsid w:val="007C6737"/>
    <w:rsid w:val="007C6CAB"/>
    <w:rsid w:val="007C7426"/>
    <w:rsid w:val="007D43A2"/>
    <w:rsid w:val="007E09C6"/>
    <w:rsid w:val="007E364C"/>
    <w:rsid w:val="007F22D9"/>
    <w:rsid w:val="00804BFC"/>
    <w:rsid w:val="00812368"/>
    <w:rsid w:val="00814F6E"/>
    <w:rsid w:val="00816631"/>
    <w:rsid w:val="00816F6A"/>
    <w:rsid w:val="00820378"/>
    <w:rsid w:val="00822895"/>
    <w:rsid w:val="008232AB"/>
    <w:rsid w:val="0082466D"/>
    <w:rsid w:val="008410E3"/>
    <w:rsid w:val="008427B8"/>
    <w:rsid w:val="00845B65"/>
    <w:rsid w:val="0085065A"/>
    <w:rsid w:val="00853664"/>
    <w:rsid w:val="0085563D"/>
    <w:rsid w:val="008602AA"/>
    <w:rsid w:val="008606B8"/>
    <w:rsid w:val="008608A4"/>
    <w:rsid w:val="0086351A"/>
    <w:rsid w:val="00866BAB"/>
    <w:rsid w:val="00867AB7"/>
    <w:rsid w:val="00870FE9"/>
    <w:rsid w:val="008719F8"/>
    <w:rsid w:val="00882131"/>
    <w:rsid w:val="00886730"/>
    <w:rsid w:val="008921B1"/>
    <w:rsid w:val="0089655A"/>
    <w:rsid w:val="0089797A"/>
    <w:rsid w:val="008A16A7"/>
    <w:rsid w:val="008A1D6D"/>
    <w:rsid w:val="008A374D"/>
    <w:rsid w:val="008A393B"/>
    <w:rsid w:val="008C6621"/>
    <w:rsid w:val="008D395B"/>
    <w:rsid w:val="008D71CF"/>
    <w:rsid w:val="008D7CE9"/>
    <w:rsid w:val="008E2BF9"/>
    <w:rsid w:val="008E4B2F"/>
    <w:rsid w:val="008E7B3F"/>
    <w:rsid w:val="008F3231"/>
    <w:rsid w:val="008F46F5"/>
    <w:rsid w:val="008F6EEB"/>
    <w:rsid w:val="00900016"/>
    <w:rsid w:val="0090066C"/>
    <w:rsid w:val="00900933"/>
    <w:rsid w:val="00905718"/>
    <w:rsid w:val="00907442"/>
    <w:rsid w:val="00910088"/>
    <w:rsid w:val="009107D1"/>
    <w:rsid w:val="00912C46"/>
    <w:rsid w:val="00914BB1"/>
    <w:rsid w:val="00922768"/>
    <w:rsid w:val="00927DD2"/>
    <w:rsid w:val="00932385"/>
    <w:rsid w:val="00933E7F"/>
    <w:rsid w:val="00934824"/>
    <w:rsid w:val="00935313"/>
    <w:rsid w:val="00937385"/>
    <w:rsid w:val="0093768C"/>
    <w:rsid w:val="00941B54"/>
    <w:rsid w:val="0094346A"/>
    <w:rsid w:val="00943A67"/>
    <w:rsid w:val="009476B8"/>
    <w:rsid w:val="00950BE5"/>
    <w:rsid w:val="00952476"/>
    <w:rsid w:val="00960CDE"/>
    <w:rsid w:val="00962050"/>
    <w:rsid w:val="00963852"/>
    <w:rsid w:val="00965BEF"/>
    <w:rsid w:val="00965CD7"/>
    <w:rsid w:val="00965CF3"/>
    <w:rsid w:val="00965E59"/>
    <w:rsid w:val="00966094"/>
    <w:rsid w:val="00971F93"/>
    <w:rsid w:val="009727D6"/>
    <w:rsid w:val="00980A50"/>
    <w:rsid w:val="00990AE4"/>
    <w:rsid w:val="00991A38"/>
    <w:rsid w:val="00994E01"/>
    <w:rsid w:val="009A6200"/>
    <w:rsid w:val="009A6CD6"/>
    <w:rsid w:val="009A7FE3"/>
    <w:rsid w:val="009B1802"/>
    <w:rsid w:val="009B2C0C"/>
    <w:rsid w:val="009C23FB"/>
    <w:rsid w:val="009D1A9A"/>
    <w:rsid w:val="009D3DA3"/>
    <w:rsid w:val="009D4425"/>
    <w:rsid w:val="009D77B9"/>
    <w:rsid w:val="009E5472"/>
    <w:rsid w:val="009F1BF3"/>
    <w:rsid w:val="009F6412"/>
    <w:rsid w:val="009F6BFC"/>
    <w:rsid w:val="00A06F45"/>
    <w:rsid w:val="00A11E22"/>
    <w:rsid w:val="00A16ACF"/>
    <w:rsid w:val="00A22884"/>
    <w:rsid w:val="00A3003E"/>
    <w:rsid w:val="00A30EE5"/>
    <w:rsid w:val="00A31712"/>
    <w:rsid w:val="00A3576A"/>
    <w:rsid w:val="00A3669E"/>
    <w:rsid w:val="00A42C64"/>
    <w:rsid w:val="00A43495"/>
    <w:rsid w:val="00A47572"/>
    <w:rsid w:val="00A53153"/>
    <w:rsid w:val="00A53855"/>
    <w:rsid w:val="00A54541"/>
    <w:rsid w:val="00A57FA0"/>
    <w:rsid w:val="00A61E7B"/>
    <w:rsid w:val="00A63C29"/>
    <w:rsid w:val="00A65BAB"/>
    <w:rsid w:val="00A66393"/>
    <w:rsid w:val="00A91E60"/>
    <w:rsid w:val="00A92171"/>
    <w:rsid w:val="00A9455A"/>
    <w:rsid w:val="00A95C57"/>
    <w:rsid w:val="00AA4353"/>
    <w:rsid w:val="00AA4434"/>
    <w:rsid w:val="00AA535E"/>
    <w:rsid w:val="00AB62B9"/>
    <w:rsid w:val="00AC3568"/>
    <w:rsid w:val="00AC45A0"/>
    <w:rsid w:val="00AC4D02"/>
    <w:rsid w:val="00AD3343"/>
    <w:rsid w:val="00AD4D68"/>
    <w:rsid w:val="00AD6B18"/>
    <w:rsid w:val="00AD7187"/>
    <w:rsid w:val="00AD7DB9"/>
    <w:rsid w:val="00AE1406"/>
    <w:rsid w:val="00AE19A3"/>
    <w:rsid w:val="00AE2B49"/>
    <w:rsid w:val="00AE48CC"/>
    <w:rsid w:val="00AF7D01"/>
    <w:rsid w:val="00B01189"/>
    <w:rsid w:val="00B053AA"/>
    <w:rsid w:val="00B0629F"/>
    <w:rsid w:val="00B07AC4"/>
    <w:rsid w:val="00B07B8C"/>
    <w:rsid w:val="00B120E1"/>
    <w:rsid w:val="00B12B94"/>
    <w:rsid w:val="00B161DB"/>
    <w:rsid w:val="00B166F9"/>
    <w:rsid w:val="00B20E17"/>
    <w:rsid w:val="00B21758"/>
    <w:rsid w:val="00B217F8"/>
    <w:rsid w:val="00B24331"/>
    <w:rsid w:val="00B250D5"/>
    <w:rsid w:val="00B26A67"/>
    <w:rsid w:val="00B329A3"/>
    <w:rsid w:val="00B331F8"/>
    <w:rsid w:val="00B363CC"/>
    <w:rsid w:val="00B37D5C"/>
    <w:rsid w:val="00B42E2D"/>
    <w:rsid w:val="00B43A83"/>
    <w:rsid w:val="00B44E3C"/>
    <w:rsid w:val="00B47066"/>
    <w:rsid w:val="00B518CE"/>
    <w:rsid w:val="00B521C0"/>
    <w:rsid w:val="00B52320"/>
    <w:rsid w:val="00B528CF"/>
    <w:rsid w:val="00B54497"/>
    <w:rsid w:val="00B54B8C"/>
    <w:rsid w:val="00B55BE2"/>
    <w:rsid w:val="00B56566"/>
    <w:rsid w:val="00B5726D"/>
    <w:rsid w:val="00B610E1"/>
    <w:rsid w:val="00B63616"/>
    <w:rsid w:val="00B659AC"/>
    <w:rsid w:val="00B66DE8"/>
    <w:rsid w:val="00B76CAC"/>
    <w:rsid w:val="00B77C82"/>
    <w:rsid w:val="00B8062B"/>
    <w:rsid w:val="00B815EF"/>
    <w:rsid w:val="00B848E8"/>
    <w:rsid w:val="00B86B6C"/>
    <w:rsid w:val="00B86D46"/>
    <w:rsid w:val="00B94090"/>
    <w:rsid w:val="00BA19C2"/>
    <w:rsid w:val="00BA31E2"/>
    <w:rsid w:val="00BA47AC"/>
    <w:rsid w:val="00BA712F"/>
    <w:rsid w:val="00BB18BD"/>
    <w:rsid w:val="00BB364A"/>
    <w:rsid w:val="00BB4E9C"/>
    <w:rsid w:val="00BB6A5E"/>
    <w:rsid w:val="00BC3BC9"/>
    <w:rsid w:val="00BC686F"/>
    <w:rsid w:val="00BC7E8E"/>
    <w:rsid w:val="00BD1CD5"/>
    <w:rsid w:val="00BD382C"/>
    <w:rsid w:val="00BE1298"/>
    <w:rsid w:val="00BE1E5A"/>
    <w:rsid w:val="00BE3977"/>
    <w:rsid w:val="00BE538E"/>
    <w:rsid w:val="00BF18B2"/>
    <w:rsid w:val="00BF1F63"/>
    <w:rsid w:val="00BF47DD"/>
    <w:rsid w:val="00BF61EB"/>
    <w:rsid w:val="00C02303"/>
    <w:rsid w:val="00C03A5E"/>
    <w:rsid w:val="00C11FFF"/>
    <w:rsid w:val="00C21855"/>
    <w:rsid w:val="00C27E26"/>
    <w:rsid w:val="00C3336F"/>
    <w:rsid w:val="00C337C8"/>
    <w:rsid w:val="00C34680"/>
    <w:rsid w:val="00C36EEF"/>
    <w:rsid w:val="00C41001"/>
    <w:rsid w:val="00C41D11"/>
    <w:rsid w:val="00C445D0"/>
    <w:rsid w:val="00C45BF6"/>
    <w:rsid w:val="00C464F5"/>
    <w:rsid w:val="00C51666"/>
    <w:rsid w:val="00C51DFC"/>
    <w:rsid w:val="00C52555"/>
    <w:rsid w:val="00C53A2A"/>
    <w:rsid w:val="00C5452E"/>
    <w:rsid w:val="00C6156E"/>
    <w:rsid w:val="00C61DE5"/>
    <w:rsid w:val="00C6383A"/>
    <w:rsid w:val="00C64075"/>
    <w:rsid w:val="00C65310"/>
    <w:rsid w:val="00C6752F"/>
    <w:rsid w:val="00C73D98"/>
    <w:rsid w:val="00C775C9"/>
    <w:rsid w:val="00C775EF"/>
    <w:rsid w:val="00C922E1"/>
    <w:rsid w:val="00C9321E"/>
    <w:rsid w:val="00C94E64"/>
    <w:rsid w:val="00C9629A"/>
    <w:rsid w:val="00CA13FD"/>
    <w:rsid w:val="00CA19DF"/>
    <w:rsid w:val="00CA2FC9"/>
    <w:rsid w:val="00CA52FF"/>
    <w:rsid w:val="00CA7752"/>
    <w:rsid w:val="00CB4811"/>
    <w:rsid w:val="00CB7786"/>
    <w:rsid w:val="00CC57AB"/>
    <w:rsid w:val="00CD155C"/>
    <w:rsid w:val="00CD6233"/>
    <w:rsid w:val="00CE1291"/>
    <w:rsid w:val="00D00768"/>
    <w:rsid w:val="00D02417"/>
    <w:rsid w:val="00D11C62"/>
    <w:rsid w:val="00D20A89"/>
    <w:rsid w:val="00D22A60"/>
    <w:rsid w:val="00D22F8C"/>
    <w:rsid w:val="00D23051"/>
    <w:rsid w:val="00D247FC"/>
    <w:rsid w:val="00D34435"/>
    <w:rsid w:val="00D37ECA"/>
    <w:rsid w:val="00D424EF"/>
    <w:rsid w:val="00D44CDB"/>
    <w:rsid w:val="00D55A32"/>
    <w:rsid w:val="00D569ED"/>
    <w:rsid w:val="00D570C1"/>
    <w:rsid w:val="00D60DE5"/>
    <w:rsid w:val="00D64ED8"/>
    <w:rsid w:val="00D65ACD"/>
    <w:rsid w:val="00D6635A"/>
    <w:rsid w:val="00D770E0"/>
    <w:rsid w:val="00D81662"/>
    <w:rsid w:val="00D81F92"/>
    <w:rsid w:val="00D82C2A"/>
    <w:rsid w:val="00D850EE"/>
    <w:rsid w:val="00D85977"/>
    <w:rsid w:val="00D90115"/>
    <w:rsid w:val="00D91780"/>
    <w:rsid w:val="00D930A5"/>
    <w:rsid w:val="00D93693"/>
    <w:rsid w:val="00D94420"/>
    <w:rsid w:val="00D94E4A"/>
    <w:rsid w:val="00D97A05"/>
    <w:rsid w:val="00DA306B"/>
    <w:rsid w:val="00DA328C"/>
    <w:rsid w:val="00DA3EFB"/>
    <w:rsid w:val="00DA7C84"/>
    <w:rsid w:val="00DB0A35"/>
    <w:rsid w:val="00DB159E"/>
    <w:rsid w:val="00DB2196"/>
    <w:rsid w:val="00DB3875"/>
    <w:rsid w:val="00DB4E2E"/>
    <w:rsid w:val="00DB61A7"/>
    <w:rsid w:val="00DC004D"/>
    <w:rsid w:val="00DC703B"/>
    <w:rsid w:val="00DD35EF"/>
    <w:rsid w:val="00DD6EDB"/>
    <w:rsid w:val="00DE3456"/>
    <w:rsid w:val="00DE50C8"/>
    <w:rsid w:val="00DE563F"/>
    <w:rsid w:val="00DF3F20"/>
    <w:rsid w:val="00DF4463"/>
    <w:rsid w:val="00E028AD"/>
    <w:rsid w:val="00E03334"/>
    <w:rsid w:val="00E04EF9"/>
    <w:rsid w:val="00E05F83"/>
    <w:rsid w:val="00E117EB"/>
    <w:rsid w:val="00E12A8B"/>
    <w:rsid w:val="00E15AD0"/>
    <w:rsid w:val="00E2487F"/>
    <w:rsid w:val="00E255AB"/>
    <w:rsid w:val="00E277F5"/>
    <w:rsid w:val="00E326E1"/>
    <w:rsid w:val="00E35E97"/>
    <w:rsid w:val="00E403A8"/>
    <w:rsid w:val="00E4177B"/>
    <w:rsid w:val="00E469E0"/>
    <w:rsid w:val="00E47066"/>
    <w:rsid w:val="00E50B2D"/>
    <w:rsid w:val="00E52EDA"/>
    <w:rsid w:val="00E56FD9"/>
    <w:rsid w:val="00E62BED"/>
    <w:rsid w:val="00E67239"/>
    <w:rsid w:val="00E67849"/>
    <w:rsid w:val="00E74570"/>
    <w:rsid w:val="00E832A4"/>
    <w:rsid w:val="00E87798"/>
    <w:rsid w:val="00E87FEF"/>
    <w:rsid w:val="00E911BB"/>
    <w:rsid w:val="00E91439"/>
    <w:rsid w:val="00E91D58"/>
    <w:rsid w:val="00E94513"/>
    <w:rsid w:val="00E96678"/>
    <w:rsid w:val="00E9675D"/>
    <w:rsid w:val="00E96787"/>
    <w:rsid w:val="00EA41E9"/>
    <w:rsid w:val="00EA525C"/>
    <w:rsid w:val="00EA7600"/>
    <w:rsid w:val="00EB0208"/>
    <w:rsid w:val="00EB037C"/>
    <w:rsid w:val="00EB321B"/>
    <w:rsid w:val="00EB3DE6"/>
    <w:rsid w:val="00EB57FA"/>
    <w:rsid w:val="00EB5E9A"/>
    <w:rsid w:val="00EC2BC1"/>
    <w:rsid w:val="00EC69DF"/>
    <w:rsid w:val="00ED21E0"/>
    <w:rsid w:val="00EE18AE"/>
    <w:rsid w:val="00EE1C19"/>
    <w:rsid w:val="00EE1D6B"/>
    <w:rsid w:val="00EF0234"/>
    <w:rsid w:val="00EF40B1"/>
    <w:rsid w:val="00F00DA8"/>
    <w:rsid w:val="00F00F6B"/>
    <w:rsid w:val="00F01BFD"/>
    <w:rsid w:val="00F022CE"/>
    <w:rsid w:val="00F03057"/>
    <w:rsid w:val="00F03A10"/>
    <w:rsid w:val="00F11612"/>
    <w:rsid w:val="00F11CA8"/>
    <w:rsid w:val="00F13BAD"/>
    <w:rsid w:val="00F142E8"/>
    <w:rsid w:val="00F14CD1"/>
    <w:rsid w:val="00F216CF"/>
    <w:rsid w:val="00F21DE2"/>
    <w:rsid w:val="00F236CE"/>
    <w:rsid w:val="00F34F29"/>
    <w:rsid w:val="00F36A77"/>
    <w:rsid w:val="00F41539"/>
    <w:rsid w:val="00F41907"/>
    <w:rsid w:val="00F44703"/>
    <w:rsid w:val="00F4583A"/>
    <w:rsid w:val="00F501A9"/>
    <w:rsid w:val="00F5171F"/>
    <w:rsid w:val="00F557DA"/>
    <w:rsid w:val="00F572DD"/>
    <w:rsid w:val="00F658CC"/>
    <w:rsid w:val="00F66DF7"/>
    <w:rsid w:val="00F671F6"/>
    <w:rsid w:val="00F75235"/>
    <w:rsid w:val="00F75D79"/>
    <w:rsid w:val="00F83848"/>
    <w:rsid w:val="00F85474"/>
    <w:rsid w:val="00F86024"/>
    <w:rsid w:val="00F966F7"/>
    <w:rsid w:val="00FA3839"/>
    <w:rsid w:val="00FA4D1A"/>
    <w:rsid w:val="00FA5DCF"/>
    <w:rsid w:val="00FA7F81"/>
    <w:rsid w:val="00FB0C60"/>
    <w:rsid w:val="00FB3291"/>
    <w:rsid w:val="00FB481C"/>
    <w:rsid w:val="00FB4CBB"/>
    <w:rsid w:val="00FB5825"/>
    <w:rsid w:val="00FC02B2"/>
    <w:rsid w:val="00FC1C89"/>
    <w:rsid w:val="00FC2310"/>
    <w:rsid w:val="00FC35A5"/>
    <w:rsid w:val="00FC4C49"/>
    <w:rsid w:val="00FC4E38"/>
    <w:rsid w:val="00FC6F37"/>
    <w:rsid w:val="00FC705A"/>
    <w:rsid w:val="00FC7DB1"/>
    <w:rsid w:val="00FD4F34"/>
    <w:rsid w:val="00FD59F7"/>
    <w:rsid w:val="00FD64BA"/>
    <w:rsid w:val="00FE0A21"/>
    <w:rsid w:val="00FE50EB"/>
    <w:rsid w:val="00FE6447"/>
    <w:rsid w:val="00FE6EEB"/>
    <w:rsid w:val="00FF048C"/>
    <w:rsid w:val="00FF0870"/>
    <w:rsid w:val="00FF0CB3"/>
    <w:rsid w:val="00FF5CB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0CA3F"/>
  <w15:docId w15:val="{206DF481-295F-47C7-BB7C-0D8065291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53174"/>
  </w:style>
  <w:style w:type="paragraph" w:styleId="Heading1">
    <w:name w:val="heading 1"/>
    <w:basedOn w:val="Normal"/>
    <w:next w:val="Normal"/>
    <w:link w:val="Heading1Char"/>
    <w:uiPriority w:val="9"/>
    <w:qFormat/>
    <w:rsid w:val="0093768C"/>
    <w:pPr>
      <w:keepNext/>
      <w:keepLines/>
      <w:spacing w:after="0"/>
      <w:outlineLvl w:val="0"/>
    </w:pPr>
    <w:rPr>
      <w:rFonts w:eastAsiaTheme="majorEastAsia" w:cstheme="minorHAnsi"/>
      <w:b/>
      <w:bCs/>
      <w:color w:val="0000FF"/>
      <w:sz w:val="28"/>
      <w:szCs w:val="28"/>
    </w:rPr>
  </w:style>
  <w:style w:type="paragraph" w:styleId="Heading2">
    <w:name w:val="heading 2"/>
    <w:basedOn w:val="Normal"/>
    <w:next w:val="Normal"/>
    <w:link w:val="Heading2Char"/>
    <w:uiPriority w:val="9"/>
    <w:unhideWhenUsed/>
    <w:qFormat/>
    <w:rsid w:val="00251545"/>
    <w:pPr>
      <w:keepNext/>
      <w:keepLines/>
      <w:spacing w:before="200" w:after="0"/>
      <w:outlineLvl w:val="1"/>
    </w:pPr>
    <w:rPr>
      <w:rFonts w:asciiTheme="majorHAnsi" w:eastAsiaTheme="majorEastAsia" w:hAnsiTheme="majorHAnsi" w:cstheme="minorHAnsi"/>
      <w:b/>
      <w:bCs/>
      <w:color w:val="404040" w:themeColor="text1" w:themeTint="BF"/>
      <w:sz w:val="24"/>
      <w:szCs w:val="28"/>
    </w:rPr>
  </w:style>
  <w:style w:type="paragraph" w:styleId="Heading3">
    <w:name w:val="heading 3"/>
    <w:basedOn w:val="Normal"/>
    <w:next w:val="Normal"/>
    <w:link w:val="Heading3Char"/>
    <w:uiPriority w:val="9"/>
    <w:unhideWhenUsed/>
    <w:qFormat/>
    <w:rsid w:val="0072717D"/>
    <w:pPr>
      <w:keepNext/>
      <w:keepLines/>
      <w:spacing w:before="200" w:after="0"/>
      <w:outlineLvl w:val="2"/>
    </w:pPr>
    <w:rPr>
      <w:rFonts w:eastAsiaTheme="majorEastAsia" w:cstheme="majorBidi"/>
      <w:b/>
      <w:bCs/>
      <w:color w:val="4F81BD" w:themeColor="accent1"/>
      <w:sz w:val="24"/>
    </w:rPr>
  </w:style>
  <w:style w:type="paragraph" w:styleId="Heading4">
    <w:name w:val="heading 4"/>
    <w:basedOn w:val="Normal"/>
    <w:next w:val="Normal"/>
    <w:link w:val="Heading4Char"/>
    <w:uiPriority w:val="9"/>
    <w:unhideWhenUsed/>
    <w:qFormat/>
    <w:rsid w:val="00251545"/>
    <w:pPr>
      <w:keepNext/>
      <w:keepLines/>
      <w:numPr>
        <w:numId w:val="34"/>
      </w:numPr>
      <w:spacing w:before="200" w:after="0"/>
      <w:outlineLvl w:val="3"/>
    </w:pPr>
    <w:rPr>
      <w:rFonts w:eastAsiaTheme="majorEastAsia" w:cstheme="majorBidi"/>
      <w:b/>
      <w:bCs/>
      <w:i/>
      <w:iCs/>
      <w:color w:val="1F497D" w:themeColor="text2"/>
    </w:rPr>
  </w:style>
  <w:style w:type="paragraph" w:styleId="Heading5">
    <w:name w:val="heading 5"/>
    <w:basedOn w:val="Normal"/>
    <w:next w:val="Normal"/>
    <w:link w:val="Heading5Char"/>
    <w:uiPriority w:val="9"/>
    <w:unhideWhenUsed/>
    <w:qFormat/>
    <w:rsid w:val="0015256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768C"/>
    <w:rPr>
      <w:rFonts w:eastAsiaTheme="majorEastAsia" w:cstheme="minorHAnsi"/>
      <w:b/>
      <w:bCs/>
      <w:color w:val="0000FF"/>
      <w:sz w:val="28"/>
      <w:szCs w:val="28"/>
    </w:rPr>
  </w:style>
  <w:style w:type="character" w:customStyle="1" w:styleId="Heading2Char">
    <w:name w:val="Heading 2 Char"/>
    <w:basedOn w:val="DefaultParagraphFont"/>
    <w:link w:val="Heading2"/>
    <w:uiPriority w:val="9"/>
    <w:rsid w:val="00251545"/>
    <w:rPr>
      <w:rFonts w:asciiTheme="majorHAnsi" w:eastAsiaTheme="majorEastAsia" w:hAnsiTheme="majorHAnsi" w:cstheme="minorHAnsi"/>
      <w:b/>
      <w:bCs/>
      <w:color w:val="404040" w:themeColor="text1" w:themeTint="BF"/>
      <w:sz w:val="24"/>
      <w:szCs w:val="28"/>
    </w:rPr>
  </w:style>
  <w:style w:type="paragraph" w:styleId="Title">
    <w:name w:val="Title"/>
    <w:basedOn w:val="Normal"/>
    <w:next w:val="Normal"/>
    <w:link w:val="TitleChar"/>
    <w:uiPriority w:val="10"/>
    <w:qFormat/>
    <w:rsid w:val="0057342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342D"/>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72717D"/>
    <w:rPr>
      <w:rFonts w:eastAsiaTheme="majorEastAsia" w:cstheme="majorBidi"/>
      <w:b/>
      <w:bCs/>
      <w:color w:val="4F81BD" w:themeColor="accent1"/>
      <w:sz w:val="24"/>
    </w:rPr>
  </w:style>
  <w:style w:type="character" w:customStyle="1" w:styleId="Heading4Char">
    <w:name w:val="Heading 4 Char"/>
    <w:basedOn w:val="DefaultParagraphFont"/>
    <w:link w:val="Heading4"/>
    <w:uiPriority w:val="9"/>
    <w:rsid w:val="00251545"/>
    <w:rPr>
      <w:rFonts w:eastAsiaTheme="majorEastAsia" w:cstheme="majorBidi"/>
      <w:b/>
      <w:bCs/>
      <w:i/>
      <w:iCs/>
      <w:color w:val="1F497D" w:themeColor="text2"/>
    </w:rPr>
  </w:style>
  <w:style w:type="paragraph" w:styleId="ListParagraph">
    <w:name w:val="List Paragraph"/>
    <w:basedOn w:val="Normal"/>
    <w:uiPriority w:val="34"/>
    <w:qFormat/>
    <w:rsid w:val="0057342D"/>
    <w:pPr>
      <w:ind w:left="720"/>
      <w:contextualSpacing/>
    </w:pPr>
  </w:style>
  <w:style w:type="paragraph" w:styleId="ListNumber">
    <w:name w:val="List Number"/>
    <w:basedOn w:val="Normal"/>
    <w:rsid w:val="00A92171"/>
    <w:pPr>
      <w:numPr>
        <w:numId w:val="1"/>
      </w:numPr>
      <w:spacing w:after="260" w:line="240" w:lineRule="auto"/>
      <w:jc w:val="both"/>
    </w:pPr>
    <w:rPr>
      <w:rFonts w:ascii="Times New Roman" w:eastAsia="Times New Roman" w:hAnsi="Times New Roman" w:cs="Times New Roman"/>
    </w:rPr>
  </w:style>
  <w:style w:type="paragraph" w:styleId="Footer">
    <w:name w:val="footer"/>
    <w:basedOn w:val="Normal"/>
    <w:link w:val="FooterChar"/>
    <w:uiPriority w:val="99"/>
    <w:rsid w:val="00A92171"/>
    <w:pPr>
      <w:tabs>
        <w:tab w:val="center" w:pos="4320"/>
        <w:tab w:val="right" w:pos="8640"/>
      </w:tabs>
      <w:spacing w:after="26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A92171"/>
    <w:rPr>
      <w:rFonts w:ascii="Times New Roman" w:eastAsia="Times New Roman" w:hAnsi="Times New Roman" w:cs="Times New Roman"/>
      <w:sz w:val="20"/>
      <w:szCs w:val="20"/>
    </w:rPr>
  </w:style>
  <w:style w:type="character" w:styleId="PageNumber">
    <w:name w:val="page number"/>
    <w:basedOn w:val="DefaultParagraphFont"/>
    <w:rsid w:val="00A92171"/>
  </w:style>
  <w:style w:type="paragraph" w:customStyle="1" w:styleId="ChapterOutline">
    <w:name w:val="Chapter Outline"/>
    <w:basedOn w:val="Normal"/>
    <w:rsid w:val="00A92171"/>
    <w:pPr>
      <w:numPr>
        <w:numId w:val="2"/>
      </w:numPr>
      <w:spacing w:after="260" w:line="240" w:lineRule="auto"/>
      <w:jc w:val="both"/>
    </w:pPr>
    <w:rPr>
      <w:rFonts w:ascii="Times New Roman" w:eastAsia="Times New Roman" w:hAnsi="Times New Roman" w:cs="Times New Roman"/>
    </w:rPr>
  </w:style>
  <w:style w:type="paragraph" w:customStyle="1" w:styleId="Normal1">
    <w:name w:val="Normal1"/>
    <w:basedOn w:val="Normal"/>
    <w:rsid w:val="00A92171"/>
    <w:pPr>
      <w:spacing w:after="0" w:line="360" w:lineRule="auto"/>
    </w:pPr>
    <w:rPr>
      <w:rFonts w:ascii="Times New Roman" w:eastAsia="Times New Roman" w:hAnsi="Times New Roman" w:cs="Times New Roman"/>
    </w:rPr>
  </w:style>
  <w:style w:type="character" w:styleId="CommentReference">
    <w:name w:val="annotation reference"/>
    <w:rsid w:val="00A92171"/>
    <w:rPr>
      <w:sz w:val="16"/>
      <w:szCs w:val="16"/>
    </w:rPr>
  </w:style>
  <w:style w:type="paragraph" w:styleId="CommentText">
    <w:name w:val="annotation text"/>
    <w:basedOn w:val="Normal"/>
    <w:link w:val="CommentTextChar"/>
    <w:rsid w:val="00A92171"/>
    <w:pPr>
      <w:spacing w:after="0" w:line="240" w:lineRule="auto"/>
    </w:pPr>
    <w:rPr>
      <w:rFonts w:ascii="Arial" w:eastAsia="Times New Roman" w:hAnsi="Arial" w:cs="Times New Roman"/>
      <w:sz w:val="20"/>
      <w:szCs w:val="20"/>
    </w:rPr>
  </w:style>
  <w:style w:type="character" w:customStyle="1" w:styleId="CommentTextChar">
    <w:name w:val="Comment Text Char"/>
    <w:basedOn w:val="DefaultParagraphFont"/>
    <w:link w:val="CommentText"/>
    <w:rsid w:val="00A92171"/>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A921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2171"/>
    <w:rPr>
      <w:rFonts w:ascii="Tahoma" w:hAnsi="Tahoma" w:cs="Tahoma"/>
      <w:sz w:val="16"/>
      <w:szCs w:val="16"/>
    </w:rPr>
  </w:style>
  <w:style w:type="paragraph" w:customStyle="1" w:styleId="StyleBoldBottomSinglesolidlineAuto05ptLinewidth">
    <w:name w:val="Style Bold Bottom: (Single solid line Auto  0.5 pt Line width)"/>
    <w:basedOn w:val="Normal"/>
    <w:rsid w:val="00B363CC"/>
    <w:pPr>
      <w:pBdr>
        <w:bottom w:val="single" w:sz="4" w:space="1" w:color="auto"/>
      </w:pBdr>
      <w:spacing w:before="60" w:after="0" w:line="240" w:lineRule="auto"/>
    </w:pPr>
    <w:rPr>
      <w:rFonts w:ascii="Arial" w:eastAsia="Times New Roman" w:hAnsi="Arial" w:cs="Times New Roman"/>
      <w:b/>
      <w:bCs/>
      <w:sz w:val="24"/>
      <w:szCs w:val="20"/>
    </w:rPr>
  </w:style>
  <w:style w:type="character" w:styleId="Hyperlink">
    <w:name w:val="Hyperlink"/>
    <w:rsid w:val="00D20A89"/>
    <w:rPr>
      <w:color w:val="0000FF"/>
      <w:u w:val="single"/>
    </w:rPr>
  </w:style>
  <w:style w:type="paragraph" w:styleId="Header">
    <w:name w:val="header"/>
    <w:basedOn w:val="Normal"/>
    <w:link w:val="HeaderChar"/>
    <w:rsid w:val="00B0629F"/>
    <w:pPr>
      <w:tabs>
        <w:tab w:val="center" w:pos="4320"/>
        <w:tab w:val="right" w:pos="8640"/>
      </w:tabs>
      <w:spacing w:after="260" w:line="240" w:lineRule="auto"/>
      <w:jc w:val="both"/>
    </w:pPr>
    <w:rPr>
      <w:rFonts w:ascii="Times New Roman" w:eastAsia="Times New Roman" w:hAnsi="Times New Roman" w:cs="Times New Roman"/>
    </w:rPr>
  </w:style>
  <w:style w:type="character" w:customStyle="1" w:styleId="HeaderChar">
    <w:name w:val="Header Char"/>
    <w:basedOn w:val="DefaultParagraphFont"/>
    <w:link w:val="Header"/>
    <w:rsid w:val="00B0629F"/>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473ED6"/>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473ED6"/>
    <w:rPr>
      <w:rFonts w:ascii="Arial" w:eastAsia="Times New Roman" w:hAnsi="Arial" w:cs="Times New Roman"/>
      <w:b/>
      <w:bCs/>
      <w:sz w:val="20"/>
      <w:szCs w:val="20"/>
    </w:rPr>
  </w:style>
  <w:style w:type="character" w:customStyle="1" w:styleId="fn">
    <w:name w:val="fn"/>
    <w:basedOn w:val="DefaultParagraphFont"/>
    <w:rsid w:val="001A0735"/>
  </w:style>
  <w:style w:type="paragraph" w:styleId="BodyText">
    <w:name w:val="Body Text"/>
    <w:basedOn w:val="Normal"/>
    <w:link w:val="BodyTextChar"/>
    <w:rsid w:val="00963852"/>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963852"/>
    <w:rPr>
      <w:rFonts w:ascii="Times New Roman" w:eastAsia="Times New Roman" w:hAnsi="Times New Roman" w:cs="Times New Roman"/>
      <w:sz w:val="24"/>
      <w:szCs w:val="24"/>
    </w:rPr>
  </w:style>
  <w:style w:type="paragraph" w:customStyle="1" w:styleId="MN2GLOSDEF">
    <w:name w:val="MN2_GLOS_DEF"/>
    <w:basedOn w:val="Normal"/>
    <w:uiPriority w:val="99"/>
    <w:rsid w:val="00513059"/>
    <w:pPr>
      <w:spacing w:after="0" w:line="360" w:lineRule="auto"/>
    </w:pPr>
    <w:rPr>
      <w:rFonts w:ascii="Times New Roman" w:eastAsia="Times New Roman" w:hAnsi="Times New Roman" w:cs="Times New Roman"/>
      <w:sz w:val="24"/>
      <w:szCs w:val="20"/>
    </w:rPr>
  </w:style>
  <w:style w:type="character" w:customStyle="1" w:styleId="MN2GLOSKT">
    <w:name w:val="MN2_GLOS_KT"/>
    <w:uiPriority w:val="99"/>
    <w:rsid w:val="00F03057"/>
    <w:rPr>
      <w:b/>
      <w:i/>
    </w:rPr>
  </w:style>
  <w:style w:type="paragraph" w:customStyle="1" w:styleId="H2">
    <w:name w:val="H2"/>
    <w:uiPriority w:val="99"/>
    <w:rsid w:val="00F03057"/>
    <w:pPr>
      <w:spacing w:after="0" w:line="240" w:lineRule="auto"/>
    </w:pPr>
    <w:rPr>
      <w:rFonts w:ascii="Times New Roman" w:eastAsia="Times New Roman" w:hAnsi="Times New Roman" w:cs="Palatino"/>
      <w:b/>
      <w:bCs/>
      <w:color w:val="3366FF"/>
      <w:sz w:val="24"/>
      <w:szCs w:val="24"/>
    </w:rPr>
  </w:style>
  <w:style w:type="paragraph" w:customStyle="1" w:styleId="CFOBJ">
    <w:name w:val="CF_OBJ"/>
    <w:basedOn w:val="Normal"/>
    <w:link w:val="CFOBJChar"/>
    <w:rsid w:val="00072B66"/>
    <w:pPr>
      <w:spacing w:after="0" w:line="360" w:lineRule="auto"/>
    </w:pPr>
    <w:rPr>
      <w:rFonts w:ascii="Times New Roman" w:eastAsia="Times" w:hAnsi="Times New Roman" w:cs="Times New Roman"/>
      <w:sz w:val="24"/>
      <w:szCs w:val="20"/>
    </w:rPr>
  </w:style>
  <w:style w:type="character" w:customStyle="1" w:styleId="CFOBJChar">
    <w:name w:val="CF_OBJ Char"/>
    <w:basedOn w:val="DefaultParagraphFont"/>
    <w:link w:val="CFOBJ"/>
    <w:rsid w:val="00072B66"/>
    <w:rPr>
      <w:rFonts w:ascii="Times New Roman" w:eastAsia="Times" w:hAnsi="Times New Roman" w:cs="Times New Roman"/>
      <w:sz w:val="24"/>
      <w:szCs w:val="20"/>
    </w:rPr>
  </w:style>
  <w:style w:type="character" w:customStyle="1" w:styleId="Heading5Char">
    <w:name w:val="Heading 5 Char"/>
    <w:basedOn w:val="DefaultParagraphFont"/>
    <w:link w:val="Heading5"/>
    <w:uiPriority w:val="9"/>
    <w:rsid w:val="0015256A"/>
    <w:rPr>
      <w:rFonts w:asciiTheme="majorHAnsi" w:eastAsiaTheme="majorEastAsia" w:hAnsiTheme="majorHAnsi" w:cstheme="majorBidi"/>
      <w:color w:val="365F91" w:themeColor="accent1" w:themeShade="BF"/>
    </w:rPr>
  </w:style>
  <w:style w:type="character" w:styleId="FollowedHyperlink">
    <w:name w:val="FollowedHyperlink"/>
    <w:basedOn w:val="DefaultParagraphFont"/>
    <w:uiPriority w:val="99"/>
    <w:semiHidden/>
    <w:unhideWhenUsed/>
    <w:rsid w:val="008921B1"/>
    <w:rPr>
      <w:color w:val="800080" w:themeColor="followedHyperlink"/>
      <w:u w:val="single"/>
    </w:rPr>
  </w:style>
  <w:style w:type="paragraph" w:customStyle="1" w:styleId="CRPROBSET1MCQ">
    <w:name w:val="CR_PROBSET1_MCQ"/>
    <w:basedOn w:val="Normal"/>
    <w:rsid w:val="00C9321E"/>
    <w:pPr>
      <w:spacing w:after="0" w:line="360" w:lineRule="auto"/>
    </w:pPr>
    <w:rPr>
      <w:rFonts w:ascii="Times New Roman" w:eastAsia="Times" w:hAnsi="Times New Roman" w:cs="Times New Roman"/>
      <w:sz w:val="24"/>
      <w:szCs w:val="20"/>
    </w:rPr>
  </w:style>
  <w:style w:type="paragraph" w:customStyle="1" w:styleId="CRPROBSET1MCQANS">
    <w:name w:val="CR_PROBSET1_MCQ_ANS"/>
    <w:basedOn w:val="Normal"/>
    <w:rsid w:val="00C9321E"/>
    <w:pPr>
      <w:spacing w:after="0" w:line="360" w:lineRule="auto"/>
    </w:pPr>
    <w:rPr>
      <w:rFonts w:ascii="Times New Roman" w:eastAsia="Times" w:hAnsi="Times New Roman" w:cs="Times New Roman"/>
      <w:sz w:val="24"/>
      <w:szCs w:val="20"/>
    </w:rPr>
  </w:style>
  <w:style w:type="character" w:customStyle="1" w:styleId="CRPROBSET1MCQNUM">
    <w:name w:val="CR_PROBSET1_MCQ_NUM"/>
    <w:rsid w:val="00C9321E"/>
    <w:rPr>
      <w:b/>
    </w:rPr>
  </w:style>
  <w:style w:type="paragraph" w:customStyle="1" w:styleId="CRLLFIRST">
    <w:name w:val="CR_LL_FIRST"/>
    <w:basedOn w:val="Normal"/>
    <w:rsid w:val="00222202"/>
    <w:pPr>
      <w:widowControl w:val="0"/>
      <w:tabs>
        <w:tab w:val="right" w:pos="280"/>
        <w:tab w:val="left" w:pos="360"/>
      </w:tabs>
      <w:suppressAutoHyphens/>
      <w:autoSpaceDE w:val="0"/>
      <w:autoSpaceDN w:val="0"/>
      <w:adjustRightInd w:val="0"/>
      <w:spacing w:before="180" w:after="0" w:line="230" w:lineRule="atLeast"/>
      <w:ind w:left="220" w:hanging="220"/>
      <w:textAlignment w:val="center"/>
    </w:pPr>
    <w:rPr>
      <w:rFonts w:ascii="MinionPro-Regular" w:eastAsia="Times New Roman" w:hAnsi="MinionPro-Regular" w:cs="MinionPro-Regular"/>
      <w:color w:val="000000"/>
      <w:sz w:val="19"/>
      <w:szCs w:val="19"/>
      <w:lang w:eastAsia="en-IN" w:bidi="he-IL"/>
    </w:rPr>
  </w:style>
  <w:style w:type="paragraph" w:customStyle="1" w:styleId="CRLLMID">
    <w:name w:val="CR_LL_MID"/>
    <w:basedOn w:val="Normal"/>
    <w:rsid w:val="00222202"/>
    <w:pPr>
      <w:widowControl w:val="0"/>
      <w:tabs>
        <w:tab w:val="right" w:pos="280"/>
        <w:tab w:val="left" w:pos="360"/>
      </w:tabs>
      <w:suppressAutoHyphens/>
      <w:autoSpaceDE w:val="0"/>
      <w:autoSpaceDN w:val="0"/>
      <w:adjustRightInd w:val="0"/>
      <w:spacing w:before="180" w:after="0" w:line="230" w:lineRule="atLeast"/>
      <w:ind w:left="220" w:hanging="220"/>
      <w:textAlignment w:val="center"/>
    </w:pPr>
    <w:rPr>
      <w:rFonts w:ascii="MinionPro-Regular" w:eastAsia="Times New Roman" w:hAnsi="MinionPro-Regular" w:cs="MinionPro-Regular"/>
      <w:color w:val="000000"/>
      <w:sz w:val="19"/>
      <w:szCs w:val="19"/>
      <w:lang w:eastAsia="en-IN" w:bidi="he-IL"/>
    </w:rPr>
  </w:style>
  <w:style w:type="paragraph" w:customStyle="1" w:styleId="CRLLLAST">
    <w:name w:val="CR_LL_LAST"/>
    <w:basedOn w:val="Normal"/>
    <w:rsid w:val="00222202"/>
    <w:pPr>
      <w:widowControl w:val="0"/>
      <w:tabs>
        <w:tab w:val="right" w:pos="280"/>
        <w:tab w:val="left" w:pos="360"/>
      </w:tabs>
      <w:suppressAutoHyphens/>
      <w:autoSpaceDE w:val="0"/>
      <w:autoSpaceDN w:val="0"/>
      <w:adjustRightInd w:val="0"/>
      <w:spacing w:before="180" w:after="0" w:line="230" w:lineRule="atLeast"/>
      <w:ind w:left="220" w:hanging="220"/>
      <w:textAlignment w:val="center"/>
    </w:pPr>
    <w:rPr>
      <w:rFonts w:ascii="MinionPro-Regular" w:eastAsia="Times New Roman" w:hAnsi="MinionPro-Regular" w:cs="MinionPro-Regular"/>
      <w:color w:val="000000"/>
      <w:sz w:val="19"/>
      <w:szCs w:val="19"/>
      <w:lang w:eastAsia="en-IN" w:bidi="he-IL"/>
    </w:rPr>
  </w:style>
  <w:style w:type="character" w:customStyle="1" w:styleId="NLNUM">
    <w:name w:val="NL_NUM"/>
    <w:rsid w:val="00222202"/>
    <w:rPr>
      <w:rFonts w:ascii="HelveticaNeueLTStd-Md" w:hAnsi="HelveticaNeueLTStd-Md" w:cs="HelveticaNeueLTStd-Md"/>
      <w:color w:val="000000"/>
      <w:spacing w:val="0"/>
      <w:w w:val="100"/>
      <w:position w:val="0"/>
      <w:sz w:val="19"/>
      <w:szCs w:val="19"/>
      <w:u w:val="none"/>
      <w:vertAlign w:val="baseline"/>
      <w:em w:val="none"/>
      <w:lang w:val="en-US"/>
    </w:rPr>
  </w:style>
  <w:style w:type="character" w:customStyle="1" w:styleId="CRKTMNLNUM">
    <w:name w:val="CR_KTM_NL_NUM"/>
    <w:rsid w:val="00222202"/>
    <w:rPr>
      <w:rFonts w:ascii="AvenirLTStd-Heavy" w:hAnsi="AvenirLTStd-Heavy" w:cs="AvenirLTStd-Heavy"/>
    </w:rPr>
  </w:style>
  <w:style w:type="character" w:customStyle="1" w:styleId="ITAL">
    <w:name w:val="ITAL"/>
    <w:basedOn w:val="DefaultParagraphFont"/>
    <w:rsid w:val="00E9675D"/>
  </w:style>
  <w:style w:type="paragraph" w:customStyle="1" w:styleId="CRNLLAST">
    <w:name w:val="CR_NL_LAST"/>
    <w:basedOn w:val="Normal"/>
    <w:rsid w:val="00E9675D"/>
    <w:pPr>
      <w:widowControl w:val="0"/>
      <w:tabs>
        <w:tab w:val="right" w:pos="280"/>
        <w:tab w:val="left" w:pos="360"/>
      </w:tabs>
      <w:suppressAutoHyphens/>
      <w:autoSpaceDE w:val="0"/>
      <w:autoSpaceDN w:val="0"/>
      <w:adjustRightInd w:val="0"/>
      <w:spacing w:before="180" w:after="0" w:line="230" w:lineRule="atLeast"/>
      <w:ind w:left="360" w:hanging="360"/>
      <w:jc w:val="both"/>
      <w:textAlignment w:val="center"/>
    </w:pPr>
    <w:rPr>
      <w:rFonts w:ascii="MinionPro-Regular" w:eastAsia="Times New Roman" w:hAnsi="MinionPro-Regular" w:cs="MinionPro-Regular"/>
      <w:color w:val="000000"/>
      <w:sz w:val="19"/>
      <w:szCs w:val="19"/>
      <w:lang w:eastAsia="en-IN" w:bidi="he-IL"/>
    </w:rPr>
  </w:style>
  <w:style w:type="character" w:customStyle="1" w:styleId="CRKTMNLPG">
    <w:name w:val="CR_KTM_NL_PG"/>
    <w:rsid w:val="00E9675D"/>
    <w:rPr>
      <w:rFonts w:ascii="MinionPro-Semibold" w:hAnsi="MinionPro-Semibold" w:cs="MinionPro-Semibold"/>
      <w:sz w:val="19"/>
      <w:szCs w:val="19"/>
    </w:rPr>
  </w:style>
  <w:style w:type="character" w:styleId="UnresolvedMention">
    <w:name w:val="Unresolved Mention"/>
    <w:basedOn w:val="DefaultParagraphFont"/>
    <w:uiPriority w:val="99"/>
    <w:semiHidden/>
    <w:unhideWhenUsed/>
    <w:rsid w:val="002867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213947">
      <w:bodyDiv w:val="1"/>
      <w:marLeft w:val="0"/>
      <w:marRight w:val="0"/>
      <w:marTop w:val="0"/>
      <w:marBottom w:val="0"/>
      <w:divBdr>
        <w:top w:val="none" w:sz="0" w:space="0" w:color="auto"/>
        <w:left w:val="none" w:sz="0" w:space="0" w:color="auto"/>
        <w:bottom w:val="none" w:sz="0" w:space="0" w:color="auto"/>
        <w:right w:val="none" w:sz="0" w:space="0" w:color="auto"/>
      </w:divBdr>
    </w:div>
    <w:div w:id="159584821">
      <w:bodyDiv w:val="1"/>
      <w:marLeft w:val="0"/>
      <w:marRight w:val="0"/>
      <w:marTop w:val="0"/>
      <w:marBottom w:val="0"/>
      <w:divBdr>
        <w:top w:val="none" w:sz="0" w:space="0" w:color="auto"/>
        <w:left w:val="none" w:sz="0" w:space="0" w:color="auto"/>
        <w:bottom w:val="none" w:sz="0" w:space="0" w:color="auto"/>
        <w:right w:val="none" w:sz="0" w:space="0" w:color="auto"/>
      </w:divBdr>
    </w:div>
    <w:div w:id="1336493050">
      <w:bodyDiv w:val="1"/>
      <w:marLeft w:val="0"/>
      <w:marRight w:val="0"/>
      <w:marTop w:val="0"/>
      <w:marBottom w:val="0"/>
      <w:divBdr>
        <w:top w:val="none" w:sz="0" w:space="0" w:color="auto"/>
        <w:left w:val="none" w:sz="0" w:space="0" w:color="auto"/>
        <w:bottom w:val="none" w:sz="0" w:space="0" w:color="auto"/>
        <w:right w:val="none" w:sz="0" w:space="0" w:color="auto"/>
      </w:divBdr>
    </w:div>
    <w:div w:id="1494099739">
      <w:bodyDiv w:val="1"/>
      <w:marLeft w:val="0"/>
      <w:marRight w:val="0"/>
      <w:marTop w:val="0"/>
      <w:marBottom w:val="0"/>
      <w:divBdr>
        <w:top w:val="none" w:sz="0" w:space="0" w:color="auto"/>
        <w:left w:val="none" w:sz="0" w:space="0" w:color="auto"/>
        <w:bottom w:val="none" w:sz="0" w:space="0" w:color="auto"/>
        <w:right w:val="none" w:sz="0" w:space="0" w:color="auto"/>
      </w:divBdr>
    </w:div>
    <w:div w:id="1996949389">
      <w:bodyDiv w:val="1"/>
      <w:marLeft w:val="0"/>
      <w:marRight w:val="0"/>
      <w:marTop w:val="0"/>
      <w:marBottom w:val="0"/>
      <w:divBdr>
        <w:top w:val="none" w:sz="0" w:space="0" w:color="auto"/>
        <w:left w:val="none" w:sz="0" w:space="0" w:color="auto"/>
        <w:bottom w:val="none" w:sz="0" w:space="0" w:color="auto"/>
        <w:right w:val="none" w:sz="0" w:space="0" w:color="auto"/>
      </w:divBdr>
    </w:div>
    <w:div w:id="2041976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support.office.com/en-us/article/video-get-to-know-database-objects-020bfb91-394e-4555-84a4-5b0fd673e6d6?ui=en-US&amp;rs=en-US&amp;ad=US"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support.office.com/en-us/article/backup-your-database-in-access-43c2c55d-b799-40b7-a724-12e50c106bf4?ui=en-US&amp;rs=en-US&amp;ad=US"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support.office.com/en-us/article/video-get-started-with-databases-457013e7-f75d-48a9-bc8a-4b816436a5a0?ui=en-US&amp;rs=en-US&amp;ad=US"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support.office.com/en-us/article/video-what-is-access-f2338765-ff59-4cfc-b8ba-74059fcb1874?wt.mc_id=otc_access" TargetMode="External"/><Relationship Id="rId20" Type="http://schemas.openxmlformats.org/officeDocument/2006/relationships/hyperlink" Target="https://support.office.com/en-us/article/add-a-primary-key-to-a-table-in-access-c6055b7f-4dfe-4516-901c-95272d74a6ff?ui=en-US&amp;rs=en-US&amp;ad=U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ww.myitlab.com" TargetMode="External"/><Relationship Id="rId23" Type="http://schemas.openxmlformats.org/officeDocument/2006/relationships/hyperlink" Target="https://support.office.com/en-us/article/access-video-training-a5ffb1ef-4cc4-4d79-a862-e2dda6ef38e6?ui=en-US&amp;rs=en-US&amp;ad=US" TargetMode="External"/><Relationship Id="rId10" Type="http://schemas.openxmlformats.org/officeDocument/2006/relationships/header" Target="header2.xml"/><Relationship Id="rId19" Type="http://schemas.openxmlformats.org/officeDocument/2006/relationships/hyperlink" Target="https://support.office.com/en-us/article/create-a-database-in-access-f200d95b-e429-4acc-98c1-b883d4e9fc0a?wt.mc_id=otc_access"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yperlink" Target="https://support.office.com/en-us/article/create-a-query-form-or-report-in-access-04eb597f-cb77-47be-83ed-1b8325b34cde?ui=en-US&amp;rs=en-US&amp;ad=US"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E2AD5-D76C-4F03-B6CC-D4EFC0DC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14</Pages>
  <Words>4011</Words>
  <Characters>22864</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Pearson</Company>
  <LinksUpToDate>false</LinksUpToDate>
  <CharactersWithSpaces>26822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Exploring Series</dc:creator>
  <cp:keywords/>
  <dc:description/>
  <cp:lastModifiedBy>Exploring Series_BSS</cp:lastModifiedBy>
  <cp:revision>8</cp:revision>
  <dcterms:created xsi:type="dcterms:W3CDTF">2019-03-08T15:12:00Z</dcterms:created>
  <dcterms:modified xsi:type="dcterms:W3CDTF">2019-03-12T18:38:00Z</dcterms:modified>
</cp:coreProperties>
</file>