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1E0"/>
      </w:tblPr>
      <w:tblGrid>
        <w:gridCol w:w="1728"/>
        <w:gridCol w:w="296"/>
        <w:gridCol w:w="6724"/>
      </w:tblGrid>
      <w:tr w:rsidR="00CD6D06" w:rsidRPr="0066091A" w:rsidTr="005D7278">
        <w:tc>
          <w:tcPr>
            <w:tcW w:w="1728" w:type="dxa"/>
            <w:vAlign w:val="center"/>
          </w:tcPr>
          <w:p w:rsidR="00CD6D06" w:rsidRPr="0066091A" w:rsidRDefault="00CD6D06" w:rsidP="005D7278">
            <w:pPr>
              <w:rPr>
                <w:rFonts w:ascii="Arial Narrow" w:hAnsi="Arial Narrow"/>
                <w:sz w:val="144"/>
                <w:szCs w:val="144"/>
              </w:rPr>
            </w:pPr>
            <w:r w:rsidRPr="005D7278">
              <w:rPr>
                <w:rFonts w:ascii="Arial Narrow" w:hAnsi="Arial Narrow"/>
                <w:sz w:val="72"/>
                <w:szCs w:val="144"/>
              </w:rPr>
              <w:t>CE-1</w:t>
            </w:r>
          </w:p>
        </w:tc>
        <w:tc>
          <w:tcPr>
            <w:tcW w:w="296" w:type="dxa"/>
          </w:tcPr>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p w:rsidR="00CD6D06" w:rsidRPr="0066091A" w:rsidRDefault="00CD6D06" w:rsidP="005D7278">
            <w:pPr>
              <w:spacing w:line="60" w:lineRule="exact"/>
              <w:jc w:val="center"/>
              <w:rPr>
                <w:b/>
                <w:sz w:val="32"/>
                <w:szCs w:val="32"/>
              </w:rPr>
            </w:pPr>
            <w:r w:rsidRPr="0066091A">
              <w:rPr>
                <w:b/>
                <w:sz w:val="32"/>
                <w:szCs w:val="32"/>
              </w:rPr>
              <w:t>.</w:t>
            </w:r>
          </w:p>
          <w:p w:rsidR="00CD6D06" w:rsidRPr="0066091A" w:rsidRDefault="00CD6D06" w:rsidP="00790741">
            <w:pPr>
              <w:spacing w:line="60" w:lineRule="exact"/>
              <w:jc w:val="center"/>
              <w:rPr>
                <w:b/>
                <w:sz w:val="32"/>
                <w:szCs w:val="32"/>
              </w:rPr>
            </w:pPr>
            <w:r w:rsidRPr="0066091A">
              <w:rPr>
                <w:b/>
                <w:sz w:val="32"/>
                <w:szCs w:val="32"/>
              </w:rPr>
              <w:t>.</w:t>
            </w:r>
          </w:p>
        </w:tc>
        <w:tc>
          <w:tcPr>
            <w:tcW w:w="6724" w:type="dxa"/>
          </w:tcPr>
          <w:p w:rsidR="00CD6D06" w:rsidRPr="0066091A" w:rsidRDefault="00CD6D06" w:rsidP="00766610">
            <w:pPr>
              <w:rPr>
                <w:rFonts w:ascii="Arial Narrow" w:hAnsi="Arial Narrow"/>
                <w:b/>
                <w:sz w:val="56"/>
                <w:szCs w:val="56"/>
              </w:rPr>
            </w:pPr>
            <w:r>
              <w:rPr>
                <w:rFonts w:ascii="Arial Narrow" w:hAnsi="Arial Narrow"/>
                <w:b/>
                <w:sz w:val="56"/>
                <w:szCs w:val="56"/>
              </w:rPr>
              <w:t>Collaboration Information Systems for Decision Making, Problem Solving, and Project Management</w:t>
            </w:r>
          </w:p>
        </w:tc>
      </w:tr>
    </w:tbl>
    <w:p w:rsidR="00CD6D06" w:rsidRDefault="00CD6D06"/>
    <w:p w:rsidR="00CD6D06" w:rsidRDefault="00CD6D06"/>
    <w:tbl>
      <w:tblPr>
        <w:tblW w:w="0" w:type="auto"/>
        <w:tblLook w:val="01E0"/>
      </w:tblPr>
      <w:tblGrid>
        <w:gridCol w:w="4428"/>
        <w:gridCol w:w="4428"/>
      </w:tblGrid>
      <w:tr w:rsidR="00CD6D06" w:rsidRPr="0066091A" w:rsidTr="00790741">
        <w:tc>
          <w:tcPr>
            <w:tcW w:w="4428" w:type="dxa"/>
            <w:tcBorders>
              <w:top w:val="single" w:sz="18" w:space="0" w:color="auto"/>
              <w:bottom w:val="single" w:sz="12" w:space="0" w:color="auto"/>
            </w:tcBorders>
          </w:tcPr>
          <w:p w:rsidR="00CD6D06" w:rsidRPr="0066091A" w:rsidRDefault="00CD6D06" w:rsidP="00790741">
            <w:pPr>
              <w:rPr>
                <w:rFonts w:ascii="Arial" w:hAnsi="Arial" w:cs="Arial"/>
                <w:sz w:val="28"/>
                <w:szCs w:val="28"/>
              </w:rPr>
            </w:pPr>
            <w:r w:rsidRPr="0066091A">
              <w:rPr>
                <w:rFonts w:ascii="Arial" w:hAnsi="Arial" w:cs="Arial"/>
                <w:sz w:val="28"/>
                <w:szCs w:val="28"/>
              </w:rPr>
              <w:t>LEARNING OBJECTIVES</w:t>
            </w:r>
          </w:p>
        </w:tc>
        <w:tc>
          <w:tcPr>
            <w:tcW w:w="4428" w:type="dxa"/>
          </w:tcPr>
          <w:p w:rsidR="00CD6D06" w:rsidRPr="0066091A" w:rsidRDefault="00CD6D06" w:rsidP="00790741">
            <w:pPr>
              <w:rPr>
                <w:rFonts w:ascii="Arial" w:hAnsi="Arial" w:cs="Arial"/>
                <w:sz w:val="28"/>
                <w:szCs w:val="28"/>
              </w:rPr>
            </w:pPr>
          </w:p>
        </w:tc>
      </w:tr>
    </w:tbl>
    <w:p w:rsidR="00CD6D06" w:rsidRDefault="00CD6D06"/>
    <w:p w:rsidR="00CD6D06" w:rsidRDefault="00CD6D06" w:rsidP="00EA6523">
      <w:pPr>
        <w:numPr>
          <w:ilvl w:val="0"/>
          <w:numId w:val="3"/>
          <w:numberingChange w:id="0" w:author="Unknown" w:date="2013-01-11T12:26:00Z" w:original="%1:1:0:."/>
        </w:numPr>
      </w:pPr>
      <w:r>
        <w:t>Explain the two key characteristics of collaboration.</w:t>
      </w:r>
    </w:p>
    <w:p w:rsidR="00CD6D06" w:rsidRDefault="00CD6D06" w:rsidP="00EA6523">
      <w:pPr>
        <w:numPr>
          <w:ilvl w:val="0"/>
          <w:numId w:val="3"/>
          <w:numberingChange w:id="1" w:author="Unknown" w:date="2013-01-11T12:26:00Z" w:original="%1:2:0:."/>
        </w:numPr>
      </w:pPr>
      <w:r>
        <w:t>Describe three criteria for successful collaboration.</w:t>
      </w:r>
    </w:p>
    <w:p w:rsidR="00CD6D06" w:rsidRDefault="00CD6D06" w:rsidP="00EA6523">
      <w:pPr>
        <w:numPr>
          <w:ilvl w:val="0"/>
          <w:numId w:val="3"/>
          <w:numberingChange w:id="2" w:author="Unknown" w:date="2013-01-11T12:26:00Z" w:original="%1:3:0:."/>
        </w:numPr>
      </w:pPr>
      <w:r>
        <w:t>Describe the four primary purposes of collaboration.</w:t>
      </w:r>
    </w:p>
    <w:p w:rsidR="00CD6D06" w:rsidRDefault="00CD6D06" w:rsidP="00C112DA">
      <w:pPr>
        <w:numPr>
          <w:ilvl w:val="0"/>
          <w:numId w:val="3"/>
          <w:numberingChange w:id="3" w:author="Unknown" w:date="2013-01-11T12:26:00Z" w:original="%1:4:0:."/>
        </w:numPr>
      </w:pPr>
      <w:r>
        <w:t>Discuss the components and functions of a collaboration information system.</w:t>
      </w:r>
    </w:p>
    <w:p w:rsidR="00CD6D06" w:rsidRDefault="00CD6D06" w:rsidP="003D35CC"/>
    <w:p w:rsidR="00CD6D06" w:rsidRDefault="00CD6D06" w:rsidP="003D35CC"/>
    <w:tbl>
      <w:tblPr>
        <w:tblW w:w="0" w:type="auto"/>
        <w:tblLook w:val="01E0"/>
      </w:tblPr>
      <w:tblGrid>
        <w:gridCol w:w="4428"/>
        <w:gridCol w:w="4428"/>
      </w:tblGrid>
      <w:tr w:rsidR="00CD6D06" w:rsidRPr="0066091A" w:rsidTr="00790741">
        <w:tc>
          <w:tcPr>
            <w:tcW w:w="4428" w:type="dxa"/>
            <w:tcBorders>
              <w:top w:val="single" w:sz="18" w:space="0" w:color="auto"/>
              <w:bottom w:val="single" w:sz="12" w:space="0" w:color="auto"/>
            </w:tcBorders>
          </w:tcPr>
          <w:p w:rsidR="00CD6D06" w:rsidRPr="0066091A" w:rsidRDefault="00CD6D06" w:rsidP="00790741">
            <w:pPr>
              <w:rPr>
                <w:rFonts w:ascii="Arial" w:hAnsi="Arial" w:cs="Arial"/>
                <w:sz w:val="28"/>
                <w:szCs w:val="28"/>
              </w:rPr>
            </w:pPr>
            <w:r w:rsidRPr="0066091A">
              <w:rPr>
                <w:rFonts w:ascii="Arial" w:hAnsi="Arial" w:cs="Arial"/>
                <w:sz w:val="28"/>
                <w:szCs w:val="28"/>
              </w:rPr>
              <w:t>CHAPTER OUTLINE</w:t>
            </w:r>
          </w:p>
        </w:tc>
        <w:tc>
          <w:tcPr>
            <w:tcW w:w="4428" w:type="dxa"/>
          </w:tcPr>
          <w:p w:rsidR="00CD6D06" w:rsidRPr="0066091A" w:rsidRDefault="00CD6D06" w:rsidP="00790741">
            <w:pPr>
              <w:rPr>
                <w:rFonts w:ascii="Arial" w:hAnsi="Arial" w:cs="Arial"/>
                <w:sz w:val="28"/>
                <w:szCs w:val="28"/>
              </w:rPr>
            </w:pPr>
          </w:p>
        </w:tc>
      </w:tr>
    </w:tbl>
    <w:p w:rsidR="00CD6D06" w:rsidRDefault="00CD6D06"/>
    <w:p w:rsidR="00CD6D06" w:rsidRDefault="00CD6D06" w:rsidP="00B42BE9">
      <w:pPr>
        <w:numPr>
          <w:ilvl w:val="0"/>
          <w:numId w:val="1"/>
          <w:numberingChange w:id="4" w:author="Unknown" w:date="2013-01-11T12:26:00Z" w:original=""/>
        </w:numPr>
        <w:ind w:left="360" w:hanging="360"/>
      </w:pPr>
      <w:r>
        <w:t>What are the two key characteristics of collaboration?</w:t>
      </w:r>
    </w:p>
    <w:p w:rsidR="00CD6D06" w:rsidRDefault="00CD6D06" w:rsidP="00766610">
      <w:pPr>
        <w:numPr>
          <w:ilvl w:val="0"/>
          <w:numId w:val="1"/>
          <w:numberingChange w:id="5" w:author="Unknown" w:date="2013-01-11T12:26:00Z" w:original=""/>
        </w:numPr>
        <w:ind w:firstLine="360"/>
      </w:pPr>
      <w:r>
        <w:t>The importance of effective critical feedback</w:t>
      </w:r>
    </w:p>
    <w:p w:rsidR="00CD6D06" w:rsidRDefault="00CD6D06" w:rsidP="00766610">
      <w:pPr>
        <w:numPr>
          <w:ilvl w:val="0"/>
          <w:numId w:val="1"/>
          <w:numberingChange w:id="6" w:author="Unknown" w:date="2013-01-11T12:26:00Z" w:original=""/>
        </w:numPr>
        <w:ind w:firstLine="360"/>
      </w:pPr>
      <w:r>
        <w:t>Guidelines for giving and receiving critical feedback</w:t>
      </w:r>
    </w:p>
    <w:p w:rsidR="00CD6D06" w:rsidRDefault="00CD6D06" w:rsidP="00766610">
      <w:pPr>
        <w:numPr>
          <w:ilvl w:val="0"/>
          <w:numId w:val="1"/>
          <w:numberingChange w:id="7" w:author="Unknown" w:date="2013-01-11T12:26:00Z" w:original=""/>
        </w:numPr>
        <w:ind w:firstLine="360"/>
      </w:pPr>
      <w:r>
        <w:t>Warning!</w:t>
      </w:r>
    </w:p>
    <w:p w:rsidR="00CD6D06" w:rsidRDefault="00CD6D06" w:rsidP="00B42BE9">
      <w:pPr>
        <w:numPr>
          <w:ilvl w:val="0"/>
          <w:numId w:val="1"/>
          <w:numberingChange w:id="8" w:author="Unknown" w:date="2013-01-11T12:26:00Z" w:original=""/>
        </w:numPr>
        <w:ind w:left="360" w:hanging="360"/>
      </w:pPr>
      <w:r>
        <w:t>What are three criteria for successful collaboration?</w:t>
      </w:r>
    </w:p>
    <w:p w:rsidR="00CD6D06" w:rsidRDefault="00CD6D06" w:rsidP="00BD3691">
      <w:pPr>
        <w:numPr>
          <w:ilvl w:val="0"/>
          <w:numId w:val="2"/>
          <w:numberingChange w:id="9" w:author="Unknown" w:date="2013-01-11T12:26:00Z" w:original=""/>
        </w:numPr>
      </w:pPr>
      <w:r>
        <w:t>Successful outcome</w:t>
      </w:r>
    </w:p>
    <w:p w:rsidR="00CD6D06" w:rsidRDefault="00CD6D06" w:rsidP="00BD3691">
      <w:pPr>
        <w:numPr>
          <w:ilvl w:val="0"/>
          <w:numId w:val="2"/>
          <w:numberingChange w:id="10" w:author="Unknown" w:date="2013-01-11T12:26:00Z" w:original=""/>
        </w:numPr>
      </w:pPr>
      <w:r>
        <w:t>Growth in team capability</w:t>
      </w:r>
    </w:p>
    <w:p w:rsidR="00CD6D06" w:rsidRDefault="00CD6D06" w:rsidP="00BD3691">
      <w:pPr>
        <w:numPr>
          <w:ilvl w:val="0"/>
          <w:numId w:val="2"/>
          <w:numberingChange w:id="11" w:author="Unknown" w:date="2013-01-11T12:26:00Z" w:original=""/>
        </w:numPr>
      </w:pPr>
      <w:r>
        <w:t>Meaningful and satisfying experience</w:t>
      </w:r>
    </w:p>
    <w:p w:rsidR="00CD6D06" w:rsidRDefault="00CD6D06" w:rsidP="00B42BE9">
      <w:pPr>
        <w:numPr>
          <w:ilvl w:val="0"/>
          <w:numId w:val="1"/>
          <w:numberingChange w:id="12" w:author="Unknown" w:date="2013-01-11T12:26:00Z" w:original=""/>
        </w:numPr>
        <w:ind w:left="360" w:hanging="360"/>
      </w:pPr>
      <w:r>
        <w:t>What are the four primary purposes of collaboration?</w:t>
      </w:r>
    </w:p>
    <w:p w:rsidR="00CD6D06" w:rsidRDefault="00CD6D06" w:rsidP="00243BA8">
      <w:pPr>
        <w:numPr>
          <w:ilvl w:val="0"/>
          <w:numId w:val="2"/>
          <w:numberingChange w:id="13" w:author="Unknown" w:date="2013-01-11T12:26:00Z" w:original=""/>
        </w:numPr>
      </w:pPr>
      <w:r>
        <w:t>Becoming informed</w:t>
      </w:r>
    </w:p>
    <w:p w:rsidR="00CD6D06" w:rsidRDefault="00CD6D06" w:rsidP="00B42BE9">
      <w:pPr>
        <w:numPr>
          <w:ilvl w:val="0"/>
          <w:numId w:val="2"/>
          <w:numberingChange w:id="14" w:author="Unknown" w:date="2013-01-11T12:26:00Z" w:original=""/>
        </w:numPr>
      </w:pPr>
      <w:r>
        <w:t>Decision making</w:t>
      </w:r>
    </w:p>
    <w:p w:rsidR="00CD6D06" w:rsidRDefault="00CD6D06" w:rsidP="00B42BE9">
      <w:pPr>
        <w:numPr>
          <w:ilvl w:val="0"/>
          <w:numId w:val="2"/>
          <w:numberingChange w:id="15" w:author="Unknown" w:date="2013-01-11T12:26:00Z" w:original=""/>
        </w:numPr>
      </w:pPr>
      <w:r>
        <w:t>Problem solving</w:t>
      </w:r>
    </w:p>
    <w:p w:rsidR="00CD6D06" w:rsidRDefault="00CD6D06" w:rsidP="00B42BE9">
      <w:pPr>
        <w:numPr>
          <w:ilvl w:val="0"/>
          <w:numId w:val="2"/>
          <w:numberingChange w:id="16" w:author="Unknown" w:date="2013-01-11T12:26:00Z" w:original=""/>
        </w:numPr>
      </w:pPr>
      <w:r>
        <w:t>Project management</w:t>
      </w:r>
    </w:p>
    <w:p w:rsidR="00CD6D06" w:rsidRDefault="00CD6D06" w:rsidP="00CA4B7B">
      <w:pPr>
        <w:numPr>
          <w:ilvl w:val="0"/>
          <w:numId w:val="1"/>
          <w:numberingChange w:id="17" w:author="Unknown" w:date="2013-01-11T12:26:00Z" w:original=""/>
        </w:numPr>
        <w:ind w:left="360" w:hanging="360"/>
      </w:pPr>
      <w:r>
        <w:t>What are the components and functions of a collaboration information system?</w:t>
      </w:r>
    </w:p>
    <w:p w:rsidR="00CD6D06" w:rsidRDefault="00CD6D06" w:rsidP="00FE5C52">
      <w:pPr>
        <w:numPr>
          <w:ilvl w:val="0"/>
          <w:numId w:val="2"/>
          <w:numberingChange w:id="18" w:author="Unknown" w:date="2013-01-11T12:26:00Z" w:original=""/>
        </w:numPr>
      </w:pPr>
      <w:r>
        <w:t>The five collaboration system components</w:t>
      </w:r>
    </w:p>
    <w:p w:rsidR="00CD6D06" w:rsidRDefault="00CD6D06" w:rsidP="00FE5C52">
      <w:pPr>
        <w:numPr>
          <w:ilvl w:val="0"/>
          <w:numId w:val="2"/>
          <w:numberingChange w:id="19" w:author="Unknown" w:date="2013-01-11T12:26:00Z" w:original=""/>
        </w:numPr>
      </w:pPr>
      <w:r>
        <w:t>Primary functions: communication and content sharing</w:t>
      </w:r>
    </w:p>
    <w:p w:rsidR="00CD6D06" w:rsidRDefault="00CD6D06"/>
    <w:p w:rsidR="00CD6D06" w:rsidRDefault="00CD6D06"/>
    <w:tbl>
      <w:tblPr>
        <w:tblW w:w="0" w:type="auto"/>
        <w:tblLook w:val="01E0"/>
      </w:tblPr>
      <w:tblGrid>
        <w:gridCol w:w="4428"/>
        <w:gridCol w:w="4428"/>
      </w:tblGrid>
      <w:tr w:rsidR="00CD6D06" w:rsidRPr="0066091A" w:rsidTr="00790741">
        <w:tc>
          <w:tcPr>
            <w:tcW w:w="4428" w:type="dxa"/>
            <w:tcBorders>
              <w:top w:val="single" w:sz="18" w:space="0" w:color="auto"/>
              <w:bottom w:val="single" w:sz="12" w:space="0" w:color="auto"/>
            </w:tcBorders>
          </w:tcPr>
          <w:p w:rsidR="00CD6D06" w:rsidRPr="0066091A" w:rsidRDefault="00CD6D06" w:rsidP="00790741">
            <w:pPr>
              <w:rPr>
                <w:rFonts w:ascii="Arial" w:hAnsi="Arial" w:cs="Arial"/>
                <w:sz w:val="28"/>
                <w:szCs w:val="28"/>
              </w:rPr>
            </w:pPr>
            <w:r w:rsidRPr="0066091A">
              <w:rPr>
                <w:rFonts w:ascii="Arial" w:hAnsi="Arial" w:cs="Arial"/>
                <w:sz w:val="28"/>
                <w:szCs w:val="28"/>
              </w:rPr>
              <w:t>USING YOUR KNOWLEDGE</w:t>
            </w:r>
          </w:p>
        </w:tc>
        <w:tc>
          <w:tcPr>
            <w:tcW w:w="4428" w:type="dxa"/>
          </w:tcPr>
          <w:p w:rsidR="00CD6D06" w:rsidRPr="0066091A" w:rsidRDefault="00CD6D06" w:rsidP="00790741">
            <w:pPr>
              <w:rPr>
                <w:rFonts w:ascii="Arial" w:hAnsi="Arial" w:cs="Arial"/>
                <w:sz w:val="28"/>
                <w:szCs w:val="28"/>
              </w:rPr>
            </w:pPr>
          </w:p>
        </w:tc>
      </w:tr>
    </w:tbl>
    <w:p w:rsidR="00CD6D06" w:rsidRDefault="00CD6D06"/>
    <w:p w:rsidR="00CD6D06" w:rsidRDefault="00CD6D06" w:rsidP="00643981">
      <w:pPr>
        <w:numPr>
          <w:ilvl w:val="0"/>
          <w:numId w:val="33"/>
          <w:numberingChange w:id="20" w:author="Unknown" w:date="2013-01-11T12:26:00Z" w:original="%1:1:0:."/>
        </w:numPr>
        <w:rPr>
          <w:i/>
        </w:rPr>
      </w:pPr>
      <w:r w:rsidRPr="00131093">
        <w:rPr>
          <w:i/>
        </w:rPr>
        <w:t>Give an example of a cooperative team and a collaborative</w:t>
      </w:r>
      <w:r>
        <w:rPr>
          <w:i/>
        </w:rPr>
        <w:t xml:space="preserve"> </w:t>
      </w:r>
      <w:r w:rsidRPr="00131093">
        <w:rPr>
          <w:i/>
        </w:rPr>
        <w:t>team. Use examples other than those in this book. Explain</w:t>
      </w:r>
      <w:r>
        <w:rPr>
          <w:i/>
        </w:rPr>
        <w:t xml:space="preserve"> </w:t>
      </w:r>
      <w:r w:rsidRPr="00131093">
        <w:rPr>
          <w:i/>
        </w:rPr>
        <w:t>why iteration and feedback is more important for collaboration</w:t>
      </w:r>
      <w:r>
        <w:rPr>
          <w:i/>
        </w:rPr>
        <w:t xml:space="preserve"> </w:t>
      </w:r>
      <w:r w:rsidRPr="00131093">
        <w:rPr>
          <w:i/>
        </w:rPr>
        <w:t>than for cooperation. Summarize factors that cause</w:t>
      </w:r>
      <w:r>
        <w:rPr>
          <w:i/>
        </w:rPr>
        <w:t xml:space="preserve"> </w:t>
      </w:r>
      <w:r w:rsidRPr="00131093">
        <w:rPr>
          <w:i/>
        </w:rPr>
        <w:t>most student teams to be cooperative and not collaborative.</w:t>
      </w:r>
      <w:r>
        <w:rPr>
          <w:i/>
        </w:rPr>
        <w:t xml:space="preserve"> </w:t>
      </w:r>
      <w:r w:rsidRPr="00131093">
        <w:rPr>
          <w:i/>
        </w:rPr>
        <w:t>What is the disadvantage when student teams are not</w:t>
      </w:r>
      <w:r>
        <w:rPr>
          <w:i/>
        </w:rPr>
        <w:t xml:space="preserve"> </w:t>
      </w:r>
      <w:r w:rsidRPr="00131093">
        <w:rPr>
          <w:i/>
        </w:rPr>
        <w:t>collaborative? How can information systems be used to</w:t>
      </w:r>
      <w:r>
        <w:rPr>
          <w:i/>
        </w:rPr>
        <w:t xml:space="preserve"> </w:t>
      </w:r>
      <w:r w:rsidRPr="00131093">
        <w:rPr>
          <w:i/>
        </w:rPr>
        <w:t>make it easier fo</w:t>
      </w:r>
      <w:r>
        <w:rPr>
          <w:i/>
        </w:rPr>
        <w:t>r students to truly collaborate?</w:t>
      </w:r>
    </w:p>
    <w:p w:rsidR="00CD6D06" w:rsidRDefault="00CD6D06" w:rsidP="00AF2B34">
      <w:pPr>
        <w:widowControl w:val="0"/>
        <w:ind w:left="720" w:hanging="720"/>
      </w:pPr>
    </w:p>
    <w:p w:rsidR="00CD6D06" w:rsidRDefault="00CD6D06" w:rsidP="00131093">
      <w:pPr>
        <w:widowControl w:val="0"/>
        <w:ind w:left="360"/>
      </w:pPr>
      <w:r>
        <w:t>A team can be a collaborative team or a cooperative team. When a team works essentially independently on the components of a project and assembles their individual work to produce a complete project, the team is cooperating. When the team provides feedback on each other’s work and the work product evolves through iteration, review, feedback, and revision, the team is working collaboratively. Collaboration occurs between two or more people. A team of students painting a house are cooperative rather than collaborative. Generally, that team would divide the work and work independently, coordinating so that the complete house gets painted, but does not use feedback and iteration. Cooperative teams are fine for certain types of tasks, but with collaboration, the result of the team’s efforts can be greater than what any individual could produce working alone.</w:t>
      </w:r>
      <w:r w:rsidRPr="000B6EA0">
        <w:rPr>
          <w:color w:val="000000"/>
        </w:rPr>
        <w:t xml:space="preserve"> </w:t>
      </w:r>
      <w:r>
        <w:rPr>
          <w:color w:val="000000"/>
        </w:rPr>
        <w:t xml:space="preserve">(LO: 1,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Pr="00FC59BC" w:rsidRDefault="00CD6D06" w:rsidP="00AF2B34">
      <w:pPr>
        <w:widowControl w:val="0"/>
        <w:ind w:left="720" w:hanging="720"/>
      </w:pPr>
    </w:p>
    <w:p w:rsidR="00CD6D06" w:rsidRPr="00643981" w:rsidRDefault="00CD6D06" w:rsidP="00643981">
      <w:pPr>
        <w:numPr>
          <w:ilvl w:val="0"/>
          <w:numId w:val="33"/>
          <w:numberingChange w:id="21" w:author="Unknown" w:date="2013-01-11T12:26:00Z" w:original="%1:2:0:."/>
        </w:numPr>
        <w:rPr>
          <w:i/>
        </w:rPr>
      </w:pPr>
      <w:r w:rsidRPr="00E5259C">
        <w:rPr>
          <w:i/>
        </w:rPr>
        <w:t>Suppose you are the manager of a campaign to elect one</w:t>
      </w:r>
      <w:r>
        <w:rPr>
          <w:i/>
        </w:rPr>
        <w:t xml:space="preserve"> </w:t>
      </w:r>
      <w:r w:rsidRPr="00E5259C">
        <w:rPr>
          <w:i/>
        </w:rPr>
        <w:t>of your friends as university student body president.</w:t>
      </w:r>
    </w:p>
    <w:p w:rsidR="00CD6D06" w:rsidRPr="00FC59BC" w:rsidRDefault="00CD6D06" w:rsidP="00AF2B34">
      <w:pPr>
        <w:widowControl w:val="0"/>
        <w:ind w:left="720" w:hanging="720"/>
      </w:pPr>
    </w:p>
    <w:p w:rsidR="00CD6D06" w:rsidRDefault="00CD6D06" w:rsidP="00643981">
      <w:pPr>
        <w:widowControl w:val="0"/>
        <w:numPr>
          <w:ilvl w:val="0"/>
          <w:numId w:val="34"/>
          <w:numberingChange w:id="22" w:author="Unknown" w:date="2013-01-11T12:26:00Z" w:original="%1:1:4:."/>
        </w:numPr>
        <w:rPr>
          <w:i/>
        </w:rPr>
      </w:pPr>
      <w:r w:rsidRPr="00E5259C">
        <w:rPr>
          <w:i/>
        </w:rPr>
        <w:t>Describe why this campaign will be more successful if</w:t>
      </w:r>
      <w:r>
        <w:rPr>
          <w:i/>
        </w:rPr>
        <w:t xml:space="preserve"> </w:t>
      </w:r>
      <w:r w:rsidRPr="00E5259C">
        <w:rPr>
          <w:i/>
        </w:rPr>
        <w:t>managed collaboratively than cooperatively.</w:t>
      </w:r>
    </w:p>
    <w:p w:rsidR="00CD6D06" w:rsidRDefault="00CD6D06" w:rsidP="00AF2B34">
      <w:pPr>
        <w:widowControl w:val="0"/>
        <w:ind w:left="720" w:hanging="720"/>
      </w:pPr>
    </w:p>
    <w:p w:rsidR="00CD6D06" w:rsidRDefault="00CD6D06" w:rsidP="00643981">
      <w:pPr>
        <w:widowControl w:val="0"/>
        <w:ind w:left="720"/>
      </w:pPr>
      <w:r>
        <w:t xml:space="preserve">If given a task of making campaign recommendations, the team will need to assess the current array of campus issues, identify the candidate’s strengths and deficiencies, generate alternative ways of addressing the deficiencies, evaluate those alternatives, and come to a consensus on prioritizing those recommendations. The team goals will require collaboration rather than cooperation. The issues mentioned will require that the team review information, provide feedback, and revise their work.  </w:t>
      </w:r>
      <w:r>
        <w:rPr>
          <w:color w:val="000000"/>
        </w:rPr>
        <w:t xml:space="preserve">(LO: 1,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Pr="00FC59BC" w:rsidRDefault="00CD6D06" w:rsidP="00AF2B34">
      <w:pPr>
        <w:widowControl w:val="0"/>
        <w:ind w:left="720" w:hanging="720"/>
      </w:pPr>
    </w:p>
    <w:p w:rsidR="00CD6D06" w:rsidRDefault="00CD6D06" w:rsidP="00643981">
      <w:pPr>
        <w:widowControl w:val="0"/>
        <w:numPr>
          <w:ilvl w:val="0"/>
          <w:numId w:val="34"/>
          <w:numberingChange w:id="23" w:author="Unknown" w:date="2013-01-11T12:26:00Z" w:original="%1:2:4:."/>
        </w:numPr>
        <w:rPr>
          <w:i/>
        </w:rPr>
      </w:pPr>
      <w:r w:rsidRPr="00771E42">
        <w:rPr>
          <w:i/>
        </w:rPr>
        <w:t>Explain how each of the criteria for team success pertains</w:t>
      </w:r>
      <w:r>
        <w:rPr>
          <w:i/>
        </w:rPr>
        <w:t xml:space="preserve"> </w:t>
      </w:r>
      <w:r w:rsidRPr="00771E42">
        <w:rPr>
          <w:i/>
        </w:rPr>
        <w:t>to this campaign. Are the second and third criteria</w:t>
      </w:r>
      <w:r>
        <w:rPr>
          <w:i/>
        </w:rPr>
        <w:t xml:space="preserve"> </w:t>
      </w:r>
      <w:r w:rsidRPr="00771E42">
        <w:rPr>
          <w:i/>
        </w:rPr>
        <w:t>important? Explain your answer.</w:t>
      </w:r>
    </w:p>
    <w:p w:rsidR="00CD6D06" w:rsidRDefault="00CD6D06"/>
    <w:p w:rsidR="00CD6D06" w:rsidRDefault="00CD6D06" w:rsidP="00643981">
      <w:pPr>
        <w:widowControl w:val="0"/>
        <w:ind w:left="720"/>
      </w:pPr>
      <w:r>
        <w:t>The criterion of ‘successful outcome’ is obvious – your candidate is elected!  The criterion of ‘growth in team capability’ may not be quite so obvious. If the campaign is successful, reelection as student body president is unlikely and members of the team may graduate and move on from the university.  However, some team members may stay connected following graduation and may eventually work together on another political campaign, so growth in team capability would be highly desirable.  The criterion of ‘meaningful and satisfying experience’ pertains to this campaign because regardless of outcome, if the team members had a good experience, they are more likely to want to be civically engaged citizens upon graduation, which is a good outcome for society in general.</w:t>
      </w:r>
      <w:r w:rsidRPr="000B6EA0">
        <w:rPr>
          <w:color w:val="000000"/>
        </w:rPr>
        <w:t xml:space="preserve"> </w:t>
      </w:r>
      <w:r>
        <w:rPr>
          <w:color w:val="000000"/>
        </w:rPr>
        <w:t xml:space="preserve">(LO: 2,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Default="00CD6D06"/>
    <w:p w:rsidR="00CD6D06" w:rsidRDefault="00CD6D06" w:rsidP="00643981">
      <w:pPr>
        <w:widowControl w:val="0"/>
        <w:numPr>
          <w:ilvl w:val="0"/>
          <w:numId w:val="34"/>
          <w:numberingChange w:id="24" w:author="Unknown" w:date="2013-01-11T12:26:00Z" w:original="%1:3:4:."/>
        </w:numPr>
        <w:rPr>
          <w:i/>
        </w:rPr>
      </w:pPr>
      <w:r w:rsidRPr="00771E42">
        <w:rPr>
          <w:i/>
        </w:rPr>
        <w:t>Describe how each of the four primary purposes of collaboration</w:t>
      </w:r>
      <w:r>
        <w:rPr>
          <w:i/>
        </w:rPr>
        <w:t xml:space="preserve"> </w:t>
      </w:r>
      <w:r w:rsidRPr="00771E42">
        <w:rPr>
          <w:i/>
        </w:rPr>
        <w:t>pertains to this campaign. Explain the hierarchical</w:t>
      </w:r>
      <w:r>
        <w:rPr>
          <w:i/>
        </w:rPr>
        <w:t xml:space="preserve"> </w:t>
      </w:r>
      <w:r w:rsidRPr="00771E42">
        <w:rPr>
          <w:i/>
        </w:rPr>
        <w:t>nature of these four factors.</w:t>
      </w:r>
    </w:p>
    <w:p w:rsidR="00CD6D06" w:rsidRDefault="00CD6D06"/>
    <w:p w:rsidR="00CD6D06" w:rsidRPr="00643981" w:rsidRDefault="00CD6D06" w:rsidP="00643981">
      <w:pPr>
        <w:widowControl w:val="0"/>
        <w:ind w:left="720"/>
      </w:pPr>
      <w:r>
        <w:t>The people involved in the campaign must be informed and knowledgeable about issues, campus sentiment, and the candidate’s position on issues.  Because of being informed, the campaign team can make better decisions about campaign strategy and tactics.  The team will be able to solve problems more effectively as they arise during the campaign if better decisions are made.  Finally, the entire campaign can be more effectively managed as a project (with subprojects) if the team can solve problems, make decisions, and stay informed.</w:t>
      </w:r>
      <w:r w:rsidRPr="000B6EA0">
        <w:rPr>
          <w:color w:val="000000"/>
        </w:rPr>
        <w:t xml:space="preserve"> </w:t>
      </w:r>
      <w:r>
        <w:rPr>
          <w:color w:val="000000"/>
        </w:rPr>
        <w:t xml:space="preserve">(LO: 3,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Default="00CD6D06"/>
    <w:p w:rsidR="00CD6D06" w:rsidRPr="00643981" w:rsidRDefault="00CD6D06" w:rsidP="00643981">
      <w:pPr>
        <w:widowControl w:val="0"/>
        <w:numPr>
          <w:ilvl w:val="0"/>
          <w:numId w:val="34"/>
          <w:numberingChange w:id="25" w:author="Unknown" w:date="2013-01-11T12:26:00Z" w:original="%1:4:4:."/>
        </w:numPr>
        <w:rPr>
          <w:i/>
        </w:rPr>
      </w:pPr>
      <w:r w:rsidRPr="00771E42">
        <w:rPr>
          <w:i/>
        </w:rPr>
        <w:t>Suppose that one of the tasks for the campaign team is</w:t>
      </w:r>
      <w:r>
        <w:rPr>
          <w:i/>
        </w:rPr>
        <w:t xml:space="preserve"> </w:t>
      </w:r>
      <w:r w:rsidRPr="00771E42">
        <w:rPr>
          <w:i/>
        </w:rPr>
        <w:t>to decide how to allocate scarce labor. Where in Figure</w:t>
      </w:r>
      <w:r>
        <w:rPr>
          <w:i/>
        </w:rPr>
        <w:t xml:space="preserve"> CE</w:t>
      </w:r>
      <w:r w:rsidRPr="00771E42">
        <w:rPr>
          <w:i/>
        </w:rPr>
        <w:t>1-3 does this decision lie? Explain your answer.</w:t>
      </w:r>
    </w:p>
    <w:p w:rsidR="00CD6D06" w:rsidRDefault="00CD6D06"/>
    <w:p w:rsidR="00CD6D06" w:rsidRDefault="00CD6D06" w:rsidP="00643981">
      <w:pPr>
        <w:ind w:left="720"/>
      </w:pPr>
      <w:r>
        <w:t>Campaign workers, typically volunteers, will be a very scarce resource in this campaign.  Decisions about how to allocate those resources will be a managerial decision in this campaign that is unstructured.  Because the decision is unstructured, collaboration will be very helpful so that the trade-offs of the various allocation options are considered critically and carefully.</w:t>
      </w:r>
      <w:r w:rsidRPr="000B6EA0">
        <w:rPr>
          <w:color w:val="000000"/>
        </w:rPr>
        <w:t xml:space="preserve"> </w:t>
      </w:r>
      <w:r>
        <w:rPr>
          <w:color w:val="000000"/>
        </w:rPr>
        <w:t>(LO: 3</w:t>
      </w:r>
      <w:bookmarkStart w:id="26" w:name="_GoBack"/>
      <w:bookmarkEnd w:id="26"/>
      <w:r>
        <w:rPr>
          <w:color w:val="000000"/>
        </w:rPr>
        <w:t xml:space="preserve">,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Default="00CD6D06"/>
    <w:p w:rsidR="00CD6D06" w:rsidRDefault="00CD6D06" w:rsidP="00643981">
      <w:pPr>
        <w:numPr>
          <w:ilvl w:val="0"/>
          <w:numId w:val="33"/>
          <w:numberingChange w:id="27" w:author="Unknown" w:date="2013-01-11T12:26:00Z" w:original="%1:3:0:."/>
        </w:numPr>
        <w:rPr>
          <w:i/>
        </w:rPr>
      </w:pPr>
      <w:r w:rsidRPr="00771E42">
        <w:rPr>
          <w:i/>
        </w:rPr>
        <w:t>Consider the use of information technology to run this</w:t>
      </w:r>
      <w:r>
        <w:rPr>
          <w:i/>
        </w:rPr>
        <w:t xml:space="preserve"> </w:t>
      </w:r>
      <w:r w:rsidRPr="00771E42">
        <w:rPr>
          <w:i/>
        </w:rPr>
        <w:t>campaign. Using the four rows in Figure CE1-7, answer</w:t>
      </w:r>
      <w:r>
        <w:rPr>
          <w:i/>
        </w:rPr>
        <w:t xml:space="preserve"> </w:t>
      </w:r>
      <w:r w:rsidRPr="00771E42">
        <w:rPr>
          <w:i/>
        </w:rPr>
        <w:t>the following questions:</w:t>
      </w:r>
    </w:p>
    <w:p w:rsidR="00CD6D06" w:rsidRDefault="00CD6D06" w:rsidP="00771E42">
      <w:pPr>
        <w:rPr>
          <w:i/>
        </w:rPr>
      </w:pPr>
    </w:p>
    <w:p w:rsidR="00CD6D06" w:rsidRDefault="00CD6D06" w:rsidP="00643981">
      <w:pPr>
        <w:widowControl w:val="0"/>
        <w:numPr>
          <w:ilvl w:val="0"/>
          <w:numId w:val="35"/>
          <w:numberingChange w:id="28" w:author="Unknown" w:date="2013-01-11T12:26:00Z" w:original="%1:1:4:."/>
        </w:numPr>
        <w:rPr>
          <w:i/>
        </w:rPr>
      </w:pPr>
      <w:r w:rsidRPr="00771E42">
        <w:rPr>
          <w:i/>
        </w:rPr>
        <w:t xml:space="preserve"> Suppose that you attempt to use nothing other than</w:t>
      </w:r>
      <w:r>
        <w:rPr>
          <w:i/>
        </w:rPr>
        <w:t xml:space="preserve"> </w:t>
      </w:r>
      <w:r w:rsidRPr="00771E42">
        <w:rPr>
          <w:i/>
        </w:rPr>
        <w:t>face-to-face meetings, email and texting for communication</w:t>
      </w:r>
      <w:r>
        <w:rPr>
          <w:i/>
        </w:rPr>
        <w:t xml:space="preserve"> </w:t>
      </w:r>
      <w:r w:rsidRPr="00771E42">
        <w:rPr>
          <w:i/>
        </w:rPr>
        <w:t>during this campaign. For each purpose, what</w:t>
      </w:r>
      <w:r>
        <w:rPr>
          <w:i/>
        </w:rPr>
        <w:t xml:space="preserve"> </w:t>
      </w:r>
      <w:r w:rsidRPr="00771E42">
        <w:rPr>
          <w:i/>
        </w:rPr>
        <w:t>problems can you expect if you use only these two?</w:t>
      </w:r>
    </w:p>
    <w:p w:rsidR="00CD6D06" w:rsidRDefault="00CD6D06">
      <w:pPr>
        <w:widowControl w:val="0"/>
      </w:pPr>
    </w:p>
    <w:p w:rsidR="00CD6D06" w:rsidRPr="00643981" w:rsidRDefault="00CD6D06" w:rsidP="00643981">
      <w:pPr>
        <w:widowControl w:val="0"/>
        <w:ind w:left="720"/>
      </w:pPr>
      <w:r>
        <w:t>These techniques can be used for all four purposes listed in CE1-7 (and have been for many years), but they are less than optimal.  Sharing can be accomplished in meetings and via email/text, but we are not always sure people are listening or reading email/text.  Group communication is not well supported outside of the F2F meetings.  Publishing results can be done but again is vulnerable to people not reading their messages.  History can be stored but is scattered among many messages and not easily searched or comprehended.</w:t>
      </w:r>
      <w:r w:rsidRPr="000B6EA0">
        <w:rPr>
          <w:color w:val="000000"/>
        </w:rPr>
        <w:t xml:space="preserve"> </w:t>
      </w:r>
      <w:r>
        <w:rPr>
          <w:color w:val="000000"/>
        </w:rPr>
        <w:t xml:space="preserve">(LO: 4,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Default="00CD6D06" w:rsidP="00643981">
      <w:pPr>
        <w:widowControl w:val="0"/>
        <w:rPr>
          <w:i/>
        </w:rPr>
      </w:pPr>
    </w:p>
    <w:p w:rsidR="00CD6D06" w:rsidRDefault="00CD6D06" w:rsidP="00643981">
      <w:pPr>
        <w:widowControl w:val="0"/>
        <w:numPr>
          <w:ilvl w:val="0"/>
          <w:numId w:val="35"/>
          <w:numberingChange w:id="29" w:author="Unknown" w:date="2013-01-11T12:26:00Z" w:original="%1:2:4:."/>
        </w:numPr>
        <w:rPr>
          <w:i/>
        </w:rPr>
      </w:pPr>
      <w:r w:rsidRPr="00771E42">
        <w:rPr>
          <w:i/>
        </w:rPr>
        <w:t>For which purpose(s) might you use Microsoft PowerPoint? For which purpose(s) might you use Microsoft</w:t>
      </w:r>
      <w:r>
        <w:rPr>
          <w:i/>
        </w:rPr>
        <w:t xml:space="preserve"> </w:t>
      </w:r>
      <w:r w:rsidRPr="00771E42">
        <w:rPr>
          <w:i/>
        </w:rPr>
        <w:t>Excel?</w:t>
      </w:r>
    </w:p>
    <w:p w:rsidR="00CD6D06" w:rsidRDefault="00CD6D06" w:rsidP="00643981">
      <w:pPr>
        <w:widowControl w:val="0"/>
        <w:rPr>
          <w:i/>
        </w:rPr>
      </w:pPr>
    </w:p>
    <w:p w:rsidR="00CD6D06" w:rsidRPr="00643981" w:rsidRDefault="00CD6D06" w:rsidP="00643981">
      <w:pPr>
        <w:widowControl w:val="0"/>
        <w:ind w:left="720"/>
      </w:pPr>
      <w:r>
        <w:t>PowerPoint can be helpful in becoming informed, making decisions, and solving problems.  Its use in conducting projects is more limited.  Excel can be used for all four purposes.</w:t>
      </w:r>
      <w:r w:rsidRPr="000B6EA0">
        <w:rPr>
          <w:color w:val="000000"/>
        </w:rPr>
        <w:t xml:space="preserve"> </w:t>
      </w:r>
      <w:r>
        <w:rPr>
          <w:color w:val="000000"/>
        </w:rPr>
        <w:t xml:space="preserve">(LO: 4,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Default="00CD6D06" w:rsidP="00643981">
      <w:pPr>
        <w:widowControl w:val="0"/>
        <w:rPr>
          <w:i/>
        </w:rPr>
      </w:pPr>
    </w:p>
    <w:p w:rsidR="00CD6D06" w:rsidRDefault="00CD6D06" w:rsidP="00643981">
      <w:pPr>
        <w:widowControl w:val="0"/>
        <w:numPr>
          <w:ilvl w:val="0"/>
          <w:numId w:val="35"/>
          <w:numberingChange w:id="30" w:author="Unknown" w:date="2013-01-11T12:26:00Z" w:original="%1:3:4:."/>
        </w:numPr>
        <w:rPr>
          <w:i/>
        </w:rPr>
      </w:pPr>
      <w:r w:rsidRPr="00771E42">
        <w:rPr>
          <w:i/>
        </w:rPr>
        <w:t>Assuming you are using only face-to-face meetings,</w:t>
      </w:r>
      <w:r>
        <w:rPr>
          <w:i/>
        </w:rPr>
        <w:t xml:space="preserve"> </w:t>
      </w:r>
      <w:r w:rsidRPr="00771E42">
        <w:rPr>
          <w:i/>
        </w:rPr>
        <w:t>email, texting, PowerPoint, and Excel, how will you</w:t>
      </w:r>
      <w:r>
        <w:rPr>
          <w:i/>
        </w:rPr>
        <w:t xml:space="preserve"> </w:t>
      </w:r>
      <w:r w:rsidRPr="00771E42">
        <w:rPr>
          <w:i/>
        </w:rPr>
        <w:t>share documents? What problems might you expect?</w:t>
      </w:r>
      <w:r>
        <w:rPr>
          <w:i/>
        </w:rPr>
        <w:t xml:space="preserve"> </w:t>
      </w:r>
    </w:p>
    <w:p w:rsidR="00CD6D06" w:rsidRDefault="00CD6D06">
      <w:pPr>
        <w:widowControl w:val="0"/>
      </w:pPr>
    </w:p>
    <w:p w:rsidR="00CD6D06" w:rsidRPr="00643981" w:rsidRDefault="00CD6D06" w:rsidP="00643981">
      <w:pPr>
        <w:widowControl w:val="0"/>
        <w:ind w:left="720"/>
      </w:pPr>
      <w:r>
        <w:t>PowerPoint and Excel documents can be shared as email attachments, but doing so causes many problems.  First, there is no guarantee that everyone involved actually downloads and looks at the attachments.  Second, once one team member begins to edit one of the documents, you lose control over the document versioning and it quickly becomes difficult to keep track of the most current version of the document.</w:t>
      </w:r>
      <w:r w:rsidRPr="000B6EA0">
        <w:rPr>
          <w:color w:val="000000"/>
        </w:rPr>
        <w:t xml:space="preserve"> </w:t>
      </w:r>
      <w:r>
        <w:rPr>
          <w:color w:val="000000"/>
        </w:rPr>
        <w:t xml:space="preserve">(LO: 4,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Default="00CD6D06" w:rsidP="00643981">
      <w:pPr>
        <w:widowControl w:val="0"/>
        <w:rPr>
          <w:i/>
        </w:rPr>
      </w:pPr>
    </w:p>
    <w:p w:rsidR="00CD6D06" w:rsidRDefault="00CD6D06" w:rsidP="00643981">
      <w:pPr>
        <w:widowControl w:val="0"/>
        <w:numPr>
          <w:ilvl w:val="0"/>
          <w:numId w:val="35"/>
          <w:numberingChange w:id="31" w:author="Unknown" w:date="2013-01-11T12:26:00Z" w:original="%1:4:4:."/>
        </w:numPr>
        <w:rPr>
          <w:i/>
        </w:rPr>
      </w:pPr>
      <w:r w:rsidRPr="00771E42">
        <w:rPr>
          <w:i/>
        </w:rPr>
        <w:t>Describe what you think would be the single most important</w:t>
      </w:r>
      <w:r>
        <w:rPr>
          <w:i/>
        </w:rPr>
        <w:t xml:space="preserve"> </w:t>
      </w:r>
      <w:r w:rsidRPr="00771E42">
        <w:rPr>
          <w:i/>
        </w:rPr>
        <w:t>additional collaboration tool that you could</w:t>
      </w:r>
      <w:r>
        <w:rPr>
          <w:i/>
        </w:rPr>
        <w:t xml:space="preserve"> </w:t>
      </w:r>
      <w:r w:rsidRPr="00771E42">
        <w:rPr>
          <w:i/>
        </w:rPr>
        <w:t>add to your team.</w:t>
      </w:r>
    </w:p>
    <w:p w:rsidR="00CD6D06" w:rsidRDefault="00CD6D06" w:rsidP="00771E42">
      <w:pPr>
        <w:rPr>
          <w:i/>
        </w:rPr>
      </w:pPr>
    </w:p>
    <w:p w:rsidR="00CD6D06" w:rsidRPr="00643981" w:rsidRDefault="00CD6D06" w:rsidP="00643981">
      <w:pPr>
        <w:ind w:left="720"/>
      </w:pPr>
      <w:r>
        <w:t>A shared storage area for sharing the PowerPoint and Excel documents (</w:t>
      </w:r>
      <w:smartTag w:uri="urn:schemas-microsoft-com:office:smarttags" w:element="address">
        <w:smartTag w:uri="urn:schemas-microsoft-com:office:smarttags" w:element="Street">
          <w:r>
            <w:t>Google Drive</w:t>
          </w:r>
        </w:smartTag>
      </w:smartTag>
      <w:r>
        <w:t xml:space="preserve"> or Microsoft SkyDrive).  One of these simple tools can help the team enormously in terms of making documents available to all team members, allowing team members to easily access and edit the documents, and keep track of the most current version of each document.</w:t>
      </w:r>
      <w:r w:rsidRPr="000B6EA0">
        <w:rPr>
          <w:color w:val="000000"/>
        </w:rPr>
        <w:t xml:space="preserve"> </w:t>
      </w:r>
      <w:r>
        <w:rPr>
          <w:color w:val="000000"/>
        </w:rPr>
        <w:t xml:space="preserve">(LO: 4, Learning Outcome: </w:t>
      </w:r>
      <w:r w:rsidRPr="008D17EA">
        <w:rPr>
          <w:color w:val="000000"/>
        </w:rPr>
        <w:t>Explain how IS can enhance systems of collaboration and teamwork</w:t>
      </w:r>
      <w:r>
        <w:rPr>
          <w:color w:val="000000"/>
        </w:rPr>
        <w:t>,</w:t>
      </w:r>
      <w:r w:rsidRPr="000B6EA0">
        <w:rPr>
          <w:color w:val="222222"/>
        </w:rPr>
        <w:t xml:space="preserve"> </w:t>
      </w:r>
      <w:r>
        <w:rPr>
          <w:color w:val="222222"/>
        </w:rPr>
        <w:t>AACSB: Reflective Thinking</w:t>
      </w:r>
      <w:r w:rsidRPr="008D17EA">
        <w:rPr>
          <w:color w:val="222222"/>
        </w:rPr>
        <w:t xml:space="preserve"> Skills</w:t>
      </w:r>
      <w:r>
        <w:rPr>
          <w:color w:val="222222"/>
        </w:rPr>
        <w:t>)</w:t>
      </w:r>
    </w:p>
    <w:p w:rsidR="00CD6D06" w:rsidRDefault="00CD6D06" w:rsidP="00771E42">
      <w:pPr>
        <w:rPr>
          <w:i/>
        </w:rPr>
      </w:pPr>
    </w:p>
    <w:p w:rsidR="00CD6D06" w:rsidRPr="00771E42" w:rsidRDefault="00CD6D06" w:rsidP="00771E42">
      <w:pPr>
        <w:rPr>
          <w:i/>
        </w:rPr>
      </w:pPr>
      <w:r w:rsidRPr="00771E42">
        <w:rPr>
          <w:i/>
        </w:rPr>
        <w:t>(This exercise is continued at the end of Chapter Extension</w:t>
      </w:r>
      <w:r>
        <w:rPr>
          <w:i/>
        </w:rPr>
        <w:t xml:space="preserve"> </w:t>
      </w:r>
      <w:r w:rsidRPr="00771E42">
        <w:rPr>
          <w:i/>
        </w:rPr>
        <w:t>2, when you will be asked to consider other collaboration</w:t>
      </w:r>
      <w:r>
        <w:rPr>
          <w:i/>
        </w:rPr>
        <w:t xml:space="preserve"> </w:t>
      </w:r>
      <w:r w:rsidRPr="00771E42">
        <w:rPr>
          <w:i/>
        </w:rPr>
        <w:t>tools.)</w:t>
      </w:r>
    </w:p>
    <w:p w:rsidR="00CD6D06" w:rsidRDefault="00CD6D06">
      <w:pPr>
        <w:pStyle w:val="BodyTextIndent"/>
        <w:spacing w:after="0"/>
        <w:ind w:left="0"/>
      </w:pPr>
    </w:p>
    <w:sectPr w:rsidR="00CD6D06" w:rsidSect="007753A9">
      <w:headerReference w:type="even" r:id="rId7"/>
      <w:headerReference w:type="default" r:id="rId8"/>
      <w:footerReference w:type="default" r:id="rId9"/>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D06" w:rsidRDefault="00CD6D06">
      <w:r>
        <w:separator/>
      </w:r>
    </w:p>
  </w:endnote>
  <w:endnote w:type="continuationSeparator" w:id="0">
    <w:p w:rsidR="00CD6D06" w:rsidRDefault="00CD6D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D06" w:rsidRDefault="00CD6D06" w:rsidP="004C2FE2">
    <w:pPr>
      <w:pStyle w:val="Footer"/>
      <w:jc w:val="center"/>
      <w:rPr>
        <w:sz w:val="20"/>
      </w:rPr>
    </w:pPr>
    <w:r>
      <w:rPr>
        <w:sz w:val="20"/>
      </w:rPr>
      <w:t xml:space="preserve">Copyright © 2014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D06" w:rsidRDefault="00CD6D06">
      <w:r>
        <w:separator/>
      </w:r>
    </w:p>
  </w:footnote>
  <w:footnote w:type="continuationSeparator" w:id="0">
    <w:p w:rsidR="00CD6D06" w:rsidRDefault="00CD6D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D06" w:rsidRDefault="00CD6D06" w:rsidP="004C2FE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D6D06" w:rsidRDefault="00CD6D06" w:rsidP="00867560">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D06" w:rsidRDefault="00CD6D06"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CD6D06" w:rsidRPr="00F04ACD" w:rsidRDefault="00CD6D06" w:rsidP="00867560">
    <w:pPr>
      <w:pStyle w:val="Header"/>
      <w:ind w:right="360"/>
      <w:rPr>
        <w:i/>
        <w:sz w:val="20"/>
      </w:rPr>
    </w:pPr>
    <w:r>
      <w:rPr>
        <w:i/>
        <w:sz w:val="20"/>
      </w:rPr>
      <w:tab/>
      <w:t>Kroenke - Experiencing MIS 4</w:t>
    </w:r>
    <w:r w:rsidRPr="00643981">
      <w:rPr>
        <w:i/>
        <w:sz w:val="20"/>
        <w:vertAlign w:val="superscript"/>
      </w:rPr>
      <w:t>th</w:t>
    </w:r>
    <w:r>
      <w:rPr>
        <w:i/>
        <w:sz w:val="20"/>
      </w:rPr>
      <w:t xml:space="preserve"> Ed - Instructor’s Manual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A38"/>
    <w:multiLevelType w:val="hybridMultilevel"/>
    <w:tmpl w:val="DE2AB136"/>
    <w:lvl w:ilvl="0" w:tplc="3024331A">
      <w:start w:val="1"/>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3700E25"/>
    <w:multiLevelType w:val="hybridMultilevel"/>
    <w:tmpl w:val="5F188320"/>
    <w:lvl w:ilvl="0" w:tplc="191837BE">
      <w:start w:val="1"/>
      <w:numFmt w:val="bullet"/>
      <w:pStyle w:val="BLFIR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3A7C15"/>
    <w:multiLevelType w:val="hybridMultilevel"/>
    <w:tmpl w:val="203C0A72"/>
    <w:lvl w:ilvl="0" w:tplc="2C7E3EA4">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0B5B5158"/>
    <w:multiLevelType w:val="hybridMultilevel"/>
    <w:tmpl w:val="CFB25D20"/>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BCB2B0B"/>
    <w:multiLevelType w:val="hybridMultilevel"/>
    <w:tmpl w:val="EBF6D7E6"/>
    <w:lvl w:ilvl="0" w:tplc="02FE32BE">
      <w:start w:val="1"/>
      <w:numFmt w:val="decimal"/>
      <w:lvlText w:val="%1."/>
      <w:lvlJc w:val="left"/>
      <w:pPr>
        <w:tabs>
          <w:tab w:val="num" w:pos="900"/>
        </w:tabs>
        <w:ind w:left="900" w:hanging="720"/>
      </w:pPr>
      <w:rPr>
        <w:rFonts w:cs="Times New Roman" w:hint="default"/>
      </w:rPr>
    </w:lvl>
    <w:lvl w:ilvl="1" w:tplc="04090019">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nsid w:val="13625167"/>
    <w:multiLevelType w:val="hybridMultilevel"/>
    <w:tmpl w:val="358A533A"/>
    <w:lvl w:ilvl="0" w:tplc="9E08380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4CB55B9"/>
    <w:multiLevelType w:val="hybridMultilevel"/>
    <w:tmpl w:val="E04E9B24"/>
    <w:lvl w:ilvl="0" w:tplc="BFC0C13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79D26F4"/>
    <w:multiLevelType w:val="hybridMultilevel"/>
    <w:tmpl w:val="13F85D36"/>
    <w:lvl w:ilvl="0" w:tplc="9E08380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C284EA7"/>
    <w:multiLevelType w:val="hybridMultilevel"/>
    <w:tmpl w:val="2D2C65B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D2C6502"/>
    <w:multiLevelType w:val="multilevel"/>
    <w:tmpl w:val="70002FC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1E804EC4"/>
    <w:multiLevelType w:val="hybridMultilevel"/>
    <w:tmpl w:val="10DC4398"/>
    <w:lvl w:ilvl="0" w:tplc="2C7E3EA4">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271129F"/>
    <w:multiLevelType w:val="hybridMultilevel"/>
    <w:tmpl w:val="279E331E"/>
    <w:lvl w:ilvl="0" w:tplc="AAAABFE4">
      <w:start w:val="1"/>
      <w:numFmt w:val="bullet"/>
      <w:lvlText w:val=""/>
      <w:lvlJc w:val="left"/>
      <w:pPr>
        <w:tabs>
          <w:tab w:val="num" w:pos="360"/>
        </w:tabs>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B63592"/>
    <w:multiLevelType w:val="multilevel"/>
    <w:tmpl w:val="CD6418B0"/>
    <w:lvl w:ilvl="0">
      <w:start w:val="1"/>
      <w:numFmt w:val="bullet"/>
      <w:lvlText w:val=""/>
      <w:lvlJc w:val="left"/>
      <w:pPr>
        <w:tabs>
          <w:tab w:val="num" w:pos="360"/>
        </w:tabs>
        <w:ind w:left="72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6004B9"/>
    <w:multiLevelType w:val="hybridMultilevel"/>
    <w:tmpl w:val="A344113A"/>
    <w:lvl w:ilvl="0" w:tplc="FD900E94">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2DBF28A2"/>
    <w:multiLevelType w:val="hybridMultilevel"/>
    <w:tmpl w:val="2102CC9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2FAC12DC"/>
    <w:multiLevelType w:val="hybridMultilevel"/>
    <w:tmpl w:val="6902136C"/>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2BA38FB"/>
    <w:multiLevelType w:val="hybridMultilevel"/>
    <w:tmpl w:val="7B22586A"/>
    <w:lvl w:ilvl="0" w:tplc="73FAD822">
      <w:start w:val="1"/>
      <w:numFmt w:val="bullet"/>
      <w:lvlText w:val=""/>
      <w:lvlJc w:val="left"/>
      <w:pPr>
        <w:tabs>
          <w:tab w:val="num" w:pos="360"/>
        </w:tabs>
        <w:ind w:left="7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88C09A3"/>
    <w:multiLevelType w:val="hybridMultilevel"/>
    <w:tmpl w:val="ECF8685C"/>
    <w:lvl w:ilvl="0" w:tplc="E416B6B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42894248"/>
    <w:multiLevelType w:val="hybridMultilevel"/>
    <w:tmpl w:val="FD44CEAC"/>
    <w:lvl w:ilvl="0" w:tplc="9E08380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43B41E4E"/>
    <w:multiLevelType w:val="hybridMultilevel"/>
    <w:tmpl w:val="B202765E"/>
    <w:lvl w:ilvl="0" w:tplc="0409000F">
      <w:start w:val="1"/>
      <w:numFmt w:val="decimal"/>
      <w:lvlText w:val="%1."/>
      <w:lvlJc w:val="left"/>
      <w:pPr>
        <w:tabs>
          <w:tab w:val="num" w:pos="720"/>
        </w:tabs>
        <w:ind w:left="720" w:hanging="360"/>
      </w:pPr>
      <w:rPr>
        <w:rFonts w:cs="Times New Roman"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C5C3337"/>
    <w:multiLevelType w:val="hybridMultilevel"/>
    <w:tmpl w:val="F8BCF9A6"/>
    <w:lvl w:ilvl="0" w:tplc="9E08380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F6C321D"/>
    <w:multiLevelType w:val="hybridMultilevel"/>
    <w:tmpl w:val="CD666D3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26705C2"/>
    <w:multiLevelType w:val="hybridMultilevel"/>
    <w:tmpl w:val="DF30E40E"/>
    <w:lvl w:ilvl="0" w:tplc="5A5CF942">
      <w:start w:val="1"/>
      <w:numFmt w:val="decimal"/>
      <w:lvlText w:val="%1."/>
      <w:lvlJc w:val="left"/>
      <w:pPr>
        <w:tabs>
          <w:tab w:val="num" w:pos="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563452C4"/>
    <w:multiLevelType w:val="hybridMultilevel"/>
    <w:tmpl w:val="F1C83168"/>
    <w:lvl w:ilvl="0" w:tplc="CBBEEE36">
      <w:start w:val="1"/>
      <w:numFmt w:val="bullet"/>
      <w:lvlText w:val=""/>
      <w:lvlJc w:val="left"/>
      <w:pPr>
        <w:tabs>
          <w:tab w:val="num" w:pos="0"/>
        </w:tabs>
        <w:ind w:firstLine="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5A035EC9"/>
    <w:multiLevelType w:val="hybridMultilevel"/>
    <w:tmpl w:val="C380C2E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5AB64379"/>
    <w:multiLevelType w:val="hybridMultilevel"/>
    <w:tmpl w:val="70002FC8"/>
    <w:lvl w:ilvl="0" w:tplc="FD900E94">
      <w:start w:val="1"/>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5BB91D37"/>
    <w:multiLevelType w:val="hybridMultilevel"/>
    <w:tmpl w:val="08EC8338"/>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5C056318"/>
    <w:multiLevelType w:val="hybridMultilevel"/>
    <w:tmpl w:val="744ABD76"/>
    <w:lvl w:ilvl="0" w:tplc="FD900E94">
      <w:start w:val="1"/>
      <w:numFmt w:val="decimal"/>
      <w:lvlText w:val="%1."/>
      <w:lvlJc w:val="left"/>
      <w:pPr>
        <w:tabs>
          <w:tab w:val="num" w:pos="1080"/>
        </w:tabs>
        <w:ind w:left="1080" w:hanging="720"/>
      </w:pPr>
      <w:rPr>
        <w:rFonts w:cs="Times New Roman" w:hint="default"/>
      </w:rPr>
    </w:lvl>
    <w:lvl w:ilvl="1" w:tplc="4232F740">
      <w:start w:val="1"/>
      <w:numFmt w:val="lowerLetter"/>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5D66543A"/>
    <w:multiLevelType w:val="hybridMultilevel"/>
    <w:tmpl w:val="19EA84F8"/>
    <w:lvl w:ilvl="0" w:tplc="8B081D3C">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DB00575"/>
    <w:multiLevelType w:val="hybridMultilevel"/>
    <w:tmpl w:val="0F7666D2"/>
    <w:lvl w:ilvl="0" w:tplc="280E1F32">
      <w:start w:val="1"/>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1E42A5E"/>
    <w:multiLevelType w:val="hybridMultilevel"/>
    <w:tmpl w:val="138C5BE4"/>
    <w:lvl w:ilvl="0" w:tplc="6E10E80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8C87FD5"/>
    <w:multiLevelType w:val="multilevel"/>
    <w:tmpl w:val="CD666D3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744D0BC7"/>
    <w:multiLevelType w:val="hybridMultilevel"/>
    <w:tmpl w:val="8E6C622E"/>
    <w:lvl w:ilvl="0" w:tplc="0409000F">
      <w:start w:val="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7DFC0F49"/>
    <w:multiLevelType w:val="hybridMultilevel"/>
    <w:tmpl w:val="2D2C65B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F954E47"/>
    <w:multiLevelType w:val="multilevel"/>
    <w:tmpl w:val="AF88A86A"/>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1"/>
  </w:num>
  <w:num w:numId="2">
    <w:abstractNumId w:val="23"/>
  </w:num>
  <w:num w:numId="3">
    <w:abstractNumId w:val="15"/>
  </w:num>
  <w:num w:numId="4">
    <w:abstractNumId w:val="22"/>
  </w:num>
  <w:num w:numId="5">
    <w:abstractNumId w:val="18"/>
  </w:num>
  <w:num w:numId="6">
    <w:abstractNumId w:val="5"/>
  </w:num>
  <w:num w:numId="7">
    <w:abstractNumId w:val="20"/>
  </w:num>
  <w:num w:numId="8">
    <w:abstractNumId w:val="7"/>
  </w:num>
  <w:num w:numId="9">
    <w:abstractNumId w:val="14"/>
  </w:num>
  <w:num w:numId="10">
    <w:abstractNumId w:val="27"/>
  </w:num>
  <w:num w:numId="11">
    <w:abstractNumId w:val="17"/>
  </w:num>
  <w:num w:numId="12">
    <w:abstractNumId w:val="13"/>
  </w:num>
  <w:num w:numId="13">
    <w:abstractNumId w:val="25"/>
  </w:num>
  <w:num w:numId="14">
    <w:abstractNumId w:val="9"/>
  </w:num>
  <w:num w:numId="15">
    <w:abstractNumId w:val="26"/>
  </w:num>
  <w:num w:numId="16">
    <w:abstractNumId w:val="4"/>
  </w:num>
  <w:num w:numId="17">
    <w:abstractNumId w:val="34"/>
  </w:num>
  <w:num w:numId="18">
    <w:abstractNumId w:val="2"/>
  </w:num>
  <w:num w:numId="19">
    <w:abstractNumId w:val="10"/>
  </w:num>
  <w:num w:numId="20">
    <w:abstractNumId w:val="0"/>
  </w:num>
  <w:num w:numId="21">
    <w:abstractNumId w:val="24"/>
  </w:num>
  <w:num w:numId="22">
    <w:abstractNumId w:val="1"/>
  </w:num>
  <w:num w:numId="23">
    <w:abstractNumId w:val="6"/>
  </w:num>
  <w:num w:numId="24">
    <w:abstractNumId w:val="12"/>
  </w:num>
  <w:num w:numId="25">
    <w:abstractNumId w:val="16"/>
  </w:num>
  <w:num w:numId="26">
    <w:abstractNumId w:val="19"/>
  </w:num>
  <w:num w:numId="27">
    <w:abstractNumId w:val="32"/>
  </w:num>
  <w:num w:numId="28">
    <w:abstractNumId w:val="30"/>
  </w:num>
  <w:num w:numId="29">
    <w:abstractNumId w:val="21"/>
  </w:num>
  <w:num w:numId="30">
    <w:abstractNumId w:val="31"/>
  </w:num>
  <w:num w:numId="31">
    <w:abstractNumId w:val="28"/>
  </w:num>
  <w:num w:numId="32">
    <w:abstractNumId w:val="3"/>
  </w:num>
  <w:num w:numId="33">
    <w:abstractNumId w:val="29"/>
  </w:num>
  <w:num w:numId="34">
    <w:abstractNumId w:val="33"/>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360"/>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53A9"/>
    <w:rsid w:val="00006AEC"/>
    <w:rsid w:val="00012ABF"/>
    <w:rsid w:val="00012AC7"/>
    <w:rsid w:val="00012B00"/>
    <w:rsid w:val="00034D0B"/>
    <w:rsid w:val="000360A9"/>
    <w:rsid w:val="000362F4"/>
    <w:rsid w:val="00044D81"/>
    <w:rsid w:val="00052C6C"/>
    <w:rsid w:val="000569C9"/>
    <w:rsid w:val="000653D7"/>
    <w:rsid w:val="0006720C"/>
    <w:rsid w:val="000806F7"/>
    <w:rsid w:val="00083F02"/>
    <w:rsid w:val="00092771"/>
    <w:rsid w:val="00094007"/>
    <w:rsid w:val="00097D19"/>
    <w:rsid w:val="000A2B6B"/>
    <w:rsid w:val="000A672C"/>
    <w:rsid w:val="000B0CCE"/>
    <w:rsid w:val="000B1379"/>
    <w:rsid w:val="000B3C66"/>
    <w:rsid w:val="000B6EA0"/>
    <w:rsid w:val="000C290C"/>
    <w:rsid w:val="000C3F83"/>
    <w:rsid w:val="000D75C7"/>
    <w:rsid w:val="000F642E"/>
    <w:rsid w:val="00112BE8"/>
    <w:rsid w:val="00131093"/>
    <w:rsid w:val="00135C9B"/>
    <w:rsid w:val="00141E90"/>
    <w:rsid w:val="00173972"/>
    <w:rsid w:val="00182004"/>
    <w:rsid w:val="0018757C"/>
    <w:rsid w:val="00190201"/>
    <w:rsid w:val="00196475"/>
    <w:rsid w:val="001A57AE"/>
    <w:rsid w:val="001B1E69"/>
    <w:rsid w:val="001C1C11"/>
    <w:rsid w:val="00216603"/>
    <w:rsid w:val="00217A30"/>
    <w:rsid w:val="0023309B"/>
    <w:rsid w:val="00240B1F"/>
    <w:rsid w:val="00243BA8"/>
    <w:rsid w:val="00254F8F"/>
    <w:rsid w:val="00261787"/>
    <w:rsid w:val="00263674"/>
    <w:rsid w:val="002666F3"/>
    <w:rsid w:val="00266C62"/>
    <w:rsid w:val="00267FAF"/>
    <w:rsid w:val="002751B3"/>
    <w:rsid w:val="002759C3"/>
    <w:rsid w:val="00276BE6"/>
    <w:rsid w:val="0028267C"/>
    <w:rsid w:val="00286C67"/>
    <w:rsid w:val="002906A5"/>
    <w:rsid w:val="00291291"/>
    <w:rsid w:val="002A4D4E"/>
    <w:rsid w:val="002C0A69"/>
    <w:rsid w:val="002C3722"/>
    <w:rsid w:val="002C56B8"/>
    <w:rsid w:val="002C7034"/>
    <w:rsid w:val="002D00D9"/>
    <w:rsid w:val="002D3DAE"/>
    <w:rsid w:val="002D674A"/>
    <w:rsid w:val="002D7287"/>
    <w:rsid w:val="002E2D8A"/>
    <w:rsid w:val="002E5840"/>
    <w:rsid w:val="002F5907"/>
    <w:rsid w:val="00302719"/>
    <w:rsid w:val="003129DB"/>
    <w:rsid w:val="00322E3D"/>
    <w:rsid w:val="003234C3"/>
    <w:rsid w:val="00330CAE"/>
    <w:rsid w:val="00344595"/>
    <w:rsid w:val="00345DBD"/>
    <w:rsid w:val="003503F9"/>
    <w:rsid w:val="00353109"/>
    <w:rsid w:val="00355EA8"/>
    <w:rsid w:val="00356D62"/>
    <w:rsid w:val="00366E54"/>
    <w:rsid w:val="003679F7"/>
    <w:rsid w:val="00381DB4"/>
    <w:rsid w:val="00382423"/>
    <w:rsid w:val="003874FA"/>
    <w:rsid w:val="00390E6B"/>
    <w:rsid w:val="003C6841"/>
    <w:rsid w:val="003C7B91"/>
    <w:rsid w:val="003D35CC"/>
    <w:rsid w:val="003E3A35"/>
    <w:rsid w:val="003F4E9A"/>
    <w:rsid w:val="003F54A0"/>
    <w:rsid w:val="003F576F"/>
    <w:rsid w:val="00405408"/>
    <w:rsid w:val="00410881"/>
    <w:rsid w:val="0041321D"/>
    <w:rsid w:val="00414164"/>
    <w:rsid w:val="00415536"/>
    <w:rsid w:val="00420458"/>
    <w:rsid w:val="00461655"/>
    <w:rsid w:val="00461DF3"/>
    <w:rsid w:val="00464514"/>
    <w:rsid w:val="00484462"/>
    <w:rsid w:val="004A0185"/>
    <w:rsid w:val="004A08A2"/>
    <w:rsid w:val="004B4EF9"/>
    <w:rsid w:val="004B5C3D"/>
    <w:rsid w:val="004B60E7"/>
    <w:rsid w:val="004C2FE2"/>
    <w:rsid w:val="004D51C6"/>
    <w:rsid w:val="004E3A81"/>
    <w:rsid w:val="004E47CF"/>
    <w:rsid w:val="004F56B1"/>
    <w:rsid w:val="005031ED"/>
    <w:rsid w:val="00514FCC"/>
    <w:rsid w:val="00517B0D"/>
    <w:rsid w:val="00530A2C"/>
    <w:rsid w:val="00531827"/>
    <w:rsid w:val="00536844"/>
    <w:rsid w:val="005421DA"/>
    <w:rsid w:val="00544440"/>
    <w:rsid w:val="00551D6D"/>
    <w:rsid w:val="00563D35"/>
    <w:rsid w:val="005710A0"/>
    <w:rsid w:val="00571143"/>
    <w:rsid w:val="00584348"/>
    <w:rsid w:val="00585A58"/>
    <w:rsid w:val="005945D4"/>
    <w:rsid w:val="005A08AC"/>
    <w:rsid w:val="005A346A"/>
    <w:rsid w:val="005A6EE9"/>
    <w:rsid w:val="005A79E7"/>
    <w:rsid w:val="005B57A2"/>
    <w:rsid w:val="005B5F47"/>
    <w:rsid w:val="005D0CB8"/>
    <w:rsid w:val="005D527E"/>
    <w:rsid w:val="005D7278"/>
    <w:rsid w:val="005E7B98"/>
    <w:rsid w:val="005F034C"/>
    <w:rsid w:val="005F4AEF"/>
    <w:rsid w:val="005F7B93"/>
    <w:rsid w:val="006136F1"/>
    <w:rsid w:val="006168C9"/>
    <w:rsid w:val="00623DFB"/>
    <w:rsid w:val="00640238"/>
    <w:rsid w:val="00643981"/>
    <w:rsid w:val="0064603D"/>
    <w:rsid w:val="0066091A"/>
    <w:rsid w:val="00672698"/>
    <w:rsid w:val="006B0762"/>
    <w:rsid w:val="006B2666"/>
    <w:rsid w:val="006B2F55"/>
    <w:rsid w:val="006C18FD"/>
    <w:rsid w:val="006C1950"/>
    <w:rsid w:val="006C3794"/>
    <w:rsid w:val="006D5DD2"/>
    <w:rsid w:val="006F0D6C"/>
    <w:rsid w:val="006F1B6B"/>
    <w:rsid w:val="007158B7"/>
    <w:rsid w:val="00740672"/>
    <w:rsid w:val="00757247"/>
    <w:rsid w:val="007656AC"/>
    <w:rsid w:val="00766610"/>
    <w:rsid w:val="00766FA6"/>
    <w:rsid w:val="0077153B"/>
    <w:rsid w:val="00771E42"/>
    <w:rsid w:val="007753A9"/>
    <w:rsid w:val="00777967"/>
    <w:rsid w:val="00790741"/>
    <w:rsid w:val="007931B0"/>
    <w:rsid w:val="007A3968"/>
    <w:rsid w:val="007A4C2F"/>
    <w:rsid w:val="007A6072"/>
    <w:rsid w:val="007B0286"/>
    <w:rsid w:val="007B09BF"/>
    <w:rsid w:val="007B0FB5"/>
    <w:rsid w:val="007B1136"/>
    <w:rsid w:val="007C29BB"/>
    <w:rsid w:val="007D2D92"/>
    <w:rsid w:val="007D62C4"/>
    <w:rsid w:val="007D7006"/>
    <w:rsid w:val="007E5651"/>
    <w:rsid w:val="008133C6"/>
    <w:rsid w:val="00813763"/>
    <w:rsid w:val="00813BEB"/>
    <w:rsid w:val="00826A9A"/>
    <w:rsid w:val="008441B6"/>
    <w:rsid w:val="00865A15"/>
    <w:rsid w:val="00867560"/>
    <w:rsid w:val="00874AD0"/>
    <w:rsid w:val="0087674E"/>
    <w:rsid w:val="00882027"/>
    <w:rsid w:val="00882BA7"/>
    <w:rsid w:val="00886130"/>
    <w:rsid w:val="00890169"/>
    <w:rsid w:val="008938A9"/>
    <w:rsid w:val="008A275D"/>
    <w:rsid w:val="008B501F"/>
    <w:rsid w:val="008B58B9"/>
    <w:rsid w:val="008B796D"/>
    <w:rsid w:val="008B7B67"/>
    <w:rsid w:val="008C52CF"/>
    <w:rsid w:val="008C6F75"/>
    <w:rsid w:val="008D17EA"/>
    <w:rsid w:val="008D3581"/>
    <w:rsid w:val="008D4858"/>
    <w:rsid w:val="008F7876"/>
    <w:rsid w:val="0090521B"/>
    <w:rsid w:val="0090541E"/>
    <w:rsid w:val="00912DEC"/>
    <w:rsid w:val="009168E9"/>
    <w:rsid w:val="00925A1E"/>
    <w:rsid w:val="00930C79"/>
    <w:rsid w:val="00934855"/>
    <w:rsid w:val="009350E9"/>
    <w:rsid w:val="00982557"/>
    <w:rsid w:val="00986193"/>
    <w:rsid w:val="00991536"/>
    <w:rsid w:val="009A4AEF"/>
    <w:rsid w:val="009B15F9"/>
    <w:rsid w:val="009B4C9A"/>
    <w:rsid w:val="009C1EB2"/>
    <w:rsid w:val="009D61EF"/>
    <w:rsid w:val="009E0F8D"/>
    <w:rsid w:val="009E6BA4"/>
    <w:rsid w:val="009F0F89"/>
    <w:rsid w:val="00A017C1"/>
    <w:rsid w:val="00A06D21"/>
    <w:rsid w:val="00A12560"/>
    <w:rsid w:val="00A15027"/>
    <w:rsid w:val="00A208F3"/>
    <w:rsid w:val="00A21863"/>
    <w:rsid w:val="00A347BC"/>
    <w:rsid w:val="00A34C70"/>
    <w:rsid w:val="00A3655B"/>
    <w:rsid w:val="00A40D75"/>
    <w:rsid w:val="00A423E8"/>
    <w:rsid w:val="00A61375"/>
    <w:rsid w:val="00A62A96"/>
    <w:rsid w:val="00A74BC9"/>
    <w:rsid w:val="00A76FEC"/>
    <w:rsid w:val="00A86561"/>
    <w:rsid w:val="00A87E62"/>
    <w:rsid w:val="00AC78BF"/>
    <w:rsid w:val="00AC7AC5"/>
    <w:rsid w:val="00AD05F2"/>
    <w:rsid w:val="00AE12E8"/>
    <w:rsid w:val="00AE3DCF"/>
    <w:rsid w:val="00AF0A40"/>
    <w:rsid w:val="00AF1590"/>
    <w:rsid w:val="00AF2B34"/>
    <w:rsid w:val="00AF4EF0"/>
    <w:rsid w:val="00B0601D"/>
    <w:rsid w:val="00B10D94"/>
    <w:rsid w:val="00B11237"/>
    <w:rsid w:val="00B13775"/>
    <w:rsid w:val="00B27570"/>
    <w:rsid w:val="00B32B81"/>
    <w:rsid w:val="00B34938"/>
    <w:rsid w:val="00B3585D"/>
    <w:rsid w:val="00B42BE9"/>
    <w:rsid w:val="00B471C6"/>
    <w:rsid w:val="00B51D27"/>
    <w:rsid w:val="00B80306"/>
    <w:rsid w:val="00B82CF1"/>
    <w:rsid w:val="00B942CA"/>
    <w:rsid w:val="00B9595F"/>
    <w:rsid w:val="00BA00B5"/>
    <w:rsid w:val="00BA05E0"/>
    <w:rsid w:val="00BB17AF"/>
    <w:rsid w:val="00BB2957"/>
    <w:rsid w:val="00BB5F14"/>
    <w:rsid w:val="00BB7985"/>
    <w:rsid w:val="00BC1288"/>
    <w:rsid w:val="00BC5AF0"/>
    <w:rsid w:val="00BD168E"/>
    <w:rsid w:val="00BD3691"/>
    <w:rsid w:val="00BE4F13"/>
    <w:rsid w:val="00BF06E2"/>
    <w:rsid w:val="00BF70C3"/>
    <w:rsid w:val="00C01F41"/>
    <w:rsid w:val="00C04918"/>
    <w:rsid w:val="00C04B6B"/>
    <w:rsid w:val="00C112DA"/>
    <w:rsid w:val="00C13FE8"/>
    <w:rsid w:val="00C24FF3"/>
    <w:rsid w:val="00C34458"/>
    <w:rsid w:val="00C34852"/>
    <w:rsid w:val="00C37EF0"/>
    <w:rsid w:val="00C404BF"/>
    <w:rsid w:val="00C452F3"/>
    <w:rsid w:val="00C538B9"/>
    <w:rsid w:val="00C56AC6"/>
    <w:rsid w:val="00C86BDA"/>
    <w:rsid w:val="00C9051B"/>
    <w:rsid w:val="00C90EA5"/>
    <w:rsid w:val="00C9686D"/>
    <w:rsid w:val="00CA460D"/>
    <w:rsid w:val="00CA4A1B"/>
    <w:rsid w:val="00CA4B7B"/>
    <w:rsid w:val="00CB3698"/>
    <w:rsid w:val="00CB788E"/>
    <w:rsid w:val="00CC3B90"/>
    <w:rsid w:val="00CD6D06"/>
    <w:rsid w:val="00CE4D23"/>
    <w:rsid w:val="00CE7463"/>
    <w:rsid w:val="00D01533"/>
    <w:rsid w:val="00D03DC2"/>
    <w:rsid w:val="00D12545"/>
    <w:rsid w:val="00D207F5"/>
    <w:rsid w:val="00D27107"/>
    <w:rsid w:val="00D276DF"/>
    <w:rsid w:val="00D37520"/>
    <w:rsid w:val="00D44D56"/>
    <w:rsid w:val="00D4689C"/>
    <w:rsid w:val="00D47D9C"/>
    <w:rsid w:val="00D67BCC"/>
    <w:rsid w:val="00D7045A"/>
    <w:rsid w:val="00D72290"/>
    <w:rsid w:val="00D8173E"/>
    <w:rsid w:val="00D8515E"/>
    <w:rsid w:val="00D85685"/>
    <w:rsid w:val="00D87268"/>
    <w:rsid w:val="00D92A22"/>
    <w:rsid w:val="00DA378D"/>
    <w:rsid w:val="00DB0435"/>
    <w:rsid w:val="00DB4BB8"/>
    <w:rsid w:val="00DC5C88"/>
    <w:rsid w:val="00DC6FEA"/>
    <w:rsid w:val="00DC7106"/>
    <w:rsid w:val="00DD33F8"/>
    <w:rsid w:val="00DD5435"/>
    <w:rsid w:val="00DE380C"/>
    <w:rsid w:val="00DE3B2A"/>
    <w:rsid w:val="00DF4E1E"/>
    <w:rsid w:val="00DF615A"/>
    <w:rsid w:val="00E012D5"/>
    <w:rsid w:val="00E0220E"/>
    <w:rsid w:val="00E07F93"/>
    <w:rsid w:val="00E26648"/>
    <w:rsid w:val="00E316B6"/>
    <w:rsid w:val="00E316D2"/>
    <w:rsid w:val="00E339E9"/>
    <w:rsid w:val="00E51F14"/>
    <w:rsid w:val="00E5259C"/>
    <w:rsid w:val="00E609BB"/>
    <w:rsid w:val="00E61EC8"/>
    <w:rsid w:val="00E65D30"/>
    <w:rsid w:val="00E713FE"/>
    <w:rsid w:val="00E71982"/>
    <w:rsid w:val="00E73335"/>
    <w:rsid w:val="00E80F9C"/>
    <w:rsid w:val="00E84C02"/>
    <w:rsid w:val="00E94AF2"/>
    <w:rsid w:val="00E94E82"/>
    <w:rsid w:val="00E96B99"/>
    <w:rsid w:val="00E96EBC"/>
    <w:rsid w:val="00E9714A"/>
    <w:rsid w:val="00EA6523"/>
    <w:rsid w:val="00EB45A4"/>
    <w:rsid w:val="00ED7671"/>
    <w:rsid w:val="00EF6180"/>
    <w:rsid w:val="00F02712"/>
    <w:rsid w:val="00F04ACD"/>
    <w:rsid w:val="00F06211"/>
    <w:rsid w:val="00F12014"/>
    <w:rsid w:val="00F15DA2"/>
    <w:rsid w:val="00F23907"/>
    <w:rsid w:val="00F23EBA"/>
    <w:rsid w:val="00F4068D"/>
    <w:rsid w:val="00F42A5E"/>
    <w:rsid w:val="00F43B64"/>
    <w:rsid w:val="00F651BF"/>
    <w:rsid w:val="00F75AA1"/>
    <w:rsid w:val="00F76755"/>
    <w:rsid w:val="00F8159E"/>
    <w:rsid w:val="00F8392A"/>
    <w:rsid w:val="00FA6159"/>
    <w:rsid w:val="00FA6FBF"/>
    <w:rsid w:val="00FC59BC"/>
    <w:rsid w:val="00FD2E6E"/>
    <w:rsid w:val="00FE5C52"/>
    <w:rsid w:val="00FE6834"/>
    <w:rsid w:val="00FE75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88E"/>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Cambria" w:hAnsi="Cambria"/>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8B796D"/>
    <w:rPr>
      <w:rFonts w:ascii="Cambria" w:hAnsi="Cambria"/>
      <w:b/>
      <w:i/>
      <w:sz w:val="28"/>
    </w:rPr>
  </w:style>
  <w:style w:type="character" w:customStyle="1" w:styleId="Heading6Char">
    <w:name w:val="Heading 6 Char"/>
    <w:basedOn w:val="DefaultParagraphFont"/>
    <w:link w:val="Heading6"/>
    <w:uiPriority w:val="99"/>
    <w:semiHidden/>
    <w:locked/>
    <w:rsid w:val="008B796D"/>
    <w:rPr>
      <w:rFonts w:ascii="Calibri" w:hAnsi="Calibri"/>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8B796D"/>
    <w:rPr>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8B796D"/>
    <w:rPr>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8B796D"/>
    <w:rPr>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8B796D"/>
    <w:rPr>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8B796D"/>
    <w:rPr>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8B796D"/>
    <w:rPr>
      <w:sz w:val="16"/>
    </w:rPr>
  </w:style>
  <w:style w:type="paragraph" w:styleId="BodyTextIndent">
    <w:name w:val="Body Text Indent"/>
    <w:basedOn w:val="Normal"/>
    <w:link w:val="BodyTextIndentChar"/>
    <w:uiPriority w:val="99"/>
    <w:rsid w:val="008441B6"/>
    <w:pPr>
      <w:spacing w:after="120"/>
      <w:ind w:left="360"/>
    </w:pPr>
    <w:rPr>
      <w:szCs w:val="20"/>
    </w:rPr>
  </w:style>
  <w:style w:type="character" w:customStyle="1" w:styleId="BodyTextIndentChar">
    <w:name w:val="Body Text Indent Char"/>
    <w:basedOn w:val="DefaultParagraphFont"/>
    <w:link w:val="BodyTextIndent"/>
    <w:uiPriority w:val="99"/>
    <w:semiHidden/>
    <w:locked/>
    <w:rsid w:val="008B796D"/>
    <w:rPr>
      <w:sz w:val="24"/>
    </w:rPr>
  </w:style>
  <w:style w:type="table" w:styleId="TableGrid">
    <w:name w:val="Table Grid"/>
    <w:basedOn w:val="TableNormal"/>
    <w:uiPriority w:val="99"/>
    <w:rsid w:val="008441B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
    <w:name w:val="body"/>
    <w:uiPriority w:val="99"/>
    <w:rsid w:val="00CE7463"/>
  </w:style>
  <w:style w:type="paragraph" w:styleId="BodyText">
    <w:name w:val="Body Text"/>
    <w:basedOn w:val="Normal"/>
    <w:link w:val="BodyTextChar"/>
    <w:uiPriority w:val="99"/>
    <w:rsid w:val="002A4D4E"/>
    <w:pPr>
      <w:spacing w:after="120"/>
    </w:pPr>
    <w:rPr>
      <w:szCs w:val="20"/>
    </w:rPr>
  </w:style>
  <w:style w:type="character" w:customStyle="1" w:styleId="BodyTextChar">
    <w:name w:val="Body Text Char"/>
    <w:basedOn w:val="DefaultParagraphFont"/>
    <w:link w:val="BodyText"/>
    <w:uiPriority w:val="99"/>
    <w:semiHidden/>
    <w:locked/>
    <w:rsid w:val="008B796D"/>
    <w:rPr>
      <w:sz w:val="24"/>
    </w:rPr>
  </w:style>
  <w:style w:type="paragraph" w:customStyle="1" w:styleId="BLFIRST">
    <w:name w:val="BL_FIRST"/>
    <w:basedOn w:val="Normal"/>
    <w:uiPriority w:val="99"/>
    <w:rsid w:val="00286C67"/>
    <w:pPr>
      <w:numPr>
        <w:numId w:val="22"/>
      </w:numPr>
      <w:spacing w:line="480" w:lineRule="auto"/>
    </w:pPr>
    <w:rPr>
      <w:rFonts w:ascii="Arial" w:hAnsi="Arial"/>
    </w:rPr>
  </w:style>
  <w:style w:type="character" w:customStyle="1" w:styleId="pubsubheadb">
    <w:name w:val="pubsubheadb"/>
    <w:uiPriority w:val="99"/>
    <w:rsid w:val="00182004"/>
  </w:style>
  <w:style w:type="character" w:customStyle="1" w:styleId="hyperlink--char">
    <w:name w:val="hyperlink--char"/>
    <w:uiPriority w:val="99"/>
    <w:rsid w:val="007158B7"/>
  </w:style>
  <w:style w:type="character" w:customStyle="1" w:styleId="body-0020text--char">
    <w:name w:val="body-0020text--char"/>
    <w:uiPriority w:val="99"/>
    <w:rsid w:val="007158B7"/>
  </w:style>
  <w:style w:type="paragraph" w:styleId="ListParagraph">
    <w:name w:val="List Paragraph"/>
    <w:basedOn w:val="Normal"/>
    <w:uiPriority w:val="99"/>
    <w:qFormat/>
    <w:rsid w:val="00B471C6"/>
    <w:pPr>
      <w:ind w:left="720"/>
      <w:contextualSpacing/>
    </w:pPr>
  </w:style>
  <w:style w:type="character" w:styleId="FollowedHyperlink">
    <w:name w:val="FollowedHyperlink"/>
    <w:basedOn w:val="DefaultParagraphFont"/>
    <w:uiPriority w:val="99"/>
    <w:semiHidden/>
    <w:rsid w:val="00DF4E1E"/>
    <w:rPr>
      <w:rFonts w:cs="Times New Roman"/>
      <w:color w:val="800080"/>
      <w:u w:val="single"/>
    </w:rPr>
  </w:style>
  <w:style w:type="paragraph" w:styleId="CommentSubject">
    <w:name w:val="annotation subject"/>
    <w:basedOn w:val="CommentText"/>
    <w:next w:val="CommentText"/>
    <w:link w:val="CommentSubjectChar"/>
    <w:uiPriority w:val="99"/>
    <w:semiHidden/>
    <w:rsid w:val="004A0185"/>
    <w:pPr>
      <w:spacing w:line="240" w:lineRule="auto"/>
    </w:pPr>
    <w:rPr>
      <w:b/>
      <w:bCs/>
    </w:rPr>
  </w:style>
  <w:style w:type="character" w:customStyle="1" w:styleId="CommentSubjectChar">
    <w:name w:val="Comment Subject Char"/>
    <w:basedOn w:val="CommentTextChar"/>
    <w:link w:val="CommentSubject"/>
    <w:uiPriority w:val="99"/>
    <w:semiHidden/>
    <w:locked/>
    <w:rsid w:val="004A0185"/>
    <w:rPr>
      <w:b/>
    </w:rPr>
  </w:style>
  <w:style w:type="paragraph" w:styleId="Revision">
    <w:name w:val="Revision"/>
    <w:hidden/>
    <w:uiPriority w:val="99"/>
    <w:semiHidden/>
    <w:rsid w:val="004A08A2"/>
    <w:rPr>
      <w:sz w:val="24"/>
      <w:szCs w:val="24"/>
    </w:rPr>
  </w:style>
</w:styles>
</file>

<file path=word/webSettings.xml><?xml version="1.0" encoding="utf-8"?>
<w:webSettings xmlns:r="http://schemas.openxmlformats.org/officeDocument/2006/relationships" xmlns:w="http://schemas.openxmlformats.org/wordprocessingml/2006/main">
  <w:divs>
    <w:div w:id="17004500">
      <w:marLeft w:val="0"/>
      <w:marRight w:val="0"/>
      <w:marTop w:val="0"/>
      <w:marBottom w:val="0"/>
      <w:divBdr>
        <w:top w:val="none" w:sz="0" w:space="0" w:color="auto"/>
        <w:left w:val="none" w:sz="0" w:space="0" w:color="auto"/>
        <w:bottom w:val="none" w:sz="0" w:space="0" w:color="auto"/>
        <w:right w:val="none" w:sz="0" w:space="0" w:color="auto"/>
      </w:divBdr>
    </w:div>
    <w:div w:id="170045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1292</Words>
  <Characters>7394</Characters>
  <Application>Microsoft Office Outlook</Application>
  <DocSecurity>0</DocSecurity>
  <Lines>0</Lines>
  <Paragraphs>0</Paragraphs>
  <ScaleCrop>false</ScaleCrop>
  <Company>University of Northern Iowa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Exper MIS 4e IM Chapter Extension 1</dc:title>
  <dc:subject>Collaboration Information systems for Decision-Making, Problem Solving, and Project Management</dc:subject>
  <dc:creator>Roberta M. Roth</dc:creator>
  <cp:keywords/>
  <dc:description/>
  <cp:lastModifiedBy>ULOFTKE</cp:lastModifiedBy>
  <cp:revision>11</cp:revision>
  <dcterms:created xsi:type="dcterms:W3CDTF">2012-12-16T04:30:00Z</dcterms:created>
  <dcterms:modified xsi:type="dcterms:W3CDTF">2013-01-11T17:26:00Z</dcterms:modified>
</cp:coreProperties>
</file>